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24" w:rsidRPr="001E4551" w:rsidRDefault="003B5D24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3B5D24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B5D24" w:rsidRDefault="003B5D2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3B5D24" w:rsidRPr="00D05C18" w:rsidRDefault="003B5D24" w:rsidP="00587E76">
      <w:pPr>
        <w:jc w:val="center"/>
        <w:rPr>
          <w:b/>
          <w:sz w:val="28"/>
          <w:szCs w:val="28"/>
        </w:rPr>
      </w:pPr>
    </w:p>
    <w:p w:rsidR="003B5D24" w:rsidRPr="00D05C18" w:rsidRDefault="003B5D24" w:rsidP="00263A2B">
      <w:pPr>
        <w:rPr>
          <w:b/>
        </w:rPr>
      </w:pPr>
    </w:p>
    <w:p w:rsidR="003B5D24" w:rsidRPr="00D05C18" w:rsidRDefault="003B5D24" w:rsidP="003B30CF">
      <w:pPr>
        <w:jc w:val="center"/>
        <w:rPr>
          <w:b/>
          <w:sz w:val="28"/>
          <w:szCs w:val="28"/>
        </w:rPr>
      </w:pPr>
      <w:hyperlink r:id="rId7" w:history="1">
        <w:r w:rsidRPr="00D05C18">
          <w:rPr>
            <w:b/>
            <w:sz w:val="28"/>
            <w:szCs w:val="28"/>
          </w:rPr>
          <w:t>Отчет</w:t>
        </w:r>
      </w:hyperlink>
      <w:r w:rsidRPr="00D05C18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«Поддержка и развитие малого и среднего предпринимательства в Старотитаровского сельского поселения Темрюкского района</w:t>
      </w:r>
      <w:r w:rsidRPr="00D05C18">
        <w:rPr>
          <w:b/>
          <w:bCs/>
          <w:sz w:val="28"/>
          <w:szCs w:val="28"/>
        </w:rPr>
        <w:t>» на 2015 год</w:t>
      </w:r>
      <w:r w:rsidRPr="00D05C18">
        <w:rPr>
          <w:b/>
          <w:sz w:val="28"/>
          <w:szCs w:val="28"/>
        </w:rPr>
        <w:t>.</w:t>
      </w:r>
    </w:p>
    <w:p w:rsidR="003B5D24" w:rsidRPr="00587E76" w:rsidRDefault="003B5D24" w:rsidP="00587E76">
      <w:pPr>
        <w:jc w:val="center"/>
        <w:rPr>
          <w:b/>
          <w:sz w:val="28"/>
          <w:szCs w:val="28"/>
        </w:rPr>
      </w:pPr>
    </w:p>
    <w:p w:rsidR="003B5D24" w:rsidRPr="006E4ED9" w:rsidRDefault="003B5D24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3B5D24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B5D24" w:rsidRPr="006E4ED9" w:rsidTr="00A515EB">
        <w:trPr>
          <w:trHeight w:val="781"/>
        </w:trPr>
        <w:tc>
          <w:tcPr>
            <w:tcW w:w="551" w:type="dxa"/>
            <w:vMerge/>
            <w:vAlign w:val="center"/>
          </w:tcPr>
          <w:p w:rsidR="003B5D24" w:rsidRPr="006E4ED9" w:rsidRDefault="003B5D2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3B5D24" w:rsidRPr="006E4ED9" w:rsidRDefault="003B5D2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3B5D24" w:rsidRPr="006E4ED9" w:rsidRDefault="003B5D2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3B5D24" w:rsidRPr="007D0A21" w:rsidRDefault="003B5D24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3B5D24" w:rsidRPr="007D0A21" w:rsidRDefault="003B5D24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3B5D24" w:rsidRPr="006E4ED9" w:rsidRDefault="003B5D2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3B5D24" w:rsidRPr="006E4ED9" w:rsidRDefault="003B5D2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3B5D24" w:rsidRPr="006E4ED9" w:rsidRDefault="003B5D24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3B5D24" w:rsidRPr="00AF5C5E" w:rsidTr="00A515EB">
        <w:trPr>
          <w:trHeight w:val="1051"/>
        </w:trPr>
        <w:tc>
          <w:tcPr>
            <w:tcW w:w="551" w:type="dxa"/>
            <w:noWrap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3B5D24" w:rsidRPr="00A515EB" w:rsidRDefault="003B5D24" w:rsidP="00A515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</w:t>
            </w:r>
            <w:r w:rsidRPr="00C76295">
              <w:rPr>
                <w:b/>
                <w:sz w:val="28"/>
                <w:szCs w:val="28"/>
              </w:rPr>
              <w:t xml:space="preserve">программа </w:t>
            </w:r>
            <w:r w:rsidRPr="00D05C18">
              <w:rPr>
                <w:b/>
                <w:sz w:val="28"/>
                <w:szCs w:val="28"/>
              </w:rPr>
              <w:t>«Поддержка и развитие малого и среднего предпринимательства в Старотитаровского сельского поселения Темрюкского района</w:t>
            </w:r>
            <w:r w:rsidRPr="00D05C18">
              <w:rPr>
                <w:b/>
                <w:bCs/>
                <w:sz w:val="28"/>
                <w:szCs w:val="28"/>
              </w:rPr>
              <w:t>» на 2015 год</w:t>
            </w:r>
            <w:r w:rsidRPr="00D05C18">
              <w:rPr>
                <w:b/>
                <w:sz w:val="28"/>
                <w:szCs w:val="28"/>
              </w:rPr>
              <w:t>.</w:t>
            </w:r>
          </w:p>
        </w:tc>
      </w:tr>
      <w:tr w:rsidR="003B5D24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3B5D24" w:rsidRPr="00D05C18" w:rsidRDefault="003B5D24" w:rsidP="00A515EB">
            <w:pPr>
              <w:spacing w:before="40"/>
            </w:pPr>
            <w:r>
              <w:t>-увеличение в Старотитаровском сельском поселении Темрюкского района количества малых и средних предприятий</w:t>
            </w:r>
          </w:p>
        </w:tc>
        <w:tc>
          <w:tcPr>
            <w:tcW w:w="1000" w:type="dxa"/>
            <w:noWrap/>
          </w:tcPr>
          <w:p w:rsidR="003B5D24" w:rsidRPr="00B73C78" w:rsidRDefault="003B5D24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bottom"/>
          </w:tcPr>
          <w:p w:rsidR="003B5D24" w:rsidRPr="00AF5C5E" w:rsidRDefault="003B5D24" w:rsidP="00A515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bottom"/>
          </w:tcPr>
          <w:p w:rsidR="003B5D24" w:rsidRPr="00AF5C5E" w:rsidRDefault="003B5D24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3B5D24" w:rsidRPr="00AF5C5E" w:rsidRDefault="003B5D24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3B5D24" w:rsidRPr="00AF5C5E" w:rsidRDefault="003B5D24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3B5D24" w:rsidRPr="00AF5C5E" w:rsidRDefault="003B5D24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3B5D24" w:rsidRPr="006E4ED9" w:rsidRDefault="003B5D24" w:rsidP="00263A2B">
      <w:pPr>
        <w:rPr>
          <w:b/>
        </w:rPr>
        <w:sectPr w:rsidR="003B5D24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3B5D24" w:rsidRPr="001E4551" w:rsidRDefault="003B5D2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3B5D24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B5D24" w:rsidRDefault="003B5D2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3B5D24" w:rsidRPr="00587E76" w:rsidRDefault="003B5D24" w:rsidP="00587E76">
      <w:pPr>
        <w:jc w:val="center"/>
        <w:rPr>
          <w:sz w:val="28"/>
          <w:szCs w:val="28"/>
        </w:rPr>
      </w:pPr>
    </w:p>
    <w:p w:rsidR="003B5D24" w:rsidRDefault="003B5D24" w:rsidP="00263A2B">
      <w:pPr>
        <w:rPr>
          <w:b/>
        </w:rPr>
      </w:pPr>
    </w:p>
    <w:p w:rsidR="003B5D24" w:rsidRDefault="003B5D24" w:rsidP="00263A2B">
      <w:pPr>
        <w:rPr>
          <w:b/>
          <w:sz w:val="28"/>
          <w:szCs w:val="28"/>
        </w:rPr>
      </w:pPr>
    </w:p>
    <w:p w:rsidR="003B5D24" w:rsidRPr="003F65B7" w:rsidRDefault="003B5D24" w:rsidP="0042508C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«</w:t>
      </w:r>
      <w:r w:rsidRPr="00D05C18">
        <w:rPr>
          <w:b/>
          <w:sz w:val="28"/>
          <w:szCs w:val="28"/>
        </w:rPr>
        <w:t>Поддержка и развитие малого и среднего предпринимательства в Старотитаровского сельского поселения Темрюкского района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год.</w:t>
      </w:r>
    </w:p>
    <w:p w:rsidR="003B5D24" w:rsidRPr="00587E76" w:rsidRDefault="003B5D24" w:rsidP="00587E76">
      <w:pPr>
        <w:jc w:val="center"/>
        <w:rPr>
          <w:b/>
          <w:sz w:val="28"/>
          <w:szCs w:val="28"/>
        </w:rPr>
      </w:pPr>
    </w:p>
    <w:p w:rsidR="003B5D24" w:rsidRPr="006E4ED9" w:rsidRDefault="003B5D24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987"/>
        <w:gridCol w:w="1260"/>
        <w:gridCol w:w="2700"/>
        <w:gridCol w:w="2880"/>
        <w:gridCol w:w="1260"/>
      </w:tblGrid>
      <w:tr w:rsidR="003B5D24" w:rsidRPr="00AF5C5E" w:rsidTr="00DF364D">
        <w:trPr>
          <w:trHeight w:val="276"/>
        </w:trPr>
        <w:tc>
          <w:tcPr>
            <w:tcW w:w="2992" w:type="dxa"/>
            <w:vMerge w:val="restart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87" w:type="dxa"/>
            <w:vMerge w:val="restart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0" w:type="dxa"/>
            <w:vMerge w:val="restart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60" w:type="dxa"/>
            <w:vMerge w:val="restart"/>
            <w:vAlign w:val="center"/>
          </w:tcPr>
          <w:p w:rsidR="003B5D24" w:rsidRPr="00AF5C5E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3B5D24" w:rsidRPr="00AF5C5E" w:rsidTr="00DF364D">
        <w:trPr>
          <w:trHeight w:val="1756"/>
        </w:trPr>
        <w:tc>
          <w:tcPr>
            <w:tcW w:w="2992" w:type="dxa"/>
            <w:vMerge/>
            <w:vAlign w:val="center"/>
          </w:tcPr>
          <w:p w:rsidR="003B5D24" w:rsidRPr="00AF5C5E" w:rsidRDefault="003B5D2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3B5D24" w:rsidRPr="00AF5C5E" w:rsidRDefault="003B5D2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87" w:type="dxa"/>
            <w:vMerge/>
            <w:vAlign w:val="center"/>
          </w:tcPr>
          <w:p w:rsidR="003B5D24" w:rsidRPr="00AF5C5E" w:rsidRDefault="003B5D2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3B5D24" w:rsidRPr="00AF5C5E" w:rsidRDefault="003B5D2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3B5D24" w:rsidRPr="00AF5C5E" w:rsidRDefault="003B5D2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3B5D24" w:rsidRPr="00AF5C5E" w:rsidRDefault="003B5D2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3B5D24" w:rsidRPr="00AF5C5E" w:rsidRDefault="003B5D24" w:rsidP="00263A2B">
            <w:pPr>
              <w:spacing w:before="40"/>
              <w:rPr>
                <w:color w:val="000000"/>
              </w:rPr>
            </w:pPr>
          </w:p>
        </w:tc>
      </w:tr>
      <w:tr w:rsidR="003B5D24" w:rsidRPr="00AF5C5E" w:rsidTr="00DF364D">
        <w:trPr>
          <w:trHeight w:val="20"/>
        </w:trPr>
        <w:tc>
          <w:tcPr>
            <w:tcW w:w="2992" w:type="dxa"/>
            <w:noWrap/>
          </w:tcPr>
          <w:p w:rsidR="003B5D24" w:rsidRPr="00A80628" w:rsidRDefault="003B5D24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и развитие малого и среднего предпринимательства</w:t>
            </w:r>
            <w:r w:rsidRPr="00A806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16" w:type="dxa"/>
            <w:noWrap/>
            <w:vAlign w:val="bottom"/>
          </w:tcPr>
          <w:p w:rsidR="003B5D24" w:rsidRPr="005F45A4" w:rsidRDefault="003B5D24" w:rsidP="005F45A4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3B5D24" w:rsidRPr="00AF5C5E" w:rsidRDefault="003B5D24" w:rsidP="005F45A4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3B5D24" w:rsidRPr="00AF5C5E" w:rsidRDefault="003B5D24" w:rsidP="005F45A4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3B5D24" w:rsidRPr="003C07D1" w:rsidRDefault="003B5D24" w:rsidP="00A515EB">
            <w:r>
              <w:t>Чествование предпринимателей.</w:t>
            </w:r>
          </w:p>
        </w:tc>
        <w:tc>
          <w:tcPr>
            <w:tcW w:w="2880" w:type="dxa"/>
            <w:noWrap/>
          </w:tcPr>
          <w:p w:rsidR="003B5D24" w:rsidRPr="00B45B21" w:rsidRDefault="003B5D24" w:rsidP="00A515EB">
            <w:r>
              <w:t>Чествование предпринимателей.</w:t>
            </w:r>
          </w:p>
        </w:tc>
        <w:tc>
          <w:tcPr>
            <w:tcW w:w="1260" w:type="dxa"/>
            <w:noWrap/>
            <w:vAlign w:val="bottom"/>
          </w:tcPr>
          <w:p w:rsidR="003B5D24" w:rsidRPr="00AF5C5E" w:rsidRDefault="003B5D24" w:rsidP="00263A2B">
            <w:pPr>
              <w:spacing w:before="40"/>
              <w:rPr>
                <w:color w:val="000000"/>
              </w:rPr>
            </w:pPr>
          </w:p>
        </w:tc>
      </w:tr>
    </w:tbl>
    <w:p w:rsidR="003B5D24" w:rsidRPr="006E4ED9" w:rsidRDefault="003B5D24" w:rsidP="00263A2B">
      <w:pPr>
        <w:sectPr w:rsidR="003B5D24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3B5D24" w:rsidRPr="001E4551" w:rsidRDefault="003B5D2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3B5D24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B5D24" w:rsidRDefault="003B5D2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3B5D24" w:rsidRPr="00587E76" w:rsidRDefault="003B5D24" w:rsidP="00587E76">
      <w:pPr>
        <w:jc w:val="center"/>
        <w:rPr>
          <w:b/>
          <w:sz w:val="28"/>
          <w:szCs w:val="28"/>
        </w:rPr>
      </w:pPr>
    </w:p>
    <w:p w:rsidR="003B5D24" w:rsidRPr="00587E76" w:rsidRDefault="003B5D24" w:rsidP="00587E76">
      <w:pPr>
        <w:jc w:val="center"/>
        <w:rPr>
          <w:b/>
        </w:rPr>
      </w:pPr>
    </w:p>
    <w:p w:rsidR="003B5D24" w:rsidRPr="00A92AB5" w:rsidRDefault="003B5D24" w:rsidP="00587E76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</w:t>
      </w:r>
      <w:r w:rsidRPr="00A92AB5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>«</w:t>
      </w:r>
      <w:r w:rsidRPr="00D05C18">
        <w:rPr>
          <w:b/>
          <w:sz w:val="28"/>
          <w:szCs w:val="28"/>
        </w:rPr>
        <w:t>Поддержка и развитие малого и среднего предпринимательства в Старотитаровского сельского поселения Темрюкского района</w:t>
      </w:r>
      <w:r w:rsidRPr="00A92AB5">
        <w:rPr>
          <w:b/>
          <w:sz w:val="28"/>
          <w:szCs w:val="28"/>
        </w:rPr>
        <w:t>» на 2015 год за счет всех источников финансирования</w:t>
      </w:r>
    </w:p>
    <w:p w:rsidR="003B5D24" w:rsidRPr="00A92AB5" w:rsidRDefault="003B5D24" w:rsidP="00263A2B">
      <w:pPr>
        <w:rPr>
          <w:sz w:val="28"/>
          <w:szCs w:val="28"/>
        </w:rPr>
      </w:pPr>
    </w:p>
    <w:p w:rsidR="003B5D24" w:rsidRPr="00A92AB5" w:rsidRDefault="003B5D24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3B5D24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3B5D24" w:rsidRPr="00286F40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3B5D24" w:rsidRPr="00286F40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3B5D24" w:rsidRPr="00286F40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3B5D24" w:rsidRPr="00286F40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3B5D24" w:rsidRPr="00286F40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3B5D24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3B5D24" w:rsidRPr="00286F40" w:rsidRDefault="003B5D2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3B5D24" w:rsidRPr="00286F40" w:rsidRDefault="003B5D2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3B5D24" w:rsidRPr="00286F40" w:rsidRDefault="003B5D2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3B5D24" w:rsidRPr="00286F40" w:rsidRDefault="003B5D24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3B5D24" w:rsidRPr="00286F40" w:rsidRDefault="003B5D24" w:rsidP="00263A2B">
            <w:pPr>
              <w:spacing w:before="40"/>
              <w:rPr>
                <w:color w:val="000000"/>
              </w:rPr>
            </w:pPr>
          </w:p>
        </w:tc>
      </w:tr>
      <w:tr w:rsidR="003B5D24" w:rsidRPr="00286F40" w:rsidTr="008E486C">
        <w:trPr>
          <w:trHeight w:val="497"/>
        </w:trPr>
        <w:tc>
          <w:tcPr>
            <w:tcW w:w="3233" w:type="dxa"/>
            <w:vMerge w:val="restart"/>
            <w:vAlign w:val="center"/>
          </w:tcPr>
          <w:p w:rsidR="003B5D24" w:rsidRPr="008E486C" w:rsidRDefault="003B5D24" w:rsidP="00EB2A40">
            <w:pPr>
              <w:jc w:val="center"/>
            </w:pPr>
            <w:r w:rsidRPr="008E486C">
              <w:rPr>
                <w:b/>
              </w:rPr>
              <w:t>«Поддержка и развитие малого и среднего предпринимательства в Старотитаровского сельского поселения Темрюкского района» на 2015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3B5D24" w:rsidRPr="00286F40" w:rsidRDefault="003B5D24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3B5D24" w:rsidRPr="00FA0A43" w:rsidRDefault="003B5D24" w:rsidP="004D55F6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48" w:type="dxa"/>
            <w:noWrap/>
            <w:vAlign w:val="bottom"/>
          </w:tcPr>
          <w:p w:rsidR="003B5D24" w:rsidRPr="00FA0A43" w:rsidRDefault="003B5D24" w:rsidP="004D55F6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40" w:type="dxa"/>
            <w:noWrap/>
            <w:vAlign w:val="bottom"/>
          </w:tcPr>
          <w:p w:rsidR="003B5D24" w:rsidRPr="00FA0A43" w:rsidRDefault="003B5D24" w:rsidP="004D55F6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3B5D24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3B5D24" w:rsidRPr="00286F40" w:rsidRDefault="003B5D24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B5D24" w:rsidRPr="00286F40" w:rsidRDefault="003B5D24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B5D24" w:rsidRPr="00286F40" w:rsidRDefault="003B5D24" w:rsidP="004D55F6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48" w:type="dxa"/>
            <w:noWrap/>
            <w:vAlign w:val="bottom"/>
          </w:tcPr>
          <w:p w:rsidR="003B5D24" w:rsidRPr="00286F40" w:rsidRDefault="003B5D24" w:rsidP="004D55F6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40" w:type="dxa"/>
            <w:noWrap/>
            <w:vAlign w:val="bottom"/>
          </w:tcPr>
          <w:p w:rsidR="003B5D24" w:rsidRPr="00286F40" w:rsidRDefault="003B5D24" w:rsidP="004D55F6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3B5D24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3B5D24" w:rsidRPr="00286F40" w:rsidRDefault="003B5D24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B5D24" w:rsidRPr="00286F40" w:rsidRDefault="003B5D24" w:rsidP="003B5D24">
            <w:pPr>
              <w:spacing w:before="40"/>
              <w:ind w:firstLineChars="100" w:firstLine="3168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3B5D24" w:rsidRPr="00286F40" w:rsidRDefault="003B5D24" w:rsidP="004D5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48" w:type="dxa"/>
            <w:noWrap/>
            <w:vAlign w:val="bottom"/>
          </w:tcPr>
          <w:p w:rsidR="003B5D24" w:rsidRPr="00286F40" w:rsidRDefault="003B5D24" w:rsidP="004D55F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40" w:type="dxa"/>
            <w:noWrap/>
            <w:vAlign w:val="bottom"/>
          </w:tcPr>
          <w:p w:rsidR="003B5D24" w:rsidRPr="00286F40" w:rsidRDefault="003B5D24" w:rsidP="004D55F6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3B5D24" w:rsidRPr="00286F40" w:rsidTr="00EB2A40">
        <w:trPr>
          <w:trHeight w:val="1735"/>
        </w:trPr>
        <w:tc>
          <w:tcPr>
            <w:tcW w:w="3233" w:type="dxa"/>
            <w:vMerge/>
            <w:vAlign w:val="center"/>
          </w:tcPr>
          <w:p w:rsidR="003B5D24" w:rsidRPr="00286F40" w:rsidRDefault="003B5D24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3B5D24" w:rsidRPr="00286F40" w:rsidRDefault="003B5D24" w:rsidP="003B5D24">
            <w:pPr>
              <w:spacing w:before="40"/>
              <w:ind w:left="175" w:firstLineChars="2" w:firstLine="31680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3B5D24" w:rsidRPr="00286F40" w:rsidRDefault="003B5D24" w:rsidP="004D55F6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48" w:type="dxa"/>
            <w:noWrap/>
            <w:vAlign w:val="bottom"/>
          </w:tcPr>
          <w:p w:rsidR="003B5D24" w:rsidRPr="00286F40" w:rsidRDefault="003B5D24" w:rsidP="004D55F6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40" w:type="dxa"/>
            <w:noWrap/>
            <w:vAlign w:val="bottom"/>
          </w:tcPr>
          <w:p w:rsidR="003B5D24" w:rsidRPr="00286F40" w:rsidRDefault="003B5D24" w:rsidP="004D55F6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:rsidR="003B5D24" w:rsidRPr="006E4ED9" w:rsidRDefault="003B5D24" w:rsidP="00263A2B">
      <w:pPr>
        <w:sectPr w:rsidR="003B5D24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3B5D24" w:rsidRPr="001E4551" w:rsidRDefault="003B5D2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3B5D24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B5D24" w:rsidRDefault="003B5D2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3B5D24" w:rsidRPr="00587E76" w:rsidRDefault="003B5D24" w:rsidP="00587E76">
      <w:pPr>
        <w:jc w:val="center"/>
        <w:rPr>
          <w:b/>
          <w:sz w:val="28"/>
          <w:szCs w:val="28"/>
        </w:rPr>
      </w:pPr>
    </w:p>
    <w:p w:rsidR="003B5D24" w:rsidRPr="00587E76" w:rsidRDefault="003B5D24" w:rsidP="00587E76">
      <w:pPr>
        <w:jc w:val="center"/>
        <w:rPr>
          <w:b/>
          <w:sz w:val="28"/>
          <w:szCs w:val="28"/>
          <w:highlight w:val="yellow"/>
        </w:rPr>
      </w:pPr>
    </w:p>
    <w:p w:rsidR="003B5D24" w:rsidRPr="00587E76" w:rsidRDefault="003B5D24" w:rsidP="00587E76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</w:t>
      </w:r>
      <w:r>
        <w:rPr>
          <w:b/>
          <w:sz w:val="28"/>
          <w:szCs w:val="28"/>
        </w:rPr>
        <w:t>программу «</w:t>
      </w:r>
      <w:r w:rsidRPr="00D05C18">
        <w:rPr>
          <w:b/>
          <w:sz w:val="28"/>
          <w:szCs w:val="28"/>
        </w:rPr>
        <w:t>Поддержка и развитие малого и среднего предпринимательства в Старотитаровского сельского поселения Темрюкского района</w:t>
      </w:r>
      <w:r w:rsidRPr="00A92AB5">
        <w:rPr>
          <w:b/>
          <w:sz w:val="28"/>
          <w:szCs w:val="28"/>
        </w:rPr>
        <w:t>» на 2015 год</w:t>
      </w:r>
    </w:p>
    <w:p w:rsidR="003B5D24" w:rsidRPr="006E4ED9" w:rsidRDefault="003B5D24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3B5D24" w:rsidRPr="00286F40" w:rsidTr="00047A74">
        <w:trPr>
          <w:trHeight w:val="20"/>
        </w:trPr>
        <w:tc>
          <w:tcPr>
            <w:tcW w:w="540" w:type="dxa"/>
            <w:vAlign w:val="center"/>
          </w:tcPr>
          <w:p w:rsidR="003B5D24" w:rsidRPr="00286F40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3B5D24" w:rsidRPr="00286F40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B5D24" w:rsidRPr="00286F40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B5D24" w:rsidRPr="00286F40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B5D24" w:rsidRPr="00286F40" w:rsidRDefault="003B5D24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3B5D24" w:rsidRPr="00286F40" w:rsidTr="00047A74">
        <w:trPr>
          <w:trHeight w:val="20"/>
        </w:trPr>
        <w:tc>
          <w:tcPr>
            <w:tcW w:w="540" w:type="dxa"/>
            <w:noWrap/>
          </w:tcPr>
          <w:p w:rsidR="003B5D24" w:rsidRPr="00A92AB5" w:rsidRDefault="003B5D24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bottom"/>
          </w:tcPr>
          <w:p w:rsidR="003B5D24" w:rsidRPr="00A92AB5" w:rsidRDefault="003B5D24" w:rsidP="00A92AB5">
            <w:pPr>
              <w:jc w:val="center"/>
            </w:pPr>
            <w:r w:rsidRPr="00A92AB5">
              <w:rPr>
                <w:color w:val="000000"/>
              </w:rPr>
              <w:t xml:space="preserve">Постановление Администрации </w:t>
            </w:r>
            <w:r w:rsidRPr="00A92AB5">
              <w:t xml:space="preserve">Старотитаровского сельского поселения Темрюкского </w:t>
            </w:r>
            <w:r w:rsidRPr="008E486C">
              <w:t>«Поддержка и развитие малого и среднего предпринимательства в Старотитаровского сельского поселения Темрюкского района</w:t>
            </w:r>
            <w:r w:rsidRPr="00A92AB5">
              <w:t>» на 2015 год</w:t>
            </w:r>
          </w:p>
          <w:p w:rsidR="003B5D24" w:rsidRPr="00A92AB5" w:rsidRDefault="003B5D24" w:rsidP="00E355B4">
            <w:r w:rsidRPr="00A92AB5">
              <w:rPr>
                <w:bCs/>
              </w:rPr>
              <w:t>.»</w:t>
            </w:r>
          </w:p>
        </w:tc>
        <w:tc>
          <w:tcPr>
            <w:tcW w:w="1660" w:type="dxa"/>
            <w:noWrap/>
            <w:vAlign w:val="bottom"/>
          </w:tcPr>
          <w:p w:rsidR="003B5D24" w:rsidRPr="00286F40" w:rsidRDefault="003B5D24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19.12.2014</w:t>
            </w:r>
          </w:p>
        </w:tc>
        <w:tc>
          <w:tcPr>
            <w:tcW w:w="1540" w:type="dxa"/>
            <w:noWrap/>
            <w:vAlign w:val="bottom"/>
          </w:tcPr>
          <w:p w:rsidR="003B5D24" w:rsidRPr="00286F40" w:rsidRDefault="003B5D24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5796" w:type="dxa"/>
            <w:noWrap/>
            <w:vAlign w:val="bottom"/>
          </w:tcPr>
          <w:p w:rsidR="003B5D24" w:rsidRPr="00286F40" w:rsidRDefault="003B5D24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</w:tbl>
    <w:p w:rsidR="003B5D24" w:rsidRPr="006E4ED9" w:rsidRDefault="003B5D24" w:rsidP="00263A2B">
      <w:pPr>
        <w:sectPr w:rsidR="003B5D24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3B5D24" w:rsidRPr="001E4551" w:rsidRDefault="003B5D24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3B5D24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3B5D24" w:rsidRPr="001E4551" w:rsidRDefault="003B5D24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3B5D24" w:rsidRDefault="003B5D24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3B5D24" w:rsidRPr="00587E76" w:rsidRDefault="003B5D24" w:rsidP="00587E76">
      <w:pPr>
        <w:jc w:val="center"/>
        <w:rPr>
          <w:sz w:val="28"/>
          <w:szCs w:val="28"/>
        </w:rPr>
      </w:pPr>
    </w:p>
    <w:p w:rsidR="003B5D24" w:rsidRPr="00587E76" w:rsidRDefault="003B5D24" w:rsidP="00587E76">
      <w:pPr>
        <w:jc w:val="center"/>
        <w:rPr>
          <w:b/>
        </w:rPr>
      </w:pPr>
    </w:p>
    <w:p w:rsidR="003B5D24" w:rsidRPr="00937795" w:rsidRDefault="003B5D24" w:rsidP="00937795">
      <w:pPr>
        <w:jc w:val="center"/>
        <w:rPr>
          <w:sz w:val="28"/>
          <w:szCs w:val="28"/>
        </w:rPr>
      </w:pPr>
      <w:r w:rsidRPr="00937795">
        <w:rPr>
          <w:b/>
          <w:sz w:val="28"/>
          <w:szCs w:val="28"/>
        </w:rPr>
        <w:t xml:space="preserve">Результаты оценки эффективности муниципальной  программы </w:t>
      </w:r>
      <w:r>
        <w:rPr>
          <w:b/>
          <w:sz w:val="28"/>
          <w:szCs w:val="28"/>
        </w:rPr>
        <w:t>«</w:t>
      </w:r>
      <w:r w:rsidRPr="00D05C18">
        <w:rPr>
          <w:b/>
          <w:sz w:val="28"/>
          <w:szCs w:val="28"/>
        </w:rPr>
        <w:t>Поддержка и развитие малого и среднего предпринимательства в Старотитаровского сельского поселения Темрюкского района</w:t>
      </w:r>
      <w:r w:rsidRPr="00937795">
        <w:rPr>
          <w:b/>
          <w:color w:val="000000"/>
          <w:sz w:val="28"/>
          <w:szCs w:val="28"/>
        </w:rPr>
        <w:t>» на 2015</w:t>
      </w:r>
      <w:r>
        <w:rPr>
          <w:b/>
          <w:color w:val="000000"/>
          <w:sz w:val="28"/>
          <w:szCs w:val="28"/>
        </w:rPr>
        <w:t xml:space="preserve"> год</w:t>
      </w:r>
    </w:p>
    <w:p w:rsidR="003B5D24" w:rsidRPr="00587E76" w:rsidRDefault="003B5D24" w:rsidP="00587E76">
      <w:pPr>
        <w:jc w:val="center"/>
        <w:rPr>
          <w:b/>
          <w:sz w:val="28"/>
          <w:szCs w:val="28"/>
        </w:rPr>
      </w:pPr>
    </w:p>
    <w:p w:rsidR="003B5D24" w:rsidRPr="00286F40" w:rsidRDefault="003B5D24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3B5D24" w:rsidRPr="00286F40" w:rsidTr="001F6C5B">
        <w:tc>
          <w:tcPr>
            <w:tcW w:w="3600" w:type="dxa"/>
            <w:vMerge w:val="restart"/>
            <w:vAlign w:val="center"/>
          </w:tcPr>
          <w:p w:rsidR="003B5D24" w:rsidRPr="00A92AB5" w:rsidRDefault="003B5D24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3B5D24" w:rsidRPr="008B475F" w:rsidRDefault="003B5D2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3B5D24" w:rsidRPr="008B475F" w:rsidRDefault="003B5D2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3B5D24" w:rsidRPr="008B475F" w:rsidRDefault="003B5D2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3B5D24" w:rsidRPr="008B475F" w:rsidRDefault="003B5D2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3B5D24" w:rsidRPr="008B475F" w:rsidRDefault="003B5D24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3B5D24" w:rsidRPr="00286F40" w:rsidTr="001F6C5B">
        <w:tc>
          <w:tcPr>
            <w:tcW w:w="3600" w:type="dxa"/>
            <w:vMerge/>
            <w:vAlign w:val="center"/>
          </w:tcPr>
          <w:p w:rsidR="003B5D24" w:rsidRPr="00A92AB5" w:rsidRDefault="003B5D24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3B5D24" w:rsidRPr="008B475F" w:rsidRDefault="003B5D24" w:rsidP="008B475F">
            <w:pPr>
              <w:tabs>
                <w:tab w:val="left" w:pos="1134"/>
              </w:tabs>
              <w:spacing w:before="40"/>
              <w:jc w:val="center"/>
            </w:pPr>
            <w:r w:rsidRPr="00BB49A9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3B5D24" w:rsidRPr="008B475F" w:rsidRDefault="003B5D24" w:rsidP="008B475F">
            <w:pPr>
              <w:tabs>
                <w:tab w:val="left" w:pos="1134"/>
              </w:tabs>
              <w:spacing w:before="40"/>
              <w:jc w:val="center"/>
            </w:pPr>
            <w:r w:rsidRPr="00BB49A9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3B5D24" w:rsidRPr="008B475F" w:rsidRDefault="003B5D24" w:rsidP="008B475F">
            <w:pPr>
              <w:tabs>
                <w:tab w:val="left" w:pos="1134"/>
              </w:tabs>
              <w:spacing w:before="40"/>
              <w:jc w:val="center"/>
            </w:pPr>
            <w:r w:rsidRPr="00BB49A9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3B5D24" w:rsidRPr="008B475F" w:rsidRDefault="003B5D24" w:rsidP="008B475F">
            <w:pPr>
              <w:tabs>
                <w:tab w:val="left" w:pos="1134"/>
              </w:tabs>
              <w:spacing w:before="40"/>
              <w:jc w:val="center"/>
            </w:pPr>
            <w:r w:rsidRPr="00BB49A9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3B5D24" w:rsidRPr="008B475F" w:rsidRDefault="003B5D24" w:rsidP="008B475F">
            <w:pPr>
              <w:tabs>
                <w:tab w:val="left" w:pos="1134"/>
              </w:tabs>
              <w:spacing w:before="40"/>
              <w:jc w:val="center"/>
            </w:pPr>
            <w:r w:rsidRPr="00BB49A9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3B5D24" w:rsidRPr="006E4ED9" w:rsidTr="001F6C5B">
        <w:tc>
          <w:tcPr>
            <w:tcW w:w="3600" w:type="dxa"/>
          </w:tcPr>
          <w:p w:rsidR="003B5D24" w:rsidRPr="008E486C" w:rsidRDefault="003B5D24" w:rsidP="00C76295">
            <w:r w:rsidRPr="008E486C">
              <w:t>МП «Поддержка и развитие малого и среднего предпринимательства в Старотитаровского сельского поселения Темрюкского района</w:t>
            </w:r>
            <w:r w:rsidRPr="008E486C">
              <w:rPr>
                <w:color w:val="000000"/>
              </w:rPr>
              <w:t>» на 2015 год</w:t>
            </w:r>
            <w:r w:rsidRPr="008E486C">
              <w:t xml:space="preserve"> за счет всех источников финансирования</w:t>
            </w:r>
          </w:p>
        </w:tc>
        <w:tc>
          <w:tcPr>
            <w:tcW w:w="1620" w:type="dxa"/>
          </w:tcPr>
          <w:p w:rsidR="003B5D24" w:rsidRPr="00E5770B" w:rsidRDefault="003B5D24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3B5D24" w:rsidRPr="00E5770B" w:rsidRDefault="003B5D24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3B5D24" w:rsidRPr="00E5770B" w:rsidRDefault="003B5D24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3B5D24" w:rsidRPr="00E5770B" w:rsidRDefault="003B5D24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3B5D24" w:rsidRPr="00E5770B" w:rsidRDefault="003B5D24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3B5D24" w:rsidRDefault="003B5D24" w:rsidP="009867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3B5D24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D24" w:rsidRDefault="003B5D24" w:rsidP="00E1044C">
      <w:r>
        <w:separator/>
      </w:r>
    </w:p>
  </w:endnote>
  <w:endnote w:type="continuationSeparator" w:id="1">
    <w:p w:rsidR="003B5D24" w:rsidRDefault="003B5D24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D24" w:rsidRDefault="003B5D24" w:rsidP="00E1044C">
      <w:r>
        <w:separator/>
      </w:r>
    </w:p>
  </w:footnote>
  <w:footnote w:type="continuationSeparator" w:id="1">
    <w:p w:rsidR="003B5D24" w:rsidRDefault="003B5D24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D24" w:rsidRDefault="003B5D24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5</w:t>
    </w:r>
    <w:r w:rsidRPr="00486D96">
      <w:rPr>
        <w:sz w:val="28"/>
        <w:szCs w:val="28"/>
      </w:rPr>
      <w:fldChar w:fldCharType="end"/>
    </w:r>
  </w:p>
  <w:p w:rsidR="003B5D24" w:rsidRDefault="003B5D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D24" w:rsidRDefault="003B5D24">
    <w:pPr>
      <w:pStyle w:val="Header"/>
      <w:jc w:val="center"/>
    </w:pPr>
  </w:p>
  <w:p w:rsidR="003B5D24" w:rsidRDefault="003B5D2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15287"/>
    <w:rsid w:val="00033748"/>
    <w:rsid w:val="00047A74"/>
    <w:rsid w:val="00074EBB"/>
    <w:rsid w:val="000A13EC"/>
    <w:rsid w:val="000B28F5"/>
    <w:rsid w:val="001064AA"/>
    <w:rsid w:val="00107AB8"/>
    <w:rsid w:val="001348C0"/>
    <w:rsid w:val="00144ADF"/>
    <w:rsid w:val="00145A22"/>
    <w:rsid w:val="0015685E"/>
    <w:rsid w:val="001772B4"/>
    <w:rsid w:val="001A3D6E"/>
    <w:rsid w:val="001B5607"/>
    <w:rsid w:val="001C2E04"/>
    <w:rsid w:val="001E4551"/>
    <w:rsid w:val="001F6C5B"/>
    <w:rsid w:val="00203CC1"/>
    <w:rsid w:val="002354BB"/>
    <w:rsid w:val="00256EB2"/>
    <w:rsid w:val="0026218A"/>
    <w:rsid w:val="00263A2B"/>
    <w:rsid w:val="002709EC"/>
    <w:rsid w:val="002757CC"/>
    <w:rsid w:val="00276912"/>
    <w:rsid w:val="00286F40"/>
    <w:rsid w:val="00291FB0"/>
    <w:rsid w:val="00295A30"/>
    <w:rsid w:val="002A0529"/>
    <w:rsid w:val="002B0DD4"/>
    <w:rsid w:val="002C0E6C"/>
    <w:rsid w:val="002E7AE3"/>
    <w:rsid w:val="00304CE6"/>
    <w:rsid w:val="00320B79"/>
    <w:rsid w:val="0032350C"/>
    <w:rsid w:val="00347E67"/>
    <w:rsid w:val="0035547A"/>
    <w:rsid w:val="003705D6"/>
    <w:rsid w:val="00372E4E"/>
    <w:rsid w:val="003732ED"/>
    <w:rsid w:val="003862A7"/>
    <w:rsid w:val="003B30CF"/>
    <w:rsid w:val="003B5D24"/>
    <w:rsid w:val="003C07D1"/>
    <w:rsid w:val="003D424D"/>
    <w:rsid w:val="003E729F"/>
    <w:rsid w:val="003F5067"/>
    <w:rsid w:val="003F65B7"/>
    <w:rsid w:val="004125E2"/>
    <w:rsid w:val="0042508C"/>
    <w:rsid w:val="00436361"/>
    <w:rsid w:val="00442A36"/>
    <w:rsid w:val="00473A63"/>
    <w:rsid w:val="00486D96"/>
    <w:rsid w:val="00496101"/>
    <w:rsid w:val="004B4F4A"/>
    <w:rsid w:val="004D55F6"/>
    <w:rsid w:val="004F4102"/>
    <w:rsid w:val="005015B0"/>
    <w:rsid w:val="0050433E"/>
    <w:rsid w:val="005110E0"/>
    <w:rsid w:val="00562830"/>
    <w:rsid w:val="00587E76"/>
    <w:rsid w:val="005A28CA"/>
    <w:rsid w:val="005A5000"/>
    <w:rsid w:val="005B265F"/>
    <w:rsid w:val="005B4E99"/>
    <w:rsid w:val="005F0A3F"/>
    <w:rsid w:val="005F45A4"/>
    <w:rsid w:val="00602478"/>
    <w:rsid w:val="006073EF"/>
    <w:rsid w:val="00624700"/>
    <w:rsid w:val="00632453"/>
    <w:rsid w:val="00663EB6"/>
    <w:rsid w:val="006800DC"/>
    <w:rsid w:val="006867E6"/>
    <w:rsid w:val="0069662E"/>
    <w:rsid w:val="006A4470"/>
    <w:rsid w:val="006C7453"/>
    <w:rsid w:val="006E4ED9"/>
    <w:rsid w:val="00713E71"/>
    <w:rsid w:val="00717C20"/>
    <w:rsid w:val="00720160"/>
    <w:rsid w:val="00747988"/>
    <w:rsid w:val="00753931"/>
    <w:rsid w:val="00756CB9"/>
    <w:rsid w:val="007774D1"/>
    <w:rsid w:val="007A0DD2"/>
    <w:rsid w:val="007A682A"/>
    <w:rsid w:val="007B28EE"/>
    <w:rsid w:val="007C0286"/>
    <w:rsid w:val="007C3A7B"/>
    <w:rsid w:val="007D0A21"/>
    <w:rsid w:val="007E44FE"/>
    <w:rsid w:val="007E7EFA"/>
    <w:rsid w:val="00804838"/>
    <w:rsid w:val="008262CC"/>
    <w:rsid w:val="00847D17"/>
    <w:rsid w:val="00850A3C"/>
    <w:rsid w:val="00882A62"/>
    <w:rsid w:val="00885670"/>
    <w:rsid w:val="00886E7B"/>
    <w:rsid w:val="008940AC"/>
    <w:rsid w:val="008A369A"/>
    <w:rsid w:val="008A4228"/>
    <w:rsid w:val="008B475F"/>
    <w:rsid w:val="008B57E0"/>
    <w:rsid w:val="008D61C1"/>
    <w:rsid w:val="008E486C"/>
    <w:rsid w:val="00912C49"/>
    <w:rsid w:val="00927C64"/>
    <w:rsid w:val="00935391"/>
    <w:rsid w:val="00937795"/>
    <w:rsid w:val="00954CEC"/>
    <w:rsid w:val="00976B0E"/>
    <w:rsid w:val="0098040D"/>
    <w:rsid w:val="009867F8"/>
    <w:rsid w:val="009C5F38"/>
    <w:rsid w:val="009D6FC6"/>
    <w:rsid w:val="009E77C7"/>
    <w:rsid w:val="00A061C6"/>
    <w:rsid w:val="00A2306F"/>
    <w:rsid w:val="00A34D56"/>
    <w:rsid w:val="00A4608F"/>
    <w:rsid w:val="00A515EB"/>
    <w:rsid w:val="00A54CE3"/>
    <w:rsid w:val="00A80628"/>
    <w:rsid w:val="00A837D0"/>
    <w:rsid w:val="00A858B0"/>
    <w:rsid w:val="00A85A55"/>
    <w:rsid w:val="00A92AB5"/>
    <w:rsid w:val="00AA23A9"/>
    <w:rsid w:val="00AC7DAC"/>
    <w:rsid w:val="00AF1C3C"/>
    <w:rsid w:val="00AF5C5E"/>
    <w:rsid w:val="00AF7B05"/>
    <w:rsid w:val="00B0091B"/>
    <w:rsid w:val="00B0366E"/>
    <w:rsid w:val="00B0503E"/>
    <w:rsid w:val="00B45B21"/>
    <w:rsid w:val="00B546B2"/>
    <w:rsid w:val="00B60CF2"/>
    <w:rsid w:val="00B64258"/>
    <w:rsid w:val="00B73C78"/>
    <w:rsid w:val="00B76DE6"/>
    <w:rsid w:val="00B84A0D"/>
    <w:rsid w:val="00B90843"/>
    <w:rsid w:val="00BB0BC9"/>
    <w:rsid w:val="00BB49A9"/>
    <w:rsid w:val="00BF1C8F"/>
    <w:rsid w:val="00C17075"/>
    <w:rsid w:val="00C2318A"/>
    <w:rsid w:val="00C3321D"/>
    <w:rsid w:val="00C4197A"/>
    <w:rsid w:val="00C453A1"/>
    <w:rsid w:val="00C4631F"/>
    <w:rsid w:val="00C759F4"/>
    <w:rsid w:val="00C76295"/>
    <w:rsid w:val="00C90E94"/>
    <w:rsid w:val="00C939EC"/>
    <w:rsid w:val="00CA1D3F"/>
    <w:rsid w:val="00CC73F7"/>
    <w:rsid w:val="00CD1066"/>
    <w:rsid w:val="00CD4C11"/>
    <w:rsid w:val="00CD5D80"/>
    <w:rsid w:val="00D05C18"/>
    <w:rsid w:val="00D34517"/>
    <w:rsid w:val="00D500B6"/>
    <w:rsid w:val="00D5479E"/>
    <w:rsid w:val="00D60E8A"/>
    <w:rsid w:val="00D70EE0"/>
    <w:rsid w:val="00DB7C47"/>
    <w:rsid w:val="00DD0305"/>
    <w:rsid w:val="00DD322D"/>
    <w:rsid w:val="00DE2B0D"/>
    <w:rsid w:val="00DE48EF"/>
    <w:rsid w:val="00DE7187"/>
    <w:rsid w:val="00DF0505"/>
    <w:rsid w:val="00DF364D"/>
    <w:rsid w:val="00DF5276"/>
    <w:rsid w:val="00E00C42"/>
    <w:rsid w:val="00E1044C"/>
    <w:rsid w:val="00E11A13"/>
    <w:rsid w:val="00E27842"/>
    <w:rsid w:val="00E32DE4"/>
    <w:rsid w:val="00E330CB"/>
    <w:rsid w:val="00E339A4"/>
    <w:rsid w:val="00E355B4"/>
    <w:rsid w:val="00E40EDE"/>
    <w:rsid w:val="00E44696"/>
    <w:rsid w:val="00E5770B"/>
    <w:rsid w:val="00E74F97"/>
    <w:rsid w:val="00EA4319"/>
    <w:rsid w:val="00EB29D1"/>
    <w:rsid w:val="00EB2A40"/>
    <w:rsid w:val="00EB712B"/>
    <w:rsid w:val="00EE0597"/>
    <w:rsid w:val="00F2630D"/>
    <w:rsid w:val="00F30378"/>
    <w:rsid w:val="00F369E4"/>
    <w:rsid w:val="00F60E8B"/>
    <w:rsid w:val="00F708C2"/>
    <w:rsid w:val="00FA0336"/>
    <w:rsid w:val="00FA0A43"/>
    <w:rsid w:val="00FA180E"/>
    <w:rsid w:val="00F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99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498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924994987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924994989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92499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537</TotalTime>
  <Pages>5</Pages>
  <Words>835</Words>
  <Characters>4763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54</cp:revision>
  <cp:lastPrinted>2014-09-16T06:37:00Z</cp:lastPrinted>
  <dcterms:created xsi:type="dcterms:W3CDTF">2014-09-16T06:37:00Z</dcterms:created>
  <dcterms:modified xsi:type="dcterms:W3CDTF">2016-03-14T07:32:00Z</dcterms:modified>
</cp:coreProperties>
</file>