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825" w:rsidRDefault="00020825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20825" w:rsidRDefault="00020825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 сельского</w:t>
      </w:r>
    </w:p>
    <w:p w:rsidR="00020825" w:rsidRDefault="00020825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020825" w:rsidRDefault="00020825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от______________ №________ </w:t>
      </w:r>
    </w:p>
    <w:p w:rsidR="00020825" w:rsidRDefault="00020825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20825" w:rsidRDefault="00020825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20825" w:rsidRPr="00BB7DB1" w:rsidRDefault="00020825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020825" w:rsidRPr="00B73C78" w:rsidRDefault="00020825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020825" w:rsidRDefault="00020825" w:rsidP="00F971B5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 xml:space="preserve">«Формирование доступной среды </w:t>
      </w:r>
    </w:p>
    <w:p w:rsidR="00020825" w:rsidRPr="00AD6EBC" w:rsidRDefault="00020825" w:rsidP="00F971B5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>жизнедеятельности для инвалидов»</w:t>
      </w:r>
    </w:p>
    <w:p w:rsidR="00020825" w:rsidRDefault="00020825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сельском </w:t>
      </w:r>
    </w:p>
    <w:p w:rsidR="00020825" w:rsidRDefault="00020825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поселении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Темрюкского района</w:t>
      </w:r>
    </w:p>
    <w:p w:rsidR="00020825" w:rsidRPr="00F971B5" w:rsidRDefault="00020825" w:rsidP="003C6883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 2016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020825" w:rsidRPr="00B73C78" w:rsidRDefault="00020825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p w:rsidR="00020825" w:rsidRPr="002D7464" w:rsidRDefault="00020825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020825" w:rsidRPr="00B54883" w:rsidRDefault="00020825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790"/>
        <w:gridCol w:w="10"/>
        <w:gridCol w:w="1440"/>
        <w:gridCol w:w="1430"/>
        <w:gridCol w:w="10"/>
        <w:gridCol w:w="3050"/>
        <w:gridCol w:w="10"/>
        <w:gridCol w:w="2862"/>
        <w:gridCol w:w="430"/>
      </w:tblGrid>
      <w:tr w:rsidR="00020825" w:rsidTr="0046755D">
        <w:tc>
          <w:tcPr>
            <w:tcW w:w="151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20825" w:rsidRPr="00AD6EBC" w:rsidRDefault="00020825" w:rsidP="00AD6E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AD6EBC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муниципальной </w:t>
            </w: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>программы  «Формирование доступной среды</w:t>
            </w:r>
          </w:p>
          <w:p w:rsidR="00020825" w:rsidRPr="00AD6EBC" w:rsidRDefault="00020825" w:rsidP="00AD6E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 xml:space="preserve">жизнедеятельности для инвалидов» </w:t>
            </w: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020825" w:rsidRDefault="00020825" w:rsidP="00AD6EB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2016 год</w:t>
            </w:r>
          </w:p>
          <w:p w:rsidR="00020825" w:rsidRPr="00AD6EBC" w:rsidRDefault="00020825" w:rsidP="00AD6EB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020825" w:rsidTr="00635BC1">
        <w:trPr>
          <w:gridAfter w:val="1"/>
          <w:wAfter w:w="430" w:type="dxa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20825" w:rsidRDefault="00020825" w:rsidP="00AD6EBC">
            <w:pPr>
              <w:pStyle w:val="a3"/>
              <w:jc w:val="center"/>
            </w:pPr>
          </w:p>
        </w:tc>
      </w:tr>
      <w:tr w:rsidR="00020825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825" w:rsidRPr="003E661A" w:rsidRDefault="000208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825" w:rsidRPr="003E661A" w:rsidRDefault="000208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825" w:rsidRDefault="000208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020825" w:rsidRPr="003E661A" w:rsidRDefault="000208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825" w:rsidRPr="003E661A" w:rsidRDefault="000208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825" w:rsidRPr="003E661A" w:rsidRDefault="000208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020825" w:rsidRPr="003E661A" w:rsidRDefault="00020825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825" w:rsidRPr="003E661A" w:rsidRDefault="000208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3E661A" w:rsidRDefault="000208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020825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825" w:rsidRPr="003E661A" w:rsidRDefault="000208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825" w:rsidRPr="003E661A" w:rsidRDefault="000208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825" w:rsidRPr="003E661A" w:rsidRDefault="000208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825" w:rsidRPr="003E661A" w:rsidRDefault="000208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825" w:rsidRPr="003E661A" w:rsidRDefault="00020825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825" w:rsidRPr="003E661A" w:rsidRDefault="000208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3E661A" w:rsidRDefault="000208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20825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825" w:rsidRPr="003E661A" w:rsidRDefault="00020825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825" w:rsidRPr="003E661A" w:rsidRDefault="00020825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794FC8" w:rsidRDefault="00020825" w:rsidP="00794F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C8">
              <w:rPr>
                <w:rFonts w:ascii="Times New Roman" w:hAnsi="Times New Roman" w:cs="Times New Roman"/>
                <w:sz w:val="24"/>
                <w:szCs w:val="24"/>
              </w:rPr>
              <w:t>Повышение уровня и качества жизни инвалидов, социальная адаптация и интеграция их в общество, повышение уровня социальной защиты инвалидов боевых действий, военнослужащих, пострадавших при исполнении обязанностей военной службы, и семей военнослужащих, погибших или пострадавших при исполнении обязанностей военной службы.</w:t>
            </w:r>
          </w:p>
          <w:p w:rsidR="00020825" w:rsidRPr="00794FC8" w:rsidRDefault="00020825" w:rsidP="008A308E">
            <w:pPr>
              <w:pStyle w:val="a3"/>
              <w:rPr>
                <w:rFonts w:ascii="Times New Roman" w:hAnsi="Times New Roman"/>
              </w:rPr>
            </w:pPr>
          </w:p>
        </w:tc>
      </w:tr>
      <w:tr w:rsidR="00020825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825" w:rsidRPr="003E661A" w:rsidRDefault="00020825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825" w:rsidRDefault="00020825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020825" w:rsidRPr="002C7281" w:rsidRDefault="00020825" w:rsidP="002C7281"/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794FC8" w:rsidRDefault="00020825" w:rsidP="00794FC8">
            <w:pPr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обеспечение беспрепятственного доступа инвалидов к информации;</w:t>
            </w:r>
          </w:p>
          <w:p w:rsidR="00020825" w:rsidRDefault="00020825" w:rsidP="00794FC8">
            <w:pPr>
              <w:pStyle w:val="a3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инвалидов.</w:t>
            </w:r>
          </w:p>
          <w:p w:rsidR="00020825" w:rsidRPr="004056FC" w:rsidRDefault="00020825" w:rsidP="004056FC"/>
        </w:tc>
      </w:tr>
      <w:tr w:rsidR="00020825" w:rsidTr="00794FC8">
        <w:trPr>
          <w:gridAfter w:val="1"/>
          <w:wAfter w:w="430" w:type="dxa"/>
          <w:trHeight w:val="39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825" w:rsidRPr="003E661A" w:rsidRDefault="00020825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20825" w:rsidRPr="00794FC8" w:rsidRDefault="00020825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Pr="00794FC8" w:rsidRDefault="00020825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Default="00020825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Default="00020825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Default="00020825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Default="00020825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Default="00020825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Default="00020825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Default="00020825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Pr="00794FC8" w:rsidRDefault="00020825" w:rsidP="00794FC8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794FC8" w:rsidRDefault="00020825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Pr="00794FC8" w:rsidRDefault="00020825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Pr="00794FC8" w:rsidRDefault="00020825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Pr="00794FC8" w:rsidRDefault="00020825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Pr="00794FC8" w:rsidRDefault="00020825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Pr="00794FC8" w:rsidRDefault="00020825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Pr="00794FC8" w:rsidRDefault="00020825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  <w:p w:rsidR="00020825" w:rsidRPr="00794FC8" w:rsidRDefault="00020825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794FC8" w:rsidRDefault="0002082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Default="0002082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Default="0002082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Default="0002082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Default="0002082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Default="0002082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Default="0002082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Pr="00794FC8" w:rsidRDefault="00020825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794FC8" w:rsidRDefault="0002082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Default="0002082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Default="0002082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Default="0002082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Default="0002082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Default="0002082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Default="0002082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Pr="00794FC8" w:rsidRDefault="00020825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794FC8" w:rsidRDefault="00020825" w:rsidP="00794FC8">
            <w:pPr>
              <w:jc w:val="both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оборудование пандуса в здании муниципального бюджетного учреждения «Физкультурно-оздоровительный спортивный клуб «Виктория» Старотитаровского сельского поселения Темрюкского района</w:t>
            </w:r>
          </w:p>
          <w:p w:rsidR="00020825" w:rsidRPr="00794FC8" w:rsidRDefault="00020825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794FC8" w:rsidRDefault="00020825" w:rsidP="00794FC8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</w:p>
          <w:p w:rsidR="00020825" w:rsidRPr="00794FC8" w:rsidRDefault="00020825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  <w:p w:rsidR="00020825" w:rsidRPr="00794FC8" w:rsidRDefault="00020825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20825" w:rsidTr="00894543">
        <w:trPr>
          <w:gridAfter w:val="1"/>
          <w:wAfter w:w="430" w:type="dxa"/>
          <w:trHeight w:val="19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825" w:rsidRPr="003E661A" w:rsidRDefault="00020825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</w:tcBorders>
          </w:tcPr>
          <w:p w:rsidR="00020825" w:rsidRDefault="00020825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794FC8" w:rsidRDefault="00020825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Pr="00794FC8" w:rsidRDefault="00020825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20825" w:rsidRPr="00794FC8" w:rsidRDefault="00020825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Default="00020825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020825" w:rsidRDefault="00020825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020825" w:rsidRDefault="00020825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020825" w:rsidRPr="00794FC8" w:rsidRDefault="00020825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Default="00020825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020825" w:rsidRDefault="00020825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020825" w:rsidRDefault="00020825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020825" w:rsidRPr="00794FC8" w:rsidRDefault="00020825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794FC8" w:rsidRDefault="00020825" w:rsidP="00794FC8">
            <w:pPr>
              <w:jc w:val="both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оборудование пандуса в здании муниципального бюджетного учреждения «Культурно-социальный центр Старотитаровского сельского поселения Темрюкского района».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794FC8" w:rsidRDefault="00020825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20825" w:rsidTr="00894543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825" w:rsidRPr="003E661A" w:rsidRDefault="00020825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</w:tcBorders>
          </w:tcPr>
          <w:p w:rsidR="00020825" w:rsidRDefault="00020825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794FC8" w:rsidRDefault="00020825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A50300" w:rsidRDefault="00020825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 w:rsidRPr="00A50300">
              <w:rPr>
                <w:rFonts w:ascii="Times New Roman" w:hAnsi="Times New Roman"/>
              </w:rPr>
              <w:t>96,0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A50300" w:rsidRDefault="00020825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 w:rsidRPr="00A50300">
              <w:rPr>
                <w:rFonts w:ascii="Times New Roman" w:hAnsi="Times New Roman"/>
              </w:rPr>
              <w:t>96,0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A50300" w:rsidRDefault="00020825" w:rsidP="00A50300">
            <w:pPr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Обустройство входной группы здания автостанции в Старотитаровском сельском поселеии Темрюкского района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A50300" w:rsidRDefault="00020825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20825" w:rsidTr="00894543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825" w:rsidRPr="003E661A" w:rsidRDefault="00020825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</w:tcBorders>
          </w:tcPr>
          <w:p w:rsidR="00020825" w:rsidRDefault="00020825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794FC8" w:rsidRDefault="00020825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A50300" w:rsidRDefault="00020825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273,50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A50300" w:rsidRDefault="00020825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273,5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A50300" w:rsidRDefault="00020825" w:rsidP="00A50300">
            <w:pPr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Обустройство пеших дорожек для мало мобильных групп по пер. Красноармейский от дома №9 до ул. Ленина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A50300" w:rsidRDefault="00020825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20825" w:rsidTr="00894543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825" w:rsidRPr="003E661A" w:rsidRDefault="00020825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0825" w:rsidRDefault="00020825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794FC8" w:rsidRDefault="00020825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A50300" w:rsidRDefault="00020825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A50300" w:rsidRDefault="00020825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4056FC" w:rsidRDefault="00020825" w:rsidP="004056FC">
            <w:pPr>
              <w:outlineLvl w:val="0"/>
              <w:rPr>
                <w:rFonts w:ascii="Times New Roman" w:hAnsi="Times New Roman"/>
              </w:rPr>
            </w:pPr>
            <w:r w:rsidRPr="004056FC">
              <w:rPr>
                <w:rFonts w:ascii="Times New Roman" w:hAnsi="Times New Roman"/>
              </w:rPr>
              <w:t>размещением тактильных наземных указателей для инвалидов по зрению от пешеходного перехода до здания МБУ «Культурно-социальный центр Старотитаровского сельского поселения Темрюкского района» по переулку Ильича                                ст. Старотитаровской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A50300" w:rsidRDefault="00020825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20825" w:rsidTr="00794FC8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825" w:rsidRPr="003E661A" w:rsidRDefault="00020825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Default="00020825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794FC8" w:rsidRDefault="00020825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Default="00020825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479,5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Default="00020825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479,5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794FC8" w:rsidRDefault="00020825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825" w:rsidRPr="00794FC8" w:rsidRDefault="00020825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</w:tr>
    </w:tbl>
    <w:p w:rsidR="00020825" w:rsidRDefault="00020825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20825" w:rsidRDefault="00020825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20825" w:rsidRDefault="00020825" w:rsidP="00B45B21">
      <w:pPr>
        <w:pStyle w:val="BodyText"/>
        <w:spacing w:after="0"/>
        <w:ind w:right="-142"/>
        <w:jc w:val="both"/>
      </w:pPr>
    </w:p>
    <w:p w:rsidR="00020825" w:rsidRDefault="00020825" w:rsidP="00B45B21">
      <w:pPr>
        <w:pStyle w:val="BodyText"/>
        <w:spacing w:after="0"/>
        <w:ind w:right="-142"/>
        <w:jc w:val="both"/>
      </w:pPr>
    </w:p>
    <w:p w:rsidR="00020825" w:rsidRDefault="0002082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794FC8">
        <w:rPr>
          <w:rFonts w:ascii="Times New Roman" w:hAnsi="Times New Roman"/>
          <w:sz w:val="28"/>
          <w:szCs w:val="28"/>
        </w:rPr>
        <w:t xml:space="preserve">Начальник финансового отдела </w:t>
      </w:r>
    </w:p>
    <w:p w:rsidR="00020825" w:rsidRDefault="0002082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020825" w:rsidRPr="00794FC8" w:rsidRDefault="0002082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794FC8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794F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Н.Л. Иващенко</w:t>
      </w:r>
    </w:p>
    <w:sectPr w:rsidR="00020825" w:rsidRPr="00794FC8" w:rsidSect="006E6B13">
      <w:headerReference w:type="default" r:id="rId7"/>
      <w:pgSz w:w="16840" w:h="11907" w:orient="landscape" w:code="9"/>
      <w:pgMar w:top="360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825" w:rsidRDefault="00020825">
      <w:r>
        <w:separator/>
      </w:r>
    </w:p>
  </w:endnote>
  <w:endnote w:type="continuationSeparator" w:id="0">
    <w:p w:rsidR="00020825" w:rsidRDefault="000208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825" w:rsidRDefault="00020825">
      <w:r>
        <w:separator/>
      </w:r>
    </w:p>
  </w:footnote>
  <w:footnote w:type="continuationSeparator" w:id="0">
    <w:p w:rsidR="00020825" w:rsidRDefault="000208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825" w:rsidRDefault="0002082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020825" w:rsidRDefault="000208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0825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207A02"/>
    <w:rsid w:val="002228F1"/>
    <w:rsid w:val="00222F09"/>
    <w:rsid w:val="00241AD2"/>
    <w:rsid w:val="002442F5"/>
    <w:rsid w:val="002470D0"/>
    <w:rsid w:val="00251F34"/>
    <w:rsid w:val="002569A3"/>
    <w:rsid w:val="002613D3"/>
    <w:rsid w:val="002C7281"/>
    <w:rsid w:val="002C7FF8"/>
    <w:rsid w:val="002D7464"/>
    <w:rsid w:val="002E26F0"/>
    <w:rsid w:val="00300ABA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056FC"/>
    <w:rsid w:val="004123BE"/>
    <w:rsid w:val="0041561E"/>
    <w:rsid w:val="004211EF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5F4A86"/>
    <w:rsid w:val="00624DB5"/>
    <w:rsid w:val="00635BC1"/>
    <w:rsid w:val="006455A5"/>
    <w:rsid w:val="00654BFA"/>
    <w:rsid w:val="00656CCF"/>
    <w:rsid w:val="006637A3"/>
    <w:rsid w:val="00665D47"/>
    <w:rsid w:val="00677AB3"/>
    <w:rsid w:val="006E3ACB"/>
    <w:rsid w:val="006E6B13"/>
    <w:rsid w:val="006F5A4F"/>
    <w:rsid w:val="007020E4"/>
    <w:rsid w:val="00703C6F"/>
    <w:rsid w:val="00705888"/>
    <w:rsid w:val="00735685"/>
    <w:rsid w:val="007509B6"/>
    <w:rsid w:val="00781648"/>
    <w:rsid w:val="00791DE4"/>
    <w:rsid w:val="00794FC8"/>
    <w:rsid w:val="007A6384"/>
    <w:rsid w:val="007B34C4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94543"/>
    <w:rsid w:val="00897D68"/>
    <w:rsid w:val="008A308E"/>
    <w:rsid w:val="008D4716"/>
    <w:rsid w:val="008E311C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50300"/>
    <w:rsid w:val="00A65613"/>
    <w:rsid w:val="00A83FE2"/>
    <w:rsid w:val="00A874EA"/>
    <w:rsid w:val="00A87FA6"/>
    <w:rsid w:val="00AA0281"/>
    <w:rsid w:val="00AD3B9F"/>
    <w:rsid w:val="00AD6EBC"/>
    <w:rsid w:val="00AF1D20"/>
    <w:rsid w:val="00B06BE3"/>
    <w:rsid w:val="00B11BB8"/>
    <w:rsid w:val="00B22237"/>
    <w:rsid w:val="00B329FB"/>
    <w:rsid w:val="00B45B21"/>
    <w:rsid w:val="00B54883"/>
    <w:rsid w:val="00B65CCC"/>
    <w:rsid w:val="00B6664D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C07246"/>
    <w:rsid w:val="00C1017B"/>
    <w:rsid w:val="00C12D44"/>
    <w:rsid w:val="00C30BB7"/>
    <w:rsid w:val="00C3175E"/>
    <w:rsid w:val="00C3522A"/>
    <w:rsid w:val="00C3705A"/>
    <w:rsid w:val="00C602BF"/>
    <w:rsid w:val="00C72370"/>
    <w:rsid w:val="00C8736B"/>
    <w:rsid w:val="00CB61F0"/>
    <w:rsid w:val="00CE6F38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A78A9"/>
    <w:rsid w:val="00DC4CC5"/>
    <w:rsid w:val="00DC670B"/>
    <w:rsid w:val="00DE02F8"/>
    <w:rsid w:val="00DE7A2C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0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0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0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0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30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30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30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30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105</TotalTime>
  <Pages>3</Pages>
  <Words>445</Words>
  <Characters>2542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14</cp:revision>
  <cp:lastPrinted>2016-11-08T12:45:00Z</cp:lastPrinted>
  <dcterms:created xsi:type="dcterms:W3CDTF">2014-11-12T06:48:00Z</dcterms:created>
  <dcterms:modified xsi:type="dcterms:W3CDTF">2016-11-08T12:50:00Z</dcterms:modified>
</cp:coreProperties>
</file>