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EA7" w:rsidRDefault="00666EA7" w:rsidP="004B4DE6">
      <w:pPr>
        <w:autoSpaceDE w:val="0"/>
        <w:autoSpaceDN w:val="0"/>
        <w:adjustRightInd w:val="0"/>
        <w:ind w:left="9072"/>
        <w:rPr>
          <w:sz w:val="28"/>
          <w:szCs w:val="28"/>
        </w:rPr>
      </w:pPr>
    </w:p>
    <w:p w:rsidR="00666EA7" w:rsidRDefault="00666EA7" w:rsidP="00AC595E">
      <w:pPr>
        <w:ind w:left="4820"/>
        <w:jc w:val="both"/>
        <w:rPr>
          <w:sz w:val="28"/>
          <w:szCs w:val="28"/>
        </w:rPr>
      </w:pPr>
      <w:r w:rsidRPr="00707177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  <w:r w:rsidRPr="00707177">
        <w:rPr>
          <w:sz w:val="28"/>
          <w:szCs w:val="28"/>
        </w:rPr>
        <w:t xml:space="preserve"> № 1</w:t>
      </w:r>
    </w:p>
    <w:p w:rsidR="00666EA7" w:rsidRPr="00707177" w:rsidRDefault="00666EA7" w:rsidP="00AC595E">
      <w:pPr>
        <w:ind w:left="4820"/>
        <w:jc w:val="both"/>
        <w:rPr>
          <w:sz w:val="28"/>
          <w:szCs w:val="28"/>
        </w:rPr>
      </w:pPr>
      <w:r w:rsidRPr="00707177">
        <w:rPr>
          <w:sz w:val="28"/>
          <w:szCs w:val="28"/>
        </w:rPr>
        <w:t xml:space="preserve">к Положению о порядке </w:t>
      </w:r>
      <w:r w:rsidRPr="004B4DE6">
        <w:rPr>
          <w:sz w:val="28"/>
          <w:szCs w:val="28"/>
        </w:rPr>
        <w:t xml:space="preserve">уведомления муниципальными служащими, замещающими должности муниципальной службы в администрации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707177">
        <w:rPr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666EA7" w:rsidRPr="00707177" w:rsidRDefault="00666EA7" w:rsidP="002965BB">
      <w:pPr>
        <w:spacing w:after="480"/>
        <w:ind w:right="6521" w:firstLine="708"/>
        <w:jc w:val="center"/>
        <w:rPr>
          <w:sz w:val="28"/>
          <w:szCs w:val="28"/>
        </w:rPr>
      </w:pPr>
      <w:r w:rsidRPr="00707177">
        <w:rPr>
          <w:sz w:val="28"/>
          <w:szCs w:val="28"/>
        </w:rPr>
        <w:t xml:space="preserve">(отметка </w:t>
      </w:r>
      <w:r>
        <w:rPr>
          <w:sz w:val="28"/>
          <w:szCs w:val="28"/>
        </w:rPr>
        <w:t>о регистрации</w:t>
      </w:r>
      <w:r w:rsidRPr="00707177">
        <w:rPr>
          <w:sz w:val="28"/>
          <w:szCs w:val="28"/>
        </w:rPr>
        <w:t>)</w:t>
      </w:r>
    </w:p>
    <w:p w:rsidR="00666EA7" w:rsidRPr="00707177" w:rsidRDefault="00666EA7" w:rsidP="004B4DE6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>Главе</w:t>
      </w:r>
      <w:r w:rsidRPr="004B4DE6">
        <w:rPr>
          <w:sz w:val="28"/>
          <w:szCs w:val="28"/>
        </w:rPr>
        <w:t xml:space="preserve"> </w:t>
      </w:r>
      <w:r>
        <w:rPr>
          <w:sz w:val="28"/>
          <w:szCs w:val="28"/>
        </w:rPr>
        <w:t>Старотитаровского сельского поселения Темрюкского района</w:t>
      </w:r>
    </w:p>
    <w:p w:rsidR="00666EA7" w:rsidRPr="00707177" w:rsidRDefault="00666EA7" w:rsidP="00707177">
      <w:pPr>
        <w:ind w:left="4820"/>
        <w:rPr>
          <w:sz w:val="28"/>
          <w:szCs w:val="28"/>
        </w:rPr>
      </w:pPr>
      <w:r w:rsidRPr="00707177">
        <w:rPr>
          <w:sz w:val="28"/>
          <w:szCs w:val="28"/>
        </w:rPr>
        <w:t>от __________________________________</w:t>
      </w:r>
    </w:p>
    <w:p w:rsidR="00666EA7" w:rsidRPr="00707177" w:rsidRDefault="00666EA7" w:rsidP="00707177">
      <w:pPr>
        <w:ind w:left="4820"/>
        <w:rPr>
          <w:sz w:val="28"/>
          <w:szCs w:val="28"/>
        </w:rPr>
      </w:pPr>
      <w:r w:rsidRPr="00707177">
        <w:rPr>
          <w:sz w:val="28"/>
          <w:szCs w:val="28"/>
        </w:rPr>
        <w:t>_________________________________</w:t>
      </w:r>
      <w:r>
        <w:rPr>
          <w:sz w:val="28"/>
          <w:szCs w:val="28"/>
        </w:rPr>
        <w:t>___</w:t>
      </w:r>
    </w:p>
    <w:p w:rsidR="00666EA7" w:rsidRPr="00707177" w:rsidRDefault="00666EA7" w:rsidP="00707177">
      <w:pPr>
        <w:spacing w:after="360"/>
        <w:ind w:left="4820"/>
        <w:jc w:val="center"/>
        <w:rPr>
          <w:sz w:val="28"/>
          <w:szCs w:val="28"/>
        </w:rPr>
      </w:pPr>
      <w:r w:rsidRPr="00707177">
        <w:rPr>
          <w:sz w:val="28"/>
          <w:szCs w:val="28"/>
        </w:rPr>
        <w:t>(Ф.И.О., замещаемая должность)</w:t>
      </w:r>
    </w:p>
    <w:p w:rsidR="00666EA7" w:rsidRPr="00707177" w:rsidRDefault="00666EA7" w:rsidP="004F5052">
      <w:pPr>
        <w:jc w:val="center"/>
        <w:rPr>
          <w:b/>
          <w:bCs/>
          <w:sz w:val="28"/>
          <w:szCs w:val="28"/>
        </w:rPr>
      </w:pPr>
      <w:r w:rsidRPr="00707177">
        <w:rPr>
          <w:b/>
          <w:bCs/>
          <w:sz w:val="28"/>
          <w:szCs w:val="28"/>
        </w:rPr>
        <w:t>УВЕДОМЛЕНИЕ</w:t>
      </w:r>
      <w:r w:rsidRPr="00707177">
        <w:rPr>
          <w:b/>
          <w:bCs/>
          <w:sz w:val="28"/>
          <w:szCs w:val="28"/>
        </w:rPr>
        <w:br/>
        <w:t>о возникновении личной заинтересованности</w:t>
      </w:r>
      <w:r w:rsidRPr="00707177">
        <w:rPr>
          <w:b/>
          <w:bCs/>
          <w:sz w:val="28"/>
          <w:szCs w:val="28"/>
        </w:rPr>
        <w:br/>
        <w:t>при исполнении должностных обязанностей,</w:t>
      </w:r>
      <w:r w:rsidRPr="00707177">
        <w:rPr>
          <w:b/>
          <w:bCs/>
          <w:sz w:val="28"/>
          <w:szCs w:val="28"/>
        </w:rPr>
        <w:br/>
        <w:t>которая приводит или может привести к конфликту интересов</w:t>
      </w:r>
    </w:p>
    <w:p w:rsidR="00666EA7" w:rsidRPr="00707177" w:rsidRDefault="00666EA7" w:rsidP="004F5052">
      <w:pPr>
        <w:jc w:val="center"/>
        <w:rPr>
          <w:b/>
          <w:bCs/>
          <w:sz w:val="28"/>
          <w:szCs w:val="28"/>
        </w:rPr>
      </w:pPr>
    </w:p>
    <w:p w:rsidR="00666EA7" w:rsidRPr="00707177" w:rsidRDefault="00666EA7" w:rsidP="004F5052">
      <w:pPr>
        <w:ind w:firstLine="567"/>
        <w:jc w:val="both"/>
        <w:rPr>
          <w:sz w:val="28"/>
          <w:szCs w:val="28"/>
        </w:rPr>
      </w:pPr>
      <w:r w:rsidRPr="00707177">
        <w:rPr>
          <w:sz w:val="28"/>
          <w:szCs w:val="28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666EA7" w:rsidRPr="00707177" w:rsidRDefault="00666EA7" w:rsidP="00707177">
      <w:pPr>
        <w:ind w:firstLine="567"/>
        <w:jc w:val="both"/>
        <w:rPr>
          <w:sz w:val="28"/>
          <w:szCs w:val="28"/>
        </w:rPr>
      </w:pPr>
      <w:r w:rsidRPr="00707177">
        <w:rPr>
          <w:sz w:val="28"/>
          <w:szCs w:val="28"/>
        </w:rPr>
        <w:t>Обстоятельства, являющиеся основанием возникновения личной заинтересованности:_______________________________________________________________________________________________________________________________</w:t>
      </w:r>
    </w:p>
    <w:p w:rsidR="00666EA7" w:rsidRPr="00707177" w:rsidRDefault="00666EA7" w:rsidP="00707177">
      <w:pPr>
        <w:ind w:firstLine="567"/>
        <w:jc w:val="both"/>
        <w:rPr>
          <w:sz w:val="28"/>
          <w:szCs w:val="28"/>
        </w:rPr>
      </w:pPr>
      <w:r w:rsidRPr="00707177">
        <w:rPr>
          <w:sz w:val="28"/>
          <w:szCs w:val="28"/>
        </w:rPr>
        <w:t>Должностные обязанности, на исполнение которых влияет или может</w:t>
      </w:r>
      <w:r>
        <w:rPr>
          <w:sz w:val="28"/>
          <w:szCs w:val="28"/>
        </w:rPr>
        <w:t xml:space="preserve"> повлиять личная заинтересованность:______________________________________________</w:t>
      </w:r>
    </w:p>
    <w:p w:rsidR="00666EA7" w:rsidRPr="00707177" w:rsidRDefault="00666EA7" w:rsidP="00707177">
      <w:pPr>
        <w:ind w:firstLine="567"/>
        <w:jc w:val="both"/>
        <w:rPr>
          <w:sz w:val="28"/>
          <w:szCs w:val="28"/>
        </w:rPr>
      </w:pPr>
      <w:r w:rsidRPr="00707177">
        <w:rPr>
          <w:sz w:val="28"/>
          <w:szCs w:val="28"/>
        </w:rPr>
        <w:t>Предлагаемые меры по предотвращению или урегулированию конфликта интересов:_______________________________________________________________</w:t>
      </w:r>
    </w:p>
    <w:p w:rsidR="00666EA7" w:rsidRPr="00707177" w:rsidRDefault="00666EA7" w:rsidP="004F5052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54"/>
        <w:gridCol w:w="227"/>
        <w:gridCol w:w="1588"/>
        <w:gridCol w:w="397"/>
        <w:gridCol w:w="397"/>
        <w:gridCol w:w="595"/>
        <w:gridCol w:w="2722"/>
        <w:gridCol w:w="284"/>
        <w:gridCol w:w="3383"/>
      </w:tblGrid>
      <w:tr w:rsidR="00666EA7" w:rsidRPr="00707177" w:rsidTr="004F5052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6EA7" w:rsidRPr="00707177" w:rsidRDefault="00666EA7" w:rsidP="004F505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EA7" w:rsidRPr="00707177" w:rsidRDefault="00666EA7" w:rsidP="004F50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6EA7" w:rsidRPr="00707177" w:rsidRDefault="00666EA7" w:rsidP="004F50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EA7" w:rsidRPr="00707177" w:rsidRDefault="00666EA7" w:rsidP="004F50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6EA7" w:rsidRPr="00707177" w:rsidRDefault="00666EA7" w:rsidP="004F5052">
            <w:pPr>
              <w:jc w:val="right"/>
              <w:rPr>
                <w:sz w:val="28"/>
                <w:szCs w:val="28"/>
              </w:rPr>
            </w:pPr>
            <w:r w:rsidRPr="00707177">
              <w:rPr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EA7" w:rsidRPr="00707177" w:rsidRDefault="00666EA7" w:rsidP="004F5052">
            <w:pPr>
              <w:rPr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6EA7" w:rsidRPr="00707177" w:rsidRDefault="00666EA7" w:rsidP="004F5052">
            <w:pPr>
              <w:ind w:left="57"/>
              <w:rPr>
                <w:sz w:val="28"/>
                <w:szCs w:val="28"/>
              </w:rPr>
            </w:pPr>
            <w:r w:rsidRPr="00707177">
              <w:rPr>
                <w:sz w:val="28"/>
                <w:szCs w:val="28"/>
              </w:rPr>
              <w:t>г.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EA7" w:rsidRPr="00707177" w:rsidRDefault="00666EA7" w:rsidP="004F50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6EA7" w:rsidRPr="00707177" w:rsidRDefault="00666EA7" w:rsidP="004F5052">
            <w:pPr>
              <w:rPr>
                <w:sz w:val="28"/>
                <w:szCs w:val="28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6EA7" w:rsidRPr="00707177" w:rsidRDefault="00666EA7" w:rsidP="004F5052">
            <w:pPr>
              <w:jc w:val="center"/>
              <w:rPr>
                <w:sz w:val="28"/>
                <w:szCs w:val="28"/>
              </w:rPr>
            </w:pPr>
          </w:p>
        </w:tc>
      </w:tr>
      <w:tr w:rsidR="00666EA7" w:rsidRPr="00707177" w:rsidTr="004F5052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666EA7" w:rsidRPr="00707177" w:rsidRDefault="00666EA7" w:rsidP="004F5052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666EA7" w:rsidRPr="00707177" w:rsidRDefault="00666EA7" w:rsidP="004F50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666EA7" w:rsidRPr="00707177" w:rsidRDefault="00666EA7" w:rsidP="004F5052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666EA7" w:rsidRPr="00707177" w:rsidRDefault="00666EA7" w:rsidP="004F50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666EA7" w:rsidRPr="00707177" w:rsidRDefault="00666EA7" w:rsidP="004F50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666EA7" w:rsidRPr="00707177" w:rsidRDefault="00666EA7" w:rsidP="004F5052">
            <w:pPr>
              <w:rPr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666EA7" w:rsidRPr="00707177" w:rsidRDefault="00666EA7" w:rsidP="004F5052">
            <w:pPr>
              <w:ind w:left="57"/>
              <w:rPr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666EA7" w:rsidRPr="00707177" w:rsidRDefault="00666EA7" w:rsidP="004F5052">
            <w:pPr>
              <w:jc w:val="center"/>
            </w:pPr>
            <w:r w:rsidRPr="00707177">
              <w:t>(подпись лица, направляющего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66EA7" w:rsidRPr="00707177" w:rsidRDefault="00666EA7" w:rsidP="004F5052"/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</w:tcPr>
          <w:p w:rsidR="00666EA7" w:rsidRPr="00707177" w:rsidRDefault="00666EA7" w:rsidP="004F5052">
            <w:pPr>
              <w:jc w:val="center"/>
            </w:pPr>
            <w:r w:rsidRPr="00707177">
              <w:t>(расшифровка подписи)</w:t>
            </w:r>
          </w:p>
        </w:tc>
      </w:tr>
    </w:tbl>
    <w:p w:rsidR="00666EA7" w:rsidRPr="00707177" w:rsidRDefault="00666EA7" w:rsidP="004F5052">
      <w:pPr>
        <w:rPr>
          <w:sz w:val="28"/>
          <w:szCs w:val="28"/>
        </w:rPr>
      </w:pPr>
    </w:p>
    <w:p w:rsidR="00666EA7" w:rsidRDefault="00666EA7" w:rsidP="00AC595E">
      <w:pPr>
        <w:ind w:left="4820"/>
        <w:jc w:val="both"/>
        <w:rPr>
          <w:sz w:val="28"/>
          <w:szCs w:val="28"/>
        </w:rPr>
      </w:pPr>
    </w:p>
    <w:p w:rsidR="00666EA7" w:rsidRDefault="00666EA7" w:rsidP="00E328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Старотитаровского сельского </w:t>
      </w:r>
    </w:p>
    <w:p w:rsidR="00666EA7" w:rsidRDefault="00666EA7" w:rsidP="00E32803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   А.Г. Титаренко</w:t>
      </w:r>
    </w:p>
    <w:p w:rsidR="00666EA7" w:rsidRDefault="00666EA7" w:rsidP="00E32803">
      <w:pPr>
        <w:jc w:val="both"/>
        <w:rPr>
          <w:sz w:val="28"/>
          <w:szCs w:val="28"/>
        </w:rPr>
      </w:pPr>
    </w:p>
    <w:p w:rsidR="00666EA7" w:rsidRDefault="00666EA7" w:rsidP="00AC595E">
      <w:pPr>
        <w:ind w:left="4820"/>
        <w:jc w:val="both"/>
        <w:rPr>
          <w:sz w:val="28"/>
          <w:szCs w:val="28"/>
        </w:rPr>
      </w:pPr>
    </w:p>
    <w:p w:rsidR="00666EA7" w:rsidRDefault="00666EA7" w:rsidP="00AC595E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666EA7" w:rsidRDefault="00666EA7" w:rsidP="00AC595E">
      <w:pPr>
        <w:ind w:left="4820"/>
        <w:jc w:val="both"/>
        <w:rPr>
          <w:sz w:val="28"/>
          <w:szCs w:val="28"/>
        </w:rPr>
      </w:pPr>
      <w:r w:rsidRPr="00707177">
        <w:rPr>
          <w:sz w:val="28"/>
          <w:szCs w:val="28"/>
        </w:rPr>
        <w:t xml:space="preserve">к Положению о порядке </w:t>
      </w:r>
      <w:r w:rsidRPr="004B4DE6">
        <w:rPr>
          <w:sz w:val="28"/>
          <w:szCs w:val="28"/>
        </w:rPr>
        <w:t xml:space="preserve">уведомления муниципальными служащими, замещающими должности муниципальной службы в администрации </w:t>
      </w:r>
      <w:r>
        <w:rPr>
          <w:sz w:val="28"/>
          <w:szCs w:val="28"/>
        </w:rPr>
        <w:t>Старотитаровского сельского поселения Темрюкского района</w:t>
      </w:r>
      <w:r w:rsidRPr="00707177">
        <w:rPr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666EA7" w:rsidRDefault="00666EA7" w:rsidP="00AC595E">
      <w:pPr>
        <w:rPr>
          <w:sz w:val="28"/>
          <w:szCs w:val="28"/>
        </w:rPr>
      </w:pPr>
    </w:p>
    <w:p w:rsidR="00666EA7" w:rsidRDefault="00666EA7" w:rsidP="00AC595E">
      <w:pPr>
        <w:pStyle w:val="ConsPlusNormal"/>
      </w:pPr>
    </w:p>
    <w:p w:rsidR="00666EA7" w:rsidRPr="004B4DE6" w:rsidRDefault="00666EA7" w:rsidP="00AC595E">
      <w:pPr>
        <w:pStyle w:val="ConsPlusNormal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95E">
        <w:rPr>
          <w:rFonts w:ascii="Times New Roman" w:hAnsi="Times New Roman" w:cs="Times New Roman"/>
          <w:sz w:val="28"/>
          <w:szCs w:val="28"/>
        </w:rPr>
        <w:tab/>
      </w:r>
      <w:r w:rsidRPr="004B4DE6">
        <w:rPr>
          <w:rFonts w:ascii="Times New Roman" w:hAnsi="Times New Roman" w:cs="Times New Roman"/>
          <w:b/>
          <w:sz w:val="28"/>
          <w:szCs w:val="28"/>
        </w:rPr>
        <w:t>ФОРМА ЖУРНАЛА</w:t>
      </w:r>
    </w:p>
    <w:p w:rsidR="00666EA7" w:rsidRPr="004B4DE6" w:rsidRDefault="00666EA7" w:rsidP="00AC595E">
      <w:pPr>
        <w:pStyle w:val="ConsPlusNormal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EA7" w:rsidRPr="004B4DE6" w:rsidRDefault="00666EA7" w:rsidP="00AC595E">
      <w:pPr>
        <w:pStyle w:val="ConsPlusNormal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DE6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666EA7" w:rsidRPr="004B4DE6" w:rsidRDefault="00666EA7" w:rsidP="00AC595E">
      <w:pPr>
        <w:pStyle w:val="ConsPlusNormal"/>
        <w:ind w:left="-851"/>
        <w:jc w:val="center"/>
        <w:rPr>
          <w:b/>
        </w:rPr>
      </w:pPr>
      <w:r w:rsidRPr="004B4DE6">
        <w:rPr>
          <w:rFonts w:ascii="Times New Roman" w:hAnsi="Times New Roman" w:cs="Times New Roman"/>
          <w:b/>
          <w:sz w:val="28"/>
          <w:szCs w:val="28"/>
        </w:rPr>
        <w:t>регистрации уведомлений муниципальных служащих</w:t>
      </w:r>
    </w:p>
    <w:p w:rsidR="00666EA7" w:rsidRPr="004B4DE6" w:rsidRDefault="00666EA7" w:rsidP="00AC595E">
      <w:pPr>
        <w:pStyle w:val="ConsPlusNormal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DE6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/>
          <w:sz w:val="28"/>
          <w:szCs w:val="28"/>
        </w:rPr>
        <w:t>Старотитаровского сельского поселения Темрюкского района</w:t>
      </w:r>
      <w:r w:rsidRPr="004B4DE6">
        <w:rPr>
          <w:rFonts w:ascii="Times New Roman" w:hAnsi="Times New Roman" w:cs="Times New Roman"/>
          <w:b/>
          <w:sz w:val="28"/>
          <w:szCs w:val="28"/>
        </w:rPr>
        <w:t xml:space="preserve"> о</w:t>
      </w:r>
    </w:p>
    <w:p w:rsidR="00666EA7" w:rsidRPr="004B4DE6" w:rsidRDefault="00666EA7" w:rsidP="00AC595E">
      <w:pPr>
        <w:pStyle w:val="ConsPlusNormal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DE6">
        <w:rPr>
          <w:rFonts w:ascii="Times New Roman" w:hAnsi="Times New Roman" w:cs="Times New Roman"/>
          <w:b/>
          <w:sz w:val="28"/>
          <w:szCs w:val="28"/>
        </w:rPr>
        <w:t>возникновении личной заинтересованности при исполнении</w:t>
      </w:r>
    </w:p>
    <w:p w:rsidR="00666EA7" w:rsidRPr="004B4DE6" w:rsidRDefault="00666EA7" w:rsidP="00AC595E">
      <w:pPr>
        <w:pStyle w:val="ConsPlusNormal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DE6">
        <w:rPr>
          <w:rFonts w:ascii="Times New Roman" w:hAnsi="Times New Roman" w:cs="Times New Roman"/>
          <w:b/>
          <w:sz w:val="28"/>
          <w:szCs w:val="28"/>
        </w:rPr>
        <w:t>должностных обязанностей, которая приводит или</w:t>
      </w:r>
    </w:p>
    <w:p w:rsidR="00666EA7" w:rsidRPr="004B4DE6" w:rsidRDefault="00666EA7" w:rsidP="00AC595E">
      <w:pPr>
        <w:pStyle w:val="ConsPlusNormal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DE6">
        <w:rPr>
          <w:rFonts w:ascii="Times New Roman" w:hAnsi="Times New Roman" w:cs="Times New Roman"/>
          <w:b/>
          <w:sz w:val="28"/>
          <w:szCs w:val="28"/>
        </w:rPr>
        <w:t>может привести к конфликту интересов</w:t>
      </w:r>
    </w:p>
    <w:p w:rsidR="00666EA7" w:rsidRDefault="00666EA7" w:rsidP="00AC595E">
      <w:pPr>
        <w:pStyle w:val="ConsPlusNormal"/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:rsidR="00666EA7" w:rsidRDefault="00666EA7" w:rsidP="00AC595E">
      <w:pPr>
        <w:pStyle w:val="ConsPlusNormal"/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134"/>
        <w:gridCol w:w="813"/>
        <w:gridCol w:w="1158"/>
        <w:gridCol w:w="1158"/>
        <w:gridCol w:w="1407"/>
        <w:gridCol w:w="1418"/>
        <w:gridCol w:w="1276"/>
        <w:gridCol w:w="1275"/>
      </w:tblGrid>
      <w:tr w:rsidR="00666EA7" w:rsidRPr="00AC595E" w:rsidTr="002C4558">
        <w:tc>
          <w:tcPr>
            <w:tcW w:w="709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2C4558">
              <w:rPr>
                <w:sz w:val="22"/>
                <w:szCs w:val="22"/>
                <w:lang w:eastAsia="en-US"/>
              </w:rPr>
              <w:t xml:space="preserve">N п/п </w:t>
            </w:r>
          </w:p>
        </w:tc>
        <w:tc>
          <w:tcPr>
            <w:tcW w:w="1134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2C4558">
              <w:rPr>
                <w:sz w:val="22"/>
                <w:szCs w:val="22"/>
                <w:lang w:eastAsia="en-US"/>
              </w:rPr>
              <w:t xml:space="preserve">Регистрационный номер </w:t>
            </w:r>
          </w:p>
        </w:tc>
        <w:tc>
          <w:tcPr>
            <w:tcW w:w="813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2C4558">
              <w:rPr>
                <w:sz w:val="22"/>
                <w:szCs w:val="22"/>
                <w:lang w:eastAsia="en-US"/>
              </w:rPr>
              <w:t>Дата регистрации уведомления</w:t>
            </w:r>
          </w:p>
        </w:tc>
        <w:tc>
          <w:tcPr>
            <w:tcW w:w="1158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2C4558">
              <w:rPr>
                <w:sz w:val="22"/>
                <w:szCs w:val="22"/>
                <w:lang w:eastAsia="en-US"/>
              </w:rPr>
              <w:t>Ф.И.О. лица, представившего уведомление</w:t>
            </w:r>
          </w:p>
        </w:tc>
        <w:tc>
          <w:tcPr>
            <w:tcW w:w="1158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2C4558">
              <w:rPr>
                <w:sz w:val="22"/>
                <w:szCs w:val="22"/>
                <w:lang w:eastAsia="en-US"/>
              </w:rPr>
              <w:t>Государственная должность лица, представившего уведомление</w:t>
            </w:r>
          </w:p>
        </w:tc>
        <w:tc>
          <w:tcPr>
            <w:tcW w:w="1407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2C4558">
              <w:rPr>
                <w:sz w:val="22"/>
                <w:szCs w:val="22"/>
                <w:lang w:eastAsia="en-US"/>
              </w:rPr>
              <w:t>Ф.И.О. лица, зарегистрировавшего уведомление</w:t>
            </w:r>
          </w:p>
        </w:tc>
        <w:tc>
          <w:tcPr>
            <w:tcW w:w="1418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2C4558">
              <w:rPr>
                <w:sz w:val="22"/>
                <w:szCs w:val="22"/>
                <w:lang w:eastAsia="en-US"/>
              </w:rPr>
              <w:t>Подпись лица, зарегистрировавшего уведомление</w:t>
            </w:r>
          </w:p>
        </w:tc>
        <w:tc>
          <w:tcPr>
            <w:tcW w:w="1276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2C4558">
              <w:rPr>
                <w:sz w:val="22"/>
                <w:szCs w:val="22"/>
                <w:lang w:eastAsia="en-US"/>
              </w:rPr>
              <w:t>Подпись лица, представившего уведомление</w:t>
            </w:r>
          </w:p>
        </w:tc>
        <w:tc>
          <w:tcPr>
            <w:tcW w:w="1275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2C4558">
              <w:rPr>
                <w:sz w:val="22"/>
                <w:szCs w:val="22"/>
                <w:lang w:eastAsia="en-US"/>
              </w:rPr>
              <w:t xml:space="preserve">Отметка о получении копии сообщения (копию получил, подпись) </w:t>
            </w:r>
          </w:p>
        </w:tc>
      </w:tr>
      <w:tr w:rsidR="00666EA7" w:rsidRPr="00AC595E" w:rsidTr="002C4558">
        <w:tc>
          <w:tcPr>
            <w:tcW w:w="709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C4558">
              <w:rPr>
                <w:sz w:val="28"/>
                <w:szCs w:val="28"/>
                <w:lang w:eastAsia="en-US"/>
              </w:rPr>
              <w:t xml:space="preserve">1 </w:t>
            </w:r>
          </w:p>
        </w:tc>
        <w:tc>
          <w:tcPr>
            <w:tcW w:w="1134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C4558">
              <w:rPr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813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C4558">
              <w:rPr>
                <w:sz w:val="28"/>
                <w:szCs w:val="28"/>
                <w:lang w:eastAsia="en-US"/>
              </w:rPr>
              <w:t xml:space="preserve">3 </w:t>
            </w:r>
          </w:p>
        </w:tc>
        <w:tc>
          <w:tcPr>
            <w:tcW w:w="1158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C4558">
              <w:rPr>
                <w:sz w:val="28"/>
                <w:szCs w:val="28"/>
                <w:lang w:eastAsia="en-US"/>
              </w:rPr>
              <w:t xml:space="preserve">4 </w:t>
            </w:r>
          </w:p>
        </w:tc>
        <w:tc>
          <w:tcPr>
            <w:tcW w:w="1158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C4558">
              <w:rPr>
                <w:sz w:val="28"/>
                <w:szCs w:val="28"/>
                <w:lang w:eastAsia="en-US"/>
              </w:rPr>
              <w:t xml:space="preserve">5 </w:t>
            </w:r>
          </w:p>
        </w:tc>
        <w:tc>
          <w:tcPr>
            <w:tcW w:w="1407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C4558">
              <w:rPr>
                <w:sz w:val="28"/>
                <w:szCs w:val="28"/>
                <w:lang w:eastAsia="en-US"/>
              </w:rPr>
              <w:t xml:space="preserve">6 </w:t>
            </w:r>
          </w:p>
        </w:tc>
        <w:tc>
          <w:tcPr>
            <w:tcW w:w="1418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C4558">
              <w:rPr>
                <w:sz w:val="28"/>
                <w:szCs w:val="28"/>
                <w:lang w:eastAsia="en-US"/>
              </w:rPr>
              <w:t xml:space="preserve">7 </w:t>
            </w:r>
          </w:p>
        </w:tc>
        <w:tc>
          <w:tcPr>
            <w:tcW w:w="1276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C4558">
              <w:rPr>
                <w:sz w:val="28"/>
                <w:szCs w:val="28"/>
                <w:lang w:eastAsia="en-US"/>
              </w:rPr>
              <w:t xml:space="preserve">8 </w:t>
            </w:r>
          </w:p>
        </w:tc>
        <w:tc>
          <w:tcPr>
            <w:tcW w:w="1275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C4558">
              <w:rPr>
                <w:sz w:val="28"/>
                <w:szCs w:val="28"/>
                <w:lang w:eastAsia="en-US"/>
              </w:rPr>
              <w:t xml:space="preserve">9 </w:t>
            </w:r>
          </w:p>
        </w:tc>
      </w:tr>
      <w:tr w:rsidR="00666EA7" w:rsidRPr="00AC595E" w:rsidTr="002C4558">
        <w:tc>
          <w:tcPr>
            <w:tcW w:w="709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13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8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8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07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66EA7" w:rsidRPr="00AC595E" w:rsidTr="002C4558">
        <w:tc>
          <w:tcPr>
            <w:tcW w:w="709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13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8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8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07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66EA7" w:rsidRPr="00AC595E" w:rsidTr="002C4558">
        <w:tc>
          <w:tcPr>
            <w:tcW w:w="709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13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8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8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07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666EA7" w:rsidRPr="002C4558" w:rsidRDefault="00666EA7" w:rsidP="002C45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66EA7" w:rsidTr="002C4558">
        <w:tc>
          <w:tcPr>
            <w:tcW w:w="709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3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6EA7" w:rsidTr="002C4558">
        <w:tc>
          <w:tcPr>
            <w:tcW w:w="709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3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6EA7" w:rsidTr="002C4558">
        <w:tc>
          <w:tcPr>
            <w:tcW w:w="709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3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6EA7" w:rsidTr="002C4558">
        <w:tc>
          <w:tcPr>
            <w:tcW w:w="709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3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6EA7" w:rsidTr="002C4558">
        <w:tc>
          <w:tcPr>
            <w:tcW w:w="709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3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66EA7" w:rsidRPr="002C4558" w:rsidRDefault="00666EA7" w:rsidP="002C45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6EA7" w:rsidRDefault="00666EA7" w:rsidP="002965BB">
      <w:pPr>
        <w:pStyle w:val="ConsPlusNormal"/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:rsidR="00666EA7" w:rsidRDefault="00666EA7" w:rsidP="002965BB">
      <w:pPr>
        <w:pStyle w:val="ConsPlusNormal"/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:rsidR="00666EA7" w:rsidRDefault="00666EA7" w:rsidP="002965BB">
      <w:pPr>
        <w:pStyle w:val="ConsPlusNormal"/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:rsidR="00666EA7" w:rsidRDefault="00666EA7" w:rsidP="00E328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Старотитаровского сельского </w:t>
      </w:r>
    </w:p>
    <w:p w:rsidR="00666EA7" w:rsidRDefault="00666EA7" w:rsidP="00E32803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   А.Г. Титаренко</w:t>
      </w:r>
    </w:p>
    <w:p w:rsidR="00666EA7" w:rsidRDefault="00666EA7" w:rsidP="00E32803">
      <w:pPr>
        <w:pStyle w:val="ConsPlusNormal"/>
        <w:ind w:left="-851" w:firstLine="709"/>
      </w:pPr>
    </w:p>
    <w:sectPr w:rsidR="00666EA7" w:rsidSect="00204236">
      <w:headerReference w:type="even" r:id="rId6"/>
      <w:headerReference w:type="default" r:id="rId7"/>
      <w:headerReference w:type="first" r:id="rId8"/>
      <w:footerReference w:type="first" r:id="rId9"/>
      <w:pgSz w:w="11906" w:h="16838"/>
      <w:pgMar w:top="851" w:right="567" w:bottom="993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EA7" w:rsidRDefault="00666EA7" w:rsidP="00053BD6">
      <w:r>
        <w:separator/>
      </w:r>
    </w:p>
  </w:endnote>
  <w:endnote w:type="continuationSeparator" w:id="1">
    <w:p w:rsidR="00666EA7" w:rsidRDefault="00666EA7" w:rsidP="00053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EA7" w:rsidRDefault="00666EA7">
    <w:pPr>
      <w:pStyle w:val="Footer"/>
    </w:pPr>
    <w:r>
      <w:t xml:space="preserve">Заместитель начальника отдела </w:t>
    </w:r>
  </w:p>
  <w:p w:rsidR="00666EA7" w:rsidRDefault="00666EA7">
    <w:pPr>
      <w:pStyle w:val="Footer"/>
    </w:pPr>
    <w:r>
      <w:t xml:space="preserve">мониторинга и контроля управления </w:t>
    </w:r>
  </w:p>
  <w:p w:rsidR="00666EA7" w:rsidRDefault="00666EA7">
    <w:pPr>
      <w:pStyle w:val="Footer"/>
    </w:pPr>
    <w:r>
      <w:t>по профилактике коррупционных</w:t>
    </w:r>
  </w:p>
  <w:p w:rsidR="00666EA7" w:rsidRDefault="00666EA7" w:rsidP="00042EA7">
    <w:pPr>
      <w:pStyle w:val="Footer"/>
      <w:tabs>
        <w:tab w:val="clear" w:pos="4677"/>
        <w:tab w:val="clear" w:pos="9355"/>
        <w:tab w:val="left" w:pos="8070"/>
      </w:tabs>
    </w:pPr>
    <w:r>
      <w:t xml:space="preserve">и иных правонарушений </w:t>
    </w:r>
    <w:r>
      <w:tab/>
      <w:t xml:space="preserve">        Е.О. Сергутина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EA7" w:rsidRDefault="00666EA7" w:rsidP="00053BD6">
      <w:r>
        <w:separator/>
      </w:r>
    </w:p>
  </w:footnote>
  <w:footnote w:type="continuationSeparator" w:id="1">
    <w:p w:rsidR="00666EA7" w:rsidRDefault="00666EA7" w:rsidP="00053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EA7" w:rsidRDefault="00666EA7" w:rsidP="00042EA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36</w:t>
    </w:r>
    <w:r>
      <w:rPr>
        <w:rStyle w:val="PageNumber"/>
      </w:rPr>
      <w:fldChar w:fldCharType="end"/>
    </w:r>
  </w:p>
  <w:p w:rsidR="00666EA7" w:rsidRDefault="00666EA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EA7" w:rsidRDefault="00666EA7">
    <w:pPr>
      <w:pStyle w:val="Header"/>
      <w:jc w:val="center"/>
    </w:pPr>
  </w:p>
  <w:p w:rsidR="00666EA7" w:rsidRDefault="00666EA7">
    <w:pPr>
      <w:pStyle w:val="Header"/>
      <w:jc w:val="center"/>
    </w:pPr>
  </w:p>
  <w:p w:rsidR="00666EA7" w:rsidRDefault="00666EA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EA7" w:rsidRDefault="00666EA7">
    <w:pPr>
      <w:pStyle w:val="Header"/>
      <w:jc w:val="center"/>
    </w:pPr>
  </w:p>
  <w:p w:rsidR="00666EA7" w:rsidRDefault="00666EA7">
    <w:pPr>
      <w:pStyle w:val="Header"/>
      <w:jc w:val="center"/>
    </w:pPr>
  </w:p>
  <w:p w:rsidR="00666EA7" w:rsidRPr="00014BF8" w:rsidRDefault="00666EA7" w:rsidP="00042EA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3BD6"/>
    <w:rsid w:val="00011084"/>
    <w:rsid w:val="0001166A"/>
    <w:rsid w:val="00014BF8"/>
    <w:rsid w:val="00042EA7"/>
    <w:rsid w:val="00053BD6"/>
    <w:rsid w:val="00077FA8"/>
    <w:rsid w:val="00085D91"/>
    <w:rsid w:val="000A49E1"/>
    <w:rsid w:val="000A569D"/>
    <w:rsid w:val="00120F71"/>
    <w:rsid w:val="001355F8"/>
    <w:rsid w:val="00171DDD"/>
    <w:rsid w:val="001D0429"/>
    <w:rsid w:val="00204236"/>
    <w:rsid w:val="0024468E"/>
    <w:rsid w:val="00256722"/>
    <w:rsid w:val="002965BB"/>
    <w:rsid w:val="002A2308"/>
    <w:rsid w:val="002C4558"/>
    <w:rsid w:val="003206A2"/>
    <w:rsid w:val="00323A5E"/>
    <w:rsid w:val="00464261"/>
    <w:rsid w:val="004920DC"/>
    <w:rsid w:val="004B4DE6"/>
    <w:rsid w:val="004F5052"/>
    <w:rsid w:val="005114A1"/>
    <w:rsid w:val="0060342B"/>
    <w:rsid w:val="00610FF7"/>
    <w:rsid w:val="00630F04"/>
    <w:rsid w:val="00660A45"/>
    <w:rsid w:val="00666EA7"/>
    <w:rsid w:val="00707177"/>
    <w:rsid w:val="00752EEF"/>
    <w:rsid w:val="007755A8"/>
    <w:rsid w:val="007F61AA"/>
    <w:rsid w:val="008C3B64"/>
    <w:rsid w:val="008F04D1"/>
    <w:rsid w:val="00945778"/>
    <w:rsid w:val="0099174D"/>
    <w:rsid w:val="009A1F0A"/>
    <w:rsid w:val="00A13888"/>
    <w:rsid w:val="00AC595E"/>
    <w:rsid w:val="00B23F61"/>
    <w:rsid w:val="00C30C6E"/>
    <w:rsid w:val="00D02705"/>
    <w:rsid w:val="00D52F12"/>
    <w:rsid w:val="00D65C60"/>
    <w:rsid w:val="00D65D13"/>
    <w:rsid w:val="00E02298"/>
    <w:rsid w:val="00E10C2F"/>
    <w:rsid w:val="00E32803"/>
    <w:rsid w:val="00EC52BC"/>
    <w:rsid w:val="00F3142E"/>
    <w:rsid w:val="00F93FDB"/>
    <w:rsid w:val="00FE6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BD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3BD6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53BD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53BD6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053BD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053BD6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053BD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53BD6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053BD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53BD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53BD6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C595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2</Pages>
  <Words>417</Words>
  <Characters>2380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EOSergutina</dc:creator>
  <cp:keywords/>
  <dc:description/>
  <cp:lastModifiedBy>Loner-XP</cp:lastModifiedBy>
  <cp:revision>7</cp:revision>
  <cp:lastPrinted>2016-11-08T07:19:00Z</cp:lastPrinted>
  <dcterms:created xsi:type="dcterms:W3CDTF">2016-02-02T14:24:00Z</dcterms:created>
  <dcterms:modified xsi:type="dcterms:W3CDTF">2016-11-08T07:20:00Z</dcterms:modified>
</cp:coreProperties>
</file>