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156" w:rsidRDefault="00182156">
      <w:pPr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Ind w:w="-8" w:type="dxa"/>
        <w:tblBorders>
          <w:insideH w:val="single" w:sz="6" w:space="0" w:color="000000"/>
        </w:tblBorders>
        <w:tblCellMar>
          <w:left w:w="10" w:type="dxa"/>
          <w:right w:w="10" w:type="dxa"/>
        </w:tblCellMar>
        <w:tblLook w:val="0000"/>
      </w:tblPr>
      <w:tblGrid>
        <w:gridCol w:w="4785"/>
        <w:gridCol w:w="4786"/>
      </w:tblGrid>
      <w:tr w:rsidR="00182156" w:rsidRPr="00DE34F0" w:rsidTr="00F6168B">
        <w:trPr>
          <w:trHeight w:val="1"/>
        </w:trPr>
        <w:tc>
          <w:tcPr>
            <w:tcW w:w="4785" w:type="dxa"/>
            <w:shd w:val="clear" w:color="000000" w:fill="FFFFFF"/>
            <w:tcMar>
              <w:left w:w="108" w:type="dxa"/>
              <w:right w:w="108" w:type="dxa"/>
            </w:tcMar>
          </w:tcPr>
          <w:p w:rsidR="00182156" w:rsidRDefault="00182156">
            <w:pPr>
              <w:rPr>
                <w:rFonts w:cs="Calibri"/>
              </w:rPr>
            </w:pPr>
          </w:p>
        </w:tc>
        <w:tc>
          <w:tcPr>
            <w:tcW w:w="4786" w:type="dxa"/>
            <w:shd w:val="clear" w:color="000000" w:fill="FFFFFF"/>
            <w:tcMar>
              <w:left w:w="108" w:type="dxa"/>
              <w:right w:w="108" w:type="dxa"/>
            </w:tcMar>
          </w:tcPr>
          <w:p w:rsidR="00182156" w:rsidRDefault="0018215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УТВЕРЖДЕНА</w:t>
            </w:r>
          </w:p>
          <w:p w:rsidR="00182156" w:rsidRDefault="0018215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постановлением администрации</w:t>
            </w:r>
          </w:p>
          <w:p w:rsidR="00182156" w:rsidRDefault="00182156">
            <w:pPr>
              <w:jc w:val="center"/>
              <w:rPr>
                <w:rFonts w:ascii="Times New Roman" w:hAnsi="Times New Roman"/>
                <w:i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Старотитаровского сельского поселения Темрюкского района</w:t>
            </w:r>
          </w:p>
          <w:p w:rsidR="00182156" w:rsidRDefault="0018215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 w:rsidR="00182156" w:rsidRDefault="0018215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 «___» _________  2022г. № _____</w:t>
            </w:r>
          </w:p>
          <w:p w:rsidR="00182156" w:rsidRPr="00DE34F0" w:rsidRDefault="00182156"/>
        </w:tc>
      </w:tr>
    </w:tbl>
    <w:p w:rsidR="00182156" w:rsidRDefault="00182156">
      <w:pPr>
        <w:jc w:val="center"/>
        <w:rPr>
          <w:rFonts w:ascii="Times New Roman" w:hAnsi="Times New Roman"/>
          <w:color w:val="000000"/>
          <w:sz w:val="28"/>
        </w:rPr>
      </w:pPr>
    </w:p>
    <w:p w:rsidR="00182156" w:rsidRDefault="00182156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sz w:val="28"/>
        </w:rPr>
        <w:t xml:space="preserve">Программа профилактики рисков причинения вреда (ущерба) охраняемым законом ценностям по муниципальному контролю </w:t>
      </w:r>
      <w:r w:rsidRPr="00933CB8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 автомобильном транспорте и в дорожном хозяйстве в границах населенного пункта</w:t>
      </w:r>
      <w:r>
        <w:rPr>
          <w:b/>
          <w:bCs/>
          <w:color w:val="000000"/>
          <w:szCs w:val="28"/>
        </w:rPr>
        <w:t xml:space="preserve">  </w:t>
      </w:r>
      <w:r w:rsidRPr="0045789A">
        <w:rPr>
          <w:rFonts w:ascii="Times New Roman" w:hAnsi="Times New Roman"/>
          <w:b/>
          <w:sz w:val="28"/>
        </w:rPr>
        <w:t xml:space="preserve">  Старотитаровского сельского поселения Темрюкского района</w:t>
      </w:r>
      <w:r>
        <w:rPr>
          <w:rFonts w:ascii="Times New Roman" w:hAnsi="Times New Roman"/>
          <w:b/>
          <w:sz w:val="28"/>
        </w:rPr>
        <w:t xml:space="preserve"> на 2023 год</w:t>
      </w:r>
    </w:p>
    <w:p w:rsidR="00182156" w:rsidRDefault="00182156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182156" w:rsidRDefault="00182156" w:rsidP="00A8668F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Настоящая программа разработана в соответствии со</w:t>
      </w:r>
      <w:r>
        <w:rPr>
          <w:rFonts w:ascii="Times New Roman" w:hAnsi="Times New Roman"/>
          <w:color w:val="0000FF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статьей 44</w:t>
      </w:r>
      <w:r>
        <w:rPr>
          <w:rFonts w:ascii="Times New Roman" w:hAnsi="Times New Roman"/>
          <w:sz w:val="28"/>
        </w:rPr>
        <w:t xml:space="preserve"> Федерального закона от 31 июля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 xml:space="preserve">.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/>
          <w:color w:val="000000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Правительства Российской Федерации от 25 июня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>.   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</w:t>
      </w:r>
      <w:r w:rsidRPr="00933CB8">
        <w:rPr>
          <w:rFonts w:ascii="Times New Roman" w:hAnsi="Times New Roman"/>
          <w:bCs/>
          <w:color w:val="000000"/>
          <w:sz w:val="28"/>
          <w:szCs w:val="28"/>
        </w:rPr>
        <w:t xml:space="preserve"> на автомобильном транспорте и в дорожном хозяйстве в границах населенного пункта</w:t>
      </w:r>
      <w:r>
        <w:rPr>
          <w:b/>
          <w:bCs/>
          <w:color w:val="000000"/>
          <w:szCs w:val="28"/>
        </w:rPr>
        <w:t xml:space="preserve">  </w:t>
      </w:r>
      <w:r w:rsidRPr="0045789A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Старотитаровского сельского поселения Темрюкского района.</w:t>
      </w:r>
    </w:p>
    <w:p w:rsidR="00182156" w:rsidRPr="00A8668F" w:rsidRDefault="00182156" w:rsidP="00A8668F">
      <w:pPr>
        <w:ind w:firstLine="709"/>
        <w:jc w:val="both"/>
        <w:rPr>
          <w:rFonts w:ascii="Times New Roman" w:hAnsi="Times New Roman"/>
          <w:sz w:val="28"/>
        </w:rPr>
      </w:pPr>
    </w:p>
    <w:p w:rsidR="00182156" w:rsidRPr="003E52F1" w:rsidRDefault="00182156" w:rsidP="002E0169">
      <w:pPr>
        <w:jc w:val="center"/>
        <w:outlineLvl w:val="0"/>
        <w:rPr>
          <w:rFonts w:ascii="Times New Roman" w:hAnsi="Times New Roman"/>
          <w:b/>
          <w:color w:val="000000"/>
          <w:sz w:val="28"/>
        </w:rPr>
      </w:pPr>
      <w:r w:rsidRPr="003E52F1">
        <w:rPr>
          <w:rFonts w:ascii="Times New Roman" w:hAnsi="Times New Roman"/>
          <w:b/>
          <w:color w:val="000000"/>
          <w:sz w:val="28"/>
        </w:rPr>
        <w:t>ПАСПОРТ  ПРОГРАММЫ</w:t>
      </w:r>
    </w:p>
    <w:p w:rsidR="00182156" w:rsidRDefault="00182156">
      <w:pPr>
        <w:jc w:val="center"/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2996"/>
        <w:gridCol w:w="6583"/>
      </w:tblGrid>
      <w:tr w:rsidR="00182156" w:rsidRPr="00DE34F0" w:rsidTr="00B341F1">
        <w:trPr>
          <w:trHeight w:val="247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t xml:space="preserve">Наименование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933CB8" w:rsidRDefault="00182156" w:rsidP="00933CB8">
            <w:pPr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профилактики рисков причинения вреда (ущерба) охраняемым законом ценностям по муниципальному контролю</w:t>
            </w:r>
            <w:r w:rsidRPr="00933C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33C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 автомобильном транспорте и в дорожном хозяйстве в границах населенного пункта</w:t>
            </w:r>
            <w:r>
              <w:rPr>
                <w:b/>
                <w:bCs/>
                <w:color w:val="000000"/>
                <w:szCs w:val="28"/>
              </w:rPr>
              <w:t xml:space="preserve">  </w:t>
            </w:r>
            <w:r w:rsidRPr="0045789A"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Старотитаровского сельского поселения Темрюкского района на 2023 год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(далее – Программа профилактики).</w:t>
            </w:r>
          </w:p>
        </w:tc>
      </w:tr>
      <w:tr w:rsidR="00182156" w:rsidRPr="00DE34F0" w:rsidTr="00B341F1">
        <w:trPr>
          <w:trHeight w:val="273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t xml:space="preserve">Правовые основания разработки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Default="00182156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закон от 31.07.2020 №248-ФЗ «О государственном контроле (надзоре) и муниципальном контроле в Российской Федерации» (далее – Федеральный закон №248-ФЗ);</w:t>
            </w:r>
          </w:p>
          <w:p w:rsidR="00182156" w:rsidRDefault="00182156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Постановление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  <w:p w:rsidR="00182156" w:rsidRPr="00B341F1" w:rsidRDefault="00182156">
            <w:pPr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41F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</w:tc>
      </w:tr>
      <w:tr w:rsidR="00182156" w:rsidRPr="00DE34F0" w:rsidTr="00B341F1">
        <w:trPr>
          <w:trHeight w:val="109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t xml:space="preserve">Разработчик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 w:rsidP="00692ACC">
            <w:pPr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182156" w:rsidRPr="00DE34F0" w:rsidTr="00B341F1">
        <w:trPr>
          <w:trHeight w:val="523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t xml:space="preserve">Сроки и этапы реализации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2023 год</w:t>
            </w:r>
          </w:p>
        </w:tc>
      </w:tr>
      <w:tr w:rsidR="00182156" w:rsidRPr="00DE34F0" w:rsidTr="00B341F1">
        <w:trPr>
          <w:trHeight w:val="274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      </w:r>
          </w:p>
        </w:tc>
      </w:tr>
    </w:tbl>
    <w:p w:rsidR="00182156" w:rsidRDefault="00182156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182156" w:rsidRDefault="00182156" w:rsidP="002E0169">
      <w:pPr>
        <w:ind w:firstLine="567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1. Анализ и оценка состояния подконтрольной сферы.</w:t>
      </w:r>
    </w:p>
    <w:p w:rsidR="00182156" w:rsidRDefault="00182156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182156" w:rsidRPr="00B341F1" w:rsidRDefault="00182156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</w:t>
      </w:r>
      <w:r w:rsidRPr="00B341F1">
        <w:rPr>
          <w:rFonts w:ascii="Times New Roman" w:hAnsi="Times New Roman"/>
          <w:sz w:val="28"/>
        </w:rPr>
        <w:t>Старотитаровского сельского поселения Темрюкского района осуществляется муниципальный контроль</w:t>
      </w:r>
      <w:r w:rsidRPr="00B341F1">
        <w:rPr>
          <w:rFonts w:ascii="Times New Roman" w:hAnsi="Times New Roman"/>
          <w:bCs/>
          <w:color w:val="000000"/>
          <w:sz w:val="28"/>
          <w:szCs w:val="28"/>
        </w:rPr>
        <w:t xml:space="preserve"> на автомобильном транспорте и в дорожном хозяйстве в границах населенного пункта</w:t>
      </w:r>
      <w:r w:rsidRPr="00B341F1">
        <w:rPr>
          <w:b/>
          <w:bCs/>
          <w:color w:val="000000"/>
          <w:szCs w:val="28"/>
        </w:rPr>
        <w:t xml:space="preserve">  </w:t>
      </w:r>
      <w:r w:rsidRPr="00B341F1">
        <w:rPr>
          <w:rFonts w:ascii="Times New Roman" w:hAnsi="Times New Roman"/>
          <w:b/>
          <w:sz w:val="28"/>
        </w:rPr>
        <w:t xml:space="preserve"> </w:t>
      </w:r>
      <w:r w:rsidRPr="00B341F1">
        <w:rPr>
          <w:rFonts w:ascii="Times New Roman" w:hAnsi="Times New Roman"/>
          <w:sz w:val="28"/>
        </w:rPr>
        <w:t xml:space="preserve"> Старотитаровского сельского поселения Темрюкского района  (далее именуется – муниципальный контроль).</w:t>
      </w:r>
    </w:p>
    <w:p w:rsidR="00182156" w:rsidRPr="00B341F1" w:rsidRDefault="00182156">
      <w:pPr>
        <w:ind w:firstLine="567"/>
        <w:jc w:val="both"/>
        <w:rPr>
          <w:rFonts w:ascii="Times New Roman" w:hAnsi="Times New Roman"/>
          <w:sz w:val="28"/>
        </w:rPr>
      </w:pPr>
      <w:r w:rsidRPr="00B341F1">
        <w:rPr>
          <w:rFonts w:ascii="Times New Roman" w:hAnsi="Times New Roman"/>
          <w:sz w:val="28"/>
        </w:rPr>
        <w:t>Функции муниципального контроля осуществляет - администрация Старотитаровского сельского поселения Темрюкского района.</w:t>
      </w:r>
    </w:p>
    <w:p w:rsidR="00182156" w:rsidRPr="00933CB8" w:rsidRDefault="00182156" w:rsidP="00933CB8">
      <w:pPr>
        <w:pStyle w:val="NormalWeb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color w:val="000000"/>
          <w:sz w:val="28"/>
          <w:szCs w:val="28"/>
        </w:rPr>
      </w:pPr>
      <w:r w:rsidRPr="00B341F1">
        <w:rPr>
          <w:color w:val="000000"/>
          <w:sz w:val="28"/>
          <w:szCs w:val="28"/>
          <w:shd w:val="clear" w:color="auto" w:fill="FFFFFF"/>
        </w:rPr>
        <w:t>Деятельность органов местного самоуправления</w:t>
      </w:r>
      <w:r w:rsidRPr="00933CB8">
        <w:rPr>
          <w:color w:val="000000"/>
          <w:sz w:val="28"/>
          <w:szCs w:val="28"/>
          <w:shd w:val="clear" w:color="auto" w:fill="FFFFFF"/>
        </w:rPr>
        <w:t xml:space="preserve"> по контролю за соблюдением юридическими лицами, индивидуальными предпринимателями и физическими лицами обязательных требований:</w:t>
      </w:r>
    </w:p>
    <w:p w:rsidR="00182156" w:rsidRPr="00933CB8" w:rsidRDefault="00182156" w:rsidP="00933CB8">
      <w:pPr>
        <w:pStyle w:val="NormalWeb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color w:val="303F50"/>
          <w:sz w:val="28"/>
          <w:szCs w:val="28"/>
        </w:rPr>
      </w:pPr>
      <w:r w:rsidRPr="00933CB8">
        <w:rPr>
          <w:color w:val="000000"/>
          <w:sz w:val="28"/>
          <w:szCs w:val="28"/>
        </w:rPr>
        <w:t>- в области автомобильных дорог и дорожной деятельности, установленных в отношении автомобильных дорог: к эксплуатации объектов дорожного сервиса, размещенных в полосах отвода и (или) придорожных полосах автомобильных дорог общего пользования,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182156" w:rsidRPr="00933CB8" w:rsidRDefault="00182156" w:rsidP="00933CB8">
      <w:pPr>
        <w:pStyle w:val="NormalWeb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color w:val="303F50"/>
          <w:sz w:val="28"/>
          <w:szCs w:val="28"/>
        </w:rPr>
      </w:pPr>
      <w:r w:rsidRPr="00933CB8">
        <w:rPr>
          <w:color w:val="000000"/>
          <w:sz w:val="28"/>
          <w:szCs w:val="28"/>
        </w:rPr>
        <w:t>-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182156" w:rsidRDefault="00182156" w:rsidP="00933CB8">
      <w:pPr>
        <w:pStyle w:val="NormalWeb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sz w:val="28"/>
          <w:szCs w:val="28"/>
        </w:rPr>
      </w:pPr>
      <w:r w:rsidRPr="00933CB8">
        <w:rPr>
          <w:sz w:val="28"/>
          <w:szCs w:val="28"/>
        </w:rPr>
        <w:t>- исполнение решений, принимаемых по результатам контрольных мероприятий.</w:t>
      </w:r>
    </w:p>
    <w:p w:rsidR="00182156" w:rsidRDefault="00182156" w:rsidP="00692ACC">
      <w:pPr>
        <w:jc w:val="both"/>
        <w:rPr>
          <w:rFonts w:ascii="Times New Roman" w:hAnsi="Times New Roman"/>
          <w:color w:val="303F50"/>
          <w:sz w:val="28"/>
          <w:szCs w:val="28"/>
        </w:rPr>
      </w:pPr>
    </w:p>
    <w:p w:rsidR="00182156" w:rsidRDefault="00182156" w:rsidP="00692ACC">
      <w:pPr>
        <w:jc w:val="both"/>
        <w:rPr>
          <w:rFonts w:ascii="Times New Roman" w:hAnsi="Times New Roman"/>
          <w:color w:val="303F50"/>
          <w:sz w:val="28"/>
          <w:szCs w:val="28"/>
        </w:rPr>
      </w:pPr>
    </w:p>
    <w:p w:rsidR="00182156" w:rsidRDefault="00182156" w:rsidP="00692ACC">
      <w:pPr>
        <w:jc w:val="both"/>
        <w:rPr>
          <w:rFonts w:ascii="Times New Roman" w:hAnsi="Times New Roman"/>
          <w:color w:val="303F50"/>
          <w:sz w:val="28"/>
          <w:szCs w:val="28"/>
        </w:rPr>
      </w:pPr>
    </w:p>
    <w:p w:rsidR="00182156" w:rsidRDefault="00182156" w:rsidP="00692ACC">
      <w:pPr>
        <w:jc w:val="both"/>
        <w:rPr>
          <w:rFonts w:ascii="Times New Roman" w:hAnsi="Times New Roman"/>
          <w:sz w:val="28"/>
        </w:rPr>
      </w:pPr>
    </w:p>
    <w:p w:rsidR="00182156" w:rsidRDefault="00182156" w:rsidP="002E0169">
      <w:pPr>
        <w:ind w:firstLine="709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2. Цели и задачи реализации программы профилактики</w:t>
      </w:r>
    </w:p>
    <w:p w:rsidR="00182156" w:rsidRPr="004D5B48" w:rsidRDefault="001821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Цели Программы:</w:t>
      </w:r>
    </w:p>
    <w:p w:rsidR="00182156" w:rsidRPr="004D5B48" w:rsidRDefault="001821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- стимулирование добросовестного соблюдения обязательных требований всеми контролируемыми лицами;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182156" w:rsidRPr="004D5B48" w:rsidRDefault="001821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Задачи Программы:</w:t>
      </w:r>
    </w:p>
    <w:p w:rsidR="00182156" w:rsidRPr="004D5B48" w:rsidRDefault="001821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формирование единого понимания обязательных требований законодательства у всех участников контрольной деятельности;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повышение прозрачности осуществляемой Управлением контрольной деятельности;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182156" w:rsidRDefault="00182156" w:rsidP="004D5B48">
      <w:pPr>
        <w:spacing w:before="195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B341F1">
        <w:rPr>
          <w:rFonts w:ascii="Times New Roman" w:hAnsi="Times New Roman"/>
          <w:b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182156" w:rsidRPr="00B341F1" w:rsidRDefault="00182156" w:rsidP="004D5B48">
      <w:pPr>
        <w:spacing w:before="195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15" w:type="dxa"/>
        <w:jc w:val="center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03"/>
        <w:gridCol w:w="2696"/>
        <w:gridCol w:w="3274"/>
        <w:gridCol w:w="2320"/>
        <w:gridCol w:w="1422"/>
      </w:tblGrid>
      <w:tr w:rsidR="00182156" w:rsidRPr="004D5B48" w:rsidTr="00692ACC">
        <w:trPr>
          <w:trHeight w:val="1049"/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Сведения о мероприятии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Информирование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сведений, определенных частью 3 статьи 46 Федерального закона № 248-ФЗ, на своем официальном сайте 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 w:line="341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 сельского поселе</w:t>
            </w:r>
            <w:r>
              <w:rPr>
                <w:rFonts w:ascii="Times New Roman" w:hAnsi="Times New Roman"/>
                <w:sz w:val="28"/>
                <w:szCs w:val="28"/>
              </w:rPr>
              <w:t>ния 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Обобщение правоприменительной практики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Обобщение правоприменительной практики организации и проведения муниципального контроля осуществляется ежегодно.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(далее – доклад).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обеспечивает публичное обсуждение проекта доклада.</w:t>
            </w:r>
          </w:p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Доклад утверждается руководителем Контрольного органа и размещается на официальном сайте ежегодно не позднее 30 января года, следующего за годом обобщения правоприменительной практики.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</w:t>
            </w:r>
            <w:r>
              <w:rPr>
                <w:rFonts w:ascii="Times New Roman" w:hAnsi="Times New Roman"/>
                <w:sz w:val="28"/>
                <w:szCs w:val="28"/>
              </w:rPr>
              <w:t>о сельского поселения 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 раз в год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Объявление предостережения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объявляет контролируемому лицу предостережение о недопустимости нарушения обязательных требований (далее –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 соблюдения обязательных требований.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Предостережение составляется по форме, утвержденной приказом Минэкономразвития России от 31.03.2021 № 151 «О типовых формах документов, используемых контрольным (надзорным) органом».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рассматривает возражение в отношении предостережения в течение пятнадцати рабочих дней со дня его получения.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Повторное направление возражения по тем же основаниям не допускается.</w:t>
            </w:r>
          </w:p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 сельского поселен</w:t>
            </w:r>
            <w:r>
              <w:rPr>
                <w:rFonts w:ascii="Times New Roman" w:hAnsi="Times New Roman"/>
                <w:sz w:val="28"/>
                <w:szCs w:val="28"/>
              </w:rPr>
              <w:t>ия 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Консультирование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Инспекторы осуществляют консультирование контролируемых лиц и их представителей: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Контрольного органа.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Индивидуальное консультирование на личном приеме каждого заявителя инспекторами не может превышать 10 минут.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Время разговора по телефону не должно превышать 10 минут.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не предоставляет контролируемым лицам и их представителям в письменной форме информацию по вопросам устного консультирования.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Письменное консультирование контролируемых лиц и их представителей осуществляется по следующим вопросам: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порядка проведения контрольных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мероприятий;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2) порядок обжалования решений Контрольного органа.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Контролируемое лицо вправе направить запрос о предоставлении письменного ответа в сроки, установленные Федеральным законом от 02.05.2006 № 59-ФЗ «О порядке рассмотрения обращений граждан Российской Федерации».</w:t>
            </w:r>
          </w:p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осуществляет учет проведенных консультирований.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 сельского поселен</w:t>
            </w:r>
            <w:r>
              <w:rPr>
                <w:rFonts w:ascii="Times New Roman" w:hAnsi="Times New Roman"/>
                <w:sz w:val="28"/>
                <w:szCs w:val="28"/>
              </w:rPr>
              <w:t>ия 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Профилактический визит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Продолжительность профилактического визита составляет не более двух часов в течение рабочего дня.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Инспектор проводит обязательный профилактический визит в отношении: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1) контролируемых лиц, приступающих к осуществлению деятельности в сфере </w:t>
            </w:r>
            <w:r w:rsidRPr="004D5B48">
              <w:rPr>
                <w:rFonts w:ascii="Times New Roman" w:hAnsi="Times New Roman"/>
                <w:spacing w:val="2"/>
                <w:sz w:val="28"/>
                <w:szCs w:val="28"/>
              </w:rPr>
              <w:t>автомо</w:t>
            </w:r>
            <w:r>
              <w:rPr>
                <w:rFonts w:ascii="Times New Roman" w:hAnsi="Times New Roman"/>
                <w:spacing w:val="2"/>
                <w:sz w:val="28"/>
                <w:szCs w:val="28"/>
              </w:rPr>
              <w:t xml:space="preserve">бильного транспорта и </w:t>
            </w:r>
            <w:r w:rsidRPr="004D5B48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дорожного хозяйства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, не позднее чем в течение одного года с момента начала такой деятельности (при наличии сведений о начале деятельности);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2) объектов контроля, отнесенных к категориям значительного риска, в срок не позднее одного года со дня принятия решения об отнесении объекта контроля к указанной категории.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Профилактические визиты проводятся по согласованию с контролируемыми лицами.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Контролируемое лицо вправе отказаться от проведения профилактического визита (включая обязательный профилактический визит), уведомив об этом Контрольный орган не позднее, чем за три рабочих дня до даты его проведения.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По итогам профилактического визита инспектор составляет акт о проведении профилактического визита, форма которого утверждается Контрольным органом.</w:t>
            </w:r>
          </w:p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осуществляет учет проведенных профилактических визитов.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 сельского поселен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ия Темрюкского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</w:tbl>
    <w:p w:rsidR="00182156" w:rsidRPr="004D5B48" w:rsidRDefault="00182156">
      <w:pPr>
        <w:jc w:val="both"/>
        <w:rPr>
          <w:rFonts w:ascii="Times New Roman" w:hAnsi="Times New Roman"/>
          <w:sz w:val="28"/>
          <w:szCs w:val="28"/>
        </w:rPr>
      </w:pPr>
    </w:p>
    <w:p w:rsidR="00182156" w:rsidRDefault="00182156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4. Показатели результативности и эффективности программы профилактики</w:t>
      </w:r>
    </w:p>
    <w:p w:rsidR="00182156" w:rsidRPr="00B341F1" w:rsidRDefault="00182156" w:rsidP="00B341F1">
      <w:pPr>
        <w:pStyle w:val="NormalWeb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устраненных нарушений из числа выявленных нарушений обязательных требований - 70%.</w:t>
      </w:r>
    </w:p>
    <w:p w:rsidR="00182156" w:rsidRPr="00B341F1" w:rsidRDefault="00182156" w:rsidP="00B341F1">
      <w:pPr>
        <w:pStyle w:val="NormalWeb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выполнения плана проведения плановых контрольных мероприятий на очередной календарный год - 100%.</w:t>
      </w:r>
    </w:p>
    <w:p w:rsidR="00182156" w:rsidRPr="00B341F1" w:rsidRDefault="00182156" w:rsidP="00B341F1">
      <w:pPr>
        <w:pStyle w:val="NormalWeb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обоснованных жалоб на действия (бездействие) контрольного органа и (или) его должностного лица при проведении контрольных мероприятий - 0%.</w:t>
      </w:r>
    </w:p>
    <w:p w:rsidR="00182156" w:rsidRPr="00B341F1" w:rsidRDefault="00182156" w:rsidP="00B341F1">
      <w:pPr>
        <w:pStyle w:val="NormalWeb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отмененных результатов контрольных мероприятий - 0%.</w:t>
      </w:r>
    </w:p>
    <w:p w:rsidR="00182156" w:rsidRPr="00B341F1" w:rsidRDefault="00182156" w:rsidP="00B341F1">
      <w:pPr>
        <w:pStyle w:val="NormalWeb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контрольных мероприятий, по результатам которых были выявлены нарушения, но не приняты соответствующие меры административного воздействия - 5%.</w:t>
      </w:r>
    </w:p>
    <w:p w:rsidR="00182156" w:rsidRPr="00B341F1" w:rsidRDefault="00182156" w:rsidP="00B341F1">
      <w:pPr>
        <w:pStyle w:val="NormalWeb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вынесенных судебных решений о назначении административного наказания по материалам контрольного органа - 95%.</w:t>
      </w:r>
    </w:p>
    <w:p w:rsidR="00182156" w:rsidRPr="00B341F1" w:rsidRDefault="00182156" w:rsidP="00B341F1">
      <w:pPr>
        <w:pStyle w:val="NormalWeb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sz w:val="28"/>
          <w:szCs w:val="28"/>
        </w:rPr>
        <w:t>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административных правонарушениях </w:t>
      </w:r>
    </w:p>
    <w:p w:rsidR="00182156" w:rsidRDefault="00182156" w:rsidP="00F6168B">
      <w:pPr>
        <w:spacing w:after="160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Оценка эффективности реализации программы рассчитывается ежегодно (по итогам календарного года) по результатам анализа характеристик достижения значений целевых показателей реализации программы.</w:t>
      </w:r>
    </w:p>
    <w:p w:rsidR="00182156" w:rsidRDefault="00182156" w:rsidP="00F6168B">
      <w:pPr>
        <w:spacing w:after="160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Отклонение фактического значения одного из показателей от целевого значения более чем на 20 % в сторону уменьшения, свидетельствует о низкой эффективности программы профилактики и требует корректировки программы в части изменения интенсивности мероприятий и форм профилактических воздействий.</w:t>
      </w:r>
    </w:p>
    <w:p w:rsidR="00182156" w:rsidRDefault="00182156" w:rsidP="00F6168B">
      <w:pPr>
        <w:jc w:val="both"/>
        <w:rPr>
          <w:rFonts w:ascii="Times New Roman" w:hAnsi="Times New Roman"/>
          <w:sz w:val="28"/>
        </w:rPr>
      </w:pPr>
    </w:p>
    <w:p w:rsidR="00182156" w:rsidRDefault="00182156" w:rsidP="002E0169">
      <w:pPr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 Старотитаровского</w:t>
      </w:r>
    </w:p>
    <w:p w:rsidR="00182156" w:rsidRDefault="00182156" w:rsidP="00F6168B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Темрюкского района                            Е.М. Зимина</w:t>
      </w:r>
    </w:p>
    <w:sectPr w:rsidR="00182156" w:rsidSect="00A8668F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08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9A7479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4A3296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043"/>
    <w:rsid w:val="00112664"/>
    <w:rsid w:val="00182156"/>
    <w:rsid w:val="002E0169"/>
    <w:rsid w:val="003D184A"/>
    <w:rsid w:val="003E52F1"/>
    <w:rsid w:val="0045789A"/>
    <w:rsid w:val="00480043"/>
    <w:rsid w:val="004D5B48"/>
    <w:rsid w:val="005045AE"/>
    <w:rsid w:val="005E3115"/>
    <w:rsid w:val="00692ACC"/>
    <w:rsid w:val="00737476"/>
    <w:rsid w:val="00753951"/>
    <w:rsid w:val="00914D3B"/>
    <w:rsid w:val="00933CB8"/>
    <w:rsid w:val="009D47D7"/>
    <w:rsid w:val="00A8668F"/>
    <w:rsid w:val="00B341F1"/>
    <w:rsid w:val="00C77829"/>
    <w:rsid w:val="00CD38EB"/>
    <w:rsid w:val="00DA1B67"/>
    <w:rsid w:val="00DE34F0"/>
    <w:rsid w:val="00E8626C"/>
    <w:rsid w:val="00EF4E88"/>
    <w:rsid w:val="00F33EC0"/>
    <w:rsid w:val="00F60633"/>
    <w:rsid w:val="00F61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26C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33CB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2E016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02CD9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4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131</TotalTime>
  <Pages>11</Pages>
  <Words>2026</Words>
  <Characters>11552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архитектор</cp:lastModifiedBy>
  <cp:revision>10</cp:revision>
  <cp:lastPrinted>2022-10-27T12:14:00Z</cp:lastPrinted>
  <dcterms:created xsi:type="dcterms:W3CDTF">2022-03-02T04:42:00Z</dcterms:created>
  <dcterms:modified xsi:type="dcterms:W3CDTF">2022-10-27T12:14:00Z</dcterms:modified>
</cp:coreProperties>
</file>