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7756A1" w:rsidRPr="00EE5BAC" w:rsidTr="006E2C64">
        <w:tc>
          <w:tcPr>
            <w:tcW w:w="8934" w:type="dxa"/>
          </w:tcPr>
          <w:p w:rsidR="007756A1" w:rsidRPr="00EE5BAC" w:rsidRDefault="007756A1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7756A1" w:rsidRDefault="007756A1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7756A1" w:rsidRDefault="007756A1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756A1" w:rsidRDefault="007756A1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24.03.2023 №38</w:t>
            </w:r>
          </w:p>
          <w:p w:rsidR="007756A1" w:rsidRDefault="007756A1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756A1" w:rsidRPr="00EE5BAC" w:rsidRDefault="007756A1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756A1" w:rsidRPr="00EE5BAC" w:rsidRDefault="007756A1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756A1" w:rsidRPr="00EE5BAC" w:rsidRDefault="007756A1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756A1" w:rsidRPr="00EE5BAC" w:rsidRDefault="007756A1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756A1" w:rsidRPr="00EE5BAC" w:rsidRDefault="007756A1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756A1" w:rsidRPr="00EE5BAC" w:rsidRDefault="007756A1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</w:t>
            </w:r>
          </w:p>
          <w:p w:rsidR="007756A1" w:rsidRPr="00EE5BAC" w:rsidRDefault="007756A1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756A1" w:rsidRPr="00885C29" w:rsidRDefault="007756A1" w:rsidP="001157F7"/>
    <w:p w:rsidR="007756A1" w:rsidRDefault="007756A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756A1" w:rsidRPr="00E72665" w:rsidRDefault="007756A1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 xml:space="preserve"> Старотитаровском сельском поселении Темрюкского района»</w:t>
      </w:r>
    </w:p>
    <w:p w:rsidR="007756A1" w:rsidRDefault="007756A1" w:rsidP="00BB769B">
      <w:pPr>
        <w:jc w:val="center"/>
        <w:rPr>
          <w:b/>
          <w:szCs w:val="28"/>
        </w:rPr>
      </w:pPr>
      <w:r w:rsidRPr="00BB769B">
        <w:rPr>
          <w:b/>
        </w:rPr>
        <w:t xml:space="preserve"> </w:t>
      </w:r>
    </w:p>
    <w:p w:rsidR="007756A1" w:rsidRPr="00950972" w:rsidRDefault="007756A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756A1" w:rsidRPr="00E72665" w:rsidRDefault="007756A1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7756A1" w:rsidRDefault="007756A1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756A1" w:rsidRPr="00855115" w:rsidRDefault="007756A1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756A1" w:rsidRDefault="007756A1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7756A1" w:rsidRDefault="007756A1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7756A1" w:rsidRPr="00190885" w:rsidRDefault="007756A1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756A1" w:rsidRDefault="007756A1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7756A1" w:rsidRDefault="007756A1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7756A1" w:rsidRDefault="007756A1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7756A1" w:rsidRPr="00190885" w:rsidRDefault="007756A1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756A1" w:rsidRPr="00632FA9" w:rsidRDefault="007756A1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7756A1" w:rsidRPr="00632FA9" w:rsidRDefault="007756A1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7756A1" w:rsidRPr="00632FA9" w:rsidRDefault="007756A1" w:rsidP="003C6838">
            <w:pPr>
              <w:rPr>
                <w:rStyle w:val="a4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7756A1" w:rsidRPr="00190885" w:rsidRDefault="007756A1" w:rsidP="003C6838">
            <w:pPr>
              <w:jc w:val="center"/>
              <w:rPr>
                <w:b/>
                <w:szCs w:val="28"/>
              </w:rPr>
            </w:pP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756A1" w:rsidRDefault="007756A1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7756A1" w:rsidRPr="00190885" w:rsidRDefault="007756A1" w:rsidP="003C6838">
            <w:pPr>
              <w:rPr>
                <w:b/>
                <w:szCs w:val="28"/>
              </w:rPr>
            </w:pP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756A1" w:rsidRDefault="007756A1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7756A1" w:rsidRDefault="007756A1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7756A1" w:rsidRPr="001B47D8" w:rsidRDefault="007756A1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7756A1" w:rsidRPr="009F22D5" w:rsidRDefault="007756A1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756A1" w:rsidRPr="008D5828" w:rsidRDefault="007756A1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7756A1" w:rsidRPr="008D5828" w:rsidRDefault="007756A1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7756A1" w:rsidRPr="008D5828" w:rsidRDefault="007756A1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7756A1" w:rsidRPr="008D5828" w:rsidRDefault="007756A1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7756A1" w:rsidRDefault="007756A1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7756A1" w:rsidRDefault="007756A1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7756A1" w:rsidRPr="00AA5F98" w:rsidRDefault="007756A1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7756A1" w:rsidRPr="00487189" w:rsidRDefault="007756A1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7756A1" w:rsidRPr="000C3C23" w:rsidRDefault="007756A1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756A1" w:rsidRPr="00A46A72" w:rsidRDefault="007756A1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756A1" w:rsidRPr="00A46A72" w:rsidRDefault="007756A1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756A1" w:rsidRPr="00190885" w:rsidRDefault="007756A1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756A1" w:rsidRPr="00190885" w:rsidRDefault="007756A1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756A1" w:rsidRPr="00190885" w:rsidRDefault="007756A1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756A1" w:rsidRPr="00190885" w:rsidRDefault="007756A1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756A1" w:rsidRPr="00190885" w:rsidRDefault="007756A1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756A1" w:rsidRPr="00190885" w:rsidRDefault="007756A1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756A1" w:rsidRPr="00C304E1" w:rsidRDefault="007756A1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1D4C96">
              <w:rPr>
                <w:szCs w:val="28"/>
              </w:rPr>
              <w:t>14</w:t>
            </w:r>
            <w:r>
              <w:rPr>
                <w:szCs w:val="28"/>
              </w:rPr>
              <w:t> 497,6</w:t>
            </w:r>
            <w:r w:rsidRPr="001D4C96">
              <w:rPr>
                <w:szCs w:val="28"/>
              </w:rPr>
              <w:t xml:space="preserve"> </w:t>
            </w:r>
            <w:r w:rsidRPr="00C304E1">
              <w:rPr>
                <w:szCs w:val="28"/>
                <w:highlight w:val="yellow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756A1" w:rsidRPr="00190885" w:rsidRDefault="007756A1" w:rsidP="00020E78">
            <w:pPr>
              <w:pStyle w:val="ConsPlusNormal0"/>
              <w:jc w:val="center"/>
              <w:rPr>
                <w:szCs w:val="28"/>
              </w:rPr>
            </w:pPr>
            <w:r w:rsidRPr="001D4C96">
              <w:rPr>
                <w:szCs w:val="28"/>
              </w:rPr>
              <w:t>14</w:t>
            </w:r>
            <w:r>
              <w:rPr>
                <w:szCs w:val="28"/>
              </w:rPr>
              <w:t xml:space="preserve"> 497,6            </w:t>
            </w:r>
          </w:p>
        </w:tc>
        <w:tc>
          <w:tcPr>
            <w:tcW w:w="201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756A1" w:rsidRPr="00C304E1" w:rsidRDefault="007756A1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756A1" w:rsidRPr="00190885" w:rsidRDefault="007756A1" w:rsidP="00020E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756A1" w:rsidRPr="00C304E1" w:rsidRDefault="007756A1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1D4C96">
              <w:rPr>
                <w:szCs w:val="28"/>
              </w:rPr>
              <w:t>14</w:t>
            </w:r>
            <w:r>
              <w:rPr>
                <w:szCs w:val="28"/>
              </w:rPr>
              <w:t> 497,6</w:t>
            </w:r>
            <w:r w:rsidRPr="001D4C96">
              <w:rPr>
                <w:szCs w:val="28"/>
              </w:rPr>
              <w:t xml:space="preserve"> </w:t>
            </w:r>
            <w:r w:rsidRPr="00C304E1">
              <w:rPr>
                <w:szCs w:val="28"/>
                <w:highlight w:val="yellow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756A1" w:rsidRPr="00190885" w:rsidRDefault="007756A1" w:rsidP="00020E78">
            <w:pPr>
              <w:pStyle w:val="ConsPlusNormal0"/>
              <w:jc w:val="center"/>
              <w:rPr>
                <w:szCs w:val="28"/>
              </w:rPr>
            </w:pPr>
            <w:r w:rsidRPr="001D4C96">
              <w:rPr>
                <w:szCs w:val="28"/>
              </w:rPr>
              <w:t>14</w:t>
            </w:r>
            <w:r>
              <w:rPr>
                <w:szCs w:val="28"/>
              </w:rPr>
              <w:t> 497,6</w:t>
            </w:r>
          </w:p>
        </w:tc>
        <w:tc>
          <w:tcPr>
            <w:tcW w:w="201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756A1" w:rsidRPr="008A6FA1" w:rsidTr="003C6838">
        <w:tc>
          <w:tcPr>
            <w:tcW w:w="14560" w:type="dxa"/>
            <w:gridSpan w:val="6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756A1" w:rsidRPr="008A6FA1" w:rsidTr="003C6838">
        <w:tc>
          <w:tcPr>
            <w:tcW w:w="14560" w:type="dxa"/>
            <w:gridSpan w:val="6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</w:p>
        </w:tc>
      </w:tr>
      <w:tr w:rsidR="007756A1" w:rsidRPr="008A6FA1" w:rsidTr="003C6838">
        <w:tc>
          <w:tcPr>
            <w:tcW w:w="6374" w:type="dxa"/>
          </w:tcPr>
          <w:p w:rsidR="007756A1" w:rsidRPr="00190885" w:rsidRDefault="007756A1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756A1" w:rsidRPr="00190885" w:rsidRDefault="007756A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756A1" w:rsidRDefault="007756A1" w:rsidP="00B97B72">
      <w:pPr>
        <w:pStyle w:val="ListParagraph"/>
        <w:ind w:left="360"/>
        <w:rPr>
          <w:b/>
          <w:sz w:val="24"/>
          <w:szCs w:val="24"/>
        </w:rPr>
      </w:pPr>
    </w:p>
    <w:p w:rsidR="007756A1" w:rsidRPr="00B97B72" w:rsidRDefault="007756A1" w:rsidP="00B97B72">
      <w:pPr>
        <w:pStyle w:val="ListParagraph"/>
        <w:ind w:left="360"/>
        <w:rPr>
          <w:b/>
          <w:sz w:val="24"/>
          <w:szCs w:val="24"/>
        </w:rPr>
      </w:pPr>
    </w:p>
    <w:p w:rsidR="007756A1" w:rsidRPr="00225687" w:rsidRDefault="007756A1">
      <w:pPr>
        <w:rPr>
          <w:sz w:val="6"/>
          <w:szCs w:val="6"/>
        </w:rPr>
      </w:pPr>
    </w:p>
    <w:p w:rsidR="007756A1" w:rsidRPr="004B1CDB" w:rsidRDefault="007756A1" w:rsidP="004B1CDB">
      <w:pPr>
        <w:pStyle w:val="ConsPlusNormal0"/>
      </w:pPr>
      <w:r w:rsidRPr="004B1CDB">
        <w:t>Заместитель главы</w:t>
      </w:r>
    </w:p>
    <w:p w:rsidR="007756A1" w:rsidRPr="004B1CDB" w:rsidRDefault="007756A1" w:rsidP="004B1CDB">
      <w:pPr>
        <w:pStyle w:val="ConsPlusNormal0"/>
      </w:pPr>
      <w:r w:rsidRPr="004B1CDB">
        <w:t xml:space="preserve">Старотитаровского сельского </w:t>
      </w:r>
    </w:p>
    <w:p w:rsidR="007756A1" w:rsidRDefault="007756A1" w:rsidP="004B1CDB">
      <w:pPr>
        <w:pStyle w:val="ConsPlusNormal0"/>
      </w:pPr>
      <w:r w:rsidRPr="004B1CDB">
        <w:t>поселения Темрюкского района</w:t>
      </w:r>
      <w:r>
        <w:t xml:space="preserve">                                                                                                                            Т.И. Опарина</w:t>
      </w:r>
    </w:p>
    <w:sectPr w:rsidR="007756A1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6A1" w:rsidRDefault="007756A1" w:rsidP="00EF6F81">
      <w:r>
        <w:separator/>
      </w:r>
    </w:p>
  </w:endnote>
  <w:endnote w:type="continuationSeparator" w:id="0">
    <w:p w:rsidR="007756A1" w:rsidRDefault="007756A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6A1" w:rsidRDefault="007756A1" w:rsidP="00EF6F81">
      <w:r>
        <w:separator/>
      </w:r>
    </w:p>
  </w:footnote>
  <w:footnote w:type="continuationSeparator" w:id="0">
    <w:p w:rsidR="007756A1" w:rsidRDefault="007756A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6A1" w:rsidRDefault="007756A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6A1" w:rsidRDefault="007756A1">
    <w:pPr>
      <w:pStyle w:val="Header"/>
      <w:jc w:val="center"/>
    </w:pPr>
  </w:p>
  <w:p w:rsidR="007756A1" w:rsidRDefault="007756A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756A1" w:rsidRPr="00EE5BAC" w:rsidRDefault="007756A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0E78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36D9"/>
    <w:rsid w:val="00084E42"/>
    <w:rsid w:val="000A5167"/>
    <w:rsid w:val="000A74C0"/>
    <w:rsid w:val="000B4AE6"/>
    <w:rsid w:val="000C1918"/>
    <w:rsid w:val="000C3C23"/>
    <w:rsid w:val="000C3FBF"/>
    <w:rsid w:val="000C4FF6"/>
    <w:rsid w:val="000C7638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874"/>
    <w:rsid w:val="001379F5"/>
    <w:rsid w:val="001403D0"/>
    <w:rsid w:val="00143C57"/>
    <w:rsid w:val="00145E87"/>
    <w:rsid w:val="00147C6A"/>
    <w:rsid w:val="00151BB2"/>
    <w:rsid w:val="0015265A"/>
    <w:rsid w:val="00153032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C96"/>
    <w:rsid w:val="001D4E9D"/>
    <w:rsid w:val="001D7910"/>
    <w:rsid w:val="001E468C"/>
    <w:rsid w:val="001E7209"/>
    <w:rsid w:val="001F0F29"/>
    <w:rsid w:val="001F3197"/>
    <w:rsid w:val="001F5CA2"/>
    <w:rsid w:val="001F7787"/>
    <w:rsid w:val="0020737A"/>
    <w:rsid w:val="00211799"/>
    <w:rsid w:val="00214AAC"/>
    <w:rsid w:val="00216964"/>
    <w:rsid w:val="00217311"/>
    <w:rsid w:val="002175EF"/>
    <w:rsid w:val="00220DC1"/>
    <w:rsid w:val="00223300"/>
    <w:rsid w:val="00223FBC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898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3BF6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7DC5"/>
    <w:rsid w:val="0032194A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6550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62ED"/>
    <w:rsid w:val="00487189"/>
    <w:rsid w:val="00491923"/>
    <w:rsid w:val="00494A1C"/>
    <w:rsid w:val="00496BEF"/>
    <w:rsid w:val="00497289"/>
    <w:rsid w:val="004A2815"/>
    <w:rsid w:val="004A2EA4"/>
    <w:rsid w:val="004A51A1"/>
    <w:rsid w:val="004B1CDB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50378D"/>
    <w:rsid w:val="0050519C"/>
    <w:rsid w:val="005052B3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39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547D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57E"/>
    <w:rsid w:val="006B1B80"/>
    <w:rsid w:val="006C3978"/>
    <w:rsid w:val="006C4020"/>
    <w:rsid w:val="006C6075"/>
    <w:rsid w:val="006C6F4C"/>
    <w:rsid w:val="006C707C"/>
    <w:rsid w:val="006D0695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466E4"/>
    <w:rsid w:val="00756022"/>
    <w:rsid w:val="007756A1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3FC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483A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162AC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3CF1"/>
    <w:rsid w:val="00A96A8D"/>
    <w:rsid w:val="00AA0D84"/>
    <w:rsid w:val="00AA5C4B"/>
    <w:rsid w:val="00AA5F98"/>
    <w:rsid w:val="00AA7594"/>
    <w:rsid w:val="00AB6738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3097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B6"/>
    <w:rsid w:val="00B562F6"/>
    <w:rsid w:val="00B56C96"/>
    <w:rsid w:val="00B648BF"/>
    <w:rsid w:val="00B64B51"/>
    <w:rsid w:val="00B67874"/>
    <w:rsid w:val="00B724E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04E1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508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D6CA0"/>
    <w:rsid w:val="00DE264F"/>
    <w:rsid w:val="00DE4FAE"/>
    <w:rsid w:val="00DE754D"/>
    <w:rsid w:val="00DF23BC"/>
    <w:rsid w:val="00DF3596"/>
    <w:rsid w:val="00DF67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3120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9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2183</TotalTime>
  <Pages>4</Pages>
  <Words>613</Words>
  <Characters>3499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256</cp:revision>
  <cp:lastPrinted>2022-10-28T12:21:00Z</cp:lastPrinted>
  <dcterms:created xsi:type="dcterms:W3CDTF">2018-08-07T11:48:00Z</dcterms:created>
  <dcterms:modified xsi:type="dcterms:W3CDTF">2023-03-27T11:15:00Z</dcterms:modified>
</cp:coreProperties>
</file>