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F7CFE" w:rsidRPr="00F945BC" w:rsidTr="00F945BC">
        <w:tc>
          <w:tcPr>
            <w:tcW w:w="8934" w:type="dxa"/>
          </w:tcPr>
          <w:p w:rsidR="005F7CFE" w:rsidRPr="00F945BC" w:rsidRDefault="005F7CF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F7CFE" w:rsidRDefault="005F7CF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5F7CFE" w:rsidRDefault="005F7CF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к постановлению администрации Старотитаровского сельского поселения Темрюкского района </w:t>
            </w:r>
          </w:p>
          <w:p w:rsidR="005F7CFE" w:rsidRPr="00EE5BAC" w:rsidRDefault="005F7CFE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20</w:t>
            </w:r>
          </w:p>
          <w:p w:rsidR="005F7CFE" w:rsidRPr="00EE5BAC" w:rsidRDefault="005F7CFE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F7CFE" w:rsidRPr="00EE5BAC" w:rsidRDefault="005F7CF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F7CFE" w:rsidRPr="00EE5BAC" w:rsidRDefault="005F7CF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F7CFE" w:rsidRPr="00EE5BAC" w:rsidRDefault="005F7CFE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F7CFE" w:rsidRDefault="005F7CF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31.10.2022 г. № 210</w:t>
            </w:r>
          </w:p>
          <w:p w:rsidR="005F7CFE" w:rsidRPr="00F945BC" w:rsidRDefault="005F7CFE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5F7CFE" w:rsidRPr="00885C29" w:rsidRDefault="005F7CFE" w:rsidP="001157F7"/>
    <w:p w:rsidR="005F7CFE" w:rsidRDefault="005F7CF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F7CFE" w:rsidRPr="009674C5" w:rsidRDefault="005F7CFE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F7CFE" w:rsidRDefault="005F7CFE" w:rsidP="00BB769B">
      <w:pPr>
        <w:jc w:val="center"/>
        <w:rPr>
          <w:b/>
          <w:szCs w:val="28"/>
        </w:rPr>
      </w:pPr>
    </w:p>
    <w:p w:rsidR="005F7CFE" w:rsidRPr="00950972" w:rsidRDefault="005F7CFE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F7CFE" w:rsidRPr="009674C5" w:rsidRDefault="005F7CFE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F7CFE" w:rsidRPr="00950972" w:rsidRDefault="005F7CFE" w:rsidP="00BB769B">
      <w:pPr>
        <w:jc w:val="center"/>
        <w:rPr>
          <w:b/>
          <w:szCs w:val="28"/>
        </w:rPr>
      </w:pPr>
    </w:p>
    <w:p w:rsidR="005F7CFE" w:rsidRPr="00950972" w:rsidRDefault="005F7CF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F7CFE" w:rsidRDefault="005F7CFE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F7CFE" w:rsidRPr="00855115" w:rsidRDefault="005F7CFE" w:rsidP="00F9512D">
            <w:pPr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F7CFE" w:rsidRDefault="005F7CFE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5F7CFE" w:rsidRPr="0096600F" w:rsidRDefault="005F7CFE" w:rsidP="005C3FB8">
            <w:pPr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F7CFE" w:rsidRDefault="005F7CFE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F7CFE" w:rsidRPr="00190885" w:rsidRDefault="005F7CFE" w:rsidP="00F9512D">
            <w:pPr>
              <w:rPr>
                <w:b/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F7CFE" w:rsidRPr="005C3FB8" w:rsidRDefault="005F7CF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5F7CFE" w:rsidRPr="005C3FB8" w:rsidRDefault="005F7CFE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5F7CFE" w:rsidRPr="00190885" w:rsidRDefault="005F7CFE" w:rsidP="00F9512D">
            <w:pPr>
              <w:rPr>
                <w:b/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F7CFE" w:rsidRPr="005C3FB8" w:rsidRDefault="005F7CFE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5F7CFE" w:rsidRPr="00190885" w:rsidRDefault="005F7CFE" w:rsidP="005C3FB8">
            <w:pPr>
              <w:contextualSpacing/>
              <w:rPr>
                <w:b/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F7CFE" w:rsidRDefault="005F7CFE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5F7CFE" w:rsidRDefault="005F7CFE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5F7CFE" w:rsidRPr="009F22D5" w:rsidRDefault="005F7CFE" w:rsidP="003820BB">
            <w:pPr>
              <w:contextualSpacing/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Казачий от ул. Садовая до ул. Ленина (</w:t>
            </w:r>
            <w:smartTag w:uri="urn:schemas-microsoft-com:office:smarttags" w:element="metricconverter">
              <w:smartTagPr>
                <w:attr w:name="ProductID" w:val="0,26 км"/>
              </w:smartTagPr>
              <w:r>
                <w:rPr>
                  <w:szCs w:val="28"/>
                </w:rPr>
                <w:t>0,26 км</w:t>
              </w:r>
            </w:smartTag>
            <w:r>
              <w:rPr>
                <w:szCs w:val="28"/>
              </w:rPr>
              <w:t>);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Береговой от пер. Ильича до пер. Школьный (</w:t>
            </w:r>
            <w:smartTag w:uri="urn:schemas-microsoft-com:office:smarttags" w:element="metricconverter">
              <w:smartTagPr>
                <w:attr w:name="ProductID" w:val="0,22 км"/>
              </w:smartTagPr>
              <w:r>
                <w:rPr>
                  <w:szCs w:val="28"/>
                </w:rPr>
                <w:t>0,22 км</w:t>
              </w:r>
            </w:smartTag>
            <w:r>
              <w:rPr>
                <w:szCs w:val="28"/>
              </w:rPr>
              <w:t xml:space="preserve">); 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5F7CFE" w:rsidRDefault="005F7CFE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5F7CFE" w:rsidRPr="000C3C23" w:rsidRDefault="005F7CFE" w:rsidP="005C3FB8">
            <w:pPr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F7CFE" w:rsidRDefault="005F7CFE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5F7CFE" w:rsidRPr="00A46A72" w:rsidRDefault="005F7CFE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F7CFE" w:rsidRPr="00A46A72" w:rsidRDefault="005F7CFE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F7CFE" w:rsidRPr="00190885" w:rsidRDefault="005F7CFE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F7CFE" w:rsidRPr="00190885" w:rsidRDefault="005F7C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F7CFE" w:rsidRPr="00190885" w:rsidRDefault="005F7CF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F7CFE" w:rsidRPr="00190885" w:rsidRDefault="005F7C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F7CFE" w:rsidRPr="00190885" w:rsidRDefault="005F7C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F7CFE" w:rsidRPr="00190885" w:rsidRDefault="005F7CFE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19 924,6</w:t>
            </w: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F7CFE" w:rsidRPr="00190885" w:rsidRDefault="005F7CFE" w:rsidP="008B77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19 924,6</w:t>
            </w: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F7CFE" w:rsidRPr="00190885" w:rsidRDefault="005F7CFE" w:rsidP="008B772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19 924,6</w:t>
            </w: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F7CFE" w:rsidRPr="00190885" w:rsidRDefault="005F7CFE" w:rsidP="008B772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19 924,6</w:t>
            </w: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7CFE" w:rsidRPr="008A6FA1" w:rsidTr="00F9512D">
        <w:tc>
          <w:tcPr>
            <w:tcW w:w="14560" w:type="dxa"/>
            <w:gridSpan w:val="6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7CFE" w:rsidRPr="008A6FA1" w:rsidTr="00F9512D">
        <w:tc>
          <w:tcPr>
            <w:tcW w:w="14560" w:type="dxa"/>
            <w:gridSpan w:val="6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</w:p>
        </w:tc>
      </w:tr>
      <w:tr w:rsidR="005F7CFE" w:rsidRPr="008A6FA1" w:rsidTr="00F9512D">
        <w:tc>
          <w:tcPr>
            <w:tcW w:w="6374" w:type="dxa"/>
          </w:tcPr>
          <w:p w:rsidR="005F7CFE" w:rsidRPr="00190885" w:rsidRDefault="005F7CF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F7CFE" w:rsidRPr="00190885" w:rsidRDefault="005F7CF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F7CFE" w:rsidRDefault="005F7CFE" w:rsidP="00EF6F81">
      <w:pPr>
        <w:jc w:val="center"/>
        <w:rPr>
          <w:szCs w:val="28"/>
        </w:rPr>
        <w:sectPr w:rsidR="005F7CF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F7CFE" w:rsidRDefault="005F7CFE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5F7CFE" w:rsidRPr="009674C5" w:rsidRDefault="005F7CFE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F7CFE" w:rsidRDefault="005F7CFE" w:rsidP="00A20C08">
      <w:pPr>
        <w:pStyle w:val="ListParagraph"/>
        <w:ind w:left="360"/>
        <w:jc w:val="center"/>
      </w:pPr>
    </w:p>
    <w:p w:rsidR="005F7CFE" w:rsidRDefault="005F7CF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F7CFE" w:rsidRDefault="005F7CFE" w:rsidP="00EF6F81">
      <w:pPr>
        <w:jc w:val="center"/>
        <w:rPr>
          <w:szCs w:val="28"/>
        </w:rPr>
      </w:pPr>
    </w:p>
    <w:p w:rsidR="005F7CFE" w:rsidRPr="009674C5" w:rsidRDefault="005F7CFE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F7CFE" w:rsidRDefault="005F7CFE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F7CFE" w:rsidTr="00F9512D">
        <w:tc>
          <w:tcPr>
            <w:tcW w:w="648" w:type="dxa"/>
            <w:vMerge w:val="restart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F7CFE" w:rsidRPr="00AC26F6" w:rsidRDefault="005F7CF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F7CFE" w:rsidRPr="00AC26F6" w:rsidRDefault="005F7CFE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F7CFE" w:rsidTr="00F9512D">
        <w:tc>
          <w:tcPr>
            <w:tcW w:w="648" w:type="dxa"/>
            <w:vMerge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F7CFE" w:rsidRPr="00AC26F6" w:rsidRDefault="005F7CF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F7CFE" w:rsidRPr="00AC26F6" w:rsidRDefault="005F7CFE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F7CFE" w:rsidTr="00F9512D">
        <w:tc>
          <w:tcPr>
            <w:tcW w:w="648" w:type="dxa"/>
          </w:tcPr>
          <w:p w:rsidR="005F7CFE" w:rsidRPr="00AC26F6" w:rsidRDefault="005F7CFE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F7CFE" w:rsidRPr="00AC26F6" w:rsidRDefault="005F7CFE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F7CFE" w:rsidRPr="00AC26F6" w:rsidRDefault="005F7CFE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F7CFE" w:rsidRPr="00AC26F6" w:rsidRDefault="005F7CFE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F7CFE" w:rsidRPr="00AC26F6" w:rsidRDefault="005F7CFE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F7CFE" w:rsidRPr="00AC26F6" w:rsidRDefault="005F7CFE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F7CFE" w:rsidTr="00F9512D">
        <w:tc>
          <w:tcPr>
            <w:tcW w:w="648" w:type="dxa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5F7CFE" w:rsidRDefault="005F7CFE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Tr="00A00745">
        <w:trPr>
          <w:trHeight w:val="332"/>
        </w:trPr>
        <w:tc>
          <w:tcPr>
            <w:tcW w:w="648" w:type="dxa"/>
          </w:tcPr>
          <w:p w:rsidR="005F7CFE" w:rsidRPr="00AC26F6" w:rsidRDefault="005F7CFE" w:rsidP="00A00745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5F7CFE" w:rsidRPr="00C25175" w:rsidRDefault="005F7CF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 xml:space="preserve">екущий ремонт автомобильной дороги по </w:t>
            </w:r>
            <w:r>
              <w:rPr>
                <w:szCs w:val="28"/>
              </w:rPr>
              <w:t>ул. Широкая</w:t>
            </w:r>
          </w:p>
        </w:tc>
        <w:tc>
          <w:tcPr>
            <w:tcW w:w="1620" w:type="dxa"/>
          </w:tcPr>
          <w:p w:rsidR="005F7CFE" w:rsidRPr="00C25175" w:rsidRDefault="005F7CFE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</w:tcPr>
          <w:p w:rsidR="005F7CFE" w:rsidRPr="00C25175" w:rsidRDefault="005F7CFE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</w:tcPr>
          <w:p w:rsidR="005F7CFE" w:rsidRPr="00C25175" w:rsidRDefault="005F7CFE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</w:tcPr>
          <w:p w:rsidR="005F7CFE" w:rsidRPr="00877383" w:rsidRDefault="005F7CFE" w:rsidP="00A0074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5F7CFE" w:rsidTr="0095193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5F7CFE" w:rsidRPr="00AC26F6" w:rsidRDefault="005F7CF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620" w:type="dxa"/>
            <w:vAlign w:val="center"/>
          </w:tcPr>
          <w:p w:rsidR="005F7CFE" w:rsidRPr="00C25175" w:rsidRDefault="005F7CFE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9519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0,26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5F7CFE" w:rsidRPr="00AC26F6" w:rsidRDefault="005F7CF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620" w:type="dxa"/>
            <w:vAlign w:val="center"/>
          </w:tcPr>
          <w:p w:rsidR="005F7CFE" w:rsidRPr="00C25175" w:rsidRDefault="005F7CFE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8B772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0,22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5F7CFE" w:rsidRPr="00AC26F6" w:rsidRDefault="005F7C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5F7CFE" w:rsidRDefault="005F7CFE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5F7CFE" w:rsidRPr="00AC26F6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5F7CFE" w:rsidRDefault="005F7CFE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5F7CFE" w:rsidRPr="00C25175" w:rsidRDefault="005F7C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5F7CFE" w:rsidRPr="00877383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5F7CFE" w:rsidRPr="00AC26F6" w:rsidRDefault="005F7CFE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5F7CFE" w:rsidRDefault="005F7CFE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5F7CFE" w:rsidRPr="00C25175" w:rsidRDefault="005F7CFE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5F7CFE" w:rsidRPr="00877383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5F7CFE" w:rsidRDefault="005F7CFE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5F7CFE" w:rsidRPr="00C25175" w:rsidRDefault="005F7CFE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5F7CFE" w:rsidRDefault="005F7CFE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5F7CFE" w:rsidRPr="00C25175" w:rsidRDefault="005F7CFE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5F7CFE" w:rsidRPr="00877383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5F7CFE" w:rsidRDefault="005F7CFE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5F7CFE" w:rsidRPr="00C25175" w:rsidRDefault="005F7CFE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F7CFE" w:rsidRPr="00877383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F7CFE" w:rsidTr="00F9512D">
        <w:tc>
          <w:tcPr>
            <w:tcW w:w="648" w:type="dxa"/>
            <w:vAlign w:val="center"/>
          </w:tcPr>
          <w:p w:rsidR="005F7CFE" w:rsidRPr="00AC26F6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5F7CFE" w:rsidRDefault="005F7CFE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5F7CFE" w:rsidRPr="00C25175" w:rsidRDefault="005F7CFE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F7CFE" w:rsidRPr="00C25175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5F7CFE" w:rsidRPr="00877383" w:rsidRDefault="005F7CF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5F7CFE" w:rsidRPr="00A74297" w:rsidRDefault="005F7CFE" w:rsidP="00225687">
      <w:pPr>
        <w:jc w:val="center"/>
        <w:rPr>
          <w:b/>
          <w:szCs w:val="28"/>
        </w:rPr>
      </w:pPr>
    </w:p>
    <w:p w:rsidR="005F7CFE" w:rsidRPr="00225687" w:rsidRDefault="005F7CFE">
      <w:pPr>
        <w:rPr>
          <w:sz w:val="6"/>
          <w:szCs w:val="6"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Default="005F7CFE" w:rsidP="0054045D">
      <w:pPr>
        <w:pStyle w:val="ConsPlusNormal0"/>
        <w:jc w:val="center"/>
        <w:rPr>
          <w:b/>
        </w:rPr>
      </w:pPr>
    </w:p>
    <w:p w:rsidR="005F7CFE" w:rsidRPr="003C75F8" w:rsidRDefault="005F7CF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5F7CFE" w:rsidRPr="003C75F8" w:rsidRDefault="005F7CF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F7CFE" w:rsidRPr="009674C5" w:rsidRDefault="005F7CFE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5F7CFE" w:rsidRPr="003C75F8" w:rsidRDefault="005F7CFE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5F7CFE" w:rsidRPr="00C404E0" w:rsidTr="00C404E0">
        <w:tc>
          <w:tcPr>
            <w:tcW w:w="730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5F7CFE" w:rsidRPr="0054045D" w:rsidRDefault="005F7CFE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5F7CFE" w:rsidRPr="000B0521" w:rsidTr="00C404E0">
        <w:tc>
          <w:tcPr>
            <w:tcW w:w="726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5F7CFE" w:rsidRPr="000B0521" w:rsidRDefault="005F7CFE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5F7CFE" w:rsidRPr="00F945BC" w:rsidTr="00C404E0">
        <w:tc>
          <w:tcPr>
            <w:tcW w:w="726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5F7CFE" w:rsidRPr="00D060C7" w:rsidRDefault="005F7CFE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5F7CFE" w:rsidRPr="00C404E0" w:rsidRDefault="005F7CFE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5F7CFE" w:rsidRPr="00F945BC" w:rsidTr="00C404E0">
        <w:tc>
          <w:tcPr>
            <w:tcW w:w="726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5F7CFE" w:rsidRPr="00080644" w:rsidRDefault="005F7CFE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Широкая</w:t>
            </w:r>
          </w:p>
        </w:tc>
        <w:tc>
          <w:tcPr>
            <w:tcW w:w="1519" w:type="dxa"/>
            <w:vAlign w:val="center"/>
          </w:tcPr>
          <w:p w:rsidR="005F7CFE" w:rsidRPr="00C404E0" w:rsidRDefault="005F7CFE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5F7CFE" w:rsidRPr="00B51199" w:rsidRDefault="005F7CFE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57EFB" w:rsidRDefault="005F7CFE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5F7CFE" w:rsidRPr="00F57EFB" w:rsidRDefault="005F7CF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5F7CFE" w:rsidRPr="00F57EFB" w:rsidRDefault="005F7CF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5F7CFE" w:rsidRPr="00E57BE0" w:rsidRDefault="005F7CFE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F7CFE" w:rsidRPr="00F945BC" w:rsidTr="00C404E0">
        <w:tc>
          <w:tcPr>
            <w:tcW w:w="726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5F7CFE" w:rsidRPr="00080644" w:rsidRDefault="005F7CFE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пер. Казачий от ул. Садовая до ул. Ленина</w:t>
            </w:r>
          </w:p>
        </w:tc>
        <w:tc>
          <w:tcPr>
            <w:tcW w:w="1519" w:type="dxa"/>
            <w:vAlign w:val="center"/>
          </w:tcPr>
          <w:p w:rsidR="005F7CFE" w:rsidRPr="00C404E0" w:rsidRDefault="005F7CFE" w:rsidP="008B7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5F7CFE" w:rsidRPr="00B51199" w:rsidRDefault="005F7CFE" w:rsidP="008B77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57EFB" w:rsidRDefault="005F7CFE" w:rsidP="008B772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E57BE0" w:rsidRDefault="005F7CFE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5F7CFE" w:rsidRPr="00F945BC" w:rsidTr="00C404E0">
        <w:tc>
          <w:tcPr>
            <w:tcW w:w="726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5F7CFE" w:rsidRPr="00080644" w:rsidRDefault="005F7CFE" w:rsidP="00F9512D">
            <w:pPr>
              <w:rPr>
                <w:b/>
                <w:sz w:val="24"/>
                <w:szCs w:val="24"/>
              </w:rPr>
            </w:pPr>
            <w:r w:rsidRPr="00080644">
              <w:rPr>
                <w:sz w:val="24"/>
                <w:szCs w:val="24"/>
              </w:rPr>
              <w:t>текущий ремонт автомобильной дороги по ул. Береговой от пер. Ильича до пер. Школьный</w:t>
            </w:r>
          </w:p>
        </w:tc>
        <w:tc>
          <w:tcPr>
            <w:tcW w:w="1519" w:type="dxa"/>
            <w:vAlign w:val="center"/>
          </w:tcPr>
          <w:p w:rsidR="005F7CFE" w:rsidRPr="00C404E0" w:rsidRDefault="005F7CF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5F7CFE" w:rsidRPr="00B51199" w:rsidRDefault="005F7CFE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57EFB" w:rsidRDefault="005F7CF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F945BC" w:rsidRDefault="005F7CFE" w:rsidP="00F945BC">
            <w:pPr>
              <w:jc w:val="center"/>
              <w:rPr>
                <w:szCs w:val="28"/>
              </w:rPr>
            </w:pPr>
          </w:p>
        </w:tc>
      </w:tr>
      <w:tr w:rsidR="005F7CFE" w:rsidRPr="00F945BC" w:rsidTr="00C667BF">
        <w:tc>
          <w:tcPr>
            <w:tcW w:w="726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5F7CFE" w:rsidRDefault="005F7CFE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5F7CFE" w:rsidRPr="00F945BC" w:rsidRDefault="005F7CFE" w:rsidP="00F945BC">
            <w:pPr>
              <w:jc w:val="center"/>
              <w:rPr>
                <w:szCs w:val="28"/>
              </w:rPr>
            </w:pPr>
          </w:p>
        </w:tc>
      </w:tr>
      <w:tr w:rsidR="005F7CFE" w:rsidRPr="00F945BC" w:rsidTr="00215EF9">
        <w:tc>
          <w:tcPr>
            <w:tcW w:w="726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5F7CFE" w:rsidRPr="000612BA" w:rsidRDefault="005F7CFE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5F7CFE" w:rsidRPr="00215EF9" w:rsidRDefault="005F7CFE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F7CFE" w:rsidRPr="00C404E0" w:rsidRDefault="005F7CF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5F7CFE" w:rsidRPr="00F945BC" w:rsidRDefault="005F7CF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945BC" w:rsidRDefault="005F7CF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F7CFE" w:rsidRPr="00F945BC" w:rsidTr="00215EF9">
        <w:tc>
          <w:tcPr>
            <w:tcW w:w="726" w:type="dxa"/>
          </w:tcPr>
          <w:p w:rsidR="005F7CFE" w:rsidRPr="00C404E0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5F7CFE" w:rsidRPr="000612BA" w:rsidRDefault="005F7CFE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5F7CFE" w:rsidRPr="00C404E0" w:rsidRDefault="005F7CF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5F7CFE" w:rsidRPr="00F945BC" w:rsidRDefault="005F7CFE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RPr="00F945BC" w:rsidTr="0096601E">
        <w:trPr>
          <w:trHeight w:val="1711"/>
        </w:trPr>
        <w:tc>
          <w:tcPr>
            <w:tcW w:w="726" w:type="dxa"/>
          </w:tcPr>
          <w:p w:rsidR="005F7CFE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5F7CFE" w:rsidRPr="001439EC" w:rsidRDefault="005F7CFE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5F7CFE" w:rsidRPr="001439EC" w:rsidRDefault="005F7CFE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5F7CFE" w:rsidRPr="00F945BC" w:rsidRDefault="005F7CFE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945BC" w:rsidRDefault="005F7CFE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RPr="00F945BC" w:rsidTr="00215EF9">
        <w:tc>
          <w:tcPr>
            <w:tcW w:w="726" w:type="dxa"/>
          </w:tcPr>
          <w:p w:rsidR="005F7CFE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5F7CFE" w:rsidRPr="000933C9" w:rsidRDefault="005F7CFE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5F7CFE" w:rsidRPr="000933C9" w:rsidRDefault="005F7CFE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F7CFE" w:rsidRPr="00F945BC" w:rsidRDefault="005F7CFE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945BC" w:rsidRDefault="005F7CFE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RPr="00F945BC" w:rsidTr="00215EF9">
        <w:tc>
          <w:tcPr>
            <w:tcW w:w="726" w:type="dxa"/>
          </w:tcPr>
          <w:p w:rsidR="005F7CFE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5F7CFE" w:rsidRPr="000933C9" w:rsidRDefault="005F7CFE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5F7CFE" w:rsidRPr="000933C9" w:rsidRDefault="005F7CFE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F7CFE" w:rsidRPr="000933C9" w:rsidRDefault="005F7CFE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5F7CFE" w:rsidRPr="00F945BC" w:rsidRDefault="005F7CFE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945BC" w:rsidRDefault="005F7CFE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RPr="00F945BC" w:rsidTr="00215EF9">
        <w:tc>
          <w:tcPr>
            <w:tcW w:w="726" w:type="dxa"/>
          </w:tcPr>
          <w:p w:rsidR="005F7CFE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5F7CFE" w:rsidRPr="000933C9" w:rsidRDefault="005F7CFE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5F7CFE" w:rsidRPr="000933C9" w:rsidRDefault="005F7CFE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F7CFE" w:rsidRPr="00F945BC" w:rsidRDefault="005F7CFE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945BC" w:rsidRDefault="005F7CFE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</w:p>
        </w:tc>
      </w:tr>
      <w:tr w:rsidR="005F7CFE" w:rsidRPr="00F945BC" w:rsidTr="00215EF9">
        <w:tc>
          <w:tcPr>
            <w:tcW w:w="726" w:type="dxa"/>
          </w:tcPr>
          <w:p w:rsidR="005F7CFE" w:rsidRDefault="005F7CF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5F7CFE" w:rsidRPr="00B62591" w:rsidRDefault="005F7CFE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5F7CFE" w:rsidRPr="00B62591" w:rsidRDefault="005F7CFE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F7CFE" w:rsidRPr="00B62591" w:rsidRDefault="005F7CFE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5F7CFE" w:rsidRPr="00F945BC" w:rsidRDefault="005F7CFE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F7CFE" w:rsidRPr="00F945BC" w:rsidRDefault="005F7CFE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5F7CFE" w:rsidRPr="00F57EFB" w:rsidRDefault="005F7CF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5F7CFE" w:rsidRPr="00F945BC" w:rsidRDefault="005F7CFE" w:rsidP="00F9512D">
            <w:pPr>
              <w:jc w:val="center"/>
              <w:rPr>
                <w:szCs w:val="28"/>
              </w:rPr>
            </w:pPr>
          </w:p>
        </w:tc>
      </w:tr>
    </w:tbl>
    <w:p w:rsidR="005F7CFE" w:rsidRDefault="005F7CFE" w:rsidP="00FA1A72">
      <w:pPr>
        <w:jc w:val="both"/>
        <w:rPr>
          <w:szCs w:val="28"/>
        </w:rPr>
      </w:pPr>
    </w:p>
    <w:p w:rsidR="005F7CFE" w:rsidRDefault="005F7CFE" w:rsidP="00FA1A72">
      <w:pPr>
        <w:jc w:val="both"/>
        <w:rPr>
          <w:szCs w:val="28"/>
        </w:rPr>
      </w:pPr>
    </w:p>
    <w:p w:rsidR="005F7CFE" w:rsidRDefault="005F7CFE" w:rsidP="00FA1A72">
      <w:pPr>
        <w:jc w:val="both"/>
        <w:rPr>
          <w:szCs w:val="28"/>
        </w:rPr>
      </w:pPr>
    </w:p>
    <w:p w:rsidR="005F7CFE" w:rsidRDefault="005F7CFE" w:rsidP="00FA1A72">
      <w:pPr>
        <w:jc w:val="both"/>
        <w:rPr>
          <w:szCs w:val="28"/>
        </w:rPr>
      </w:pPr>
    </w:p>
    <w:p w:rsidR="005F7CFE" w:rsidRDefault="005F7CFE" w:rsidP="00EF6F81">
      <w:pPr>
        <w:jc w:val="center"/>
        <w:rPr>
          <w:szCs w:val="28"/>
        </w:rPr>
        <w:sectPr w:rsidR="005F7CF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F7CFE" w:rsidRDefault="005F7CF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7CFE" w:rsidRPr="00484E94" w:rsidRDefault="005F7CFE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F7CFE" w:rsidRPr="00484E94" w:rsidRDefault="005F7CF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F7CFE" w:rsidRPr="0016103B" w:rsidRDefault="005F7CFE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F7CFE" w:rsidRPr="00484E94" w:rsidRDefault="005F7CFE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F7CFE" w:rsidRDefault="005F7CFE" w:rsidP="00484E94">
      <w:pPr>
        <w:jc w:val="both"/>
      </w:pPr>
    </w:p>
    <w:p w:rsidR="005F7CFE" w:rsidRPr="00484E94" w:rsidRDefault="005F7CFE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F7CFE" w:rsidRPr="00484E94" w:rsidRDefault="005F7CF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5F7CFE" w:rsidRDefault="005F7CF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5F7CFE" w:rsidRPr="007F34E4" w:rsidRDefault="005F7CF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5F7CFE" w:rsidRPr="00286B1E" w:rsidRDefault="005F7CFE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5F7CFE" w:rsidRPr="007F34E4" w:rsidRDefault="005F7CF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5F7CFE" w:rsidRPr="007F34E4" w:rsidRDefault="005F7CF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F7CFE" w:rsidRDefault="005F7CF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5F7CFE" w:rsidRPr="007F34E4" w:rsidRDefault="005F7CFE" w:rsidP="00DA07D9">
      <w:pPr>
        <w:pStyle w:val="ConsPlusNormal0"/>
        <w:ind w:firstLine="709"/>
        <w:jc w:val="both"/>
      </w:pPr>
    </w:p>
    <w:p w:rsidR="005F7CFE" w:rsidRDefault="005F7CF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F7CFE" w:rsidRDefault="005F7CF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F7CFE" w:rsidRDefault="005F7CFE" w:rsidP="00B47CC7">
      <w:pPr>
        <w:rPr>
          <w:szCs w:val="28"/>
        </w:rPr>
        <w:sectPr w:rsidR="005F7CF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Е.М. Зимина</w:t>
      </w:r>
    </w:p>
    <w:p w:rsidR="005F7CFE" w:rsidRDefault="005F7CFE" w:rsidP="001F5CA2">
      <w:pPr>
        <w:jc w:val="center"/>
        <w:rPr>
          <w:b/>
        </w:rPr>
      </w:pPr>
    </w:p>
    <w:sectPr w:rsidR="005F7CF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CFE" w:rsidRDefault="005F7CFE" w:rsidP="00EF6F81">
      <w:r>
        <w:separator/>
      </w:r>
    </w:p>
  </w:endnote>
  <w:endnote w:type="continuationSeparator" w:id="0">
    <w:p w:rsidR="005F7CFE" w:rsidRDefault="005F7CF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CFE" w:rsidRDefault="005F7CFE" w:rsidP="00EF6F81">
      <w:r>
        <w:separator/>
      </w:r>
    </w:p>
  </w:footnote>
  <w:footnote w:type="continuationSeparator" w:id="0">
    <w:p w:rsidR="005F7CFE" w:rsidRDefault="005F7CF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FE" w:rsidRDefault="005F7CF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FE" w:rsidRDefault="005F7CFE">
    <w:pPr>
      <w:pStyle w:val="Header"/>
      <w:jc w:val="center"/>
    </w:pPr>
  </w:p>
  <w:p w:rsidR="005F7CFE" w:rsidRDefault="005F7CF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F7CFE" w:rsidRPr="00F945BC" w:rsidRDefault="005F7CF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0644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5C0"/>
    <w:rsid w:val="00194567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37AE"/>
    <w:rsid w:val="00294CB2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5A6E"/>
    <w:rsid w:val="00347A6F"/>
    <w:rsid w:val="00351709"/>
    <w:rsid w:val="003547EA"/>
    <w:rsid w:val="003559DB"/>
    <w:rsid w:val="00357F42"/>
    <w:rsid w:val="00370F0E"/>
    <w:rsid w:val="0037124D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268C"/>
    <w:rsid w:val="005E3ACA"/>
    <w:rsid w:val="005E7A49"/>
    <w:rsid w:val="005F0511"/>
    <w:rsid w:val="005F59AA"/>
    <w:rsid w:val="005F6D45"/>
    <w:rsid w:val="005F74CC"/>
    <w:rsid w:val="005F7AB0"/>
    <w:rsid w:val="005F7CFE"/>
    <w:rsid w:val="00600FF4"/>
    <w:rsid w:val="00604083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0A32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B772C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193D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0745"/>
    <w:rsid w:val="00A03E7E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A5A"/>
    <w:rsid w:val="00DA0DE0"/>
    <w:rsid w:val="00DA2C96"/>
    <w:rsid w:val="00DA4ED8"/>
    <w:rsid w:val="00DA5385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43BF"/>
    <w:rsid w:val="00E17C37"/>
    <w:rsid w:val="00E21615"/>
    <w:rsid w:val="00E221E4"/>
    <w:rsid w:val="00E23571"/>
    <w:rsid w:val="00E24387"/>
    <w:rsid w:val="00E26841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08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2457</TotalTime>
  <Pages>11</Pages>
  <Words>1907</Words>
  <Characters>10872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249</cp:revision>
  <cp:lastPrinted>2021-06-11T06:36:00Z</cp:lastPrinted>
  <dcterms:created xsi:type="dcterms:W3CDTF">2018-08-07T11:48:00Z</dcterms:created>
  <dcterms:modified xsi:type="dcterms:W3CDTF">2023-02-02T11:03:00Z</dcterms:modified>
</cp:coreProperties>
</file>