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4E7A76" w:rsidRPr="00F945BC" w:rsidTr="00F945BC">
        <w:tc>
          <w:tcPr>
            <w:tcW w:w="8934" w:type="dxa"/>
          </w:tcPr>
          <w:p w:rsidR="004E7A76" w:rsidRPr="00F945BC" w:rsidRDefault="004E7A76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4E7A76" w:rsidRDefault="004E7A7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4E7A76" w:rsidRDefault="004E7A7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4E7A76" w:rsidRDefault="004E7A7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01.02.2023 № 17</w:t>
            </w:r>
          </w:p>
          <w:p w:rsidR="004E7A76" w:rsidRDefault="004E7A7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4E7A76" w:rsidRPr="00EE5BAC" w:rsidRDefault="004E7A7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</w:t>
            </w: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4E7A76" w:rsidRPr="00EE5BAC" w:rsidRDefault="004E7A76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4E7A76" w:rsidRPr="00EE5BAC" w:rsidRDefault="004E7A7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4E7A76" w:rsidRPr="00EE5BAC" w:rsidRDefault="004E7A7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4E7A76" w:rsidRPr="00EE5BAC" w:rsidRDefault="004E7A7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4E7A76" w:rsidRDefault="004E7A7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о</w:t>
            </w:r>
            <w:r w:rsidRPr="00EE5BAC">
              <w:rPr>
                <w:kern w:val="1"/>
                <w:szCs w:val="28"/>
                <w:lang w:eastAsia="zh-CN"/>
              </w:rPr>
              <w:t xml:space="preserve">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211</w:t>
            </w:r>
          </w:p>
          <w:p w:rsidR="004E7A76" w:rsidRPr="00F945BC" w:rsidRDefault="004E7A7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4E7A76" w:rsidRDefault="004E7A7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4E7A76" w:rsidRDefault="004E7A76" w:rsidP="00BB769B">
      <w:pPr>
        <w:jc w:val="center"/>
        <w:rPr>
          <w:b/>
          <w:szCs w:val="28"/>
        </w:rPr>
      </w:pP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4E7A76" w:rsidRDefault="004E7A76" w:rsidP="00BB769B">
      <w:pPr>
        <w:jc w:val="center"/>
        <w:rPr>
          <w:b/>
          <w:szCs w:val="28"/>
        </w:rPr>
      </w:pPr>
    </w:p>
    <w:p w:rsidR="004E7A76" w:rsidRPr="00950972" w:rsidRDefault="004E7A7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4E7A76" w:rsidRDefault="004E7A76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4E7A76" w:rsidRPr="00950972" w:rsidRDefault="004E7A7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4E7A76" w:rsidRPr="008A6FA1" w:rsidTr="00F9512D">
        <w:tc>
          <w:tcPr>
            <w:tcW w:w="6374" w:type="dxa"/>
          </w:tcPr>
          <w:p w:rsidR="004E7A76" w:rsidRPr="00190885" w:rsidRDefault="004E7A7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4E7A76" w:rsidRPr="00855115" w:rsidRDefault="004E7A76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4E7A76" w:rsidRPr="008A6FA1" w:rsidTr="00F9512D">
        <w:tc>
          <w:tcPr>
            <w:tcW w:w="6374" w:type="dxa"/>
          </w:tcPr>
          <w:p w:rsidR="004E7A76" w:rsidRPr="00190885" w:rsidRDefault="004E7A7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4E7A76" w:rsidRPr="0096600F" w:rsidRDefault="004E7A76" w:rsidP="00E824EC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4E7A76" w:rsidRPr="008A6FA1" w:rsidTr="00F9512D">
        <w:tc>
          <w:tcPr>
            <w:tcW w:w="6374" w:type="dxa"/>
          </w:tcPr>
          <w:p w:rsidR="004E7A76" w:rsidRPr="00190885" w:rsidRDefault="004E7A7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4E7A76" w:rsidRDefault="004E7A76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4E7A76" w:rsidRPr="00190885" w:rsidRDefault="004E7A7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4E7A76" w:rsidRPr="008A6FA1" w:rsidTr="00F9512D">
        <w:tc>
          <w:tcPr>
            <w:tcW w:w="6374" w:type="dxa"/>
          </w:tcPr>
          <w:p w:rsidR="004E7A76" w:rsidRPr="00190885" w:rsidRDefault="004E7A7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E7A76" w:rsidRPr="00E823BE" w:rsidRDefault="004E7A7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Подпрограмма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  <w:r>
              <w:rPr>
                <w:szCs w:val="28"/>
              </w:rPr>
              <w:t>;</w:t>
            </w:r>
          </w:p>
          <w:p w:rsidR="004E7A76" w:rsidRPr="00DB503E" w:rsidRDefault="004E7A76" w:rsidP="00F9512D">
            <w:pPr>
              <w:rPr>
                <w:szCs w:val="28"/>
              </w:rPr>
            </w:pPr>
            <w:r w:rsidRPr="00DB503E">
              <w:rPr>
                <w:szCs w:val="28"/>
              </w:rPr>
              <w:t>2. Подпрограмма «</w:t>
            </w:r>
            <w:r w:rsidRPr="00DB503E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DB503E">
              <w:rPr>
                <w:szCs w:val="28"/>
              </w:rPr>
              <w:t>»;</w:t>
            </w:r>
          </w:p>
          <w:p w:rsidR="004E7A76" w:rsidRPr="00DB503E" w:rsidRDefault="004E7A76" w:rsidP="00DB503E">
            <w:pPr>
              <w:rPr>
                <w:szCs w:val="28"/>
              </w:rPr>
            </w:pPr>
            <w:r w:rsidRPr="00DB503E">
              <w:rPr>
                <w:szCs w:val="28"/>
              </w:rPr>
              <w:t>3. Подпрограмма «Основные направления развития культуры Старотитаровского сельского поселения Темрюкского района»</w:t>
            </w:r>
          </w:p>
          <w:p w:rsidR="004E7A76" w:rsidRPr="00190885" w:rsidRDefault="004E7A76" w:rsidP="00DB503E">
            <w:pPr>
              <w:rPr>
                <w:b/>
                <w:szCs w:val="28"/>
              </w:rPr>
            </w:pPr>
          </w:p>
        </w:tc>
      </w:tr>
      <w:tr w:rsidR="004E7A76" w:rsidRPr="008A6FA1" w:rsidTr="00F9512D">
        <w:tc>
          <w:tcPr>
            <w:tcW w:w="6374" w:type="dxa"/>
          </w:tcPr>
          <w:p w:rsidR="004E7A76" w:rsidRPr="00190885" w:rsidRDefault="004E7A7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4E7A76" w:rsidRPr="00190885" w:rsidRDefault="004E7A76" w:rsidP="00FA67D3">
            <w:pPr>
              <w:contextualSpacing/>
              <w:rPr>
                <w:b/>
                <w:szCs w:val="28"/>
              </w:rPr>
            </w:pPr>
            <w:r>
              <w:rPr>
                <w:szCs w:val="28"/>
              </w:rPr>
              <w:t>р</w:t>
            </w:r>
            <w:r w:rsidRPr="0036781F">
              <w:rPr>
                <w:szCs w:val="28"/>
              </w:rPr>
              <w:t xml:space="preserve">азвитие и реализация </w:t>
            </w:r>
            <w:r w:rsidRPr="00FE0BE3">
              <w:rPr>
                <w:szCs w:val="28"/>
              </w:rPr>
              <w:t>культурного и духовного потенциала каждой личности</w:t>
            </w:r>
            <w:r>
              <w:rPr>
                <w:szCs w:val="28"/>
              </w:rPr>
              <w:t xml:space="preserve">, </w:t>
            </w:r>
            <w:r w:rsidRPr="0036781F">
              <w:rPr>
                <w:szCs w:val="28"/>
              </w:rPr>
              <w:t xml:space="preserve">повышение эффективности управления в сфере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4E7A76" w:rsidRPr="008A6FA1" w:rsidTr="00F9512D">
        <w:tc>
          <w:tcPr>
            <w:tcW w:w="6374" w:type="dxa"/>
          </w:tcPr>
          <w:p w:rsidR="004E7A76" w:rsidRPr="00190885" w:rsidRDefault="004E7A7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4E7A76" w:rsidRDefault="004E7A76" w:rsidP="00543A3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  <w:r>
              <w:rPr>
                <w:szCs w:val="28"/>
              </w:rPr>
              <w:t>;</w:t>
            </w:r>
          </w:p>
          <w:p w:rsidR="004E7A76" w:rsidRDefault="004E7A76" w:rsidP="001D4F5E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  <w:r>
              <w:rPr>
                <w:sz w:val="28"/>
                <w:szCs w:val="28"/>
              </w:rPr>
              <w:t>;</w:t>
            </w:r>
          </w:p>
          <w:p w:rsidR="004E7A76" w:rsidRPr="001D4F5E" w:rsidRDefault="004E7A76" w:rsidP="001D4F5E">
            <w:pPr>
              <w:pStyle w:val="NoSpacing"/>
              <w:rPr>
                <w:sz w:val="28"/>
                <w:szCs w:val="28"/>
              </w:rPr>
            </w:pPr>
            <w:r w:rsidRPr="001D4F5E">
              <w:rPr>
                <w:sz w:val="28"/>
                <w:szCs w:val="28"/>
              </w:rPr>
              <w:t>- 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4E7A76" w:rsidRPr="009F22D5" w:rsidRDefault="004E7A76" w:rsidP="00F9512D">
            <w:pPr>
              <w:rPr>
                <w:szCs w:val="28"/>
              </w:rPr>
            </w:pPr>
          </w:p>
        </w:tc>
      </w:tr>
      <w:tr w:rsidR="004E7A76" w:rsidRPr="008A6FA1" w:rsidTr="00F9512D">
        <w:tc>
          <w:tcPr>
            <w:tcW w:w="6374" w:type="dxa"/>
          </w:tcPr>
          <w:p w:rsidR="004E7A76" w:rsidRPr="00190885" w:rsidRDefault="004E7A7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E7A76" w:rsidRDefault="004E7A76" w:rsidP="007D09D5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4E7A76" w:rsidRDefault="004E7A76" w:rsidP="007D09D5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4E7A76" w:rsidRDefault="004E7A76" w:rsidP="007D09D5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4E7A76" w:rsidRDefault="004E7A76" w:rsidP="007D09D5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4E7A76" w:rsidRDefault="004E7A76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4E7A76" w:rsidRDefault="004E7A76" w:rsidP="007D09D5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4E7A76" w:rsidRDefault="004E7A76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4E7A76" w:rsidRDefault="004E7A76" w:rsidP="009A48D2">
            <w:pPr>
              <w:rPr>
                <w:szCs w:val="28"/>
              </w:rPr>
            </w:pPr>
            <w:r>
              <w:rPr>
                <w:szCs w:val="28"/>
              </w:rPr>
              <w:t>- количество проведенных культурно-массовых мероприятий;</w:t>
            </w:r>
          </w:p>
          <w:p w:rsidR="004E7A76" w:rsidRDefault="004E7A76" w:rsidP="007D09D5">
            <w:pPr>
              <w:rPr>
                <w:szCs w:val="28"/>
              </w:rPr>
            </w:pPr>
            <w:r>
              <w:rPr>
                <w:szCs w:val="28"/>
              </w:rPr>
              <w:t>- 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4E7A76" w:rsidRPr="00E64AB4" w:rsidRDefault="004E7A76" w:rsidP="007D09D5">
            <w:pPr>
              <w:rPr>
                <w:szCs w:val="28"/>
              </w:rPr>
            </w:pPr>
          </w:p>
        </w:tc>
      </w:tr>
      <w:tr w:rsidR="004E7A76" w:rsidRPr="008A6FA1" w:rsidTr="00F9512D">
        <w:tc>
          <w:tcPr>
            <w:tcW w:w="6374" w:type="dxa"/>
          </w:tcPr>
          <w:p w:rsidR="004E7A76" w:rsidRPr="00190885" w:rsidRDefault="004E7A7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4E7A76" w:rsidRPr="00A46A72" w:rsidRDefault="004E7A7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4E7A76" w:rsidRPr="008A6FA1" w:rsidTr="00F9512D">
        <w:tc>
          <w:tcPr>
            <w:tcW w:w="6374" w:type="dxa"/>
          </w:tcPr>
          <w:p w:rsidR="004E7A76" w:rsidRPr="00190885" w:rsidRDefault="004E7A7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4E7A76" w:rsidRPr="00A46A72" w:rsidRDefault="004E7A76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4E7A76" w:rsidRPr="008A6FA1" w:rsidTr="00F9512D">
        <w:tc>
          <w:tcPr>
            <w:tcW w:w="6374" w:type="dxa"/>
          </w:tcPr>
          <w:p w:rsidR="004E7A76" w:rsidRPr="00190885" w:rsidRDefault="004E7A7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4E7A76" w:rsidRPr="00190885" w:rsidRDefault="004E7A76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4E7A76" w:rsidRPr="00190885" w:rsidRDefault="004E7A7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4E7A76" w:rsidRPr="008A6FA1" w:rsidTr="00F9512D">
        <w:tc>
          <w:tcPr>
            <w:tcW w:w="6374" w:type="dxa"/>
          </w:tcPr>
          <w:p w:rsidR="004E7A76" w:rsidRPr="00190885" w:rsidRDefault="004E7A7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4E7A76" w:rsidRPr="00190885" w:rsidRDefault="004E7A7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4E7A76" w:rsidRPr="00190885" w:rsidRDefault="004E7A7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4E7A76" w:rsidRPr="00190885" w:rsidRDefault="004E7A7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4E7A76" w:rsidRPr="00190885" w:rsidRDefault="004E7A7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E7A76" w:rsidRPr="008A6FA1" w:rsidTr="00F9512D">
        <w:tc>
          <w:tcPr>
            <w:tcW w:w="6374" w:type="dxa"/>
          </w:tcPr>
          <w:p w:rsidR="004E7A76" w:rsidRPr="00190885" w:rsidRDefault="004E7A76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14 043,2</w:t>
            </w:r>
          </w:p>
        </w:tc>
        <w:tc>
          <w:tcPr>
            <w:tcW w:w="1842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E7A76" w:rsidRPr="00190885" w:rsidRDefault="004E7A76" w:rsidP="00280F3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14 043,2</w:t>
            </w:r>
          </w:p>
        </w:tc>
        <w:tc>
          <w:tcPr>
            <w:tcW w:w="2019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E7A76" w:rsidRPr="008A6FA1" w:rsidTr="00F9512D">
        <w:tc>
          <w:tcPr>
            <w:tcW w:w="6374" w:type="dxa"/>
          </w:tcPr>
          <w:p w:rsidR="004E7A76" w:rsidRPr="00190885" w:rsidRDefault="004E7A7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E7A76" w:rsidRPr="00190885" w:rsidRDefault="004E7A76" w:rsidP="00280F3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E7A76" w:rsidRPr="008A6FA1" w:rsidTr="00F9512D">
        <w:tc>
          <w:tcPr>
            <w:tcW w:w="6374" w:type="dxa"/>
          </w:tcPr>
          <w:p w:rsidR="004E7A76" w:rsidRPr="00190885" w:rsidRDefault="004E7A7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14 043,2</w:t>
            </w:r>
          </w:p>
        </w:tc>
        <w:tc>
          <w:tcPr>
            <w:tcW w:w="1842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E7A76" w:rsidRPr="00190885" w:rsidRDefault="004E7A76" w:rsidP="00280F3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14 043,2</w:t>
            </w:r>
          </w:p>
        </w:tc>
        <w:tc>
          <w:tcPr>
            <w:tcW w:w="2019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E7A76" w:rsidRPr="008A6FA1" w:rsidTr="00F9512D">
        <w:tc>
          <w:tcPr>
            <w:tcW w:w="14560" w:type="dxa"/>
            <w:gridSpan w:val="6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E7A76" w:rsidRPr="008A6FA1" w:rsidTr="00F9512D">
        <w:tc>
          <w:tcPr>
            <w:tcW w:w="6374" w:type="dxa"/>
          </w:tcPr>
          <w:p w:rsidR="004E7A76" w:rsidRPr="00190885" w:rsidRDefault="004E7A76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E7A76" w:rsidRPr="008A6FA1" w:rsidTr="00F9512D">
        <w:tc>
          <w:tcPr>
            <w:tcW w:w="6374" w:type="dxa"/>
          </w:tcPr>
          <w:p w:rsidR="004E7A76" w:rsidRPr="00190885" w:rsidRDefault="004E7A7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E7A76" w:rsidRPr="008A6FA1" w:rsidTr="00F9512D">
        <w:tc>
          <w:tcPr>
            <w:tcW w:w="6374" w:type="dxa"/>
          </w:tcPr>
          <w:p w:rsidR="004E7A76" w:rsidRPr="00190885" w:rsidRDefault="004E7A7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E7A76" w:rsidRPr="008A6FA1" w:rsidTr="00F9512D">
        <w:tc>
          <w:tcPr>
            <w:tcW w:w="14560" w:type="dxa"/>
            <w:gridSpan w:val="6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E7A76" w:rsidRPr="008A6FA1" w:rsidTr="00F9512D">
        <w:tc>
          <w:tcPr>
            <w:tcW w:w="6374" w:type="dxa"/>
          </w:tcPr>
          <w:p w:rsidR="004E7A76" w:rsidRPr="00190885" w:rsidRDefault="004E7A76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E7A76" w:rsidRPr="008A6FA1" w:rsidTr="00F9512D">
        <w:tc>
          <w:tcPr>
            <w:tcW w:w="6374" w:type="dxa"/>
          </w:tcPr>
          <w:p w:rsidR="004E7A76" w:rsidRPr="00190885" w:rsidRDefault="004E7A7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E7A76" w:rsidRPr="00190885" w:rsidRDefault="004E7A7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E7A76" w:rsidRPr="00190885" w:rsidRDefault="004E7A7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E7A76" w:rsidRPr="00190885" w:rsidRDefault="004E7A7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E7A76" w:rsidRPr="00190885" w:rsidRDefault="004E7A7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E7A76" w:rsidRPr="00190885" w:rsidRDefault="004E7A76" w:rsidP="00F9512D">
            <w:pPr>
              <w:pStyle w:val="ConsPlusNormal0"/>
              <w:rPr>
                <w:szCs w:val="28"/>
              </w:rPr>
            </w:pPr>
          </w:p>
        </w:tc>
      </w:tr>
      <w:tr w:rsidR="004E7A76" w:rsidRPr="008A6FA1" w:rsidTr="00F9512D">
        <w:tc>
          <w:tcPr>
            <w:tcW w:w="6374" w:type="dxa"/>
          </w:tcPr>
          <w:p w:rsidR="004E7A76" w:rsidRPr="00190885" w:rsidRDefault="004E7A7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E7A76" w:rsidRPr="00190885" w:rsidRDefault="004E7A7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E7A76" w:rsidRDefault="004E7A76" w:rsidP="00EF6F81">
      <w:pPr>
        <w:jc w:val="center"/>
        <w:rPr>
          <w:szCs w:val="28"/>
        </w:rPr>
        <w:sectPr w:rsidR="004E7A7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E7A76" w:rsidRDefault="004E7A76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4E7A76" w:rsidRPr="004408E3" w:rsidRDefault="004E7A76" w:rsidP="00B86C1B">
      <w:pPr>
        <w:pStyle w:val="ListParagraph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4E7A76" w:rsidRDefault="004E7A76" w:rsidP="00225687">
      <w:pPr>
        <w:ind w:firstLine="709"/>
        <w:jc w:val="both"/>
      </w:pPr>
    </w:p>
    <w:p w:rsidR="004E7A76" w:rsidRDefault="004E7A7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4E7A76" w:rsidRDefault="004E7A76" w:rsidP="00582A6E">
      <w:pPr>
        <w:ind w:firstLine="709"/>
        <w:jc w:val="center"/>
        <w:rPr>
          <w:b/>
        </w:rPr>
      </w:pPr>
    </w:p>
    <w:p w:rsidR="004E7A76" w:rsidRDefault="004E7A76" w:rsidP="00582A6E">
      <w:pPr>
        <w:ind w:firstLine="709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4E7A76" w:rsidRDefault="004E7A76" w:rsidP="00582A6E">
      <w:pPr>
        <w:ind w:firstLine="709"/>
        <w:jc w:val="center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4E7A76" w:rsidTr="00F9512D">
        <w:tc>
          <w:tcPr>
            <w:tcW w:w="648" w:type="dxa"/>
            <w:vMerge w:val="restart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4E7A76" w:rsidRPr="00AC26F6" w:rsidRDefault="004E7A7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4E7A76" w:rsidRPr="00AC26F6" w:rsidRDefault="004E7A7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4E7A76" w:rsidTr="00F9512D">
        <w:tc>
          <w:tcPr>
            <w:tcW w:w="648" w:type="dxa"/>
            <w:vMerge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4E7A76" w:rsidRPr="00AC26F6" w:rsidRDefault="004E7A7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4E7A76" w:rsidRPr="00AC26F6" w:rsidRDefault="004E7A7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4E7A76" w:rsidTr="00F9512D">
        <w:tc>
          <w:tcPr>
            <w:tcW w:w="648" w:type="dxa"/>
          </w:tcPr>
          <w:p w:rsidR="004E7A76" w:rsidRPr="00AC26F6" w:rsidRDefault="004E7A76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4E7A76" w:rsidRPr="00AC26F6" w:rsidRDefault="004E7A76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4E7A76" w:rsidRPr="00AC26F6" w:rsidRDefault="004E7A76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4E7A76" w:rsidRPr="00AC26F6" w:rsidRDefault="004E7A76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4E7A76" w:rsidRPr="00AC26F6" w:rsidRDefault="004E7A76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4E7A76" w:rsidRPr="00AC26F6" w:rsidRDefault="004E7A76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4E7A76" w:rsidTr="00F9512D">
        <w:tc>
          <w:tcPr>
            <w:tcW w:w="648" w:type="dxa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4E7A76" w:rsidRDefault="004E7A76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4E7A76" w:rsidRPr="00AC26F6" w:rsidRDefault="004E7A76" w:rsidP="00F9512D">
            <w:pPr>
              <w:jc w:val="center"/>
              <w:rPr>
                <w:szCs w:val="28"/>
              </w:rPr>
            </w:pPr>
          </w:p>
        </w:tc>
      </w:tr>
      <w:tr w:rsidR="004E7A76" w:rsidTr="00F9512D">
        <w:tc>
          <w:tcPr>
            <w:tcW w:w="648" w:type="dxa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4E7A76" w:rsidRPr="00C25175" w:rsidRDefault="004E7A7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4E7A76" w:rsidRPr="00C25175" w:rsidRDefault="004E7A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4E7A76" w:rsidRPr="00C25175" w:rsidRDefault="004E7A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E7A76" w:rsidRPr="00C25175" w:rsidRDefault="004E7A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4E7A76" w:rsidRPr="00877383" w:rsidRDefault="004E7A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4E7A76" w:rsidTr="00F9512D">
        <w:tc>
          <w:tcPr>
            <w:tcW w:w="648" w:type="dxa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4E7A76" w:rsidRPr="00C25175" w:rsidRDefault="004E7A7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4E7A76" w:rsidRPr="00C25175" w:rsidRDefault="004E7A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4E7A76" w:rsidRPr="00C25175" w:rsidRDefault="004E7A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E7A76" w:rsidRPr="00C25175" w:rsidRDefault="004E7A76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4E7A76" w:rsidRPr="00877383" w:rsidRDefault="004E7A76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4E7A76" w:rsidTr="00F9512D">
        <w:tc>
          <w:tcPr>
            <w:tcW w:w="648" w:type="dxa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4E7A76" w:rsidRPr="00C25175" w:rsidRDefault="004E7A7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4E7A76" w:rsidRPr="00C25175" w:rsidRDefault="004E7A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4E7A76" w:rsidRPr="00C25175" w:rsidRDefault="004E7A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E7A76" w:rsidRPr="00C25175" w:rsidRDefault="004E7A76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4E7A76" w:rsidRPr="00877383" w:rsidRDefault="004E7A76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4E7A76" w:rsidTr="00F9512D">
        <w:tc>
          <w:tcPr>
            <w:tcW w:w="648" w:type="dxa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4E7A76" w:rsidRPr="00C25175" w:rsidRDefault="004E7A7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культуры</w:t>
            </w:r>
          </w:p>
        </w:tc>
        <w:tc>
          <w:tcPr>
            <w:tcW w:w="1620" w:type="dxa"/>
            <w:vAlign w:val="center"/>
          </w:tcPr>
          <w:p w:rsidR="004E7A76" w:rsidRPr="00C25175" w:rsidRDefault="004E7A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4E7A76" w:rsidRPr="00C25175" w:rsidRDefault="004E7A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E7A76" w:rsidRPr="00C25175" w:rsidRDefault="004E7A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4E7A76" w:rsidRPr="00C25175" w:rsidRDefault="004E7A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4E7A76" w:rsidTr="00F9512D">
        <w:tc>
          <w:tcPr>
            <w:tcW w:w="648" w:type="dxa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4E7A76" w:rsidRPr="00AC26F6" w:rsidRDefault="004E7A7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подписка на периодические издания</w:t>
            </w:r>
          </w:p>
        </w:tc>
        <w:tc>
          <w:tcPr>
            <w:tcW w:w="1620" w:type="dxa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эк.</w:t>
            </w:r>
          </w:p>
        </w:tc>
        <w:tc>
          <w:tcPr>
            <w:tcW w:w="900" w:type="dxa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1602</w:t>
            </w:r>
          </w:p>
        </w:tc>
        <w:tc>
          <w:tcPr>
            <w:tcW w:w="2160" w:type="dxa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1604</w:t>
            </w:r>
          </w:p>
        </w:tc>
      </w:tr>
      <w:tr w:rsidR="004E7A76" w:rsidTr="00F9512D">
        <w:tc>
          <w:tcPr>
            <w:tcW w:w="648" w:type="dxa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4E7A76" w:rsidRPr="00AC26F6" w:rsidRDefault="004E7A7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4E7A76" w:rsidRPr="00AC26F6" w:rsidRDefault="004E7A76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E7A76" w:rsidRPr="00AC26F6" w:rsidRDefault="004E7A76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  <w:tc>
          <w:tcPr>
            <w:tcW w:w="2160" w:type="dxa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168</w:t>
            </w:r>
          </w:p>
        </w:tc>
      </w:tr>
      <w:tr w:rsidR="004E7A76" w:rsidTr="00F9512D">
        <w:tc>
          <w:tcPr>
            <w:tcW w:w="648" w:type="dxa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4E7A76" w:rsidRPr="00AC26F6" w:rsidRDefault="004E7A7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</w:p>
        </w:tc>
      </w:tr>
      <w:tr w:rsidR="004E7A76" w:rsidTr="00F9512D">
        <w:tc>
          <w:tcPr>
            <w:tcW w:w="648" w:type="dxa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4E7A76" w:rsidRPr="00973F14" w:rsidRDefault="004E7A76" w:rsidP="00611464">
            <w:pPr>
              <w:jc w:val="center"/>
              <w:rPr>
                <w:b/>
                <w:szCs w:val="28"/>
              </w:rPr>
            </w:pPr>
            <w:r w:rsidRPr="00973F14">
              <w:rPr>
                <w:szCs w:val="28"/>
              </w:rPr>
              <w:t>Подпрограммы «</w:t>
            </w:r>
            <w:r w:rsidRPr="00973F14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973F14">
              <w:rPr>
                <w:szCs w:val="28"/>
              </w:rPr>
              <w:t>»</w:t>
            </w:r>
          </w:p>
          <w:p w:rsidR="004E7A76" w:rsidRPr="00AC26F6" w:rsidRDefault="004E7A76" w:rsidP="00611464">
            <w:pPr>
              <w:jc w:val="center"/>
              <w:rPr>
                <w:szCs w:val="28"/>
              </w:rPr>
            </w:pPr>
          </w:p>
        </w:tc>
      </w:tr>
      <w:tr w:rsidR="004E7A76" w:rsidTr="00F9512D">
        <w:tc>
          <w:tcPr>
            <w:tcW w:w="648" w:type="dxa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4E7A76" w:rsidRDefault="004E7A76" w:rsidP="00BC3A0C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4E7A76" w:rsidRPr="00C25175" w:rsidRDefault="004E7A76" w:rsidP="00BC3A0C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E7A76" w:rsidRPr="00C25175" w:rsidRDefault="004E7A76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E7A76" w:rsidRPr="00C25175" w:rsidRDefault="004E7A76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E7A76" w:rsidRPr="00C25175" w:rsidRDefault="004E7A76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2160" w:type="dxa"/>
            <w:vAlign w:val="center"/>
          </w:tcPr>
          <w:p w:rsidR="004E7A76" w:rsidRPr="00877383" w:rsidRDefault="004E7A76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</w:tr>
      <w:tr w:rsidR="004E7A76" w:rsidTr="00F9512D">
        <w:tc>
          <w:tcPr>
            <w:tcW w:w="648" w:type="dxa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4E7A76" w:rsidRPr="00AC26F6" w:rsidRDefault="004E7A7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</w:p>
        </w:tc>
      </w:tr>
      <w:tr w:rsidR="004E7A76" w:rsidTr="00F9512D">
        <w:tc>
          <w:tcPr>
            <w:tcW w:w="648" w:type="dxa"/>
            <w:vAlign w:val="center"/>
          </w:tcPr>
          <w:p w:rsidR="004E7A76" w:rsidRPr="00AC26F6" w:rsidRDefault="004E7A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4E7A76" w:rsidRPr="00973F14" w:rsidRDefault="004E7A76" w:rsidP="00611464">
            <w:pPr>
              <w:jc w:val="center"/>
              <w:rPr>
                <w:b/>
                <w:szCs w:val="28"/>
              </w:rPr>
            </w:pPr>
            <w:r w:rsidRPr="00973F14">
              <w:rPr>
                <w:szCs w:val="28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4E7A76" w:rsidRPr="00AC26F6" w:rsidRDefault="004E7A76" w:rsidP="00611464">
            <w:pPr>
              <w:jc w:val="center"/>
              <w:rPr>
                <w:szCs w:val="28"/>
              </w:rPr>
            </w:pPr>
          </w:p>
        </w:tc>
      </w:tr>
      <w:tr w:rsidR="004E7A76" w:rsidTr="00F9512D">
        <w:tc>
          <w:tcPr>
            <w:tcW w:w="648" w:type="dxa"/>
            <w:vAlign w:val="center"/>
          </w:tcPr>
          <w:p w:rsidR="004E7A76" w:rsidRDefault="004E7A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4E7A76" w:rsidRPr="00C25175" w:rsidRDefault="004E7A76" w:rsidP="00BC3A0C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</w:tc>
        <w:tc>
          <w:tcPr>
            <w:tcW w:w="1620" w:type="dxa"/>
            <w:vAlign w:val="center"/>
          </w:tcPr>
          <w:p w:rsidR="004E7A76" w:rsidRPr="00C25175" w:rsidRDefault="004E7A76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E7A76" w:rsidRPr="00C25175" w:rsidRDefault="004E7A76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E7A76" w:rsidRPr="00C25175" w:rsidRDefault="004E7A76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  <w:tc>
          <w:tcPr>
            <w:tcW w:w="2160" w:type="dxa"/>
            <w:vAlign w:val="center"/>
          </w:tcPr>
          <w:p w:rsidR="004E7A76" w:rsidRPr="00877383" w:rsidRDefault="004E7A76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138</w:t>
            </w:r>
          </w:p>
        </w:tc>
      </w:tr>
    </w:tbl>
    <w:p w:rsidR="004E7A76" w:rsidRPr="00A74297" w:rsidRDefault="004E7A76" w:rsidP="00225687">
      <w:pPr>
        <w:jc w:val="center"/>
        <w:rPr>
          <w:b/>
          <w:szCs w:val="28"/>
        </w:rPr>
      </w:pPr>
    </w:p>
    <w:p w:rsidR="004E7A76" w:rsidRPr="00225687" w:rsidRDefault="004E7A76">
      <w:pPr>
        <w:rPr>
          <w:sz w:val="6"/>
          <w:szCs w:val="6"/>
        </w:rPr>
      </w:pPr>
    </w:p>
    <w:p w:rsidR="004E7A76" w:rsidRDefault="004E7A76" w:rsidP="0054045D">
      <w:pPr>
        <w:pStyle w:val="ConsPlusNormal0"/>
        <w:jc w:val="center"/>
        <w:rPr>
          <w:b/>
        </w:rPr>
      </w:pPr>
    </w:p>
    <w:p w:rsidR="004E7A76" w:rsidRDefault="004E7A76" w:rsidP="0054045D">
      <w:pPr>
        <w:pStyle w:val="ConsPlusNormal0"/>
        <w:jc w:val="center"/>
        <w:rPr>
          <w:b/>
        </w:rPr>
      </w:pPr>
    </w:p>
    <w:p w:rsidR="004E7A76" w:rsidRDefault="004E7A76" w:rsidP="0054045D">
      <w:pPr>
        <w:pStyle w:val="ConsPlusNormal0"/>
        <w:jc w:val="center"/>
        <w:rPr>
          <w:b/>
        </w:rPr>
      </w:pPr>
    </w:p>
    <w:p w:rsidR="004E7A76" w:rsidRDefault="004E7A76" w:rsidP="0054045D">
      <w:pPr>
        <w:pStyle w:val="ConsPlusNormal0"/>
        <w:jc w:val="center"/>
        <w:rPr>
          <w:b/>
        </w:rPr>
      </w:pPr>
    </w:p>
    <w:p w:rsidR="004E7A76" w:rsidRDefault="004E7A76" w:rsidP="0054045D">
      <w:pPr>
        <w:pStyle w:val="ConsPlusNormal0"/>
        <w:jc w:val="center"/>
        <w:rPr>
          <w:b/>
        </w:rPr>
      </w:pPr>
    </w:p>
    <w:p w:rsidR="004E7A76" w:rsidRDefault="004E7A76" w:rsidP="0054045D">
      <w:pPr>
        <w:pStyle w:val="ConsPlusNormal0"/>
        <w:jc w:val="center"/>
        <w:rPr>
          <w:b/>
        </w:rPr>
      </w:pPr>
    </w:p>
    <w:p w:rsidR="004E7A76" w:rsidRDefault="004E7A76" w:rsidP="0054045D">
      <w:pPr>
        <w:pStyle w:val="ConsPlusNormal0"/>
        <w:jc w:val="center"/>
        <w:rPr>
          <w:b/>
        </w:rPr>
      </w:pPr>
    </w:p>
    <w:p w:rsidR="004E7A76" w:rsidRDefault="004E7A76" w:rsidP="0054045D">
      <w:pPr>
        <w:pStyle w:val="ConsPlusNormal0"/>
        <w:jc w:val="center"/>
        <w:rPr>
          <w:b/>
        </w:rPr>
      </w:pPr>
    </w:p>
    <w:p w:rsidR="004E7A76" w:rsidRDefault="004E7A76" w:rsidP="0054045D">
      <w:pPr>
        <w:pStyle w:val="ConsPlusNormal0"/>
        <w:jc w:val="center"/>
        <w:rPr>
          <w:b/>
        </w:rPr>
      </w:pPr>
    </w:p>
    <w:p w:rsidR="004E7A76" w:rsidRDefault="004E7A76" w:rsidP="0054045D">
      <w:pPr>
        <w:pStyle w:val="ConsPlusNormal0"/>
        <w:jc w:val="center"/>
        <w:rPr>
          <w:b/>
        </w:rPr>
      </w:pPr>
    </w:p>
    <w:p w:rsidR="004E7A76" w:rsidRDefault="004E7A76" w:rsidP="0054045D">
      <w:pPr>
        <w:pStyle w:val="ConsPlusNormal0"/>
        <w:jc w:val="center"/>
        <w:rPr>
          <w:b/>
        </w:rPr>
      </w:pPr>
    </w:p>
    <w:p w:rsidR="004E7A76" w:rsidRDefault="004E7A76" w:rsidP="0054045D">
      <w:pPr>
        <w:pStyle w:val="ConsPlusNormal0"/>
        <w:jc w:val="center"/>
        <w:rPr>
          <w:b/>
        </w:rPr>
      </w:pPr>
    </w:p>
    <w:p w:rsidR="004E7A76" w:rsidRDefault="004E7A76" w:rsidP="0054045D">
      <w:pPr>
        <w:pStyle w:val="ConsPlusNormal0"/>
        <w:jc w:val="center"/>
        <w:rPr>
          <w:b/>
        </w:rPr>
      </w:pPr>
    </w:p>
    <w:p w:rsidR="004E7A76" w:rsidRDefault="004E7A76" w:rsidP="0054045D">
      <w:pPr>
        <w:pStyle w:val="ConsPlusNormal0"/>
        <w:jc w:val="center"/>
        <w:rPr>
          <w:b/>
        </w:rPr>
      </w:pPr>
    </w:p>
    <w:p w:rsidR="004E7A76" w:rsidRDefault="004E7A76" w:rsidP="0054045D">
      <w:pPr>
        <w:pStyle w:val="ConsPlusNormal0"/>
        <w:jc w:val="center"/>
        <w:rPr>
          <w:b/>
        </w:rPr>
      </w:pPr>
    </w:p>
    <w:p w:rsidR="004E7A76" w:rsidRDefault="004E7A76" w:rsidP="0054045D">
      <w:pPr>
        <w:pStyle w:val="ConsPlusNormal0"/>
        <w:jc w:val="center"/>
        <w:rPr>
          <w:b/>
        </w:rPr>
      </w:pPr>
    </w:p>
    <w:p w:rsidR="004E7A76" w:rsidRDefault="004E7A76" w:rsidP="0054045D">
      <w:pPr>
        <w:pStyle w:val="ConsPlusNormal0"/>
        <w:jc w:val="center"/>
        <w:rPr>
          <w:b/>
        </w:rPr>
      </w:pPr>
    </w:p>
    <w:p w:rsidR="004E7A76" w:rsidRPr="003C75F8" w:rsidRDefault="004E7A76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4E7A76" w:rsidRPr="003C75F8" w:rsidRDefault="004E7A76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4E7A76" w:rsidRPr="004408E3" w:rsidRDefault="004E7A76" w:rsidP="00C404E0">
      <w:pPr>
        <w:pStyle w:val="ListParagraph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4E7A76" w:rsidRPr="003C75F8" w:rsidRDefault="004E7A76" w:rsidP="0054045D">
      <w:pPr>
        <w:pStyle w:val="ConsPlusNormal0"/>
        <w:jc w:val="center"/>
        <w:rPr>
          <w:b/>
        </w:rPr>
      </w:pPr>
    </w:p>
    <w:p w:rsidR="004E7A76" w:rsidRPr="003C75F8" w:rsidRDefault="004E7A76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4E7A76" w:rsidRPr="00C404E0" w:rsidTr="00C404E0">
        <w:tc>
          <w:tcPr>
            <w:tcW w:w="730" w:type="dxa"/>
          </w:tcPr>
          <w:p w:rsidR="004E7A76" w:rsidRPr="00C404E0" w:rsidRDefault="004E7A7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4E7A76" w:rsidRPr="00C404E0" w:rsidRDefault="004E7A7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4E7A76" w:rsidRPr="00C404E0" w:rsidRDefault="004E7A7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4E7A76" w:rsidRPr="00C404E0" w:rsidRDefault="004E7A7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4E7A76" w:rsidRPr="00C404E0" w:rsidRDefault="004E7A7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4E7A76" w:rsidRPr="00C404E0" w:rsidRDefault="004E7A7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4E7A76" w:rsidRPr="00C404E0" w:rsidRDefault="004E7A7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4E7A76" w:rsidRPr="00C404E0" w:rsidRDefault="004E7A7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4E7A76" w:rsidRPr="0054045D" w:rsidRDefault="004E7A7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4E7A76" w:rsidRPr="000B0521" w:rsidTr="00C404E0">
        <w:tc>
          <w:tcPr>
            <w:tcW w:w="726" w:type="dxa"/>
          </w:tcPr>
          <w:p w:rsidR="004E7A76" w:rsidRPr="000B0521" w:rsidRDefault="004E7A7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4E7A76" w:rsidRPr="000B0521" w:rsidRDefault="004E7A7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4E7A76" w:rsidRPr="000B0521" w:rsidRDefault="004E7A7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4E7A76" w:rsidRPr="000B0521" w:rsidRDefault="004E7A7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4E7A76" w:rsidRPr="000B0521" w:rsidRDefault="004E7A7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4E7A76" w:rsidRPr="000B0521" w:rsidRDefault="004E7A7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4E7A76" w:rsidRPr="000B0521" w:rsidRDefault="004E7A7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4E7A76" w:rsidRPr="000B0521" w:rsidRDefault="004E7A7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4E7A76" w:rsidRPr="00F945BC" w:rsidTr="00C404E0">
        <w:tc>
          <w:tcPr>
            <w:tcW w:w="726" w:type="dxa"/>
          </w:tcPr>
          <w:p w:rsidR="004E7A76" w:rsidRPr="00C404E0" w:rsidRDefault="004E7A7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4E7A76" w:rsidRPr="00C374A8" w:rsidRDefault="004E7A76" w:rsidP="00C374A8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C374A8">
              <w:rPr>
                <w:sz w:val="24"/>
                <w:szCs w:val="24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4E7A76" w:rsidRPr="00C404E0" w:rsidRDefault="004E7A76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4E7A76" w:rsidRPr="00F945BC" w:rsidTr="00A02498">
        <w:tc>
          <w:tcPr>
            <w:tcW w:w="726" w:type="dxa"/>
          </w:tcPr>
          <w:p w:rsidR="004E7A76" w:rsidRPr="00C404E0" w:rsidRDefault="004E7A7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4E7A76" w:rsidRPr="00C374A8" w:rsidRDefault="004E7A76" w:rsidP="00F9512D">
            <w:pPr>
              <w:rPr>
                <w:b/>
                <w:sz w:val="24"/>
                <w:szCs w:val="24"/>
              </w:rPr>
            </w:pPr>
            <w:r w:rsidRPr="00C374A8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4E7A76" w:rsidRPr="00C404E0" w:rsidRDefault="004E7A76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4E7A76" w:rsidRPr="00B51199" w:rsidRDefault="004E7A76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E7A76" w:rsidRDefault="004E7A7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4E7A76" w:rsidRDefault="004E7A7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4E7A76" w:rsidRDefault="004E7A7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4E7A76" w:rsidRDefault="004E7A7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4E7A76" w:rsidRPr="008553FA" w:rsidRDefault="004E7A7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4E7A76" w:rsidRPr="00F57EFB" w:rsidRDefault="004E7A7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4E7A76" w:rsidRPr="00F57EFB" w:rsidRDefault="004E7A7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4E7A76" w:rsidRPr="00F945BC" w:rsidRDefault="004E7A76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4E7A76" w:rsidRPr="00F945BC" w:rsidTr="00A02498">
        <w:tc>
          <w:tcPr>
            <w:tcW w:w="726" w:type="dxa"/>
          </w:tcPr>
          <w:p w:rsidR="004E7A76" w:rsidRPr="00C404E0" w:rsidRDefault="004E7A7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4E7A76" w:rsidRPr="003B3107" w:rsidRDefault="004E7A76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4E7A76" w:rsidRDefault="004E7A76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4E7A76" w:rsidRPr="00F945BC" w:rsidRDefault="004E7A76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E7A76" w:rsidRDefault="004E7A76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4E7A76" w:rsidRDefault="004E7A76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4E7A76" w:rsidRDefault="004E7A76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оплаченных коммунальных услуг;</w:t>
            </w:r>
          </w:p>
          <w:p w:rsidR="004E7A76" w:rsidRDefault="004E7A76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4E7A76" w:rsidRDefault="004E7A76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  <w:p w:rsidR="004E7A76" w:rsidRPr="00F945BC" w:rsidRDefault="004E7A76" w:rsidP="00E813D0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4E7A76" w:rsidRPr="00F945BC" w:rsidRDefault="004E7A76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4E7A76" w:rsidRPr="00F945BC" w:rsidRDefault="004E7A76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4E7A76" w:rsidRPr="00F945BC" w:rsidRDefault="004E7A76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4E7A76" w:rsidRPr="00F945BC" w:rsidTr="00A02498">
        <w:tc>
          <w:tcPr>
            <w:tcW w:w="726" w:type="dxa"/>
          </w:tcPr>
          <w:p w:rsidR="004E7A76" w:rsidRPr="00C404E0" w:rsidRDefault="004E7A7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4E7A76" w:rsidRPr="003B3107" w:rsidRDefault="004E7A76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4E7A76" w:rsidRDefault="004E7A76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4E7A76" w:rsidRPr="00F945BC" w:rsidRDefault="004E7A76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E7A76" w:rsidRDefault="004E7A76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4E7A76" w:rsidRDefault="004E7A76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4E7A76" w:rsidRDefault="004E7A76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4E7A76" w:rsidRDefault="004E7A76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4E7A76" w:rsidRPr="00F945BC" w:rsidRDefault="004E7A76" w:rsidP="005C568F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4E7A76" w:rsidRPr="00F945BC" w:rsidRDefault="004E7A76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4E7A76" w:rsidRPr="00F945BC" w:rsidRDefault="004E7A76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4E7A76" w:rsidRPr="00F945BC" w:rsidRDefault="004E7A76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4E7A76" w:rsidRPr="00F945BC" w:rsidTr="00A02498">
        <w:tc>
          <w:tcPr>
            <w:tcW w:w="726" w:type="dxa"/>
          </w:tcPr>
          <w:p w:rsidR="004E7A76" w:rsidRDefault="004E7A7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4E7A76" w:rsidRPr="003B3107" w:rsidRDefault="004E7A76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содержание и техническое обслуживание учреждения культуры</w:t>
            </w:r>
          </w:p>
        </w:tc>
        <w:tc>
          <w:tcPr>
            <w:tcW w:w="1519" w:type="dxa"/>
            <w:vAlign w:val="center"/>
          </w:tcPr>
          <w:p w:rsidR="004E7A76" w:rsidRPr="0015544B" w:rsidRDefault="004E7A76" w:rsidP="00C404E0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4E7A76" w:rsidRDefault="004E7A76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E7A76" w:rsidRPr="00F57EFB" w:rsidRDefault="004E7A7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4E7A76" w:rsidRPr="00F945BC" w:rsidRDefault="004E7A76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/>
          </w:tcPr>
          <w:p w:rsidR="004E7A76" w:rsidRPr="00F945BC" w:rsidRDefault="004E7A76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 w:val="restart"/>
          </w:tcPr>
          <w:p w:rsidR="004E7A76" w:rsidRPr="00F945BC" w:rsidRDefault="004E7A76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4E7A76" w:rsidRPr="00F945BC" w:rsidTr="00A02498">
        <w:tc>
          <w:tcPr>
            <w:tcW w:w="726" w:type="dxa"/>
          </w:tcPr>
          <w:p w:rsidR="004E7A76" w:rsidRDefault="004E7A7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4E7A76" w:rsidRPr="003B3107" w:rsidRDefault="004E7A76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1519" w:type="dxa"/>
            <w:vAlign w:val="center"/>
          </w:tcPr>
          <w:p w:rsidR="004E7A76" w:rsidRPr="0015544B" w:rsidRDefault="004E7A76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эк.</w:t>
            </w:r>
          </w:p>
        </w:tc>
        <w:tc>
          <w:tcPr>
            <w:tcW w:w="1546" w:type="dxa"/>
          </w:tcPr>
          <w:p w:rsidR="004E7A76" w:rsidRDefault="004E7A76" w:rsidP="007D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E7A76" w:rsidRPr="00F57EFB" w:rsidRDefault="004E7A76" w:rsidP="007D09D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E7A76" w:rsidRPr="00F945BC" w:rsidRDefault="004E7A76" w:rsidP="007D09D5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4E7A76" w:rsidRPr="00F945BC" w:rsidRDefault="004E7A76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4E7A76" w:rsidRPr="00F945BC" w:rsidRDefault="004E7A76" w:rsidP="00F945BC">
            <w:pPr>
              <w:jc w:val="center"/>
              <w:rPr>
                <w:szCs w:val="28"/>
              </w:rPr>
            </w:pPr>
          </w:p>
        </w:tc>
      </w:tr>
      <w:tr w:rsidR="004E7A76" w:rsidRPr="00F945BC" w:rsidTr="00A02498">
        <w:tc>
          <w:tcPr>
            <w:tcW w:w="726" w:type="dxa"/>
          </w:tcPr>
          <w:p w:rsidR="004E7A76" w:rsidRPr="00C404E0" w:rsidRDefault="004E7A7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4E7A76" w:rsidRPr="003B3107" w:rsidRDefault="004E7A76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4E7A76" w:rsidRPr="0015544B" w:rsidRDefault="004E7A76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E7A76" w:rsidRPr="00F945BC" w:rsidRDefault="004E7A76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E7A76" w:rsidRPr="00F945BC" w:rsidRDefault="004E7A76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E7A76" w:rsidRPr="00F945BC" w:rsidRDefault="004E7A76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4E7A76" w:rsidRPr="00F945BC" w:rsidRDefault="004E7A76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4E7A76" w:rsidRPr="00F945BC" w:rsidRDefault="004E7A76" w:rsidP="00F945BC">
            <w:pPr>
              <w:jc w:val="center"/>
              <w:rPr>
                <w:szCs w:val="28"/>
              </w:rPr>
            </w:pPr>
          </w:p>
        </w:tc>
      </w:tr>
      <w:tr w:rsidR="004E7A76" w:rsidRPr="00F945BC" w:rsidTr="00C667BF">
        <w:tc>
          <w:tcPr>
            <w:tcW w:w="726" w:type="dxa"/>
          </w:tcPr>
          <w:p w:rsidR="004E7A76" w:rsidRPr="00C404E0" w:rsidRDefault="004E7A7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4E7A76" w:rsidRPr="00973F14" w:rsidRDefault="004E7A76" w:rsidP="00905F60">
            <w:pPr>
              <w:jc w:val="center"/>
              <w:rPr>
                <w:b/>
                <w:sz w:val="24"/>
                <w:szCs w:val="24"/>
              </w:rPr>
            </w:pPr>
            <w:r w:rsidRPr="00973F14">
              <w:rPr>
                <w:sz w:val="24"/>
                <w:szCs w:val="24"/>
              </w:rPr>
              <w:t>Подпрограммы «</w:t>
            </w:r>
            <w:r w:rsidRPr="00973F14">
              <w:rPr>
                <w:bCs/>
                <w:sz w:val="24"/>
                <w:szCs w:val="24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973F14">
              <w:rPr>
                <w:sz w:val="24"/>
                <w:szCs w:val="24"/>
              </w:rPr>
              <w:t>»</w:t>
            </w:r>
          </w:p>
          <w:p w:rsidR="004E7A76" w:rsidRPr="00F945BC" w:rsidRDefault="004E7A76" w:rsidP="00F945BC">
            <w:pPr>
              <w:jc w:val="center"/>
              <w:rPr>
                <w:szCs w:val="28"/>
              </w:rPr>
            </w:pPr>
          </w:p>
        </w:tc>
      </w:tr>
      <w:tr w:rsidR="004E7A76" w:rsidRPr="00F945BC" w:rsidTr="00215EF9">
        <w:tc>
          <w:tcPr>
            <w:tcW w:w="726" w:type="dxa"/>
          </w:tcPr>
          <w:p w:rsidR="004E7A76" w:rsidRPr="00C404E0" w:rsidRDefault="004E7A7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4E7A76" w:rsidRPr="002A2A51" w:rsidRDefault="004E7A76" w:rsidP="00BC3A0C">
            <w:pPr>
              <w:rPr>
                <w:sz w:val="24"/>
                <w:szCs w:val="24"/>
              </w:rPr>
            </w:pPr>
            <w:r w:rsidRPr="002A2A51">
              <w:rPr>
                <w:sz w:val="24"/>
                <w:szCs w:val="24"/>
              </w:rPr>
              <w:t>число получателей средств, направленных на поэтапное повышение уровня средней заработной платы работников муниципальных учреждений культуры Старотитаровского сельского поселения Темрюкского района</w:t>
            </w:r>
          </w:p>
          <w:p w:rsidR="004E7A76" w:rsidRPr="00215EF9" w:rsidRDefault="004E7A76" w:rsidP="00BC3A0C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4E7A76" w:rsidRPr="00C404E0" w:rsidRDefault="004E7A76" w:rsidP="00BC3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E7A76" w:rsidRPr="00F945BC" w:rsidRDefault="004E7A76" w:rsidP="00BC3A0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E7A76" w:rsidRPr="00F945BC" w:rsidRDefault="004E7A76" w:rsidP="00BC3A0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4E7A76" w:rsidRPr="00F57EFB" w:rsidRDefault="004E7A76" w:rsidP="00BC3A0C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4E7A76" w:rsidRPr="00F57EFB" w:rsidRDefault="004E7A76" w:rsidP="00BC3A0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4E7A76" w:rsidRPr="00F945BC" w:rsidRDefault="004E7A76" w:rsidP="00BC3A0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4E7A76" w:rsidRPr="00F945BC" w:rsidTr="0070794F">
        <w:tc>
          <w:tcPr>
            <w:tcW w:w="726" w:type="dxa"/>
          </w:tcPr>
          <w:p w:rsidR="004E7A76" w:rsidRPr="00C404E0" w:rsidRDefault="004E7A7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4E7A76" w:rsidRPr="00973F14" w:rsidRDefault="004E7A76" w:rsidP="00215EF9">
            <w:pPr>
              <w:jc w:val="center"/>
              <w:rPr>
                <w:b/>
                <w:sz w:val="24"/>
                <w:szCs w:val="24"/>
              </w:rPr>
            </w:pPr>
            <w:r w:rsidRPr="00973F14">
              <w:rPr>
                <w:sz w:val="24"/>
                <w:szCs w:val="24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4E7A76" w:rsidRPr="00F945BC" w:rsidRDefault="004E7A76" w:rsidP="00F9512D">
            <w:pPr>
              <w:jc w:val="center"/>
              <w:rPr>
                <w:szCs w:val="28"/>
              </w:rPr>
            </w:pPr>
          </w:p>
        </w:tc>
      </w:tr>
      <w:tr w:rsidR="004E7A76" w:rsidRPr="00F945BC" w:rsidTr="00215EF9">
        <w:tc>
          <w:tcPr>
            <w:tcW w:w="726" w:type="dxa"/>
          </w:tcPr>
          <w:p w:rsidR="004E7A76" w:rsidRDefault="004E7A7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4E7A76" w:rsidRPr="00905F60" w:rsidRDefault="004E7A76" w:rsidP="00BC3A0C">
            <w:pPr>
              <w:rPr>
                <w:b/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количество проведенных культурно-массовых мероприятий</w:t>
            </w:r>
          </w:p>
        </w:tc>
        <w:tc>
          <w:tcPr>
            <w:tcW w:w="1519" w:type="dxa"/>
            <w:vAlign w:val="center"/>
          </w:tcPr>
          <w:p w:rsidR="004E7A76" w:rsidRPr="00905F60" w:rsidRDefault="004E7A76" w:rsidP="00BC3A0C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E7A76" w:rsidRPr="00F945BC" w:rsidRDefault="004E7A76" w:rsidP="00BC3A0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E7A76" w:rsidRPr="00F945BC" w:rsidRDefault="004E7A76" w:rsidP="00BC3A0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4E7A76" w:rsidRPr="00905F60" w:rsidRDefault="004E7A76" w:rsidP="00BC3A0C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4E7A76" w:rsidRPr="00F57EFB" w:rsidRDefault="004E7A76" w:rsidP="00BC3A0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4E7A76" w:rsidRPr="00F945BC" w:rsidRDefault="004E7A76" w:rsidP="00BC3A0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4E7A76" w:rsidRDefault="004E7A76" w:rsidP="00FA1A72">
      <w:pPr>
        <w:jc w:val="both"/>
        <w:rPr>
          <w:szCs w:val="28"/>
        </w:rPr>
      </w:pPr>
    </w:p>
    <w:p w:rsidR="004E7A76" w:rsidRDefault="004E7A76" w:rsidP="00FA1A72">
      <w:pPr>
        <w:jc w:val="both"/>
        <w:rPr>
          <w:szCs w:val="28"/>
        </w:rPr>
      </w:pPr>
    </w:p>
    <w:p w:rsidR="004E7A76" w:rsidRDefault="004E7A76" w:rsidP="00FA1A72">
      <w:pPr>
        <w:jc w:val="both"/>
        <w:rPr>
          <w:szCs w:val="28"/>
        </w:rPr>
      </w:pPr>
    </w:p>
    <w:p w:rsidR="004E7A76" w:rsidRDefault="004E7A76" w:rsidP="00FA1A72">
      <w:pPr>
        <w:jc w:val="both"/>
        <w:rPr>
          <w:szCs w:val="28"/>
        </w:rPr>
      </w:pPr>
    </w:p>
    <w:p w:rsidR="004E7A76" w:rsidRDefault="004E7A76" w:rsidP="00FA1A72">
      <w:pPr>
        <w:jc w:val="both"/>
        <w:rPr>
          <w:szCs w:val="28"/>
        </w:rPr>
      </w:pPr>
    </w:p>
    <w:p w:rsidR="004E7A76" w:rsidRDefault="004E7A76" w:rsidP="00FA1A72">
      <w:pPr>
        <w:jc w:val="both"/>
        <w:rPr>
          <w:szCs w:val="28"/>
        </w:rPr>
      </w:pPr>
    </w:p>
    <w:p w:rsidR="004E7A76" w:rsidRDefault="004E7A76" w:rsidP="00FA1A72">
      <w:pPr>
        <w:jc w:val="both"/>
        <w:rPr>
          <w:szCs w:val="28"/>
        </w:rPr>
      </w:pPr>
    </w:p>
    <w:p w:rsidR="004E7A76" w:rsidRDefault="004E7A76" w:rsidP="00FA1A72">
      <w:pPr>
        <w:jc w:val="both"/>
        <w:rPr>
          <w:szCs w:val="28"/>
        </w:rPr>
      </w:pPr>
    </w:p>
    <w:p w:rsidR="004E7A76" w:rsidRDefault="004E7A76" w:rsidP="00FA1A72">
      <w:pPr>
        <w:jc w:val="both"/>
        <w:rPr>
          <w:szCs w:val="28"/>
        </w:rPr>
      </w:pPr>
    </w:p>
    <w:p w:rsidR="004E7A76" w:rsidRDefault="004E7A76" w:rsidP="00FA1A72">
      <w:pPr>
        <w:jc w:val="both"/>
        <w:rPr>
          <w:szCs w:val="28"/>
        </w:rPr>
      </w:pPr>
    </w:p>
    <w:p w:rsidR="004E7A76" w:rsidRDefault="004E7A76" w:rsidP="00FA1A72">
      <w:pPr>
        <w:jc w:val="both"/>
        <w:rPr>
          <w:szCs w:val="28"/>
        </w:rPr>
      </w:pPr>
    </w:p>
    <w:p w:rsidR="004E7A76" w:rsidRDefault="004E7A76" w:rsidP="00FA1A72">
      <w:pPr>
        <w:jc w:val="both"/>
        <w:rPr>
          <w:szCs w:val="28"/>
        </w:rPr>
      </w:pPr>
    </w:p>
    <w:p w:rsidR="004E7A76" w:rsidRDefault="004E7A76" w:rsidP="00FA1A72">
      <w:pPr>
        <w:jc w:val="both"/>
        <w:rPr>
          <w:szCs w:val="28"/>
        </w:rPr>
      </w:pPr>
    </w:p>
    <w:p w:rsidR="004E7A76" w:rsidRDefault="004E7A76" w:rsidP="00FA1A72">
      <w:pPr>
        <w:jc w:val="both"/>
        <w:rPr>
          <w:szCs w:val="28"/>
        </w:rPr>
      </w:pPr>
    </w:p>
    <w:p w:rsidR="004E7A76" w:rsidRDefault="004E7A76" w:rsidP="00FA1A72">
      <w:pPr>
        <w:jc w:val="both"/>
        <w:rPr>
          <w:szCs w:val="28"/>
        </w:rPr>
      </w:pPr>
    </w:p>
    <w:p w:rsidR="004E7A76" w:rsidRDefault="004E7A76" w:rsidP="00FA1A72">
      <w:pPr>
        <w:jc w:val="both"/>
        <w:rPr>
          <w:szCs w:val="28"/>
        </w:rPr>
      </w:pPr>
    </w:p>
    <w:p w:rsidR="004E7A76" w:rsidRDefault="004E7A76" w:rsidP="00FA1A72">
      <w:pPr>
        <w:jc w:val="both"/>
        <w:rPr>
          <w:szCs w:val="28"/>
        </w:rPr>
      </w:pPr>
    </w:p>
    <w:p w:rsidR="004E7A76" w:rsidRDefault="004E7A76" w:rsidP="00FA1A72">
      <w:pPr>
        <w:jc w:val="both"/>
        <w:rPr>
          <w:szCs w:val="28"/>
        </w:rPr>
      </w:pPr>
    </w:p>
    <w:p w:rsidR="004E7A76" w:rsidRDefault="004E7A76" w:rsidP="00FA1A72">
      <w:pPr>
        <w:jc w:val="both"/>
        <w:rPr>
          <w:szCs w:val="28"/>
        </w:rPr>
      </w:pPr>
    </w:p>
    <w:p w:rsidR="004E7A76" w:rsidRDefault="004E7A76" w:rsidP="00FA1A72">
      <w:pPr>
        <w:jc w:val="both"/>
        <w:rPr>
          <w:szCs w:val="28"/>
        </w:rPr>
      </w:pPr>
    </w:p>
    <w:p w:rsidR="004E7A76" w:rsidRDefault="004E7A76" w:rsidP="00FA1A72">
      <w:pPr>
        <w:jc w:val="both"/>
        <w:rPr>
          <w:szCs w:val="28"/>
        </w:rPr>
      </w:pPr>
    </w:p>
    <w:p w:rsidR="004E7A76" w:rsidRDefault="004E7A76" w:rsidP="00FA1A72">
      <w:pPr>
        <w:jc w:val="both"/>
        <w:rPr>
          <w:szCs w:val="28"/>
        </w:rPr>
      </w:pPr>
    </w:p>
    <w:p w:rsidR="004E7A76" w:rsidRDefault="004E7A76" w:rsidP="00FA1A72">
      <w:pPr>
        <w:jc w:val="both"/>
        <w:rPr>
          <w:szCs w:val="28"/>
        </w:rPr>
      </w:pPr>
    </w:p>
    <w:p w:rsidR="004E7A76" w:rsidRDefault="004E7A76" w:rsidP="00FA1A72">
      <w:pPr>
        <w:jc w:val="both"/>
        <w:rPr>
          <w:szCs w:val="28"/>
        </w:rPr>
      </w:pPr>
    </w:p>
    <w:p w:rsidR="004E7A76" w:rsidRDefault="004E7A76" w:rsidP="00FA1A72">
      <w:pPr>
        <w:jc w:val="both"/>
        <w:rPr>
          <w:szCs w:val="28"/>
        </w:rPr>
      </w:pPr>
    </w:p>
    <w:p w:rsidR="004E7A76" w:rsidRPr="00FD34F6" w:rsidRDefault="004E7A76">
      <w:pPr>
        <w:rPr>
          <w:sz w:val="6"/>
          <w:szCs w:val="6"/>
        </w:rPr>
      </w:pPr>
    </w:p>
    <w:p w:rsidR="004E7A76" w:rsidRDefault="004E7A76" w:rsidP="00EF6F81">
      <w:pPr>
        <w:jc w:val="center"/>
        <w:rPr>
          <w:szCs w:val="28"/>
        </w:rPr>
        <w:sectPr w:rsidR="004E7A7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E7A76" w:rsidRPr="00484E94" w:rsidRDefault="004E7A7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4E7A76" w:rsidRPr="00484E94" w:rsidRDefault="004E7A7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4E7A76" w:rsidRPr="0016103B" w:rsidRDefault="004E7A76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4E7A76" w:rsidRPr="00484E94" w:rsidRDefault="004E7A76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4E7A76" w:rsidRDefault="004E7A76" w:rsidP="00484E94">
      <w:pPr>
        <w:jc w:val="both"/>
      </w:pPr>
    </w:p>
    <w:p w:rsidR="004E7A76" w:rsidRPr="00484E94" w:rsidRDefault="004E7A76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4E7A76" w:rsidRPr="00484E94" w:rsidRDefault="004E7A7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4E7A76" w:rsidRDefault="004E7A76" w:rsidP="00C34E0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4E7A76" w:rsidRDefault="004E7A76" w:rsidP="00C34E0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4E7A76" w:rsidRDefault="004E7A76" w:rsidP="00C34E0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4E7A76" w:rsidRDefault="004E7A76" w:rsidP="00C34E0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4E7A76" w:rsidRDefault="004E7A76" w:rsidP="00C34E0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4E7A76" w:rsidRDefault="004E7A76" w:rsidP="00C34E0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4E7A76" w:rsidRDefault="004E7A76" w:rsidP="00C34E0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4E7A76" w:rsidRDefault="004E7A76" w:rsidP="00C34E02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4E7A76" w:rsidRDefault="004E7A76" w:rsidP="00C34E0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4E7A76" w:rsidRDefault="004E7A76" w:rsidP="00C34E0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4E7A76" w:rsidRDefault="004E7A76" w:rsidP="00C34E0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4E7A76" w:rsidRDefault="004E7A76" w:rsidP="00C34E0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4E7A76" w:rsidRDefault="004E7A76" w:rsidP="00C34E02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4E7A76" w:rsidRDefault="004E7A76" w:rsidP="00C34E0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4E7A76" w:rsidRDefault="004E7A76" w:rsidP="00C34E0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4E7A76" w:rsidRDefault="004E7A76" w:rsidP="00C34E0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4E7A76" w:rsidRDefault="004E7A76" w:rsidP="00C34E0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4E7A76" w:rsidRDefault="004E7A76" w:rsidP="00C34E0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4E7A76" w:rsidRDefault="004E7A76" w:rsidP="00C34E02">
      <w:pPr>
        <w:pStyle w:val="ConsPlusNormal0"/>
        <w:ind w:firstLine="709"/>
        <w:jc w:val="both"/>
      </w:pPr>
      <w:r>
        <w:t>Заказчик:</w:t>
      </w:r>
    </w:p>
    <w:p w:rsidR="004E7A76" w:rsidRDefault="004E7A76" w:rsidP="00C34E0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C34E02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4E7A76" w:rsidRDefault="004E7A76" w:rsidP="00C34E0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4E7A76" w:rsidRDefault="004E7A76" w:rsidP="00C34E0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4E7A76" w:rsidRDefault="004E7A76" w:rsidP="00C34E0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4E7A76" w:rsidRDefault="004E7A76" w:rsidP="00C34E0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4E7A76" w:rsidRDefault="004E7A76" w:rsidP="00C34E0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4E7A76" w:rsidRDefault="004E7A76" w:rsidP="00C34E0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C34E02">
          <w:rPr>
            <w:rStyle w:val="Hyperlink"/>
            <w:color w:val="auto"/>
            <w:u w:val="none"/>
          </w:rPr>
          <w:t>законом</w:t>
        </w:r>
      </w:hyperlink>
      <w:r w:rsidRPr="00C34E02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4E7A76" w:rsidRDefault="004E7A76" w:rsidP="00C34E02">
      <w:pPr>
        <w:pStyle w:val="ConsPlusNormal0"/>
        <w:ind w:firstLine="709"/>
        <w:jc w:val="both"/>
      </w:pPr>
    </w:p>
    <w:p w:rsidR="004E7A76" w:rsidRDefault="004E7A76" w:rsidP="00484E94">
      <w:pPr>
        <w:ind w:firstLine="709"/>
        <w:jc w:val="both"/>
        <w:rPr>
          <w:szCs w:val="28"/>
        </w:rPr>
      </w:pPr>
    </w:p>
    <w:p w:rsidR="004E7A76" w:rsidRDefault="004E7A7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4E7A76" w:rsidRDefault="004E7A7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4E7A76" w:rsidRDefault="004E7A76" w:rsidP="00B47CC7">
      <w:pPr>
        <w:rPr>
          <w:szCs w:val="28"/>
        </w:rPr>
        <w:sectPr w:rsidR="004E7A7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4E7A76" w:rsidRDefault="004E7A76" w:rsidP="001F5CA2">
      <w:pPr>
        <w:jc w:val="center"/>
        <w:rPr>
          <w:b/>
        </w:rPr>
      </w:pPr>
    </w:p>
    <w:sectPr w:rsidR="004E7A7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A76" w:rsidRDefault="004E7A76" w:rsidP="00EF6F81">
      <w:r>
        <w:separator/>
      </w:r>
    </w:p>
  </w:endnote>
  <w:endnote w:type="continuationSeparator" w:id="0">
    <w:p w:rsidR="004E7A76" w:rsidRDefault="004E7A76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A76" w:rsidRDefault="004E7A76" w:rsidP="00EF6F81">
      <w:r>
        <w:separator/>
      </w:r>
    </w:p>
  </w:footnote>
  <w:footnote w:type="continuationSeparator" w:id="0">
    <w:p w:rsidR="004E7A76" w:rsidRDefault="004E7A76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A76" w:rsidRDefault="004E7A76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A76" w:rsidRDefault="004E7A76">
    <w:pPr>
      <w:pStyle w:val="Header"/>
      <w:jc w:val="center"/>
    </w:pPr>
  </w:p>
  <w:p w:rsidR="004E7A76" w:rsidRDefault="004E7A76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E7A76" w:rsidRPr="00F945BC" w:rsidRDefault="004E7A7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A7D"/>
    <w:rsid w:val="00036BA0"/>
    <w:rsid w:val="00046F33"/>
    <w:rsid w:val="000520B4"/>
    <w:rsid w:val="0005300F"/>
    <w:rsid w:val="0005555B"/>
    <w:rsid w:val="000669A4"/>
    <w:rsid w:val="00067BE9"/>
    <w:rsid w:val="00067C9E"/>
    <w:rsid w:val="00073545"/>
    <w:rsid w:val="00084551"/>
    <w:rsid w:val="00084E42"/>
    <w:rsid w:val="0009591D"/>
    <w:rsid w:val="00097330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D7C81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F97"/>
    <w:rsid w:val="001403D0"/>
    <w:rsid w:val="00143C57"/>
    <w:rsid w:val="00145E87"/>
    <w:rsid w:val="0015265A"/>
    <w:rsid w:val="00153625"/>
    <w:rsid w:val="0015372F"/>
    <w:rsid w:val="00154016"/>
    <w:rsid w:val="0015544B"/>
    <w:rsid w:val="0016103B"/>
    <w:rsid w:val="00162358"/>
    <w:rsid w:val="0016462B"/>
    <w:rsid w:val="001648BD"/>
    <w:rsid w:val="001658ED"/>
    <w:rsid w:val="00167C70"/>
    <w:rsid w:val="00172D6C"/>
    <w:rsid w:val="00173D9E"/>
    <w:rsid w:val="00176619"/>
    <w:rsid w:val="00177C88"/>
    <w:rsid w:val="001813B1"/>
    <w:rsid w:val="00185966"/>
    <w:rsid w:val="00190885"/>
    <w:rsid w:val="00191F96"/>
    <w:rsid w:val="0019577F"/>
    <w:rsid w:val="001A1BB4"/>
    <w:rsid w:val="001B743E"/>
    <w:rsid w:val="001B7870"/>
    <w:rsid w:val="001B7AD5"/>
    <w:rsid w:val="001D080B"/>
    <w:rsid w:val="001D1214"/>
    <w:rsid w:val="001D3418"/>
    <w:rsid w:val="001D4E9D"/>
    <w:rsid w:val="001D4F5E"/>
    <w:rsid w:val="001D7426"/>
    <w:rsid w:val="001D7910"/>
    <w:rsid w:val="001E2B12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7B9"/>
    <w:rsid w:val="00244C9F"/>
    <w:rsid w:val="00251B76"/>
    <w:rsid w:val="00257806"/>
    <w:rsid w:val="0026226A"/>
    <w:rsid w:val="00264B7B"/>
    <w:rsid w:val="0027081A"/>
    <w:rsid w:val="002716B2"/>
    <w:rsid w:val="00273BA4"/>
    <w:rsid w:val="00273C36"/>
    <w:rsid w:val="002742FE"/>
    <w:rsid w:val="0027430B"/>
    <w:rsid w:val="002743DB"/>
    <w:rsid w:val="00277CB3"/>
    <w:rsid w:val="00280F3A"/>
    <w:rsid w:val="00284AEB"/>
    <w:rsid w:val="002937AE"/>
    <w:rsid w:val="00295EB1"/>
    <w:rsid w:val="00297869"/>
    <w:rsid w:val="002A1837"/>
    <w:rsid w:val="002A2A51"/>
    <w:rsid w:val="002A39F5"/>
    <w:rsid w:val="002A7838"/>
    <w:rsid w:val="002B24B8"/>
    <w:rsid w:val="002B34B6"/>
    <w:rsid w:val="002C031E"/>
    <w:rsid w:val="002C1B0E"/>
    <w:rsid w:val="002C7291"/>
    <w:rsid w:val="002D2249"/>
    <w:rsid w:val="002D6BB0"/>
    <w:rsid w:val="002E291E"/>
    <w:rsid w:val="002E5323"/>
    <w:rsid w:val="002E62B4"/>
    <w:rsid w:val="002E6595"/>
    <w:rsid w:val="00306055"/>
    <w:rsid w:val="003160FD"/>
    <w:rsid w:val="00324FC7"/>
    <w:rsid w:val="00325B03"/>
    <w:rsid w:val="00326F04"/>
    <w:rsid w:val="00337501"/>
    <w:rsid w:val="00345A6E"/>
    <w:rsid w:val="00347A6F"/>
    <w:rsid w:val="00347F5E"/>
    <w:rsid w:val="003547EA"/>
    <w:rsid w:val="003559DB"/>
    <w:rsid w:val="00357F42"/>
    <w:rsid w:val="0036781F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62EC"/>
    <w:rsid w:val="003B019F"/>
    <w:rsid w:val="003B3107"/>
    <w:rsid w:val="003B4B63"/>
    <w:rsid w:val="003C0D75"/>
    <w:rsid w:val="003C3A47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65C3"/>
    <w:rsid w:val="003E7778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3AFB"/>
    <w:rsid w:val="00484B97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72B"/>
    <w:rsid w:val="004E184B"/>
    <w:rsid w:val="004E3B65"/>
    <w:rsid w:val="004E660F"/>
    <w:rsid w:val="004E7A76"/>
    <w:rsid w:val="004F6D70"/>
    <w:rsid w:val="004F7016"/>
    <w:rsid w:val="0050378D"/>
    <w:rsid w:val="00503DDC"/>
    <w:rsid w:val="0050519C"/>
    <w:rsid w:val="00506C43"/>
    <w:rsid w:val="0050706A"/>
    <w:rsid w:val="00510D19"/>
    <w:rsid w:val="00532D11"/>
    <w:rsid w:val="0053507E"/>
    <w:rsid w:val="0054045D"/>
    <w:rsid w:val="0054063E"/>
    <w:rsid w:val="00543A38"/>
    <w:rsid w:val="005450A9"/>
    <w:rsid w:val="0055229B"/>
    <w:rsid w:val="00553CFA"/>
    <w:rsid w:val="00565F55"/>
    <w:rsid w:val="00570A58"/>
    <w:rsid w:val="005716FF"/>
    <w:rsid w:val="00571FAC"/>
    <w:rsid w:val="005734E0"/>
    <w:rsid w:val="005750C3"/>
    <w:rsid w:val="0058240E"/>
    <w:rsid w:val="00582A6E"/>
    <w:rsid w:val="00595B9D"/>
    <w:rsid w:val="00596287"/>
    <w:rsid w:val="005A449E"/>
    <w:rsid w:val="005A684E"/>
    <w:rsid w:val="005B3967"/>
    <w:rsid w:val="005B5962"/>
    <w:rsid w:val="005B7233"/>
    <w:rsid w:val="005B786B"/>
    <w:rsid w:val="005C4D2D"/>
    <w:rsid w:val="005C568F"/>
    <w:rsid w:val="005C6C01"/>
    <w:rsid w:val="005E20DC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464"/>
    <w:rsid w:val="00611F63"/>
    <w:rsid w:val="00614039"/>
    <w:rsid w:val="00617E6B"/>
    <w:rsid w:val="006245C5"/>
    <w:rsid w:val="00631501"/>
    <w:rsid w:val="00631920"/>
    <w:rsid w:val="006341E7"/>
    <w:rsid w:val="00634440"/>
    <w:rsid w:val="00634F90"/>
    <w:rsid w:val="006357F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4CA"/>
    <w:rsid w:val="006976D8"/>
    <w:rsid w:val="00697A60"/>
    <w:rsid w:val="006A49C4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7972"/>
    <w:rsid w:val="00721EC5"/>
    <w:rsid w:val="0072626C"/>
    <w:rsid w:val="00734025"/>
    <w:rsid w:val="00734314"/>
    <w:rsid w:val="00741C5B"/>
    <w:rsid w:val="00741FA6"/>
    <w:rsid w:val="00745D1A"/>
    <w:rsid w:val="007556E6"/>
    <w:rsid w:val="00756022"/>
    <w:rsid w:val="00757B19"/>
    <w:rsid w:val="00770883"/>
    <w:rsid w:val="00782AE6"/>
    <w:rsid w:val="00783D2D"/>
    <w:rsid w:val="0078526C"/>
    <w:rsid w:val="00790847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C7970"/>
    <w:rsid w:val="007D09D5"/>
    <w:rsid w:val="007D1D37"/>
    <w:rsid w:val="007E0D6B"/>
    <w:rsid w:val="007E3119"/>
    <w:rsid w:val="007E3A7D"/>
    <w:rsid w:val="007E702A"/>
    <w:rsid w:val="007F1C06"/>
    <w:rsid w:val="007F20C1"/>
    <w:rsid w:val="007F34E4"/>
    <w:rsid w:val="00802B22"/>
    <w:rsid w:val="00805238"/>
    <w:rsid w:val="0080648B"/>
    <w:rsid w:val="00806B35"/>
    <w:rsid w:val="0081373F"/>
    <w:rsid w:val="00822341"/>
    <w:rsid w:val="00823D33"/>
    <w:rsid w:val="00823EB0"/>
    <w:rsid w:val="00824605"/>
    <w:rsid w:val="00827AAA"/>
    <w:rsid w:val="00831B7E"/>
    <w:rsid w:val="0084599C"/>
    <w:rsid w:val="00845C4E"/>
    <w:rsid w:val="00846A87"/>
    <w:rsid w:val="00855115"/>
    <w:rsid w:val="008553FA"/>
    <w:rsid w:val="00856E15"/>
    <w:rsid w:val="00876805"/>
    <w:rsid w:val="00877383"/>
    <w:rsid w:val="008825EF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05F60"/>
    <w:rsid w:val="00910293"/>
    <w:rsid w:val="00911DA9"/>
    <w:rsid w:val="00912399"/>
    <w:rsid w:val="0092378A"/>
    <w:rsid w:val="0092688F"/>
    <w:rsid w:val="00935988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3F14"/>
    <w:rsid w:val="0097458B"/>
    <w:rsid w:val="009745F9"/>
    <w:rsid w:val="009838F0"/>
    <w:rsid w:val="009927A9"/>
    <w:rsid w:val="00994207"/>
    <w:rsid w:val="00994548"/>
    <w:rsid w:val="0099567A"/>
    <w:rsid w:val="009A1BB1"/>
    <w:rsid w:val="009A48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2498"/>
    <w:rsid w:val="00A03E7E"/>
    <w:rsid w:val="00A06F80"/>
    <w:rsid w:val="00A1507B"/>
    <w:rsid w:val="00A23046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E29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5F7E"/>
    <w:rsid w:val="00AD7804"/>
    <w:rsid w:val="00AD7BD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4FE2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0358"/>
    <w:rsid w:val="00B46929"/>
    <w:rsid w:val="00B47CC7"/>
    <w:rsid w:val="00B51199"/>
    <w:rsid w:val="00B54485"/>
    <w:rsid w:val="00B562F6"/>
    <w:rsid w:val="00B56C96"/>
    <w:rsid w:val="00B57633"/>
    <w:rsid w:val="00B648BF"/>
    <w:rsid w:val="00B64B51"/>
    <w:rsid w:val="00B67874"/>
    <w:rsid w:val="00B7169A"/>
    <w:rsid w:val="00B76896"/>
    <w:rsid w:val="00B85358"/>
    <w:rsid w:val="00B86C1B"/>
    <w:rsid w:val="00B86DD3"/>
    <w:rsid w:val="00B87A68"/>
    <w:rsid w:val="00B93778"/>
    <w:rsid w:val="00B946DD"/>
    <w:rsid w:val="00B94A0C"/>
    <w:rsid w:val="00BA5003"/>
    <w:rsid w:val="00BA5B89"/>
    <w:rsid w:val="00BA76D6"/>
    <w:rsid w:val="00BA7AFB"/>
    <w:rsid w:val="00BB43B3"/>
    <w:rsid w:val="00BB769B"/>
    <w:rsid w:val="00BC3A0C"/>
    <w:rsid w:val="00BC5DC4"/>
    <w:rsid w:val="00BC5EDF"/>
    <w:rsid w:val="00BD16FB"/>
    <w:rsid w:val="00BD5F4F"/>
    <w:rsid w:val="00BD6208"/>
    <w:rsid w:val="00BE1191"/>
    <w:rsid w:val="00BE244F"/>
    <w:rsid w:val="00BE51FE"/>
    <w:rsid w:val="00BE75CB"/>
    <w:rsid w:val="00BF759C"/>
    <w:rsid w:val="00C0190C"/>
    <w:rsid w:val="00C02CE4"/>
    <w:rsid w:val="00C11F9E"/>
    <w:rsid w:val="00C1286D"/>
    <w:rsid w:val="00C138C6"/>
    <w:rsid w:val="00C1508F"/>
    <w:rsid w:val="00C23387"/>
    <w:rsid w:val="00C25175"/>
    <w:rsid w:val="00C3292C"/>
    <w:rsid w:val="00C34E02"/>
    <w:rsid w:val="00C374A8"/>
    <w:rsid w:val="00C404E0"/>
    <w:rsid w:val="00C4141F"/>
    <w:rsid w:val="00C429D2"/>
    <w:rsid w:val="00C4367C"/>
    <w:rsid w:val="00C53808"/>
    <w:rsid w:val="00C576C0"/>
    <w:rsid w:val="00C667BF"/>
    <w:rsid w:val="00C71CC2"/>
    <w:rsid w:val="00C72F57"/>
    <w:rsid w:val="00C75EAF"/>
    <w:rsid w:val="00C76645"/>
    <w:rsid w:val="00C769C5"/>
    <w:rsid w:val="00C81107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0764C"/>
    <w:rsid w:val="00D11C47"/>
    <w:rsid w:val="00D21B4F"/>
    <w:rsid w:val="00D2251E"/>
    <w:rsid w:val="00D30666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87475"/>
    <w:rsid w:val="00D91580"/>
    <w:rsid w:val="00D9235A"/>
    <w:rsid w:val="00DA00D1"/>
    <w:rsid w:val="00DA07D9"/>
    <w:rsid w:val="00DA0DE0"/>
    <w:rsid w:val="00DA1FBD"/>
    <w:rsid w:val="00DA2C96"/>
    <w:rsid w:val="00DA4ED8"/>
    <w:rsid w:val="00DA5916"/>
    <w:rsid w:val="00DB503E"/>
    <w:rsid w:val="00DC605B"/>
    <w:rsid w:val="00DD1C2E"/>
    <w:rsid w:val="00DD2E0E"/>
    <w:rsid w:val="00DD49F6"/>
    <w:rsid w:val="00DD4EA0"/>
    <w:rsid w:val="00DD5EA2"/>
    <w:rsid w:val="00DD5F0A"/>
    <w:rsid w:val="00DE264F"/>
    <w:rsid w:val="00DE3544"/>
    <w:rsid w:val="00DE754D"/>
    <w:rsid w:val="00DF23BC"/>
    <w:rsid w:val="00DF42DA"/>
    <w:rsid w:val="00E00492"/>
    <w:rsid w:val="00E005C3"/>
    <w:rsid w:val="00E03A2A"/>
    <w:rsid w:val="00E16C14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312"/>
    <w:rsid w:val="00E746A1"/>
    <w:rsid w:val="00E77B71"/>
    <w:rsid w:val="00E803BD"/>
    <w:rsid w:val="00E813D0"/>
    <w:rsid w:val="00E823BE"/>
    <w:rsid w:val="00E824EC"/>
    <w:rsid w:val="00E84B65"/>
    <w:rsid w:val="00E87B77"/>
    <w:rsid w:val="00E96452"/>
    <w:rsid w:val="00E97A97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24CB1"/>
    <w:rsid w:val="00F268FB"/>
    <w:rsid w:val="00F31FEC"/>
    <w:rsid w:val="00F32117"/>
    <w:rsid w:val="00F36F38"/>
    <w:rsid w:val="00F43866"/>
    <w:rsid w:val="00F43926"/>
    <w:rsid w:val="00F441D3"/>
    <w:rsid w:val="00F57EFB"/>
    <w:rsid w:val="00F60E47"/>
    <w:rsid w:val="00F65DF0"/>
    <w:rsid w:val="00F677FC"/>
    <w:rsid w:val="00F67E40"/>
    <w:rsid w:val="00F707E1"/>
    <w:rsid w:val="00F72601"/>
    <w:rsid w:val="00F73275"/>
    <w:rsid w:val="00F77F10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0B6C"/>
    <w:rsid w:val="00FA1A72"/>
    <w:rsid w:val="00FA3840"/>
    <w:rsid w:val="00FA67D3"/>
    <w:rsid w:val="00FB065A"/>
    <w:rsid w:val="00FB3C76"/>
    <w:rsid w:val="00FC2799"/>
    <w:rsid w:val="00FD34F6"/>
    <w:rsid w:val="00FD486E"/>
    <w:rsid w:val="00FD579D"/>
    <w:rsid w:val="00FE0BE3"/>
    <w:rsid w:val="00FE41F3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paragraph" w:styleId="NoSpacing">
    <w:name w:val="No Spacing"/>
    <w:uiPriority w:val="99"/>
    <w:qFormat/>
    <w:rsid w:val="001D4F5E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character" w:styleId="Hyperlink">
    <w:name w:val="Hyperlink"/>
    <w:basedOn w:val="DefaultParagraphFont"/>
    <w:uiPriority w:val="99"/>
    <w:rsid w:val="00C34E0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30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2515</TotalTime>
  <Pages>12</Pages>
  <Words>2028</Words>
  <Characters>11562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254</cp:revision>
  <cp:lastPrinted>2021-06-11T06:36:00Z</cp:lastPrinted>
  <dcterms:created xsi:type="dcterms:W3CDTF">2018-08-07T11:48:00Z</dcterms:created>
  <dcterms:modified xsi:type="dcterms:W3CDTF">2023-02-02T10:35:00Z</dcterms:modified>
</cp:coreProperties>
</file>