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337DE" w:rsidRPr="00F945BC" w:rsidTr="00F945BC">
        <w:tc>
          <w:tcPr>
            <w:tcW w:w="8934" w:type="dxa"/>
          </w:tcPr>
          <w:p w:rsidR="000337DE" w:rsidRPr="00F945BC" w:rsidRDefault="000337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337DE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0337DE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337DE" w:rsidRPr="00EE5BAC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15</w:t>
            </w:r>
          </w:p>
          <w:p w:rsidR="000337DE" w:rsidRPr="00EE5BAC" w:rsidRDefault="000337D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337DE" w:rsidRDefault="000337D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203</w:t>
            </w:r>
          </w:p>
          <w:p w:rsidR="000337DE" w:rsidRPr="00F945BC" w:rsidRDefault="000337D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0337DE" w:rsidRPr="00885C29" w:rsidRDefault="000337DE" w:rsidP="001157F7">
      <w:r>
        <w:t>1</w:t>
      </w:r>
    </w:p>
    <w:p w:rsidR="000337DE" w:rsidRDefault="000337D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337DE" w:rsidRPr="00250B58" w:rsidRDefault="000337DE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337DE" w:rsidRDefault="000337DE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0337DE" w:rsidRPr="00950972" w:rsidRDefault="000337D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337DE" w:rsidRPr="00250B58" w:rsidRDefault="000337DE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337DE" w:rsidRPr="00950972" w:rsidRDefault="000337D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0337DE" w:rsidRPr="00855115" w:rsidRDefault="000337DE" w:rsidP="00F9512D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337DE" w:rsidRDefault="000337DE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337DE" w:rsidRPr="0096600F" w:rsidRDefault="000337DE" w:rsidP="00221E58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337DE" w:rsidRPr="00190885" w:rsidRDefault="000337DE" w:rsidP="00F9512D">
            <w:pPr>
              <w:rPr>
                <w:b/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Pr="00E823BE" w:rsidRDefault="000337D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0337DE" w:rsidRPr="009C4950" w:rsidRDefault="000337D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0337DE" w:rsidRPr="00190885" w:rsidRDefault="000337DE" w:rsidP="00221E58">
            <w:pPr>
              <w:rPr>
                <w:b/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0337DE" w:rsidRPr="00221E58" w:rsidRDefault="000337DE" w:rsidP="00221E58">
            <w:pPr>
              <w:contextualSpacing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0337DE" w:rsidRDefault="000337DE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337DE" w:rsidRPr="009F22D5" w:rsidRDefault="000337DE" w:rsidP="00A3694D">
            <w:pPr>
              <w:contextualSpacing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0337DE" w:rsidRDefault="000337DE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0337DE" w:rsidRPr="000C3C23" w:rsidRDefault="000337DE" w:rsidP="009C4950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337DE" w:rsidRPr="00A46A72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Pr="00A46A72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337DE" w:rsidRPr="00190885" w:rsidRDefault="000337D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31,7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54298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31,7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337DE" w:rsidRPr="00190885" w:rsidRDefault="000337DE" w:rsidP="0054298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31,7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54298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31,7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14560" w:type="dxa"/>
            <w:gridSpan w:val="6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14560" w:type="dxa"/>
            <w:gridSpan w:val="6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37DE" w:rsidRDefault="000337DE" w:rsidP="004F75D1">
      <w:pPr>
        <w:rPr>
          <w:szCs w:val="28"/>
        </w:rPr>
      </w:pPr>
    </w:p>
    <w:p w:rsidR="000337DE" w:rsidRDefault="000337DE" w:rsidP="004F75D1">
      <w:pPr>
        <w:rPr>
          <w:szCs w:val="28"/>
        </w:rPr>
      </w:pPr>
    </w:p>
    <w:p w:rsidR="000337DE" w:rsidRDefault="000337DE" w:rsidP="004F75D1">
      <w:pPr>
        <w:rPr>
          <w:szCs w:val="28"/>
        </w:rPr>
      </w:pPr>
      <w:r>
        <w:rPr>
          <w:szCs w:val="28"/>
        </w:rPr>
        <w:t>Заместитель главы</w:t>
      </w:r>
    </w:p>
    <w:p w:rsidR="000337DE" w:rsidRDefault="000337DE" w:rsidP="004F75D1">
      <w:pPr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0337DE" w:rsidRDefault="000337DE" w:rsidP="004F75D1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Е.М. Зимина</w:t>
      </w:r>
    </w:p>
    <w:sectPr w:rsidR="000337DE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7DE" w:rsidRDefault="000337DE" w:rsidP="00EF6F81">
      <w:r>
        <w:separator/>
      </w:r>
    </w:p>
  </w:endnote>
  <w:endnote w:type="continuationSeparator" w:id="0">
    <w:p w:rsidR="000337DE" w:rsidRDefault="000337D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7DE" w:rsidRDefault="000337DE" w:rsidP="00EF6F81">
      <w:r>
        <w:separator/>
      </w:r>
    </w:p>
  </w:footnote>
  <w:footnote w:type="continuationSeparator" w:id="0">
    <w:p w:rsidR="000337DE" w:rsidRDefault="000337D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7DE" w:rsidRDefault="000337D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7DE" w:rsidRDefault="000337DE">
    <w:pPr>
      <w:pStyle w:val="Header"/>
      <w:jc w:val="center"/>
    </w:pPr>
  </w:p>
  <w:p w:rsidR="000337DE" w:rsidRDefault="000337D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37DE" w:rsidRPr="00F945BC" w:rsidRDefault="000337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37DE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6619"/>
    <w:rsid w:val="001813B1"/>
    <w:rsid w:val="00185966"/>
    <w:rsid w:val="00190885"/>
    <w:rsid w:val="00190F1C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36D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4F75D1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2988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5569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0FC5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0DEA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CB2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2400</TotalTime>
  <Pages>3</Pages>
  <Words>436</Words>
  <Characters>2491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2023-02-02T10:38:00Z</dcterms:modified>
</cp:coreProperties>
</file>