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2C165E" w:rsidRPr="004E6D75" w:rsidTr="00957C3C">
        <w:tc>
          <w:tcPr>
            <w:tcW w:w="9322" w:type="dxa"/>
          </w:tcPr>
          <w:p w:rsidR="002C165E" w:rsidRPr="004E6D75" w:rsidRDefault="002C165E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2C165E" w:rsidRDefault="002C165E" w:rsidP="0071032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2C165E" w:rsidRPr="00EE5BAC" w:rsidRDefault="002C165E" w:rsidP="00710323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2C165E" w:rsidRDefault="002C165E" w:rsidP="0071032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2C165E" w:rsidRDefault="002C165E" w:rsidP="00710323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01.02.2023 № 14</w:t>
            </w:r>
          </w:p>
          <w:p w:rsidR="002C165E" w:rsidRDefault="002C165E" w:rsidP="00957C3C">
            <w:pPr>
              <w:ind w:left="-253" w:right="-67" w:firstLine="142"/>
              <w:jc w:val="right"/>
              <w:rPr>
                <w:szCs w:val="28"/>
              </w:rPr>
            </w:pPr>
          </w:p>
          <w:p w:rsidR="002C165E" w:rsidRPr="00C96AAF" w:rsidRDefault="002C165E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2C165E" w:rsidRDefault="002C165E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C165E" w:rsidRPr="004B60E9" w:rsidRDefault="002C165E" w:rsidP="004B60E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2C165E" w:rsidRPr="00DA00D1" w:rsidRDefault="002C165E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2C165E" w:rsidRPr="004E6D75" w:rsidRDefault="002C165E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2C165E" w:rsidRPr="006341E7" w:rsidRDefault="002C165E" w:rsidP="003E51DA">
      <w:pPr>
        <w:ind w:firstLine="709"/>
        <w:rPr>
          <w:sz w:val="24"/>
          <w:szCs w:val="24"/>
        </w:rPr>
      </w:pPr>
    </w:p>
    <w:p w:rsidR="002C165E" w:rsidRDefault="002C165E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C165E" w:rsidRPr="00F032F5" w:rsidRDefault="002C165E" w:rsidP="004B60E9">
      <w:pPr>
        <w:jc w:val="center"/>
        <w:rPr>
          <w:b/>
          <w:szCs w:val="28"/>
        </w:rPr>
      </w:pPr>
      <w:r w:rsidRPr="002C0137">
        <w:rPr>
          <w:b/>
          <w:szCs w:val="28"/>
        </w:rPr>
        <w:t>«Развитие, эксплуатация и обслуживание информационно</w:t>
      </w:r>
      <w:r>
        <w:rPr>
          <w:b/>
          <w:szCs w:val="28"/>
        </w:rPr>
        <w:t xml:space="preserve"> - коммуникационных технологий </w:t>
      </w:r>
      <w:r w:rsidRPr="002C0137">
        <w:rPr>
          <w:b/>
          <w:szCs w:val="28"/>
        </w:rPr>
        <w:t xml:space="preserve">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C165E" w:rsidRDefault="002C165E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2C165E" w:rsidRPr="009E44C2" w:rsidRDefault="002C165E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C165E" w:rsidRPr="00F032F5" w:rsidRDefault="002C165E" w:rsidP="002C0137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C165E" w:rsidRPr="009E44C2" w:rsidRDefault="002C165E" w:rsidP="003E51DA">
      <w:pPr>
        <w:jc w:val="center"/>
        <w:rPr>
          <w:b/>
          <w:szCs w:val="28"/>
        </w:rPr>
      </w:pPr>
    </w:p>
    <w:p w:rsidR="002C165E" w:rsidRDefault="002C165E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C165E" w:rsidRPr="00F470FB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C165E" w:rsidRPr="00827FDC" w:rsidRDefault="002C165E" w:rsidP="00F508F2">
            <w:pPr>
              <w:rPr>
                <w:b/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001F8B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2C165E" w:rsidRPr="00E6543F" w:rsidRDefault="002C165E" w:rsidP="00F508F2">
            <w:pPr>
              <w:contextualSpacing/>
              <w:rPr>
                <w:b/>
                <w:szCs w:val="28"/>
              </w:rPr>
            </w:pPr>
          </w:p>
        </w:tc>
      </w:tr>
      <w:tr w:rsidR="002C165E" w:rsidRPr="000A145D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0A145D">
              <w:rPr>
                <w:szCs w:val="28"/>
              </w:rPr>
              <w:t>Создание, развитие и обслуживание информационной и телекоммуникационной инфраструктуры администрации Старотитаровского сельского поселения Темрюкского района</w:t>
            </w:r>
          </w:p>
          <w:p w:rsidR="002C165E" w:rsidRPr="000A145D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2C165E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2C165E" w:rsidRPr="009E6C09" w:rsidRDefault="002C165E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C165E" w:rsidRPr="002503EF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C165E" w:rsidRDefault="002C165E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 xml:space="preserve">3 </w:t>
            </w:r>
            <w:r w:rsidRPr="009011B8">
              <w:rPr>
                <w:szCs w:val="28"/>
              </w:rPr>
              <w:t>год</w:t>
            </w:r>
          </w:p>
          <w:p w:rsidR="002C165E" w:rsidRPr="009011B8" w:rsidRDefault="002C165E" w:rsidP="00F508F2">
            <w:pPr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C165E" w:rsidRPr="002940B0" w:rsidRDefault="002C165E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C165E" w:rsidRPr="002940B0" w:rsidRDefault="002C165E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161,2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B253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161,2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65E" w:rsidRPr="002940B0" w:rsidRDefault="002C165E" w:rsidP="00B253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161,2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B253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161,2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14560" w:type="dxa"/>
            <w:gridSpan w:val="6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14560" w:type="dxa"/>
            <w:gridSpan w:val="6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C165E" w:rsidRPr="009E44C2" w:rsidTr="00F508F2">
        <w:tc>
          <w:tcPr>
            <w:tcW w:w="6012" w:type="dxa"/>
          </w:tcPr>
          <w:p w:rsidR="002C165E" w:rsidRPr="002940B0" w:rsidRDefault="002C165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C165E" w:rsidRPr="002940B0" w:rsidRDefault="002C165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Default="002C165E" w:rsidP="007A6F08">
      <w:pPr>
        <w:jc w:val="center"/>
        <w:rPr>
          <w:b/>
          <w:szCs w:val="28"/>
        </w:rPr>
      </w:pPr>
    </w:p>
    <w:p w:rsidR="002C165E" w:rsidRPr="00500747" w:rsidRDefault="002C165E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2C165E" w:rsidRPr="00F032F5" w:rsidRDefault="002C165E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2C0137">
        <w:rPr>
          <w:b/>
          <w:szCs w:val="28"/>
        </w:rPr>
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</w:r>
      <w:r>
        <w:rPr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2C165E" w:rsidRDefault="002C165E" w:rsidP="007A6F08">
      <w:pPr>
        <w:jc w:val="center"/>
        <w:rPr>
          <w:b/>
          <w:szCs w:val="28"/>
        </w:rPr>
      </w:pPr>
    </w:p>
    <w:p w:rsidR="002C165E" w:rsidRPr="00500747" w:rsidRDefault="002C165E" w:rsidP="007A6F08">
      <w:pPr>
        <w:jc w:val="center"/>
        <w:rPr>
          <w:b/>
          <w:szCs w:val="28"/>
        </w:rPr>
      </w:pPr>
    </w:p>
    <w:p w:rsidR="002C165E" w:rsidRPr="009D244C" w:rsidRDefault="002C165E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C165E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C165E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C165E" w:rsidRDefault="002C165E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C165E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Default="002C165E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B87C2C">
              <w:rPr>
                <w:sz w:val="24"/>
                <w:szCs w:val="24"/>
              </w:rPr>
              <w:t>овышение эффективности использования</w:t>
            </w:r>
            <w:r w:rsidRPr="00B87C2C">
              <w:rPr>
                <w:b/>
                <w:sz w:val="24"/>
                <w:szCs w:val="24"/>
              </w:rPr>
              <w:t xml:space="preserve"> </w:t>
            </w:r>
            <w:r w:rsidRPr="00B87C2C">
              <w:rPr>
                <w:sz w:val="24"/>
                <w:szCs w:val="24"/>
              </w:rPr>
              <w:t>информационно - коммуникационных технологий для обеспечения информационного взаимодействия органов местного самоуправления с организациями Темрюкского района и Краснодарского края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</w:p>
          <w:p w:rsidR="002C165E" w:rsidRPr="00B87C2C" w:rsidRDefault="002C165E" w:rsidP="00F508F2">
            <w:pPr>
              <w:rPr>
                <w:sz w:val="24"/>
                <w:szCs w:val="24"/>
              </w:rPr>
            </w:pP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Default="002C165E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87C2C">
              <w:rPr>
                <w:sz w:val="24"/>
                <w:szCs w:val="24"/>
              </w:rPr>
              <w:t>оздание, развитие и обслуживание информационной и телекоммуникационной инфраструктуры Старотитаровского сельского поселения Темрюкского района</w:t>
            </w:r>
          </w:p>
          <w:p w:rsidR="002C165E" w:rsidRPr="00B87C2C" w:rsidRDefault="002C165E" w:rsidP="00F508F2">
            <w:pPr>
              <w:rPr>
                <w:sz w:val="24"/>
                <w:szCs w:val="24"/>
              </w:rPr>
            </w:pPr>
          </w:p>
        </w:tc>
      </w:tr>
      <w:tr w:rsidR="002C165E" w:rsidRPr="00DB6469" w:rsidTr="00A720F5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B01502" w:rsidRDefault="002C165E" w:rsidP="00B0150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B01502">
              <w:rPr>
                <w:rFonts w:ascii="Times New Roman" w:hAnsi="Times New Roman" w:cs="Times New Roman"/>
              </w:rPr>
              <w:t xml:space="preserve">ехническое обслуживание и регламентно-профилактический ремонт </w:t>
            </w:r>
          </w:p>
          <w:p w:rsidR="002C165E" w:rsidRPr="00B01502" w:rsidRDefault="002C165E" w:rsidP="00B01502">
            <w:pPr>
              <w:pStyle w:val="a0"/>
              <w:rPr>
                <w:rFonts w:ascii="Times New Roman" w:hAnsi="Times New Roman" w:cs="Times New Roman"/>
              </w:rPr>
            </w:pPr>
            <w:r w:rsidRPr="00B01502">
              <w:rPr>
                <w:rFonts w:ascii="Times New Roman" w:hAnsi="Times New Roman" w:cs="Times New Roman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2D4A82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2D4A82" w:rsidRDefault="002C16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2D4A82">
              <w:rPr>
                <w:rFonts w:ascii="Times New Roman" w:hAnsi="Times New Roman" w:cs="Times New Roman"/>
              </w:rPr>
              <w:t>заправка и закупка картриджей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CD1DE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CD1DE9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  <w:p w:rsidR="002C165E" w:rsidRPr="00866163" w:rsidRDefault="002C165E" w:rsidP="00866163">
            <w:pPr>
              <w:rPr>
                <w:lang w:eastAsia="ru-RU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5464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8D2DFC" w:rsidRDefault="002C16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8D2DFC">
              <w:rPr>
                <w:rFonts w:ascii="Times New Roman" w:hAnsi="Times New Roman" w:cs="Times New Roman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бесперебойной работы администрации Старотитаровского сельского поселения Темрюкского района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B25390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B25390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154A2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2C165E" w:rsidP="00710323">
            <w:pPr>
              <w:jc w:val="center"/>
              <w:rPr>
                <w:sz w:val="24"/>
                <w:szCs w:val="24"/>
              </w:rPr>
            </w:pPr>
            <w:r w:rsidRPr="00710323">
              <w:rPr>
                <w:sz w:val="24"/>
                <w:szCs w:val="24"/>
              </w:rPr>
              <w:t>161,2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2C165E" w:rsidP="00B25390">
            <w:pPr>
              <w:jc w:val="center"/>
              <w:rPr>
                <w:sz w:val="24"/>
                <w:szCs w:val="24"/>
              </w:rPr>
            </w:pPr>
            <w:r w:rsidRPr="00710323">
              <w:rPr>
                <w:sz w:val="24"/>
                <w:szCs w:val="24"/>
              </w:rPr>
              <w:t>161,2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165E" w:rsidRPr="00DB6469" w:rsidTr="007154A2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2C165E" w:rsidP="00710323">
            <w:pPr>
              <w:jc w:val="center"/>
              <w:rPr>
                <w:sz w:val="24"/>
                <w:szCs w:val="24"/>
              </w:rPr>
            </w:pPr>
            <w:r w:rsidRPr="00710323">
              <w:rPr>
                <w:sz w:val="24"/>
                <w:szCs w:val="24"/>
              </w:rPr>
              <w:t>161,2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710323" w:rsidRDefault="002C165E" w:rsidP="00B25390">
            <w:pPr>
              <w:jc w:val="center"/>
              <w:rPr>
                <w:sz w:val="24"/>
                <w:szCs w:val="24"/>
              </w:rPr>
            </w:pPr>
            <w:r w:rsidRPr="00710323">
              <w:rPr>
                <w:sz w:val="24"/>
                <w:szCs w:val="24"/>
              </w:rPr>
              <w:t>161,2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165E" w:rsidRPr="00DB6469" w:rsidRDefault="002C165E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C165E" w:rsidRPr="00DB6469" w:rsidRDefault="002C165E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2C165E" w:rsidRDefault="002C165E" w:rsidP="003E51DA">
      <w:pPr>
        <w:jc w:val="center"/>
        <w:rPr>
          <w:b/>
          <w:szCs w:val="28"/>
        </w:rPr>
      </w:pPr>
    </w:p>
    <w:p w:rsidR="002C165E" w:rsidRPr="009E44C2" w:rsidRDefault="002C165E" w:rsidP="003E51DA">
      <w:pPr>
        <w:jc w:val="center"/>
        <w:rPr>
          <w:b/>
          <w:szCs w:val="28"/>
        </w:rPr>
      </w:pPr>
    </w:p>
    <w:p w:rsidR="002C165E" w:rsidRDefault="002C165E" w:rsidP="007A6F08">
      <w:pPr>
        <w:rPr>
          <w:sz w:val="24"/>
          <w:szCs w:val="24"/>
        </w:rPr>
        <w:sectPr w:rsidR="002C165E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C165E" w:rsidRPr="003E51DA" w:rsidRDefault="002C165E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2C165E" w:rsidRDefault="002C165E" w:rsidP="003E51DA">
      <w:pPr>
        <w:pStyle w:val="ConsPlusNormal0"/>
        <w:ind w:firstLine="709"/>
        <w:jc w:val="both"/>
      </w:pPr>
    </w:p>
    <w:p w:rsidR="002C165E" w:rsidRDefault="002C165E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C165E" w:rsidRDefault="002C165E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C165E" w:rsidRDefault="002C165E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C165E" w:rsidRDefault="002C165E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C165E" w:rsidRDefault="002C165E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C165E" w:rsidRDefault="002C165E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C165E" w:rsidRDefault="002C165E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C165E" w:rsidRDefault="002C165E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C165E" w:rsidRDefault="002C165E" w:rsidP="00EF6F81">
      <w:pPr>
        <w:jc w:val="center"/>
        <w:rPr>
          <w:b/>
        </w:rPr>
      </w:pPr>
    </w:p>
    <w:p w:rsidR="002C165E" w:rsidRDefault="002C165E" w:rsidP="00EF6F81">
      <w:pPr>
        <w:jc w:val="center"/>
        <w:rPr>
          <w:b/>
        </w:rPr>
      </w:pPr>
    </w:p>
    <w:p w:rsidR="002C165E" w:rsidRDefault="002C165E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2C165E" w:rsidRDefault="002C165E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2C165E" w:rsidRDefault="002C165E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szCs w:val="28"/>
        </w:rPr>
      </w:pPr>
    </w:p>
    <w:p w:rsidR="002C165E" w:rsidRDefault="002C165E" w:rsidP="00413494">
      <w:pPr>
        <w:jc w:val="both"/>
        <w:rPr>
          <w:b/>
        </w:rPr>
        <w:sectPr w:rsidR="002C165E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C165E" w:rsidRDefault="002C165E" w:rsidP="00E6162A">
      <w:pPr>
        <w:jc w:val="center"/>
        <w:rPr>
          <w:b/>
        </w:rPr>
      </w:pPr>
    </w:p>
    <w:sectPr w:rsidR="002C165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65E" w:rsidRDefault="002C165E" w:rsidP="00EF6F81">
      <w:r>
        <w:separator/>
      </w:r>
    </w:p>
  </w:endnote>
  <w:endnote w:type="continuationSeparator" w:id="0">
    <w:p w:rsidR="002C165E" w:rsidRDefault="002C165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65E" w:rsidRDefault="002C165E" w:rsidP="00EF6F81">
      <w:r>
        <w:separator/>
      </w:r>
    </w:p>
  </w:footnote>
  <w:footnote w:type="continuationSeparator" w:id="0">
    <w:p w:rsidR="002C165E" w:rsidRDefault="002C165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65E" w:rsidRDefault="002C165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65E" w:rsidRDefault="002C165E">
    <w:pPr>
      <w:pStyle w:val="Header"/>
      <w:jc w:val="center"/>
    </w:pPr>
  </w:p>
  <w:p w:rsidR="002C165E" w:rsidRDefault="002C165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C165E" w:rsidRPr="004E6D75" w:rsidRDefault="002C165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7EE0"/>
    <w:rsid w:val="000D1B88"/>
    <w:rsid w:val="000D42BE"/>
    <w:rsid w:val="000D5144"/>
    <w:rsid w:val="000E5F26"/>
    <w:rsid w:val="000F3C67"/>
    <w:rsid w:val="000F5130"/>
    <w:rsid w:val="000F5E70"/>
    <w:rsid w:val="000F64EB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6619"/>
    <w:rsid w:val="001813B1"/>
    <w:rsid w:val="00184E5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2B1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4AEB"/>
    <w:rsid w:val="002905DE"/>
    <w:rsid w:val="002937AE"/>
    <w:rsid w:val="00293E59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165E"/>
    <w:rsid w:val="002C7291"/>
    <w:rsid w:val="002D2249"/>
    <w:rsid w:val="002D4A82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BDD"/>
    <w:rsid w:val="003724CA"/>
    <w:rsid w:val="00374409"/>
    <w:rsid w:val="0037448A"/>
    <w:rsid w:val="003751C2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5F3C"/>
    <w:rsid w:val="003F588A"/>
    <w:rsid w:val="003F7ABC"/>
    <w:rsid w:val="004019AF"/>
    <w:rsid w:val="00401C77"/>
    <w:rsid w:val="004058C3"/>
    <w:rsid w:val="00405F4C"/>
    <w:rsid w:val="00406377"/>
    <w:rsid w:val="00413494"/>
    <w:rsid w:val="00424008"/>
    <w:rsid w:val="004258A2"/>
    <w:rsid w:val="00430618"/>
    <w:rsid w:val="00434175"/>
    <w:rsid w:val="00435D87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424B"/>
    <w:rsid w:val="004B60E9"/>
    <w:rsid w:val="004B6573"/>
    <w:rsid w:val="004C1AA9"/>
    <w:rsid w:val="004C4C56"/>
    <w:rsid w:val="004C630B"/>
    <w:rsid w:val="004D1659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20F4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3485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12AF"/>
    <w:rsid w:val="00673EDF"/>
    <w:rsid w:val="0067563A"/>
    <w:rsid w:val="00676755"/>
    <w:rsid w:val="00682340"/>
    <w:rsid w:val="0068329E"/>
    <w:rsid w:val="006976D8"/>
    <w:rsid w:val="00697A60"/>
    <w:rsid w:val="006B32F6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323"/>
    <w:rsid w:val="00710491"/>
    <w:rsid w:val="007154A2"/>
    <w:rsid w:val="00725F84"/>
    <w:rsid w:val="00734314"/>
    <w:rsid w:val="00741C5B"/>
    <w:rsid w:val="00741FA6"/>
    <w:rsid w:val="00745D1A"/>
    <w:rsid w:val="0075464B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3324"/>
    <w:rsid w:val="00834C77"/>
    <w:rsid w:val="0084599C"/>
    <w:rsid w:val="00845C4E"/>
    <w:rsid w:val="00846A87"/>
    <w:rsid w:val="00854E45"/>
    <w:rsid w:val="008606F5"/>
    <w:rsid w:val="00866163"/>
    <w:rsid w:val="00871AFC"/>
    <w:rsid w:val="00876805"/>
    <w:rsid w:val="00883BAB"/>
    <w:rsid w:val="00885C29"/>
    <w:rsid w:val="00890443"/>
    <w:rsid w:val="008924E5"/>
    <w:rsid w:val="00893CE6"/>
    <w:rsid w:val="008964F0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8F39C3"/>
    <w:rsid w:val="009011B8"/>
    <w:rsid w:val="009013AF"/>
    <w:rsid w:val="00904240"/>
    <w:rsid w:val="00910293"/>
    <w:rsid w:val="00911DA9"/>
    <w:rsid w:val="0092378A"/>
    <w:rsid w:val="0092688F"/>
    <w:rsid w:val="00936780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25390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1DE9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DCF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091D"/>
    <w:rsid w:val="00DE1C92"/>
    <w:rsid w:val="00DE264F"/>
    <w:rsid w:val="00DE3996"/>
    <w:rsid w:val="00DE754D"/>
    <w:rsid w:val="00DF23BC"/>
    <w:rsid w:val="00DF27D4"/>
    <w:rsid w:val="00E00492"/>
    <w:rsid w:val="00E005C3"/>
    <w:rsid w:val="00E03A2A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3B1C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2FF"/>
    <w:rsid w:val="00F65DF0"/>
    <w:rsid w:val="00F677FC"/>
    <w:rsid w:val="00F67E40"/>
    <w:rsid w:val="00F707E1"/>
    <w:rsid w:val="00F80B7C"/>
    <w:rsid w:val="00F82450"/>
    <w:rsid w:val="00F84016"/>
    <w:rsid w:val="00F8586D"/>
    <w:rsid w:val="00F87D7B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64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2171</TotalTime>
  <Pages>7</Pages>
  <Words>996</Words>
  <Characters>5681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219</cp:revision>
  <cp:lastPrinted>2021-06-11T06:36:00Z</cp:lastPrinted>
  <dcterms:created xsi:type="dcterms:W3CDTF">2018-08-07T11:48:00Z</dcterms:created>
  <dcterms:modified xsi:type="dcterms:W3CDTF">2023-02-02T10:40:00Z</dcterms:modified>
</cp:coreProperties>
</file>