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43049" w:rsidRPr="00F945BC" w:rsidTr="00F945BC">
        <w:tc>
          <w:tcPr>
            <w:tcW w:w="8934" w:type="dxa"/>
          </w:tcPr>
          <w:p w:rsidR="00743049" w:rsidRPr="00F945BC" w:rsidRDefault="00743049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43049" w:rsidRPr="00EE5BAC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13</w:t>
            </w:r>
          </w:p>
          <w:p w:rsidR="00743049" w:rsidRPr="00EE5BAC" w:rsidRDefault="00743049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3049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215</w:t>
            </w:r>
          </w:p>
          <w:p w:rsidR="00743049" w:rsidRPr="00F945BC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43049" w:rsidRPr="00885C29" w:rsidRDefault="00743049" w:rsidP="001157F7"/>
    <w:p w:rsidR="00743049" w:rsidRDefault="0074304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Default="00743049" w:rsidP="00221E58">
      <w:pPr>
        <w:jc w:val="center"/>
        <w:rPr>
          <w:b/>
          <w:szCs w:val="28"/>
        </w:rPr>
      </w:pPr>
    </w:p>
    <w:p w:rsidR="00743049" w:rsidRPr="00950972" w:rsidRDefault="0074304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Pr="00950972" w:rsidRDefault="0074304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55115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3049" w:rsidRPr="0096600F" w:rsidRDefault="00743049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743049" w:rsidRPr="00190885" w:rsidRDefault="00743049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00A7A" w:rsidRDefault="00743049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743049" w:rsidRDefault="00743049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743049" w:rsidRPr="00190885" w:rsidRDefault="00743049" w:rsidP="00221E5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221E58" w:rsidRDefault="00743049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743049" w:rsidRPr="009F22D5" w:rsidRDefault="00743049" w:rsidP="00A3694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743049" w:rsidRPr="000C3C23" w:rsidRDefault="00743049" w:rsidP="00E55C53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3049" w:rsidRPr="00190885" w:rsidRDefault="00743049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6 086,3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A16B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6 086,3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3049" w:rsidRPr="00190885" w:rsidRDefault="00743049" w:rsidP="00A16B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6 086,3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A16B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6 086,3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14560" w:type="dxa"/>
            <w:gridSpan w:val="6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14560" w:type="dxa"/>
            <w:gridSpan w:val="6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  <w:r>
        <w:rPr>
          <w:szCs w:val="28"/>
        </w:rPr>
        <w:t>Заместитель главы</w:t>
      </w:r>
    </w:p>
    <w:p w:rsidR="00743049" w:rsidRDefault="00743049" w:rsidP="00600C1F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743049" w:rsidRDefault="00743049" w:rsidP="00DC14D9">
      <w:pPr>
        <w:rPr>
          <w:b/>
        </w:rPr>
      </w:pPr>
      <w:r>
        <w:t>поселения Темрюкского района                                                                                                                 Т.И. Опарина</w:t>
      </w:r>
    </w:p>
    <w:sectPr w:rsidR="00743049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049" w:rsidRDefault="00743049" w:rsidP="00EF6F81">
      <w:r>
        <w:separator/>
      </w:r>
    </w:p>
  </w:endnote>
  <w:endnote w:type="continuationSeparator" w:id="0">
    <w:p w:rsidR="00743049" w:rsidRDefault="0074304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049" w:rsidRDefault="00743049" w:rsidP="00EF6F81">
      <w:r>
        <w:separator/>
      </w:r>
    </w:p>
  </w:footnote>
  <w:footnote w:type="continuationSeparator" w:id="0">
    <w:p w:rsidR="00743049" w:rsidRDefault="0074304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049" w:rsidRDefault="0074304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049" w:rsidRDefault="00743049">
    <w:pPr>
      <w:pStyle w:val="Header"/>
      <w:jc w:val="center"/>
    </w:pPr>
  </w:p>
  <w:p w:rsidR="00743049" w:rsidRDefault="0074304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3049" w:rsidRPr="00F945BC" w:rsidRDefault="0074304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0ECE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0D20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C1F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049"/>
    <w:rsid w:val="00743334"/>
    <w:rsid w:val="00745D1A"/>
    <w:rsid w:val="00754F10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06DC3"/>
    <w:rsid w:val="0081373F"/>
    <w:rsid w:val="00817133"/>
    <w:rsid w:val="00823D33"/>
    <w:rsid w:val="00824605"/>
    <w:rsid w:val="00827AAA"/>
    <w:rsid w:val="00827FDC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B90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6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14D9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54B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0423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character" w:styleId="Hyperlink">
    <w:name w:val="Hyperlink"/>
    <w:basedOn w:val="DefaultParagraphFont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5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2460</TotalTime>
  <Pages>3</Pages>
  <Words>522</Words>
  <Characters>2978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253</cp:revision>
  <cp:lastPrinted>2021-06-11T06:36:00Z</cp:lastPrinted>
  <dcterms:created xsi:type="dcterms:W3CDTF">2018-08-07T11:48:00Z</dcterms:created>
  <dcterms:modified xsi:type="dcterms:W3CDTF">2023-02-02T10:40:00Z</dcterms:modified>
</cp:coreProperties>
</file>