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02B11" w:rsidRPr="00064846" w:rsidTr="00064846">
        <w:tc>
          <w:tcPr>
            <w:tcW w:w="8934" w:type="dxa"/>
          </w:tcPr>
          <w:p w:rsidR="00502B11" w:rsidRPr="00064846" w:rsidRDefault="00502B11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02B11" w:rsidRPr="00EE5BAC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01.02.2023 № 12 </w:t>
            </w:r>
          </w:p>
          <w:p w:rsidR="00502B11" w:rsidRPr="00EE5BAC" w:rsidRDefault="00502B11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02B11" w:rsidRPr="00064846" w:rsidRDefault="00502B11" w:rsidP="00EB2DCB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2161</w:t>
            </w:r>
          </w:p>
        </w:tc>
      </w:tr>
    </w:tbl>
    <w:p w:rsidR="00502B11" w:rsidRPr="00885C29" w:rsidRDefault="00502B11" w:rsidP="001157F7"/>
    <w:p w:rsidR="00502B11" w:rsidRDefault="00502B1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Default="00502B11" w:rsidP="00C3496C">
      <w:pPr>
        <w:rPr>
          <w:b/>
          <w:szCs w:val="28"/>
        </w:rPr>
      </w:pPr>
    </w:p>
    <w:p w:rsidR="00502B11" w:rsidRDefault="00502B11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Pr="00950972" w:rsidRDefault="00502B1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02B11" w:rsidRPr="00855115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57189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7B5B8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502B11" w:rsidRPr="004D143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502B11" w:rsidRPr="009F7348" w:rsidRDefault="00502B11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502B11" w:rsidRPr="00E77B66" w:rsidRDefault="00502B11" w:rsidP="00164E63">
            <w:pPr>
              <w:pStyle w:val="a0"/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502B11" w:rsidRPr="00A46A72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Pr="00A46A72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02B11" w:rsidRPr="00190885" w:rsidRDefault="00502B11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8 225,3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9B48F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8 225,3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9B48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8 225,3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9B48F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8 225,3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02B11" w:rsidRDefault="00502B11" w:rsidP="00EF6F81">
      <w:pPr>
        <w:jc w:val="center"/>
        <w:rPr>
          <w:szCs w:val="28"/>
        </w:rPr>
        <w:sectPr w:rsidR="00502B1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02B11" w:rsidRDefault="00502B11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502B11" w:rsidRDefault="00502B1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02B11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2B11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B11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02B11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4F3F4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9B64B2" w:rsidRDefault="00502B11" w:rsidP="006F209F">
            <w:pPr>
              <w:rPr>
                <w:sz w:val="24"/>
                <w:szCs w:val="24"/>
              </w:rPr>
            </w:pP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502B11" w:rsidRPr="007B6A88" w:rsidRDefault="00502B11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B11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72468C" w:rsidRDefault="00502B11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8 225,3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1455E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8 225,3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11" w:rsidRPr="00A46040" w:rsidRDefault="00502B11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02B11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8 225,3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1455E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8 225,3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502B1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502B11" w:rsidP="006B1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8 225,3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502B11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502B11" w:rsidP="006B1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8 225,3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p w:rsidR="00502B11" w:rsidRDefault="00502B11" w:rsidP="00EF6F81">
      <w:pPr>
        <w:jc w:val="center"/>
        <w:rPr>
          <w:szCs w:val="28"/>
        </w:rPr>
        <w:sectPr w:rsidR="00502B1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02B11" w:rsidRPr="0016103B" w:rsidRDefault="00502B11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02B11" w:rsidRPr="00484E94" w:rsidRDefault="00502B11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02B11" w:rsidRDefault="00502B11" w:rsidP="00484E94">
      <w:pPr>
        <w:jc w:val="both"/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02B11" w:rsidRDefault="00502B11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02B11" w:rsidRDefault="00502B11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Заказчик: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02B11" w:rsidRDefault="00502B11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02B11" w:rsidRDefault="00502B11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02B11" w:rsidRDefault="00502B11" w:rsidP="00484E94">
      <w:pPr>
        <w:ind w:firstLine="709"/>
        <w:jc w:val="both"/>
        <w:rPr>
          <w:szCs w:val="28"/>
        </w:rPr>
      </w:pP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02B11" w:rsidRDefault="00502B11" w:rsidP="00956CCE">
      <w:pPr>
        <w:rPr>
          <w:szCs w:val="28"/>
        </w:rPr>
        <w:sectPr w:rsidR="00502B1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502B11" w:rsidRDefault="00502B11" w:rsidP="001F5CA2">
      <w:pPr>
        <w:jc w:val="center"/>
        <w:rPr>
          <w:b/>
        </w:rPr>
      </w:pPr>
    </w:p>
    <w:sectPr w:rsidR="00502B1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B11" w:rsidRDefault="00502B11" w:rsidP="00EF6F81">
      <w:r>
        <w:separator/>
      </w:r>
    </w:p>
  </w:endnote>
  <w:endnote w:type="continuationSeparator" w:id="0">
    <w:p w:rsidR="00502B11" w:rsidRDefault="00502B1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B11" w:rsidRDefault="00502B11" w:rsidP="00EF6F81">
      <w:r>
        <w:separator/>
      </w:r>
    </w:p>
  </w:footnote>
  <w:footnote w:type="continuationSeparator" w:id="0">
    <w:p w:rsidR="00502B11" w:rsidRDefault="00502B1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B11" w:rsidRDefault="00502B1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B11" w:rsidRDefault="00502B11">
    <w:pPr>
      <w:pStyle w:val="Header"/>
      <w:jc w:val="center"/>
    </w:pPr>
  </w:p>
  <w:p w:rsidR="00502B11" w:rsidRDefault="00502B1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02B11" w:rsidRPr="00064846" w:rsidRDefault="00502B1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98C"/>
    <w:rsid w:val="00010261"/>
    <w:rsid w:val="000151FC"/>
    <w:rsid w:val="00017FA2"/>
    <w:rsid w:val="00023F4D"/>
    <w:rsid w:val="000319AE"/>
    <w:rsid w:val="00031DF9"/>
    <w:rsid w:val="00031F9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CAC"/>
    <w:rsid w:val="001455E5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30F"/>
    <w:rsid w:val="00172D6C"/>
    <w:rsid w:val="00173D9E"/>
    <w:rsid w:val="00176619"/>
    <w:rsid w:val="00176D2A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516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5D2"/>
    <w:rsid w:val="004D4F4B"/>
    <w:rsid w:val="004D61E7"/>
    <w:rsid w:val="004E184B"/>
    <w:rsid w:val="004E660F"/>
    <w:rsid w:val="004F1039"/>
    <w:rsid w:val="004F3F4C"/>
    <w:rsid w:val="00500747"/>
    <w:rsid w:val="00502B11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56128"/>
    <w:rsid w:val="00660B50"/>
    <w:rsid w:val="00662F28"/>
    <w:rsid w:val="006705A4"/>
    <w:rsid w:val="0067125C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958CE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28F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1432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3DD7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7E50"/>
    <w:rsid w:val="009B48F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27A6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2383</TotalTime>
  <Pages>8</Pages>
  <Words>1351</Words>
  <Characters>7701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259</cp:revision>
  <cp:lastPrinted>2021-09-28T10:09:00Z</cp:lastPrinted>
  <dcterms:created xsi:type="dcterms:W3CDTF">2018-08-07T11:48:00Z</dcterms:created>
  <dcterms:modified xsi:type="dcterms:W3CDTF">2023-02-02T10:45:00Z</dcterms:modified>
</cp:coreProperties>
</file>