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CD6AAF" w:rsidRPr="00C96AAF" w:rsidTr="00FD0C3A">
        <w:tc>
          <w:tcPr>
            <w:tcW w:w="8788" w:type="dxa"/>
          </w:tcPr>
          <w:p w:rsidR="00CD6AAF" w:rsidRPr="00C96AAF" w:rsidRDefault="00CD6AAF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CD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CD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CD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01.02.2023 № 11</w:t>
            </w:r>
          </w:p>
          <w:p w:rsidR="00CD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CD6AAF" w:rsidRPr="00C9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CD6AAF" w:rsidRDefault="00CD6AA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D6AAF" w:rsidRPr="00AA240D" w:rsidRDefault="00CD6AAF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CD6AAF" w:rsidRPr="00C96AAF" w:rsidRDefault="00CD6AA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CD6AAF" w:rsidRPr="00C96AAF" w:rsidRDefault="00CD6AAF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CD6AAF" w:rsidRDefault="00CD6AA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D6AAF" w:rsidRPr="00DE71AE" w:rsidRDefault="00CD6AAF" w:rsidP="00AA240D">
      <w:pPr>
        <w:jc w:val="center"/>
        <w:rPr>
          <w:b/>
          <w:szCs w:val="28"/>
        </w:rPr>
      </w:pPr>
      <w:r w:rsidRPr="001D3802">
        <w:rPr>
          <w:b/>
          <w:szCs w:val="28"/>
        </w:rPr>
        <w:t>«Защита населения</w:t>
      </w:r>
      <w:r>
        <w:rPr>
          <w:b/>
          <w:szCs w:val="28"/>
        </w:rPr>
        <w:t>,</w:t>
      </w:r>
      <w:r w:rsidRPr="001D3802">
        <w:rPr>
          <w:b/>
          <w:szCs w:val="28"/>
        </w:rPr>
        <w:t xml:space="preserve"> территори</w:t>
      </w:r>
      <w:r>
        <w:rPr>
          <w:b/>
          <w:szCs w:val="28"/>
        </w:rPr>
        <w:t>и</w:t>
      </w:r>
      <w:r w:rsidRPr="001D3802">
        <w:rPr>
          <w:b/>
          <w:szCs w:val="28"/>
        </w:rPr>
        <w:t xml:space="preserve"> Старотитаровского сельского поселения Темрюкского района </w:t>
      </w:r>
      <w:r>
        <w:rPr>
          <w:b/>
          <w:szCs w:val="28"/>
        </w:rPr>
        <w:t xml:space="preserve">и объектов социальной сферы </w:t>
      </w:r>
      <w:r w:rsidRPr="001D3802">
        <w:rPr>
          <w:b/>
          <w:szCs w:val="28"/>
        </w:rPr>
        <w:t>от чрезвычайных</w:t>
      </w:r>
      <w:r>
        <w:rPr>
          <w:b/>
          <w:szCs w:val="28"/>
        </w:rPr>
        <w:t xml:space="preserve"> и техногенных</w:t>
      </w:r>
      <w:r w:rsidRPr="001D3802">
        <w:rPr>
          <w:b/>
          <w:szCs w:val="28"/>
        </w:rPr>
        <w:t xml:space="preserve">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D6AAF" w:rsidRDefault="00CD6AAF" w:rsidP="003E51DA">
      <w:pPr>
        <w:jc w:val="center"/>
        <w:rPr>
          <w:b/>
          <w:szCs w:val="28"/>
        </w:rPr>
      </w:pPr>
    </w:p>
    <w:p w:rsidR="00CD6AAF" w:rsidRPr="009E44C2" w:rsidRDefault="00CD6AA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D6AAF" w:rsidRPr="00DE71AE" w:rsidRDefault="00CD6AAF" w:rsidP="004E0743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1D3802">
        <w:rPr>
          <w:b/>
          <w:szCs w:val="28"/>
        </w:rPr>
        <w:t>«Защита населения</w:t>
      </w:r>
      <w:r>
        <w:rPr>
          <w:b/>
          <w:szCs w:val="28"/>
        </w:rPr>
        <w:t>,</w:t>
      </w:r>
      <w:r w:rsidRPr="001D3802">
        <w:rPr>
          <w:b/>
          <w:szCs w:val="28"/>
        </w:rPr>
        <w:t xml:space="preserve"> территори</w:t>
      </w:r>
      <w:r>
        <w:rPr>
          <w:b/>
          <w:szCs w:val="28"/>
        </w:rPr>
        <w:t>и</w:t>
      </w:r>
      <w:r w:rsidRPr="001D3802">
        <w:rPr>
          <w:b/>
          <w:szCs w:val="28"/>
        </w:rPr>
        <w:t xml:space="preserve"> Старотитаровского сельского поселения Темрюкского района </w:t>
      </w:r>
      <w:r>
        <w:rPr>
          <w:b/>
          <w:szCs w:val="28"/>
        </w:rPr>
        <w:t xml:space="preserve">и объектов социальной сферы </w:t>
      </w:r>
      <w:r w:rsidRPr="001D3802">
        <w:rPr>
          <w:b/>
          <w:szCs w:val="28"/>
        </w:rPr>
        <w:t>от чрезвычайных</w:t>
      </w:r>
      <w:r>
        <w:rPr>
          <w:b/>
          <w:szCs w:val="28"/>
        </w:rPr>
        <w:t xml:space="preserve"> и техногенных</w:t>
      </w:r>
      <w:r w:rsidRPr="001D3802">
        <w:rPr>
          <w:b/>
          <w:szCs w:val="28"/>
        </w:rPr>
        <w:t xml:space="preserve">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D6AAF" w:rsidRDefault="00CD6AA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D6AAF" w:rsidRPr="00AA240D" w:rsidRDefault="00CD6AAF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D6AAF" w:rsidRPr="00827FDC" w:rsidRDefault="00CD6AAF" w:rsidP="00AA240D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CD6AAF" w:rsidRDefault="00CD6AAF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CD6AAF" w:rsidRPr="002940B0" w:rsidRDefault="00CD6AAF" w:rsidP="000F1BD5">
            <w:pPr>
              <w:rPr>
                <w:b/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D6AAF" w:rsidRPr="00D91F7C" w:rsidRDefault="00CD6AAF" w:rsidP="003A70A7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D6AAF" w:rsidRDefault="00CD6AAF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D6AAF" w:rsidRPr="002503EF" w:rsidRDefault="00CD6AAF" w:rsidP="000F1BD5">
            <w:pPr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D6AAF" w:rsidRDefault="00CD6AAF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CD6AAF" w:rsidRPr="009011B8" w:rsidRDefault="00CD6AAF" w:rsidP="000F1BD5">
            <w:pPr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D6AAF" w:rsidRPr="002940B0" w:rsidRDefault="00CD6AAF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D6AAF" w:rsidRPr="002940B0" w:rsidRDefault="00CD6AAF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14560" w:type="dxa"/>
            <w:gridSpan w:val="6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14560" w:type="dxa"/>
            <w:gridSpan w:val="6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D6AAF" w:rsidRPr="009E44C2" w:rsidTr="000F1BD5">
        <w:tc>
          <w:tcPr>
            <w:tcW w:w="6012" w:type="dxa"/>
          </w:tcPr>
          <w:p w:rsidR="00CD6AAF" w:rsidRPr="002940B0" w:rsidRDefault="00CD6AAF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D6AAF" w:rsidRPr="002940B0" w:rsidRDefault="00CD6AAF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D6AAF" w:rsidRDefault="00CD6AA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D6AAF" w:rsidRDefault="00CD6AA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D6AAF" w:rsidRDefault="00CD6AA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D6AAF" w:rsidRPr="009A1CC2" w:rsidRDefault="00CD6AAF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CD6AAF" w:rsidRPr="00DE71AE" w:rsidRDefault="00CD6AAF" w:rsidP="00DB587D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«Защита населения</w:t>
      </w:r>
      <w:r>
        <w:rPr>
          <w:b/>
          <w:szCs w:val="28"/>
        </w:rPr>
        <w:t>,</w:t>
      </w:r>
      <w:r w:rsidRPr="001D3802">
        <w:rPr>
          <w:b/>
          <w:szCs w:val="28"/>
        </w:rPr>
        <w:t xml:space="preserve"> территори</w:t>
      </w:r>
      <w:r>
        <w:rPr>
          <w:b/>
          <w:szCs w:val="28"/>
        </w:rPr>
        <w:t>и</w:t>
      </w:r>
      <w:r w:rsidRPr="001D3802">
        <w:rPr>
          <w:b/>
          <w:szCs w:val="28"/>
        </w:rPr>
        <w:t xml:space="preserve"> Старотитаровского сельского поселения Темрюкского района </w:t>
      </w:r>
      <w:r>
        <w:rPr>
          <w:b/>
          <w:szCs w:val="28"/>
        </w:rPr>
        <w:t xml:space="preserve">и объектов социальной сферы </w:t>
      </w:r>
      <w:r w:rsidRPr="001D3802">
        <w:rPr>
          <w:b/>
          <w:szCs w:val="28"/>
        </w:rPr>
        <w:t>от чрезвычайных</w:t>
      </w:r>
      <w:r>
        <w:rPr>
          <w:b/>
          <w:szCs w:val="28"/>
        </w:rPr>
        <w:t xml:space="preserve"> и техногенных</w:t>
      </w:r>
      <w:r w:rsidRPr="001D3802">
        <w:rPr>
          <w:b/>
          <w:szCs w:val="28"/>
        </w:rPr>
        <w:t xml:space="preserve"> ситуаций»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CD6AAF" w:rsidRPr="00500747" w:rsidRDefault="00CD6AAF" w:rsidP="007A6F08">
      <w:pPr>
        <w:jc w:val="center"/>
        <w:rPr>
          <w:b/>
          <w:szCs w:val="28"/>
        </w:rPr>
      </w:pPr>
    </w:p>
    <w:p w:rsidR="00CD6AAF" w:rsidRPr="009D244C" w:rsidRDefault="00CD6AAF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CD6AAF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D6AAF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D6AAF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D6AAF" w:rsidRPr="00E724E6" w:rsidRDefault="00CD6AAF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CD6AAF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CD6AAF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CD6AAF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54F20" w:rsidRDefault="00CD6AAF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CD6AAF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54F20" w:rsidRDefault="00CD6AAF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CD6AAF" w:rsidRPr="00C57F83" w:rsidRDefault="00CD6AAF" w:rsidP="00E54F20">
            <w:pPr>
              <w:pStyle w:val="a0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AAF" w:rsidRPr="00E724E6" w:rsidRDefault="00CD6AAF" w:rsidP="00745AD7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D6AAF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6AAF" w:rsidRPr="00E724E6" w:rsidRDefault="00CD6AAF" w:rsidP="00705086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AAF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D6AAF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CD6AAF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AAF" w:rsidRPr="00E724E6" w:rsidRDefault="00CD6AAF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D6AAF" w:rsidRPr="00E724E6" w:rsidRDefault="00CD6AAF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D6AAF" w:rsidRPr="00E724E6" w:rsidRDefault="00CD6AAF" w:rsidP="003E51DA">
      <w:pPr>
        <w:jc w:val="center"/>
        <w:rPr>
          <w:b/>
          <w:sz w:val="24"/>
          <w:szCs w:val="24"/>
        </w:rPr>
      </w:pPr>
    </w:p>
    <w:p w:rsidR="00CD6AAF" w:rsidRPr="00E724E6" w:rsidRDefault="00CD6AAF" w:rsidP="003E51DA">
      <w:pPr>
        <w:jc w:val="center"/>
        <w:rPr>
          <w:b/>
          <w:sz w:val="24"/>
          <w:szCs w:val="24"/>
        </w:rPr>
      </w:pPr>
    </w:p>
    <w:p w:rsidR="00CD6AAF" w:rsidRDefault="00CD6AAF" w:rsidP="007A6F08">
      <w:pPr>
        <w:rPr>
          <w:sz w:val="24"/>
          <w:szCs w:val="24"/>
        </w:rPr>
        <w:sectPr w:rsidR="00CD6AA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D6AAF" w:rsidRPr="003E51DA" w:rsidRDefault="00CD6AAF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CD6AAF" w:rsidRDefault="00CD6AAF" w:rsidP="003E51DA">
      <w:pPr>
        <w:pStyle w:val="ConsPlusNormal0"/>
        <w:ind w:firstLine="709"/>
        <w:jc w:val="both"/>
      </w:pPr>
    </w:p>
    <w:p w:rsidR="00CD6AAF" w:rsidRDefault="00CD6AA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D6AAF" w:rsidRDefault="00CD6AA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D6AAF" w:rsidRDefault="00CD6AA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D6AAF" w:rsidRDefault="00CD6AA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D6AAF" w:rsidRDefault="00CD6AA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D6AAF" w:rsidRDefault="00CD6AA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D6AAF" w:rsidRDefault="00CD6AA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D6AAF" w:rsidRDefault="00CD6AA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D6AAF" w:rsidRDefault="00CD6AA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D6AAF" w:rsidRDefault="00CD6AAF" w:rsidP="00EF6F81">
      <w:pPr>
        <w:jc w:val="center"/>
        <w:rPr>
          <w:b/>
        </w:rPr>
      </w:pPr>
    </w:p>
    <w:p w:rsidR="00CD6AAF" w:rsidRDefault="00CD6AAF" w:rsidP="00EF6F81">
      <w:pPr>
        <w:jc w:val="center"/>
        <w:rPr>
          <w:b/>
        </w:rPr>
      </w:pPr>
    </w:p>
    <w:p w:rsidR="00CD6AAF" w:rsidRDefault="00CD6AAF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CD6AAF" w:rsidRDefault="00CD6AAF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Е.М. Зимина</w:t>
      </w:r>
    </w:p>
    <w:p w:rsidR="00CD6AAF" w:rsidRDefault="00CD6AAF" w:rsidP="00413494">
      <w:pPr>
        <w:jc w:val="both"/>
        <w:rPr>
          <w:b/>
        </w:rPr>
        <w:sectPr w:rsidR="00CD6AA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D6AAF" w:rsidRDefault="00CD6AAF" w:rsidP="00E6162A">
      <w:pPr>
        <w:jc w:val="center"/>
        <w:rPr>
          <w:b/>
        </w:rPr>
      </w:pPr>
    </w:p>
    <w:sectPr w:rsidR="00CD6AA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AAF" w:rsidRDefault="00CD6AAF" w:rsidP="00EF6F81">
      <w:r>
        <w:separator/>
      </w:r>
    </w:p>
  </w:endnote>
  <w:endnote w:type="continuationSeparator" w:id="0">
    <w:p w:rsidR="00CD6AAF" w:rsidRDefault="00CD6AA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AAF" w:rsidRDefault="00CD6AAF" w:rsidP="00EF6F81">
      <w:r>
        <w:separator/>
      </w:r>
    </w:p>
  </w:footnote>
  <w:footnote w:type="continuationSeparator" w:id="0">
    <w:p w:rsidR="00CD6AAF" w:rsidRDefault="00CD6AA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AF" w:rsidRDefault="00CD6AA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AF" w:rsidRDefault="00CD6AAF">
    <w:pPr>
      <w:pStyle w:val="Header"/>
      <w:jc w:val="center"/>
    </w:pPr>
  </w:p>
  <w:p w:rsidR="00CD6AAF" w:rsidRDefault="00CD6AA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D6AAF" w:rsidRPr="00C96AAF" w:rsidRDefault="00CD6AA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6C57"/>
    <w:rsid w:val="00067C9E"/>
    <w:rsid w:val="00073545"/>
    <w:rsid w:val="00080B44"/>
    <w:rsid w:val="00084E42"/>
    <w:rsid w:val="000A5167"/>
    <w:rsid w:val="000B0A02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70A7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0743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268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3973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44C4"/>
    <w:rsid w:val="008E65A9"/>
    <w:rsid w:val="008F1C38"/>
    <w:rsid w:val="009011B8"/>
    <w:rsid w:val="009013AF"/>
    <w:rsid w:val="00904240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86D3C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DD5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6AAF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B587D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3D92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0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2140</TotalTime>
  <Pages>6</Pages>
  <Words>813</Words>
  <Characters>4638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227</cp:revision>
  <cp:lastPrinted>2021-06-11T06:36:00Z</cp:lastPrinted>
  <dcterms:created xsi:type="dcterms:W3CDTF">2018-08-07T11:48:00Z</dcterms:created>
  <dcterms:modified xsi:type="dcterms:W3CDTF">2023-02-02T10:44:00Z</dcterms:modified>
</cp:coreProperties>
</file>