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-106" w:type="dxa"/>
        <w:tblLayout w:type="fixed"/>
        <w:tblLook w:val="00A0"/>
      </w:tblPr>
      <w:tblGrid>
        <w:gridCol w:w="8934"/>
        <w:gridCol w:w="5525"/>
      </w:tblGrid>
      <w:tr w:rsidR="004E2B74" w:rsidRPr="00064846">
        <w:tc>
          <w:tcPr>
            <w:tcW w:w="8934" w:type="dxa"/>
          </w:tcPr>
          <w:p w:rsidR="004E2B74" w:rsidRPr="00064846" w:rsidRDefault="004E2B74" w:rsidP="00064846">
            <w:pPr>
              <w:suppressAutoHyphens/>
              <w:jc w:val="center"/>
              <w:rPr>
                <w:kern w:val="1"/>
                <w:lang w:eastAsia="zh-CN"/>
              </w:rPr>
            </w:pPr>
          </w:p>
        </w:tc>
        <w:tc>
          <w:tcPr>
            <w:tcW w:w="5525" w:type="dxa"/>
          </w:tcPr>
          <w:p w:rsidR="004E2B74" w:rsidRPr="00EE5BAC" w:rsidRDefault="004E2B74" w:rsidP="00515088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П</w:t>
            </w:r>
            <w:r w:rsidRPr="00EE5BAC">
              <w:rPr>
                <w:kern w:val="1"/>
                <w:lang w:eastAsia="zh-CN"/>
              </w:rPr>
              <w:t>РИЛОЖЕНИЕ</w:t>
            </w:r>
          </w:p>
          <w:p w:rsidR="004E2B74" w:rsidRPr="00EE5BAC" w:rsidRDefault="004E2B74" w:rsidP="00515088">
            <w:pPr>
              <w:suppressAutoHyphens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4E2B74" w:rsidRPr="00EE5BAC" w:rsidRDefault="004E2B74" w:rsidP="00515088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4E2B74" w:rsidRPr="00064846" w:rsidRDefault="004E2B74" w:rsidP="00515088">
            <w:pPr>
              <w:suppressAutoHyphens/>
              <w:ind w:right="-246"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 xml:space="preserve">                                      </w:t>
            </w:r>
            <w:r w:rsidRPr="00EE5BAC">
              <w:rPr>
                <w:kern w:val="1"/>
                <w:lang w:eastAsia="zh-CN"/>
              </w:rPr>
              <w:t xml:space="preserve">от </w:t>
            </w:r>
            <w:r>
              <w:rPr>
                <w:kern w:val="1"/>
                <w:lang w:eastAsia="zh-CN"/>
              </w:rPr>
              <w:t xml:space="preserve">02.02.2022 г. </w:t>
            </w:r>
            <w:r w:rsidRPr="00EE5BAC">
              <w:rPr>
                <w:kern w:val="1"/>
                <w:lang w:eastAsia="zh-CN"/>
              </w:rPr>
              <w:t>№</w:t>
            </w:r>
            <w:r>
              <w:rPr>
                <w:kern w:val="1"/>
                <w:lang w:eastAsia="zh-CN"/>
              </w:rPr>
              <w:t xml:space="preserve"> 9</w:t>
            </w:r>
          </w:p>
        </w:tc>
      </w:tr>
    </w:tbl>
    <w:p w:rsidR="004E2B74" w:rsidRPr="00885C29" w:rsidRDefault="004E2B74" w:rsidP="001157F7"/>
    <w:p w:rsidR="004E2B74" w:rsidRPr="00EE5BAC" w:rsidRDefault="004E2B74" w:rsidP="002A68D5">
      <w:pPr>
        <w:suppressAutoHyphens/>
        <w:jc w:val="right"/>
        <w:rPr>
          <w:kern w:val="1"/>
          <w:lang w:eastAsia="zh-CN"/>
        </w:rPr>
      </w:pPr>
      <w:r w:rsidRPr="00EE5BAC">
        <w:rPr>
          <w:kern w:val="1"/>
          <w:lang w:eastAsia="zh-CN"/>
        </w:rPr>
        <w:t>УТВЕРЖДЕНА</w:t>
      </w:r>
    </w:p>
    <w:p w:rsidR="004E2B74" w:rsidRDefault="004E2B74" w:rsidP="002A68D5">
      <w:pPr>
        <w:suppressAutoHyphens/>
        <w:jc w:val="right"/>
        <w:rPr>
          <w:kern w:val="1"/>
          <w:lang w:eastAsia="zh-CN"/>
        </w:rPr>
      </w:pPr>
      <w:r>
        <w:rPr>
          <w:kern w:val="1"/>
          <w:lang w:eastAsia="zh-CN"/>
        </w:rPr>
        <w:t xml:space="preserve">постановлением администрации </w:t>
      </w:r>
    </w:p>
    <w:p w:rsidR="004E2B74" w:rsidRPr="00EE5BAC" w:rsidRDefault="004E2B74" w:rsidP="002A68D5">
      <w:pPr>
        <w:suppressAutoHyphens/>
        <w:jc w:val="right"/>
        <w:rPr>
          <w:kern w:val="1"/>
          <w:lang w:eastAsia="zh-CN"/>
        </w:rPr>
      </w:pPr>
      <w:r>
        <w:rPr>
          <w:kern w:val="1"/>
          <w:lang w:eastAsia="zh-CN"/>
        </w:rPr>
        <w:t>Старотитаровского сельского поселения</w:t>
      </w:r>
      <w:r w:rsidRPr="00EE5BAC">
        <w:rPr>
          <w:kern w:val="1"/>
          <w:lang w:eastAsia="zh-CN"/>
        </w:rPr>
        <w:t xml:space="preserve"> </w:t>
      </w:r>
    </w:p>
    <w:p w:rsidR="004E2B74" w:rsidRPr="00EE5BAC" w:rsidRDefault="004E2B74" w:rsidP="002A68D5">
      <w:pPr>
        <w:suppressAutoHyphens/>
        <w:jc w:val="right"/>
        <w:rPr>
          <w:kern w:val="1"/>
          <w:lang w:eastAsia="zh-CN"/>
        </w:rPr>
      </w:pPr>
      <w:r w:rsidRPr="00EE5BAC">
        <w:rPr>
          <w:kern w:val="1"/>
          <w:lang w:eastAsia="zh-CN"/>
        </w:rPr>
        <w:t>Темрюкск</w:t>
      </w:r>
      <w:r>
        <w:rPr>
          <w:kern w:val="1"/>
          <w:lang w:eastAsia="zh-CN"/>
        </w:rPr>
        <w:t>ого</w:t>
      </w:r>
      <w:r w:rsidRPr="00EE5BAC">
        <w:rPr>
          <w:kern w:val="1"/>
          <w:lang w:eastAsia="zh-CN"/>
        </w:rPr>
        <w:t xml:space="preserve"> район</w:t>
      </w:r>
      <w:r>
        <w:rPr>
          <w:kern w:val="1"/>
          <w:lang w:eastAsia="zh-CN"/>
        </w:rPr>
        <w:t>а</w:t>
      </w:r>
    </w:p>
    <w:p w:rsidR="004E2B74" w:rsidRDefault="004E2B74" w:rsidP="002A68D5">
      <w:pPr>
        <w:jc w:val="right"/>
        <w:rPr>
          <w:b/>
          <w:bCs/>
        </w:rPr>
      </w:pPr>
      <w:r w:rsidRPr="00EE5BAC">
        <w:rPr>
          <w:kern w:val="1"/>
          <w:lang w:eastAsia="zh-CN"/>
        </w:rPr>
        <w:t xml:space="preserve">от </w:t>
      </w:r>
      <w:r>
        <w:rPr>
          <w:kern w:val="1"/>
          <w:lang w:eastAsia="zh-CN"/>
        </w:rPr>
        <w:t xml:space="preserve">28.10.2021 </w:t>
      </w:r>
      <w:r w:rsidRPr="00EE5BAC">
        <w:rPr>
          <w:kern w:val="1"/>
          <w:lang w:eastAsia="zh-CN"/>
        </w:rPr>
        <w:t>№</w:t>
      </w:r>
      <w:r>
        <w:rPr>
          <w:kern w:val="1"/>
          <w:lang w:eastAsia="zh-CN"/>
        </w:rPr>
        <w:t xml:space="preserve"> 221</w:t>
      </w:r>
    </w:p>
    <w:p w:rsidR="004E2B74" w:rsidRDefault="004E2B74" w:rsidP="007B5B84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50972">
        <w:rPr>
          <w:b/>
          <w:bCs/>
        </w:rPr>
        <w:t>ПАСПОРТ</w:t>
      </w:r>
    </w:p>
    <w:p w:rsidR="004E2B74" w:rsidRPr="00033748" w:rsidRDefault="004E2B74" w:rsidP="00082596">
      <w:pPr>
        <w:jc w:val="center"/>
        <w:rPr>
          <w:b/>
          <w:bCs/>
        </w:rPr>
      </w:pPr>
      <w:r>
        <w:rPr>
          <w:b/>
          <w:bCs/>
        </w:rPr>
        <w:t>м</w:t>
      </w:r>
      <w:r w:rsidRPr="00BB769B">
        <w:rPr>
          <w:b/>
          <w:bCs/>
        </w:rPr>
        <w:t>униципальн</w:t>
      </w:r>
      <w:r>
        <w:rPr>
          <w:b/>
          <w:bCs/>
        </w:rPr>
        <w:t>ой программы</w:t>
      </w:r>
      <w:r w:rsidRPr="00BB769B">
        <w:rPr>
          <w:b/>
          <w:bCs/>
        </w:rPr>
        <w:t xml:space="preserve"> </w:t>
      </w:r>
      <w:r w:rsidRPr="00DC12AA">
        <w:rPr>
          <w:b/>
          <w:bCs/>
        </w:rPr>
        <w:t xml:space="preserve"> </w:t>
      </w:r>
      <w:r w:rsidRPr="00DE71AE">
        <w:rPr>
          <w:b/>
          <w:bCs/>
        </w:rPr>
        <w:t>«</w:t>
      </w:r>
      <w:r w:rsidRPr="00FC0078">
        <w:rPr>
          <w:b/>
          <w:bCs/>
        </w:rPr>
        <w:t>Реализация муниципальных функций, связанных с муниципальным управлением</w:t>
      </w:r>
      <w:r>
        <w:rPr>
          <w:b/>
          <w:bCs/>
        </w:rPr>
        <w:t xml:space="preserve"> </w:t>
      </w:r>
      <w:r w:rsidRPr="00033748">
        <w:rPr>
          <w:b/>
          <w:bCs/>
        </w:rPr>
        <w:t>в Старотитаровском сельском поселении Темрюкского района</w:t>
      </w:r>
      <w:r>
        <w:rPr>
          <w:b/>
          <w:bCs/>
        </w:rPr>
        <w:t>»</w:t>
      </w:r>
      <w:r w:rsidRPr="00033748">
        <w:rPr>
          <w:b/>
          <w:bCs/>
        </w:rPr>
        <w:t xml:space="preserve"> </w:t>
      </w:r>
    </w:p>
    <w:p w:rsidR="004E2B74" w:rsidRPr="00950972" w:rsidRDefault="004E2B74" w:rsidP="00BB769B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4E2B74" w:rsidRPr="008A6FA1">
        <w:tc>
          <w:tcPr>
            <w:tcW w:w="6374" w:type="dxa"/>
          </w:tcPr>
          <w:p w:rsidR="004E2B74" w:rsidRPr="00190885" w:rsidRDefault="004E2B74" w:rsidP="006F209F">
            <w:pPr>
              <w:rPr>
                <w:b/>
                <w:bCs/>
              </w:rPr>
            </w:pPr>
            <w:r w:rsidRPr="00190885"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4E2B74" w:rsidRPr="00855115" w:rsidRDefault="004E2B74" w:rsidP="006F209F">
            <w:r>
              <w:t>Заместитель главы Старотитаровского сельского поселения Темрюкского района</w:t>
            </w:r>
          </w:p>
        </w:tc>
      </w:tr>
      <w:tr w:rsidR="004E2B74" w:rsidRPr="008A6FA1">
        <w:tc>
          <w:tcPr>
            <w:tcW w:w="6374" w:type="dxa"/>
          </w:tcPr>
          <w:p w:rsidR="004E2B74" w:rsidRPr="00190885" w:rsidRDefault="004E2B74" w:rsidP="006F209F">
            <w:pPr>
              <w:rPr>
                <w:b/>
                <w:bCs/>
              </w:rPr>
            </w:pPr>
            <w:r w:rsidRPr="00190885"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4E2B74" w:rsidRPr="00157189" w:rsidRDefault="004E2B74" w:rsidP="006F209F">
            <w:r w:rsidRPr="00157189">
              <w:t>не предусмотрено</w:t>
            </w:r>
          </w:p>
        </w:tc>
      </w:tr>
      <w:tr w:rsidR="004E2B74" w:rsidRPr="008A6FA1">
        <w:tc>
          <w:tcPr>
            <w:tcW w:w="6374" w:type="dxa"/>
          </w:tcPr>
          <w:p w:rsidR="004E2B74" w:rsidRPr="00190885" w:rsidRDefault="004E2B74" w:rsidP="006F209F">
            <w:pPr>
              <w:rPr>
                <w:b/>
                <w:bCs/>
              </w:rPr>
            </w:pPr>
            <w:r w:rsidRPr="00190885"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4E2B74" w:rsidRPr="00190885" w:rsidRDefault="004E2B74" w:rsidP="006F209F">
            <w:pPr>
              <w:rPr>
                <w:b/>
                <w:bCs/>
              </w:rPr>
            </w:pPr>
            <w:r w:rsidRPr="00B64B51">
              <w:t>Администрация Старотитаровского сельског</w:t>
            </w:r>
            <w:r>
              <w:t>о поселения Темрюкского района</w:t>
            </w:r>
          </w:p>
        </w:tc>
      </w:tr>
      <w:tr w:rsidR="004E2B74" w:rsidRPr="008A6FA1">
        <w:tc>
          <w:tcPr>
            <w:tcW w:w="6374" w:type="dxa"/>
          </w:tcPr>
          <w:p w:rsidR="004E2B74" w:rsidRPr="00190885" w:rsidRDefault="004E2B74" w:rsidP="006F209F">
            <w:pPr>
              <w:rPr>
                <w:b/>
                <w:bCs/>
              </w:rPr>
            </w:pPr>
            <w:r w:rsidRPr="00190885"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4E2B74" w:rsidRPr="00190885" w:rsidRDefault="004E2B74" w:rsidP="006F209F">
            <w:pPr>
              <w:rPr>
                <w:b/>
                <w:bCs/>
              </w:rPr>
            </w:pPr>
            <w:r w:rsidRPr="00157189">
              <w:t>не предусмотрено</w:t>
            </w:r>
          </w:p>
        </w:tc>
      </w:tr>
      <w:tr w:rsidR="004E2B74" w:rsidRPr="008A6FA1">
        <w:tc>
          <w:tcPr>
            <w:tcW w:w="6374" w:type="dxa"/>
          </w:tcPr>
          <w:p w:rsidR="004E2B74" w:rsidRPr="00190885" w:rsidRDefault="004E2B74" w:rsidP="006F209F">
            <w:pPr>
              <w:rPr>
                <w:b/>
                <w:bCs/>
              </w:rPr>
            </w:pPr>
            <w:r w:rsidRPr="00190885"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4E2B74" w:rsidRDefault="004E2B74" w:rsidP="007B5B84">
            <w: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4E2B74" w:rsidRPr="007B5B84" w:rsidRDefault="004E2B74" w:rsidP="007B5B84"/>
        </w:tc>
      </w:tr>
      <w:tr w:rsidR="004E2B74" w:rsidRPr="008A6FA1">
        <w:tc>
          <w:tcPr>
            <w:tcW w:w="6374" w:type="dxa"/>
          </w:tcPr>
          <w:p w:rsidR="004E2B74" w:rsidRPr="00190885" w:rsidRDefault="004E2B74" w:rsidP="006F209F">
            <w:pPr>
              <w:rPr>
                <w:b/>
                <w:bCs/>
              </w:rPr>
            </w:pPr>
            <w:r w:rsidRPr="00190885"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4E2B74" w:rsidRDefault="004E2B74" w:rsidP="007B5B84">
            <w:r>
              <w:t>Создание условий для организации эффективного муниципального управления</w:t>
            </w:r>
          </w:p>
          <w:p w:rsidR="004E2B74" w:rsidRPr="004D1434" w:rsidRDefault="004E2B74" w:rsidP="007B5B84"/>
        </w:tc>
      </w:tr>
      <w:tr w:rsidR="004E2B74" w:rsidRPr="008A6FA1">
        <w:tc>
          <w:tcPr>
            <w:tcW w:w="6374" w:type="dxa"/>
          </w:tcPr>
          <w:p w:rsidR="004E2B74" w:rsidRPr="00190885" w:rsidRDefault="004E2B74" w:rsidP="006F209F">
            <w:pPr>
              <w:rPr>
                <w:b/>
                <w:bCs/>
              </w:rPr>
            </w:pPr>
            <w:r w:rsidRPr="00190885"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4E2B74" w:rsidRPr="000C3C23" w:rsidRDefault="004E2B74" w:rsidP="006F209F">
            <w:r>
              <w:t>не предусмотрено</w:t>
            </w:r>
          </w:p>
        </w:tc>
      </w:tr>
      <w:tr w:rsidR="004E2B74" w:rsidRPr="008A6FA1">
        <w:tc>
          <w:tcPr>
            <w:tcW w:w="6374" w:type="dxa"/>
          </w:tcPr>
          <w:p w:rsidR="004E2B74" w:rsidRPr="00190885" w:rsidRDefault="004E2B74" w:rsidP="006F209F">
            <w:pPr>
              <w:rPr>
                <w:b/>
                <w:bCs/>
              </w:rPr>
            </w:pPr>
            <w:r w:rsidRPr="00190885"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4E2B74" w:rsidRDefault="004E2B74" w:rsidP="00164E63">
            <w:r>
              <w:t>-</w:t>
            </w:r>
            <w:r w:rsidRPr="00DF199E">
              <w:rPr>
                <w:sz w:val="22"/>
                <w:szCs w:val="22"/>
              </w:rPr>
              <w:t xml:space="preserve"> </w:t>
            </w:r>
            <w:r w:rsidRPr="009F7348"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доходов бюджета </w:t>
            </w:r>
            <w:r>
              <w:t>Старотитаровского сельского поселения Темрюкского района</w:t>
            </w:r>
            <w:r w:rsidRPr="009F7348">
              <w:t xml:space="preserve"> (без учета субвенций)</w:t>
            </w:r>
            <w:r>
              <w:t>;</w:t>
            </w:r>
          </w:p>
          <w:p w:rsidR="004E2B74" w:rsidRDefault="004E2B74" w:rsidP="00164E63">
            <w:r>
              <w:t>- 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услуг»;</w:t>
            </w:r>
          </w:p>
          <w:p w:rsidR="004E2B74" w:rsidRPr="009F7348" w:rsidRDefault="004E2B74" w:rsidP="00164E63">
            <w:r>
              <w:t>- обеспечение своевременного рассмотрения обращений в сроки, предусмотренные действующим законодательством от общего числа обращений</w:t>
            </w:r>
          </w:p>
          <w:p w:rsidR="004E2B74" w:rsidRPr="00E77B66" w:rsidRDefault="004E2B74" w:rsidP="00164E63">
            <w:pPr>
              <w:pStyle w:val="a0"/>
              <w:rPr>
                <w:rFonts w:cs="Times New Roman"/>
              </w:rPr>
            </w:pPr>
          </w:p>
        </w:tc>
      </w:tr>
      <w:tr w:rsidR="004E2B74" w:rsidRPr="008A6FA1">
        <w:tc>
          <w:tcPr>
            <w:tcW w:w="6374" w:type="dxa"/>
          </w:tcPr>
          <w:p w:rsidR="004E2B74" w:rsidRPr="00190885" w:rsidRDefault="004E2B74" w:rsidP="006F209F">
            <w:pPr>
              <w:rPr>
                <w:b/>
                <w:bCs/>
              </w:rPr>
            </w:pPr>
            <w:r w:rsidRPr="00190885"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4E2B74" w:rsidRDefault="004E2B74" w:rsidP="006F209F">
            <w:r>
              <w:t>не предусмотрено</w:t>
            </w:r>
          </w:p>
          <w:p w:rsidR="004E2B74" w:rsidRPr="00A46A72" w:rsidRDefault="004E2B74" w:rsidP="006F209F"/>
        </w:tc>
      </w:tr>
      <w:tr w:rsidR="004E2B74" w:rsidRPr="008A6FA1">
        <w:tc>
          <w:tcPr>
            <w:tcW w:w="6374" w:type="dxa"/>
          </w:tcPr>
          <w:p w:rsidR="004E2B74" w:rsidRPr="00190885" w:rsidRDefault="004E2B74" w:rsidP="006F209F">
            <w:pPr>
              <w:rPr>
                <w:b/>
                <w:bCs/>
              </w:rPr>
            </w:pPr>
            <w:r w:rsidRPr="00190885"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4E2B74" w:rsidRPr="00A46A72" w:rsidRDefault="004E2B74" w:rsidP="006F209F">
            <w:r>
              <w:t>2022 год</w:t>
            </w:r>
          </w:p>
        </w:tc>
      </w:tr>
      <w:tr w:rsidR="004E2B74" w:rsidRPr="008A6FA1">
        <w:tc>
          <w:tcPr>
            <w:tcW w:w="6374" w:type="dxa"/>
          </w:tcPr>
          <w:p w:rsidR="004E2B74" w:rsidRPr="00190885" w:rsidRDefault="004E2B74" w:rsidP="006F209F">
            <w:r w:rsidRPr="00190885"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4E2B74" w:rsidRPr="00190885" w:rsidRDefault="004E2B74" w:rsidP="006F209F">
            <w:pPr>
              <w:jc w:val="center"/>
            </w:pPr>
            <w:r w:rsidRPr="00190885">
              <w:t>всего</w:t>
            </w:r>
          </w:p>
        </w:tc>
        <w:tc>
          <w:tcPr>
            <w:tcW w:w="6768" w:type="dxa"/>
            <w:gridSpan w:val="4"/>
          </w:tcPr>
          <w:p w:rsidR="004E2B74" w:rsidRPr="00190885" w:rsidRDefault="004E2B74" w:rsidP="006F209F">
            <w:pPr>
              <w:jc w:val="center"/>
              <w:rPr>
                <w:b/>
                <w:bCs/>
              </w:rPr>
            </w:pPr>
            <w:r w:rsidRPr="00190885">
              <w:t>в разрезе источников финансирования</w:t>
            </w:r>
          </w:p>
        </w:tc>
      </w:tr>
      <w:tr w:rsidR="004E2B74" w:rsidRPr="008A6FA1">
        <w:tc>
          <w:tcPr>
            <w:tcW w:w="6374" w:type="dxa"/>
          </w:tcPr>
          <w:p w:rsidR="004E2B74" w:rsidRPr="00190885" w:rsidRDefault="004E2B74" w:rsidP="006F209F">
            <w:r w:rsidRPr="00190885">
              <w:t>Годы реализации</w:t>
            </w:r>
          </w:p>
        </w:tc>
        <w:tc>
          <w:tcPr>
            <w:tcW w:w="1418" w:type="dxa"/>
            <w:vMerge/>
          </w:tcPr>
          <w:p w:rsidR="004E2B74" w:rsidRPr="00190885" w:rsidRDefault="004E2B74" w:rsidP="006F209F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</w:tcPr>
          <w:p w:rsidR="004E2B74" w:rsidRPr="00190885" w:rsidRDefault="004E2B74" w:rsidP="006F209F">
            <w:pPr>
              <w:jc w:val="center"/>
              <w:rPr>
                <w:b/>
                <w:bCs/>
              </w:rPr>
            </w:pPr>
            <w:r w:rsidRPr="00190885">
              <w:t>федеральный бюджет</w:t>
            </w:r>
          </w:p>
        </w:tc>
        <w:tc>
          <w:tcPr>
            <w:tcW w:w="1418" w:type="dxa"/>
          </w:tcPr>
          <w:p w:rsidR="004E2B74" w:rsidRPr="00190885" w:rsidRDefault="004E2B74" w:rsidP="006F209F">
            <w:pPr>
              <w:pStyle w:val="ConsPlusNormal0"/>
              <w:jc w:val="center"/>
            </w:pPr>
            <w:r w:rsidRPr="00190885">
              <w:t>краевой бюджет</w:t>
            </w:r>
          </w:p>
        </w:tc>
        <w:tc>
          <w:tcPr>
            <w:tcW w:w="1489" w:type="dxa"/>
          </w:tcPr>
          <w:p w:rsidR="004E2B74" w:rsidRPr="00190885" w:rsidRDefault="004E2B74" w:rsidP="006F209F">
            <w:pPr>
              <w:jc w:val="center"/>
              <w:rPr>
                <w:b/>
                <w:bCs/>
              </w:rPr>
            </w:pPr>
            <w:r w:rsidRPr="00190885">
              <w:t>местный бюджет</w:t>
            </w:r>
          </w:p>
        </w:tc>
        <w:tc>
          <w:tcPr>
            <w:tcW w:w="2019" w:type="dxa"/>
          </w:tcPr>
          <w:p w:rsidR="004E2B74" w:rsidRPr="00190885" w:rsidRDefault="004E2B74" w:rsidP="006F209F">
            <w:pPr>
              <w:jc w:val="center"/>
              <w:rPr>
                <w:b/>
                <w:bCs/>
              </w:rPr>
            </w:pPr>
            <w:r w:rsidRPr="00190885">
              <w:t>внебюджетные источники</w:t>
            </w:r>
          </w:p>
        </w:tc>
      </w:tr>
      <w:tr w:rsidR="004E2B74" w:rsidRPr="008A6FA1">
        <w:tc>
          <w:tcPr>
            <w:tcW w:w="6374" w:type="dxa"/>
          </w:tcPr>
          <w:p w:rsidR="004E2B74" w:rsidRPr="00190885" w:rsidRDefault="004E2B74" w:rsidP="006F209F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4E2B74" w:rsidRPr="00190885" w:rsidRDefault="004E2B74" w:rsidP="00C76CC6">
            <w:pPr>
              <w:pStyle w:val="ConsPlusNormal0"/>
              <w:jc w:val="center"/>
            </w:pPr>
            <w:r>
              <w:t>7 106,7</w:t>
            </w:r>
          </w:p>
        </w:tc>
        <w:tc>
          <w:tcPr>
            <w:tcW w:w="1842" w:type="dxa"/>
            <w:vAlign w:val="center"/>
          </w:tcPr>
          <w:p w:rsidR="004E2B74" w:rsidRPr="00190885" w:rsidRDefault="004E2B74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4E2B74" w:rsidRPr="00190885" w:rsidRDefault="004E2B74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4E2B74" w:rsidRPr="00190885" w:rsidRDefault="004E2B74" w:rsidP="00333456">
            <w:pPr>
              <w:pStyle w:val="ConsPlusNormal0"/>
              <w:jc w:val="center"/>
            </w:pPr>
            <w:r>
              <w:t>7 106,7</w:t>
            </w:r>
          </w:p>
        </w:tc>
        <w:tc>
          <w:tcPr>
            <w:tcW w:w="2019" w:type="dxa"/>
            <w:vAlign w:val="center"/>
          </w:tcPr>
          <w:p w:rsidR="004E2B74" w:rsidRPr="00190885" w:rsidRDefault="004E2B74" w:rsidP="006F209F">
            <w:pPr>
              <w:pStyle w:val="ConsPlusNormal0"/>
              <w:jc w:val="center"/>
            </w:pPr>
            <w:r>
              <w:t>0,0</w:t>
            </w:r>
          </w:p>
        </w:tc>
      </w:tr>
      <w:tr w:rsidR="004E2B74" w:rsidRPr="008A6FA1">
        <w:tc>
          <w:tcPr>
            <w:tcW w:w="6374" w:type="dxa"/>
          </w:tcPr>
          <w:p w:rsidR="004E2B74" w:rsidRPr="00190885" w:rsidRDefault="004E2B74" w:rsidP="006F209F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4E2B74" w:rsidRPr="00190885" w:rsidRDefault="004E2B74" w:rsidP="006F209F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4E2B74" w:rsidRPr="00190885" w:rsidRDefault="004E2B74" w:rsidP="006F209F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4E2B74" w:rsidRPr="00190885" w:rsidRDefault="004E2B74" w:rsidP="006F209F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4E2B74" w:rsidRPr="00190885" w:rsidRDefault="004E2B74" w:rsidP="00333456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4E2B74" w:rsidRPr="00190885" w:rsidRDefault="004E2B74" w:rsidP="006F209F">
            <w:pPr>
              <w:pStyle w:val="ConsPlusNormal0"/>
              <w:jc w:val="center"/>
            </w:pPr>
          </w:p>
        </w:tc>
      </w:tr>
      <w:tr w:rsidR="004E2B74" w:rsidRPr="008A6FA1">
        <w:tc>
          <w:tcPr>
            <w:tcW w:w="6374" w:type="dxa"/>
          </w:tcPr>
          <w:p w:rsidR="004E2B74" w:rsidRPr="00190885" w:rsidRDefault="004E2B74" w:rsidP="006F209F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4E2B74" w:rsidRPr="00190885" w:rsidRDefault="004E2B74" w:rsidP="006F209F">
            <w:pPr>
              <w:pStyle w:val="ConsPlusNormal0"/>
              <w:jc w:val="center"/>
            </w:pPr>
            <w:r>
              <w:t>7 106,7</w:t>
            </w:r>
          </w:p>
        </w:tc>
        <w:tc>
          <w:tcPr>
            <w:tcW w:w="1842" w:type="dxa"/>
            <w:vAlign w:val="center"/>
          </w:tcPr>
          <w:p w:rsidR="004E2B74" w:rsidRPr="00190885" w:rsidRDefault="004E2B74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4E2B74" w:rsidRPr="00190885" w:rsidRDefault="004E2B74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4E2B74" w:rsidRPr="00190885" w:rsidRDefault="004E2B74" w:rsidP="00333456">
            <w:pPr>
              <w:pStyle w:val="ConsPlusNormal0"/>
              <w:jc w:val="center"/>
            </w:pPr>
            <w:r>
              <w:t>7 106,7</w:t>
            </w:r>
          </w:p>
        </w:tc>
        <w:tc>
          <w:tcPr>
            <w:tcW w:w="2019" w:type="dxa"/>
            <w:vAlign w:val="center"/>
          </w:tcPr>
          <w:p w:rsidR="004E2B74" w:rsidRPr="00190885" w:rsidRDefault="004E2B74" w:rsidP="006F209F">
            <w:pPr>
              <w:pStyle w:val="ConsPlusNormal0"/>
              <w:jc w:val="center"/>
            </w:pPr>
            <w:r>
              <w:t>0,0</w:t>
            </w:r>
          </w:p>
        </w:tc>
      </w:tr>
      <w:tr w:rsidR="004E2B74" w:rsidRPr="008A6FA1">
        <w:tc>
          <w:tcPr>
            <w:tcW w:w="14560" w:type="dxa"/>
            <w:gridSpan w:val="6"/>
          </w:tcPr>
          <w:p w:rsidR="004E2B74" w:rsidRPr="00190885" w:rsidRDefault="004E2B74" w:rsidP="006F209F">
            <w:pPr>
              <w:pStyle w:val="ConsPlusNormal0"/>
              <w:jc w:val="center"/>
            </w:pPr>
            <w:r w:rsidRPr="00190885">
              <w:t xml:space="preserve">расходы, связанные с реализацией проектов или программ </w:t>
            </w:r>
          </w:p>
        </w:tc>
      </w:tr>
      <w:tr w:rsidR="004E2B74" w:rsidRPr="008A6FA1">
        <w:tc>
          <w:tcPr>
            <w:tcW w:w="6374" w:type="dxa"/>
          </w:tcPr>
          <w:p w:rsidR="004E2B74" w:rsidRPr="00190885" w:rsidRDefault="004E2B74" w:rsidP="006F209F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4E2B74" w:rsidRPr="00190885" w:rsidRDefault="004E2B74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4E2B74" w:rsidRPr="00190885" w:rsidRDefault="004E2B74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4E2B74" w:rsidRPr="00190885" w:rsidRDefault="004E2B74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4E2B74" w:rsidRPr="00190885" w:rsidRDefault="004E2B74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4E2B74" w:rsidRPr="00190885" w:rsidRDefault="004E2B74" w:rsidP="006F209F">
            <w:pPr>
              <w:pStyle w:val="ConsPlusNormal0"/>
              <w:jc w:val="center"/>
            </w:pPr>
            <w:r>
              <w:t>0,0</w:t>
            </w:r>
          </w:p>
        </w:tc>
      </w:tr>
      <w:tr w:rsidR="004E2B74" w:rsidRPr="008A6FA1">
        <w:tc>
          <w:tcPr>
            <w:tcW w:w="6374" w:type="dxa"/>
          </w:tcPr>
          <w:p w:rsidR="004E2B74" w:rsidRPr="00190885" w:rsidRDefault="004E2B74" w:rsidP="006F209F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4E2B74" w:rsidRPr="00190885" w:rsidRDefault="004E2B74" w:rsidP="006F209F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4E2B74" w:rsidRPr="00190885" w:rsidRDefault="004E2B74" w:rsidP="006F209F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4E2B74" w:rsidRPr="00190885" w:rsidRDefault="004E2B74" w:rsidP="006F209F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4E2B74" w:rsidRPr="00190885" w:rsidRDefault="004E2B74" w:rsidP="006F209F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4E2B74" w:rsidRPr="00190885" w:rsidRDefault="004E2B74" w:rsidP="006F209F">
            <w:pPr>
              <w:pStyle w:val="ConsPlusNormal0"/>
              <w:jc w:val="center"/>
            </w:pPr>
          </w:p>
        </w:tc>
      </w:tr>
      <w:tr w:rsidR="004E2B74" w:rsidRPr="008A6FA1">
        <w:tc>
          <w:tcPr>
            <w:tcW w:w="6374" w:type="dxa"/>
          </w:tcPr>
          <w:p w:rsidR="004E2B74" w:rsidRPr="00190885" w:rsidRDefault="004E2B74" w:rsidP="006F209F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4E2B74" w:rsidRPr="00190885" w:rsidRDefault="004E2B74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4E2B74" w:rsidRPr="00190885" w:rsidRDefault="004E2B74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4E2B74" w:rsidRPr="00190885" w:rsidRDefault="004E2B74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4E2B74" w:rsidRPr="00190885" w:rsidRDefault="004E2B74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4E2B74" w:rsidRPr="00190885" w:rsidRDefault="004E2B74" w:rsidP="006F209F">
            <w:pPr>
              <w:pStyle w:val="ConsPlusNormal0"/>
              <w:jc w:val="center"/>
            </w:pPr>
            <w:r>
              <w:t>0,0</w:t>
            </w:r>
          </w:p>
        </w:tc>
      </w:tr>
      <w:tr w:rsidR="004E2B74" w:rsidRPr="008A6FA1">
        <w:tc>
          <w:tcPr>
            <w:tcW w:w="14560" w:type="dxa"/>
            <w:gridSpan w:val="6"/>
          </w:tcPr>
          <w:p w:rsidR="004E2B74" w:rsidRPr="00190885" w:rsidRDefault="004E2B74" w:rsidP="006F209F">
            <w:pPr>
              <w:pStyle w:val="ConsPlusNormal0"/>
              <w:jc w:val="center"/>
            </w:pPr>
            <w:r w:rsidRPr="00190885">
              <w:t>расходы, связанные с осуществлением капитальных вложений в объекты капитального строительства</w:t>
            </w:r>
          </w:p>
          <w:p w:rsidR="004E2B74" w:rsidRPr="00190885" w:rsidRDefault="004E2B74" w:rsidP="006F209F">
            <w:pPr>
              <w:pStyle w:val="ConsPlusNormal0"/>
              <w:jc w:val="center"/>
            </w:pPr>
            <w:r w:rsidRPr="00190885">
              <w:t xml:space="preserve">муниципальной собственности </w:t>
            </w:r>
            <w:r>
              <w:t>Старотитаровского сельского поселения</w:t>
            </w:r>
            <w:r w:rsidRPr="00190885">
              <w:t xml:space="preserve"> Темрюкск</w:t>
            </w:r>
            <w:r>
              <w:t>ого</w:t>
            </w:r>
            <w:r w:rsidRPr="00190885">
              <w:t xml:space="preserve"> район</w:t>
            </w:r>
            <w:r>
              <w:t>а</w:t>
            </w:r>
            <w:r w:rsidRPr="00190885">
              <w:t xml:space="preserve"> </w:t>
            </w:r>
          </w:p>
        </w:tc>
      </w:tr>
      <w:tr w:rsidR="004E2B74" w:rsidRPr="008A6FA1">
        <w:tc>
          <w:tcPr>
            <w:tcW w:w="6374" w:type="dxa"/>
          </w:tcPr>
          <w:p w:rsidR="004E2B74" w:rsidRPr="00190885" w:rsidRDefault="004E2B74" w:rsidP="006F209F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4E2B74" w:rsidRPr="00190885" w:rsidRDefault="004E2B74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4E2B74" w:rsidRPr="00190885" w:rsidRDefault="004E2B74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4E2B74" w:rsidRPr="00190885" w:rsidRDefault="004E2B74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4E2B74" w:rsidRPr="00190885" w:rsidRDefault="004E2B74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4E2B74" w:rsidRPr="00190885" w:rsidRDefault="004E2B74" w:rsidP="006F209F">
            <w:pPr>
              <w:pStyle w:val="ConsPlusNormal0"/>
              <w:jc w:val="center"/>
            </w:pPr>
            <w:r>
              <w:t>0,0</w:t>
            </w:r>
          </w:p>
        </w:tc>
      </w:tr>
      <w:tr w:rsidR="004E2B74" w:rsidRPr="008A6FA1">
        <w:tc>
          <w:tcPr>
            <w:tcW w:w="6374" w:type="dxa"/>
          </w:tcPr>
          <w:p w:rsidR="004E2B74" w:rsidRPr="00190885" w:rsidRDefault="004E2B74" w:rsidP="006F209F">
            <w:pPr>
              <w:pStyle w:val="ConsPlusNormal0"/>
            </w:pPr>
          </w:p>
        </w:tc>
        <w:tc>
          <w:tcPr>
            <w:tcW w:w="1418" w:type="dxa"/>
          </w:tcPr>
          <w:p w:rsidR="004E2B74" w:rsidRPr="00190885" w:rsidRDefault="004E2B74" w:rsidP="006F209F">
            <w:pPr>
              <w:pStyle w:val="ConsPlusNormal0"/>
            </w:pPr>
          </w:p>
        </w:tc>
        <w:tc>
          <w:tcPr>
            <w:tcW w:w="1842" w:type="dxa"/>
          </w:tcPr>
          <w:p w:rsidR="004E2B74" w:rsidRPr="00190885" w:rsidRDefault="004E2B74" w:rsidP="006F209F">
            <w:pPr>
              <w:pStyle w:val="ConsPlusNormal0"/>
            </w:pPr>
          </w:p>
        </w:tc>
        <w:tc>
          <w:tcPr>
            <w:tcW w:w="1418" w:type="dxa"/>
          </w:tcPr>
          <w:p w:rsidR="004E2B74" w:rsidRPr="00190885" w:rsidRDefault="004E2B74" w:rsidP="006F209F">
            <w:pPr>
              <w:pStyle w:val="ConsPlusNormal0"/>
            </w:pPr>
          </w:p>
        </w:tc>
        <w:tc>
          <w:tcPr>
            <w:tcW w:w="1489" w:type="dxa"/>
          </w:tcPr>
          <w:p w:rsidR="004E2B74" w:rsidRPr="00190885" w:rsidRDefault="004E2B74" w:rsidP="006F209F">
            <w:pPr>
              <w:pStyle w:val="ConsPlusNormal0"/>
            </w:pPr>
          </w:p>
        </w:tc>
        <w:tc>
          <w:tcPr>
            <w:tcW w:w="2019" w:type="dxa"/>
          </w:tcPr>
          <w:p w:rsidR="004E2B74" w:rsidRPr="00190885" w:rsidRDefault="004E2B74" w:rsidP="006F209F">
            <w:pPr>
              <w:pStyle w:val="ConsPlusNormal0"/>
            </w:pPr>
          </w:p>
        </w:tc>
      </w:tr>
      <w:tr w:rsidR="004E2B74" w:rsidRPr="008A6FA1">
        <w:tc>
          <w:tcPr>
            <w:tcW w:w="6374" w:type="dxa"/>
          </w:tcPr>
          <w:p w:rsidR="004E2B74" w:rsidRPr="00190885" w:rsidRDefault="004E2B74" w:rsidP="006F209F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4E2B74" w:rsidRPr="00190885" w:rsidRDefault="004E2B74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4E2B74" w:rsidRPr="00190885" w:rsidRDefault="004E2B74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4E2B74" w:rsidRPr="00190885" w:rsidRDefault="004E2B74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4E2B74" w:rsidRPr="00190885" w:rsidRDefault="004E2B74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4E2B74" w:rsidRPr="00190885" w:rsidRDefault="004E2B74" w:rsidP="006F209F">
            <w:pPr>
              <w:pStyle w:val="ConsPlusNormal0"/>
              <w:jc w:val="center"/>
            </w:pPr>
            <w:r>
              <w:t>0,0</w:t>
            </w:r>
          </w:p>
        </w:tc>
      </w:tr>
    </w:tbl>
    <w:p w:rsidR="004E2B74" w:rsidRDefault="004E2B74" w:rsidP="00EF6F81">
      <w:pPr>
        <w:jc w:val="center"/>
        <w:sectPr w:rsidR="004E2B74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4E2B74" w:rsidRDefault="004E2B74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56CCE">
        <w:rPr>
          <w:rFonts w:ascii="Times New Roman" w:hAnsi="Times New Roman" w:cs="Times New Roman"/>
          <w:sz w:val="28"/>
          <w:szCs w:val="28"/>
        </w:rPr>
        <w:t xml:space="preserve">4. ПЕРЕЧЕНЬ ОСНОВНЫХ МЕРОПРИЯТИЙ </w:t>
      </w:r>
    </w:p>
    <w:p w:rsidR="004E2B74" w:rsidRDefault="004E2B74" w:rsidP="00CC0414">
      <w:pPr>
        <w:jc w:val="center"/>
        <w:rPr>
          <w:b/>
          <w:bCs/>
        </w:rPr>
      </w:pPr>
      <w:r w:rsidRPr="003C75F8">
        <w:rPr>
          <w:b/>
          <w:bCs/>
        </w:rPr>
        <w:t>муниципальной программы</w:t>
      </w:r>
      <w:r>
        <w:rPr>
          <w:b/>
          <w:bCs/>
        </w:rPr>
        <w:t xml:space="preserve"> </w:t>
      </w:r>
      <w:r w:rsidRPr="00DE71AE">
        <w:rPr>
          <w:b/>
          <w:bCs/>
        </w:rPr>
        <w:t>«</w:t>
      </w:r>
      <w:r w:rsidRPr="00FC0078">
        <w:rPr>
          <w:b/>
          <w:bCs/>
        </w:rPr>
        <w:t>Реализация муниципальных функций, связанных с муниципальным управлением</w:t>
      </w:r>
      <w:r>
        <w:rPr>
          <w:b/>
          <w:bCs/>
        </w:rPr>
        <w:t xml:space="preserve"> </w:t>
      </w:r>
      <w:r w:rsidRPr="00033748">
        <w:rPr>
          <w:b/>
          <w:bCs/>
        </w:rPr>
        <w:t>в Старотитаровском сельском поселении Темрюкского района</w:t>
      </w:r>
      <w:r>
        <w:rPr>
          <w:b/>
          <w:bCs/>
        </w:rPr>
        <w:t>»</w:t>
      </w:r>
    </w:p>
    <w:p w:rsidR="004E2B74" w:rsidRDefault="004E2B74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974"/>
        <w:gridCol w:w="1861"/>
        <w:gridCol w:w="2098"/>
      </w:tblGrid>
      <w:tr w:rsidR="004E2B74" w:rsidRPr="00500747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74" w:rsidRPr="00B6573C" w:rsidRDefault="004E2B7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74" w:rsidRPr="00B6573C" w:rsidRDefault="004E2B7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74" w:rsidRPr="00B6573C" w:rsidRDefault="004E2B7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74" w:rsidRPr="00B6573C" w:rsidRDefault="004E2B7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74" w:rsidRPr="00B6573C" w:rsidRDefault="004E2B7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74" w:rsidRPr="00B6573C" w:rsidRDefault="004E2B7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2B74" w:rsidRPr="00B6573C" w:rsidRDefault="004E2B7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4E2B74" w:rsidRPr="00500747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74" w:rsidRPr="00500747" w:rsidRDefault="004E2B74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74" w:rsidRPr="00500747" w:rsidRDefault="004E2B74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74" w:rsidRPr="00500747" w:rsidRDefault="004E2B74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74" w:rsidRPr="00500747" w:rsidRDefault="004E2B74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74" w:rsidRPr="00B6573C" w:rsidRDefault="004E2B7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74" w:rsidRPr="00B6573C" w:rsidRDefault="004E2B7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74" w:rsidRPr="00500747" w:rsidRDefault="004E2B74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2B74" w:rsidRPr="00500747" w:rsidRDefault="004E2B74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B74" w:rsidRPr="00500747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74" w:rsidRPr="00500747" w:rsidRDefault="004E2B74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74" w:rsidRPr="00500747" w:rsidRDefault="004E2B74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74" w:rsidRPr="00500747" w:rsidRDefault="004E2B74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74" w:rsidRPr="00500747" w:rsidRDefault="004E2B74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74" w:rsidRPr="00500747" w:rsidRDefault="004E2B74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74" w:rsidRPr="00B6573C" w:rsidRDefault="004E2B7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74" w:rsidRPr="00B6573C" w:rsidRDefault="004E2B7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74" w:rsidRPr="00B6573C" w:rsidRDefault="004E2B7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74" w:rsidRPr="00B6573C" w:rsidRDefault="004E2B7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74" w:rsidRPr="00500747" w:rsidRDefault="004E2B74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2B74" w:rsidRPr="00500747" w:rsidRDefault="004E2B74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E2B74" w:rsidRDefault="004E2B74" w:rsidP="00EF6F81">
      <w:pPr>
        <w:jc w:val="center"/>
      </w:pPr>
    </w:p>
    <w:tbl>
      <w:tblPr>
        <w:tblW w:w="1431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974"/>
        <w:gridCol w:w="160"/>
        <w:gridCol w:w="1900"/>
        <w:gridCol w:w="180"/>
        <w:gridCol w:w="1719"/>
      </w:tblGrid>
      <w:tr w:rsidR="004E2B74" w:rsidRPr="004F3F4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74" w:rsidRPr="004F3F4C" w:rsidRDefault="004E2B74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74" w:rsidRPr="004F3F4C" w:rsidRDefault="004E2B74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74" w:rsidRPr="004F3F4C" w:rsidRDefault="004E2B74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74" w:rsidRPr="004F3F4C" w:rsidRDefault="004E2B74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74" w:rsidRPr="004F3F4C" w:rsidRDefault="004E2B74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74" w:rsidRPr="004F3F4C" w:rsidRDefault="004E2B74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74" w:rsidRPr="004F3F4C" w:rsidRDefault="004E2B74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74" w:rsidRPr="004F3F4C" w:rsidRDefault="004E2B74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74" w:rsidRPr="004F3F4C" w:rsidRDefault="004E2B74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74" w:rsidRPr="004F3F4C" w:rsidRDefault="004E2B74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2B74" w:rsidRPr="004F3F4C" w:rsidRDefault="004E2B74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4E2B74" w:rsidRPr="00B6573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74" w:rsidRPr="00B6573C" w:rsidRDefault="004E2B7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74" w:rsidRPr="00B6573C" w:rsidRDefault="004E2B74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2B74" w:rsidRPr="009B64B2" w:rsidRDefault="004E2B74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4E2B74" w:rsidRPr="009B64B2" w:rsidRDefault="004E2B74" w:rsidP="006F209F">
            <w:pPr>
              <w:rPr>
                <w:sz w:val="24"/>
                <w:szCs w:val="24"/>
              </w:rPr>
            </w:pPr>
          </w:p>
        </w:tc>
      </w:tr>
      <w:tr w:rsidR="004E2B74" w:rsidRPr="00B6573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74" w:rsidRPr="00B6573C" w:rsidRDefault="004E2B7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74" w:rsidRPr="00B6573C" w:rsidRDefault="004E2B74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2B74" w:rsidRPr="009B64B2" w:rsidRDefault="004E2B74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создание условий для организации эффективного муниципального управления</w:t>
            </w:r>
          </w:p>
          <w:p w:rsidR="004E2B74" w:rsidRPr="007B6A88" w:rsidRDefault="004E2B74" w:rsidP="006F209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B74" w:rsidRPr="00B6573C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74" w:rsidRPr="00B6573C" w:rsidRDefault="004E2B7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74" w:rsidRPr="0072468C" w:rsidRDefault="004E2B74" w:rsidP="006F209F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(в том числе расходы на выплату заработной платы, начислений на оплату труда) администрации Старотитаровского сельского поселения Темрюкского района по решению вопросов местного значения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74" w:rsidRPr="00B6573C" w:rsidRDefault="004E2B74" w:rsidP="00F0200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74" w:rsidRPr="00B6573C" w:rsidRDefault="004E2B74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74" w:rsidRPr="00B6573C" w:rsidRDefault="004E2B7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7 106,7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74" w:rsidRPr="00B6573C" w:rsidRDefault="004E2B7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74" w:rsidRPr="00B6573C" w:rsidRDefault="004E2B7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74" w:rsidRPr="00B6573C" w:rsidRDefault="004E2B74" w:rsidP="0033345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7 106,7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74" w:rsidRPr="00B6573C" w:rsidRDefault="004E2B7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2B74" w:rsidRPr="00A46040" w:rsidRDefault="004E2B74" w:rsidP="004F3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Эффективное исполнение полномочий в соответствии с Федеральным законом от 06.10.2003 г. № 131 -ФЗ</w:t>
            </w:r>
            <w:r w:rsidRPr="0027571B">
              <w:t xml:space="preserve"> </w:t>
            </w:r>
            <w:r>
              <w:t>«</w:t>
            </w:r>
            <w:r w:rsidRPr="00A46040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2B74" w:rsidRPr="00B6573C" w:rsidRDefault="004E2B74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4E2B74" w:rsidRPr="00B6573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74" w:rsidRPr="00B6573C" w:rsidRDefault="004E2B74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74" w:rsidRPr="00B6573C" w:rsidRDefault="004E2B74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74" w:rsidRPr="00B6573C" w:rsidRDefault="004E2B74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74" w:rsidRPr="00B6573C" w:rsidRDefault="004E2B74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74" w:rsidRPr="00B6573C" w:rsidRDefault="004E2B7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7 106,7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74" w:rsidRPr="00B6573C" w:rsidRDefault="004E2B7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74" w:rsidRPr="00B6573C" w:rsidRDefault="004E2B7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74" w:rsidRPr="00B6573C" w:rsidRDefault="004E2B74" w:rsidP="0033345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7 106,7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74" w:rsidRPr="00B6573C" w:rsidRDefault="004E2B7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74" w:rsidRPr="00B6573C" w:rsidRDefault="004E2B7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2B74" w:rsidRPr="00B6573C" w:rsidRDefault="004E2B74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4E2B74" w:rsidRPr="00B6573C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74" w:rsidRPr="00B6573C" w:rsidRDefault="004E2B74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74" w:rsidRPr="00B6573C" w:rsidRDefault="004E2B74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74" w:rsidRPr="00B6573C" w:rsidRDefault="004E2B74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74" w:rsidRPr="00B6573C" w:rsidRDefault="004E2B74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74" w:rsidRPr="00B135C2" w:rsidRDefault="004E2B74" w:rsidP="000319AE">
            <w:pPr>
              <w:jc w:val="center"/>
              <w:rPr>
                <w:sz w:val="24"/>
                <w:szCs w:val="24"/>
              </w:rPr>
            </w:pPr>
            <w:r w:rsidRPr="00B135C2">
              <w:rPr>
                <w:sz w:val="24"/>
                <w:szCs w:val="24"/>
              </w:rPr>
              <w:t>7 106,7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74" w:rsidRPr="00B6573C" w:rsidRDefault="004E2B7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74" w:rsidRPr="00B6573C" w:rsidRDefault="004E2B7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74" w:rsidRPr="00B135C2" w:rsidRDefault="004E2B74" w:rsidP="00333456">
            <w:pPr>
              <w:jc w:val="center"/>
              <w:rPr>
                <w:sz w:val="24"/>
                <w:szCs w:val="24"/>
              </w:rPr>
            </w:pPr>
            <w:r w:rsidRPr="00B135C2">
              <w:rPr>
                <w:sz w:val="24"/>
                <w:szCs w:val="24"/>
              </w:rPr>
              <w:t>7 106,7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74" w:rsidRPr="00B6573C" w:rsidRDefault="004E2B7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E2B74" w:rsidRPr="00B6573C" w:rsidRDefault="004E2B7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</w:tcPr>
          <w:p w:rsidR="004E2B74" w:rsidRPr="00B6573C" w:rsidRDefault="004E2B7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2B74" w:rsidRPr="00B6573C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74" w:rsidRPr="00B6573C" w:rsidRDefault="004E2B74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74" w:rsidRPr="00B6573C" w:rsidRDefault="004E2B74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74" w:rsidRPr="00B6573C" w:rsidRDefault="004E2B74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74" w:rsidRPr="00B6573C" w:rsidRDefault="004E2B74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74" w:rsidRPr="00B135C2" w:rsidRDefault="004E2B74" w:rsidP="000319AE">
            <w:pPr>
              <w:jc w:val="center"/>
              <w:rPr>
                <w:sz w:val="24"/>
                <w:szCs w:val="24"/>
              </w:rPr>
            </w:pPr>
            <w:r w:rsidRPr="00B135C2">
              <w:rPr>
                <w:sz w:val="24"/>
                <w:szCs w:val="24"/>
              </w:rPr>
              <w:t>7 106,7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74" w:rsidRPr="00B6573C" w:rsidRDefault="004E2B7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74" w:rsidRPr="00B6573C" w:rsidRDefault="004E2B7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74" w:rsidRPr="00B135C2" w:rsidRDefault="004E2B74" w:rsidP="00333456">
            <w:pPr>
              <w:jc w:val="center"/>
              <w:rPr>
                <w:sz w:val="24"/>
                <w:szCs w:val="24"/>
              </w:rPr>
            </w:pPr>
            <w:r w:rsidRPr="00B135C2">
              <w:rPr>
                <w:sz w:val="24"/>
                <w:szCs w:val="24"/>
              </w:rPr>
              <w:t>7 106,7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74" w:rsidRPr="00B6573C" w:rsidRDefault="004E2B74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74" w:rsidRPr="00B6573C" w:rsidRDefault="004E2B74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</w:tcPr>
          <w:p w:rsidR="004E2B74" w:rsidRPr="00B6573C" w:rsidRDefault="004E2B74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4E2B74" w:rsidRDefault="004E2B74" w:rsidP="00EF6F81">
      <w:pPr>
        <w:jc w:val="center"/>
      </w:pPr>
    </w:p>
    <w:p w:rsidR="004E2B74" w:rsidRDefault="004E2B74" w:rsidP="00EF6F81">
      <w:pPr>
        <w:jc w:val="center"/>
      </w:pPr>
    </w:p>
    <w:p w:rsidR="004E2B74" w:rsidRDefault="004E2B74" w:rsidP="00EF6F81">
      <w:pPr>
        <w:jc w:val="center"/>
      </w:pPr>
    </w:p>
    <w:p w:rsidR="004E2B74" w:rsidRDefault="004E2B74" w:rsidP="00EF6F81">
      <w:pPr>
        <w:jc w:val="center"/>
      </w:pPr>
    </w:p>
    <w:p w:rsidR="004E2B74" w:rsidRDefault="004E2B74" w:rsidP="0083637B">
      <w:r>
        <w:t>Заместитель главы Старотитаровского</w:t>
      </w:r>
    </w:p>
    <w:p w:rsidR="004E2B74" w:rsidRDefault="004E2B74" w:rsidP="0083637B">
      <w:r>
        <w:t>сельского поселения Темрюкского района                                                                                                         Т.И. Опарина</w:t>
      </w:r>
    </w:p>
    <w:p w:rsidR="004E2B74" w:rsidRDefault="004E2B74" w:rsidP="00EF6F81">
      <w:pPr>
        <w:jc w:val="center"/>
        <w:sectPr w:rsidR="004E2B74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  <w:r>
        <w:t xml:space="preserve">                              </w:t>
      </w:r>
    </w:p>
    <w:p w:rsidR="004E2B74" w:rsidRDefault="004E2B74" w:rsidP="00484E94">
      <w:pPr>
        <w:ind w:firstLine="709"/>
        <w:jc w:val="both"/>
      </w:pPr>
    </w:p>
    <w:p w:rsidR="004E2B74" w:rsidRDefault="004E2B74" w:rsidP="001F5CA2">
      <w:pPr>
        <w:jc w:val="center"/>
        <w:rPr>
          <w:b/>
          <w:bCs/>
        </w:rPr>
      </w:pPr>
    </w:p>
    <w:sectPr w:rsidR="004E2B74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2B74" w:rsidRDefault="004E2B74" w:rsidP="00EF6F81">
      <w:r>
        <w:separator/>
      </w:r>
    </w:p>
  </w:endnote>
  <w:endnote w:type="continuationSeparator" w:id="0">
    <w:p w:rsidR="004E2B74" w:rsidRDefault="004E2B74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2B74" w:rsidRDefault="004E2B74" w:rsidP="00EF6F81">
      <w:r>
        <w:separator/>
      </w:r>
    </w:p>
  </w:footnote>
  <w:footnote w:type="continuationSeparator" w:id="0">
    <w:p w:rsidR="004E2B74" w:rsidRDefault="004E2B74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B74" w:rsidRDefault="004E2B74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B74" w:rsidRDefault="004E2B74">
    <w:pPr>
      <w:pStyle w:val="Header"/>
      <w:jc w:val="center"/>
    </w:pPr>
  </w:p>
  <w:p w:rsidR="004E2B74" w:rsidRDefault="004E2B74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allowincell="f" stroked="f">
          <v:textbox style="mso-next-textbox:#Прямоугольник 9">
            <w:txbxContent>
              <w:p w:rsidR="004E2B74" w:rsidRPr="00064846" w:rsidRDefault="004E2B74">
                <w:pPr>
                  <w:jc w:val="center"/>
                </w:pPr>
                <w:fldSimple w:instr="PAGE  \* MERGEFORMAT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1FC"/>
    <w:rsid w:val="00017FA2"/>
    <w:rsid w:val="00023F4D"/>
    <w:rsid w:val="000319AE"/>
    <w:rsid w:val="00031DF9"/>
    <w:rsid w:val="00033748"/>
    <w:rsid w:val="000348BC"/>
    <w:rsid w:val="0003562F"/>
    <w:rsid w:val="00036BA0"/>
    <w:rsid w:val="000379B6"/>
    <w:rsid w:val="00046F33"/>
    <w:rsid w:val="000520B4"/>
    <w:rsid w:val="0005300F"/>
    <w:rsid w:val="0005555B"/>
    <w:rsid w:val="00063EDE"/>
    <w:rsid w:val="00064846"/>
    <w:rsid w:val="000669A4"/>
    <w:rsid w:val="00067C9E"/>
    <w:rsid w:val="00073545"/>
    <w:rsid w:val="00082596"/>
    <w:rsid w:val="00084E42"/>
    <w:rsid w:val="000A5167"/>
    <w:rsid w:val="000B4AE6"/>
    <w:rsid w:val="000C1918"/>
    <w:rsid w:val="000C3C23"/>
    <w:rsid w:val="000C3FBF"/>
    <w:rsid w:val="000C7986"/>
    <w:rsid w:val="000D1B88"/>
    <w:rsid w:val="000D42BE"/>
    <w:rsid w:val="000D5144"/>
    <w:rsid w:val="000D7253"/>
    <w:rsid w:val="000D738A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4CAC"/>
    <w:rsid w:val="00145E87"/>
    <w:rsid w:val="0015065E"/>
    <w:rsid w:val="0015265A"/>
    <w:rsid w:val="00153625"/>
    <w:rsid w:val="0015372F"/>
    <w:rsid w:val="00154016"/>
    <w:rsid w:val="00157189"/>
    <w:rsid w:val="0016103B"/>
    <w:rsid w:val="00162358"/>
    <w:rsid w:val="00162A43"/>
    <w:rsid w:val="00164E63"/>
    <w:rsid w:val="001658ED"/>
    <w:rsid w:val="00167C70"/>
    <w:rsid w:val="00172D6C"/>
    <w:rsid w:val="00173D9E"/>
    <w:rsid w:val="00176619"/>
    <w:rsid w:val="001813B1"/>
    <w:rsid w:val="00185966"/>
    <w:rsid w:val="00190885"/>
    <w:rsid w:val="00192872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5642"/>
    <w:rsid w:val="001F5CA2"/>
    <w:rsid w:val="001F7787"/>
    <w:rsid w:val="0020737A"/>
    <w:rsid w:val="002148B5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809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71B"/>
    <w:rsid w:val="00277CB3"/>
    <w:rsid w:val="00284AEB"/>
    <w:rsid w:val="002937AE"/>
    <w:rsid w:val="00295EB1"/>
    <w:rsid w:val="002A1837"/>
    <w:rsid w:val="002A39F5"/>
    <w:rsid w:val="002A68D5"/>
    <w:rsid w:val="002A7838"/>
    <w:rsid w:val="002B24B8"/>
    <w:rsid w:val="002B34B6"/>
    <w:rsid w:val="002C031E"/>
    <w:rsid w:val="002C7291"/>
    <w:rsid w:val="002D1DBF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3456"/>
    <w:rsid w:val="00337501"/>
    <w:rsid w:val="0034405A"/>
    <w:rsid w:val="00345A6E"/>
    <w:rsid w:val="00347A6F"/>
    <w:rsid w:val="003547EA"/>
    <w:rsid w:val="003559DB"/>
    <w:rsid w:val="00357F42"/>
    <w:rsid w:val="0037180A"/>
    <w:rsid w:val="003724CA"/>
    <w:rsid w:val="00374409"/>
    <w:rsid w:val="0037448A"/>
    <w:rsid w:val="00374C60"/>
    <w:rsid w:val="00375839"/>
    <w:rsid w:val="00376342"/>
    <w:rsid w:val="0038326C"/>
    <w:rsid w:val="00385F3F"/>
    <w:rsid w:val="00394A6D"/>
    <w:rsid w:val="003979F5"/>
    <w:rsid w:val="003A0AD1"/>
    <w:rsid w:val="003A22AB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693"/>
    <w:rsid w:val="003E2B65"/>
    <w:rsid w:val="003E2D88"/>
    <w:rsid w:val="003E500C"/>
    <w:rsid w:val="003E51DA"/>
    <w:rsid w:val="004019AF"/>
    <w:rsid w:val="00401C77"/>
    <w:rsid w:val="00403F67"/>
    <w:rsid w:val="004058C3"/>
    <w:rsid w:val="00405F4C"/>
    <w:rsid w:val="00413494"/>
    <w:rsid w:val="004163DD"/>
    <w:rsid w:val="00424008"/>
    <w:rsid w:val="004258A2"/>
    <w:rsid w:val="0042729A"/>
    <w:rsid w:val="00434175"/>
    <w:rsid w:val="00434272"/>
    <w:rsid w:val="004377B1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3AF4"/>
    <w:rsid w:val="00484E94"/>
    <w:rsid w:val="004852C0"/>
    <w:rsid w:val="00491923"/>
    <w:rsid w:val="00494A1C"/>
    <w:rsid w:val="004A2815"/>
    <w:rsid w:val="004A51A1"/>
    <w:rsid w:val="004B3AAC"/>
    <w:rsid w:val="004B40C3"/>
    <w:rsid w:val="004B6573"/>
    <w:rsid w:val="004C630B"/>
    <w:rsid w:val="004D1434"/>
    <w:rsid w:val="004D3592"/>
    <w:rsid w:val="004D4038"/>
    <w:rsid w:val="004D4F4B"/>
    <w:rsid w:val="004D61E7"/>
    <w:rsid w:val="004E184B"/>
    <w:rsid w:val="004E2B74"/>
    <w:rsid w:val="004E5D5A"/>
    <w:rsid w:val="004E660F"/>
    <w:rsid w:val="004F3F4C"/>
    <w:rsid w:val="00500747"/>
    <w:rsid w:val="0050378D"/>
    <w:rsid w:val="0050519C"/>
    <w:rsid w:val="00506C43"/>
    <w:rsid w:val="00510238"/>
    <w:rsid w:val="00510D19"/>
    <w:rsid w:val="00515088"/>
    <w:rsid w:val="0053507E"/>
    <w:rsid w:val="00535478"/>
    <w:rsid w:val="0054045D"/>
    <w:rsid w:val="0054063E"/>
    <w:rsid w:val="005450A9"/>
    <w:rsid w:val="0055229B"/>
    <w:rsid w:val="00553CFA"/>
    <w:rsid w:val="00570E27"/>
    <w:rsid w:val="005716FF"/>
    <w:rsid w:val="00571FAC"/>
    <w:rsid w:val="005750C3"/>
    <w:rsid w:val="005763AE"/>
    <w:rsid w:val="0058240E"/>
    <w:rsid w:val="00595B9D"/>
    <w:rsid w:val="005A449E"/>
    <w:rsid w:val="005A684E"/>
    <w:rsid w:val="005A7953"/>
    <w:rsid w:val="005B3967"/>
    <w:rsid w:val="005B5962"/>
    <w:rsid w:val="005B7233"/>
    <w:rsid w:val="005B786B"/>
    <w:rsid w:val="005C4D2D"/>
    <w:rsid w:val="005C6C01"/>
    <w:rsid w:val="005E3ACA"/>
    <w:rsid w:val="005E7A49"/>
    <w:rsid w:val="005F2B9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44F8C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0885"/>
    <w:rsid w:val="006C4020"/>
    <w:rsid w:val="006C6075"/>
    <w:rsid w:val="006C707C"/>
    <w:rsid w:val="006D0695"/>
    <w:rsid w:val="006D2BB7"/>
    <w:rsid w:val="006D776C"/>
    <w:rsid w:val="006E70C7"/>
    <w:rsid w:val="006E79C0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32B9"/>
    <w:rsid w:val="00715CD2"/>
    <w:rsid w:val="00721A8E"/>
    <w:rsid w:val="0072468C"/>
    <w:rsid w:val="00734314"/>
    <w:rsid w:val="00736812"/>
    <w:rsid w:val="00740873"/>
    <w:rsid w:val="00741C5B"/>
    <w:rsid w:val="00741FA6"/>
    <w:rsid w:val="00745D1A"/>
    <w:rsid w:val="00756022"/>
    <w:rsid w:val="00760893"/>
    <w:rsid w:val="007820A3"/>
    <w:rsid w:val="00782AE6"/>
    <w:rsid w:val="00783D2D"/>
    <w:rsid w:val="0078526C"/>
    <w:rsid w:val="007930E1"/>
    <w:rsid w:val="007A41C0"/>
    <w:rsid w:val="007A4F64"/>
    <w:rsid w:val="007A6F08"/>
    <w:rsid w:val="007B07E9"/>
    <w:rsid w:val="007B0CAA"/>
    <w:rsid w:val="007B4A7E"/>
    <w:rsid w:val="007B53DC"/>
    <w:rsid w:val="007B5B84"/>
    <w:rsid w:val="007B6A88"/>
    <w:rsid w:val="007B77BF"/>
    <w:rsid w:val="007C014B"/>
    <w:rsid w:val="007C0819"/>
    <w:rsid w:val="007C0D6D"/>
    <w:rsid w:val="007C1B1B"/>
    <w:rsid w:val="007D1D37"/>
    <w:rsid w:val="007D794C"/>
    <w:rsid w:val="007E0D6B"/>
    <w:rsid w:val="007E2E61"/>
    <w:rsid w:val="007E3A7D"/>
    <w:rsid w:val="007E702A"/>
    <w:rsid w:val="007F1C06"/>
    <w:rsid w:val="007F20C1"/>
    <w:rsid w:val="007F2A8C"/>
    <w:rsid w:val="007F34E4"/>
    <w:rsid w:val="0080154A"/>
    <w:rsid w:val="00802B22"/>
    <w:rsid w:val="0080648B"/>
    <w:rsid w:val="00806B35"/>
    <w:rsid w:val="0081373F"/>
    <w:rsid w:val="00823D33"/>
    <w:rsid w:val="00824605"/>
    <w:rsid w:val="00827AAA"/>
    <w:rsid w:val="00831B7E"/>
    <w:rsid w:val="0083637B"/>
    <w:rsid w:val="0084599C"/>
    <w:rsid w:val="00845C4E"/>
    <w:rsid w:val="00845D5F"/>
    <w:rsid w:val="00846A87"/>
    <w:rsid w:val="00846C01"/>
    <w:rsid w:val="00855115"/>
    <w:rsid w:val="00856E1E"/>
    <w:rsid w:val="00871B5F"/>
    <w:rsid w:val="00876805"/>
    <w:rsid w:val="00883BAB"/>
    <w:rsid w:val="0088579A"/>
    <w:rsid w:val="00885C29"/>
    <w:rsid w:val="008903E0"/>
    <w:rsid w:val="00890443"/>
    <w:rsid w:val="008924E5"/>
    <w:rsid w:val="00896A24"/>
    <w:rsid w:val="008977E5"/>
    <w:rsid w:val="008A06FC"/>
    <w:rsid w:val="008A21B8"/>
    <w:rsid w:val="008A24E1"/>
    <w:rsid w:val="008A32AD"/>
    <w:rsid w:val="008A6FA1"/>
    <w:rsid w:val="008B08D9"/>
    <w:rsid w:val="008B1B7C"/>
    <w:rsid w:val="008B2122"/>
    <w:rsid w:val="008C7F0B"/>
    <w:rsid w:val="008D1ADA"/>
    <w:rsid w:val="008D361C"/>
    <w:rsid w:val="008E147E"/>
    <w:rsid w:val="008E229A"/>
    <w:rsid w:val="008E3869"/>
    <w:rsid w:val="008E39E4"/>
    <w:rsid w:val="008E65A9"/>
    <w:rsid w:val="008E69F0"/>
    <w:rsid w:val="008F1C38"/>
    <w:rsid w:val="009013AF"/>
    <w:rsid w:val="00904240"/>
    <w:rsid w:val="00910293"/>
    <w:rsid w:val="00914534"/>
    <w:rsid w:val="009159B4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1522"/>
    <w:rsid w:val="00972A9E"/>
    <w:rsid w:val="0097458B"/>
    <w:rsid w:val="009745F9"/>
    <w:rsid w:val="009838F0"/>
    <w:rsid w:val="00985003"/>
    <w:rsid w:val="009927A9"/>
    <w:rsid w:val="00994207"/>
    <w:rsid w:val="00994548"/>
    <w:rsid w:val="0099567A"/>
    <w:rsid w:val="009A1BB1"/>
    <w:rsid w:val="009B4C82"/>
    <w:rsid w:val="009B64B2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7348"/>
    <w:rsid w:val="00A03E7E"/>
    <w:rsid w:val="00A1507B"/>
    <w:rsid w:val="00A1675B"/>
    <w:rsid w:val="00A23788"/>
    <w:rsid w:val="00A23FAD"/>
    <w:rsid w:val="00A246CC"/>
    <w:rsid w:val="00A30B42"/>
    <w:rsid w:val="00A30FFE"/>
    <w:rsid w:val="00A321A0"/>
    <w:rsid w:val="00A35B08"/>
    <w:rsid w:val="00A36C40"/>
    <w:rsid w:val="00A44BB5"/>
    <w:rsid w:val="00A46040"/>
    <w:rsid w:val="00A46A72"/>
    <w:rsid w:val="00A47DA3"/>
    <w:rsid w:val="00A56C25"/>
    <w:rsid w:val="00A56F12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864D9"/>
    <w:rsid w:val="00A94ED0"/>
    <w:rsid w:val="00A96A8D"/>
    <w:rsid w:val="00AA0D84"/>
    <w:rsid w:val="00AA5C4B"/>
    <w:rsid w:val="00AA7594"/>
    <w:rsid w:val="00AB7E59"/>
    <w:rsid w:val="00AC26F6"/>
    <w:rsid w:val="00AC6410"/>
    <w:rsid w:val="00AC6F55"/>
    <w:rsid w:val="00AD7804"/>
    <w:rsid w:val="00AE09CA"/>
    <w:rsid w:val="00AE1FA7"/>
    <w:rsid w:val="00AE3995"/>
    <w:rsid w:val="00AE7059"/>
    <w:rsid w:val="00AF1DE5"/>
    <w:rsid w:val="00AF3593"/>
    <w:rsid w:val="00AF35BD"/>
    <w:rsid w:val="00AF362F"/>
    <w:rsid w:val="00B07228"/>
    <w:rsid w:val="00B12FB3"/>
    <w:rsid w:val="00B135C2"/>
    <w:rsid w:val="00B149A9"/>
    <w:rsid w:val="00B1619A"/>
    <w:rsid w:val="00B2042B"/>
    <w:rsid w:val="00B20B96"/>
    <w:rsid w:val="00B2367E"/>
    <w:rsid w:val="00B23A0A"/>
    <w:rsid w:val="00B265D2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C96"/>
    <w:rsid w:val="00B60DDA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2DA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162A"/>
    <w:rsid w:val="00C23387"/>
    <w:rsid w:val="00C32832"/>
    <w:rsid w:val="00C3292C"/>
    <w:rsid w:val="00C3496C"/>
    <w:rsid w:val="00C4141F"/>
    <w:rsid w:val="00C429D2"/>
    <w:rsid w:val="00C47AFE"/>
    <w:rsid w:val="00C53808"/>
    <w:rsid w:val="00C576C0"/>
    <w:rsid w:val="00C71CC2"/>
    <w:rsid w:val="00C72F57"/>
    <w:rsid w:val="00C75EAF"/>
    <w:rsid w:val="00C76645"/>
    <w:rsid w:val="00C769C5"/>
    <w:rsid w:val="00C76CC6"/>
    <w:rsid w:val="00C8136C"/>
    <w:rsid w:val="00C83382"/>
    <w:rsid w:val="00C83A31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555F"/>
    <w:rsid w:val="00D07253"/>
    <w:rsid w:val="00D13FB1"/>
    <w:rsid w:val="00D21B4F"/>
    <w:rsid w:val="00D2251E"/>
    <w:rsid w:val="00D341F7"/>
    <w:rsid w:val="00D3506A"/>
    <w:rsid w:val="00D4650A"/>
    <w:rsid w:val="00D50A29"/>
    <w:rsid w:val="00D510F8"/>
    <w:rsid w:val="00D534F0"/>
    <w:rsid w:val="00D54C27"/>
    <w:rsid w:val="00D57F3E"/>
    <w:rsid w:val="00D65A5D"/>
    <w:rsid w:val="00D66DD0"/>
    <w:rsid w:val="00D74072"/>
    <w:rsid w:val="00D7588E"/>
    <w:rsid w:val="00D814EC"/>
    <w:rsid w:val="00D856C5"/>
    <w:rsid w:val="00D91580"/>
    <w:rsid w:val="00D91BFA"/>
    <w:rsid w:val="00D9235A"/>
    <w:rsid w:val="00D92B5C"/>
    <w:rsid w:val="00DA07D9"/>
    <w:rsid w:val="00DA0DE0"/>
    <w:rsid w:val="00DA2C96"/>
    <w:rsid w:val="00DA4ED8"/>
    <w:rsid w:val="00DA5916"/>
    <w:rsid w:val="00DB698C"/>
    <w:rsid w:val="00DC12AA"/>
    <w:rsid w:val="00DC18DD"/>
    <w:rsid w:val="00DC2DD5"/>
    <w:rsid w:val="00DC605B"/>
    <w:rsid w:val="00DD1C2E"/>
    <w:rsid w:val="00DD49F6"/>
    <w:rsid w:val="00DD5F0A"/>
    <w:rsid w:val="00DE264F"/>
    <w:rsid w:val="00DE71AE"/>
    <w:rsid w:val="00DE754D"/>
    <w:rsid w:val="00DF199E"/>
    <w:rsid w:val="00DF23BC"/>
    <w:rsid w:val="00DF7337"/>
    <w:rsid w:val="00E00492"/>
    <w:rsid w:val="00E005C3"/>
    <w:rsid w:val="00E03A2A"/>
    <w:rsid w:val="00E11B9B"/>
    <w:rsid w:val="00E1693B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77B66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892"/>
    <w:rsid w:val="00EE5BAC"/>
    <w:rsid w:val="00EE6972"/>
    <w:rsid w:val="00EE7E4C"/>
    <w:rsid w:val="00EF687A"/>
    <w:rsid w:val="00EF6A40"/>
    <w:rsid w:val="00EF6F65"/>
    <w:rsid w:val="00EF6F81"/>
    <w:rsid w:val="00F00398"/>
    <w:rsid w:val="00F00A4A"/>
    <w:rsid w:val="00F0200E"/>
    <w:rsid w:val="00F05B97"/>
    <w:rsid w:val="00F13991"/>
    <w:rsid w:val="00F162F0"/>
    <w:rsid w:val="00F23492"/>
    <w:rsid w:val="00F31296"/>
    <w:rsid w:val="00F31FEC"/>
    <w:rsid w:val="00F32117"/>
    <w:rsid w:val="00F36F38"/>
    <w:rsid w:val="00F36F5A"/>
    <w:rsid w:val="00F43866"/>
    <w:rsid w:val="00F43926"/>
    <w:rsid w:val="00F441D3"/>
    <w:rsid w:val="00F466E4"/>
    <w:rsid w:val="00F571EC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1780"/>
    <w:rsid w:val="00FB5DBB"/>
    <w:rsid w:val="00FC0078"/>
    <w:rsid w:val="00FC2799"/>
    <w:rsid w:val="00FD34F6"/>
    <w:rsid w:val="00FD486E"/>
    <w:rsid w:val="00FD579D"/>
    <w:rsid w:val="00FF05F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99"/>
    <w:qFormat/>
    <w:rsid w:val="00515088"/>
    <w:rPr>
      <w:rFonts w:eastAsia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52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4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4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4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4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4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4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2357</TotalTime>
  <Pages>6</Pages>
  <Words>633</Words>
  <Characters>3610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253</cp:revision>
  <cp:lastPrinted>2021-09-28T10:09:00Z</cp:lastPrinted>
  <dcterms:created xsi:type="dcterms:W3CDTF">2018-08-07T11:48:00Z</dcterms:created>
  <dcterms:modified xsi:type="dcterms:W3CDTF">2022-02-07T10:24:00Z</dcterms:modified>
</cp:coreProperties>
</file>