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2C1249" w:rsidRPr="004E6D75" w:rsidTr="002431BD">
        <w:tc>
          <w:tcPr>
            <w:tcW w:w="8788" w:type="dxa"/>
          </w:tcPr>
          <w:p w:rsidR="002C1249" w:rsidRPr="004E6D75" w:rsidRDefault="002C124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2C1249" w:rsidRPr="00EE5BAC" w:rsidRDefault="002C1249" w:rsidP="006D340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2C1249" w:rsidRPr="00EE5BAC" w:rsidRDefault="002C1249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C1249" w:rsidRPr="00EE5BAC" w:rsidRDefault="002C1249" w:rsidP="006D340C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2C1249" w:rsidRDefault="002C1249" w:rsidP="006D340C">
            <w:pPr>
              <w:ind w:left="-253" w:right="-67" w:firstLine="142"/>
              <w:jc w:val="right"/>
              <w:rPr>
                <w:szCs w:val="28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02.02.2022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8</w:t>
            </w:r>
          </w:p>
          <w:p w:rsidR="002C1249" w:rsidRDefault="002C1249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C1249" w:rsidRPr="00C96AAF" w:rsidRDefault="002C124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C1249" w:rsidRDefault="002C124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C1249" w:rsidRDefault="002C1249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2C1249" w:rsidRPr="004E6D75" w:rsidRDefault="002C124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2C1249" w:rsidRPr="006341E7" w:rsidRDefault="002C1249" w:rsidP="003E51DA">
      <w:pPr>
        <w:ind w:firstLine="709"/>
        <w:rPr>
          <w:sz w:val="24"/>
          <w:szCs w:val="24"/>
        </w:rPr>
      </w:pPr>
    </w:p>
    <w:p w:rsidR="002C1249" w:rsidRDefault="002C124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C1249" w:rsidRDefault="002C1249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2C1249" w:rsidRDefault="002C1249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C1249" w:rsidRDefault="002C1249" w:rsidP="003E51DA">
      <w:pPr>
        <w:jc w:val="center"/>
        <w:rPr>
          <w:b/>
          <w:szCs w:val="28"/>
        </w:rPr>
      </w:pPr>
    </w:p>
    <w:p w:rsidR="002C1249" w:rsidRPr="009E44C2" w:rsidRDefault="002C124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C1249" w:rsidRDefault="002C124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C1249" w:rsidRPr="009E44C2" w:rsidRDefault="002C124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C1249" w:rsidRPr="00F470FB" w:rsidRDefault="002C1249" w:rsidP="00F508F2">
            <w:pPr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C1249" w:rsidRPr="00827FDC" w:rsidRDefault="002C1249" w:rsidP="00F508F2">
            <w:pPr>
              <w:rPr>
                <w:b/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2C1249" w:rsidRPr="00E6543F" w:rsidRDefault="002C1249" w:rsidP="00F508F2">
            <w:pPr>
              <w:contextualSpacing/>
              <w:rPr>
                <w:b/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2C1249" w:rsidRPr="00487189" w:rsidRDefault="002C1249" w:rsidP="00F508F2">
            <w:pPr>
              <w:rPr>
                <w:b/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2C1249" w:rsidRDefault="002C1249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2C1249" w:rsidRPr="00E64AB4" w:rsidRDefault="002C1249" w:rsidP="002431BD">
            <w:pPr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C1249" w:rsidRPr="002503EF" w:rsidRDefault="002C1249" w:rsidP="00F508F2">
            <w:pPr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C1249" w:rsidRDefault="002C124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C1249" w:rsidRPr="009011B8" w:rsidRDefault="002C1249" w:rsidP="00F508F2">
            <w:pPr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C1249" w:rsidRPr="002940B0" w:rsidRDefault="002C124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C1249" w:rsidRPr="002940B0" w:rsidRDefault="002C124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C1249" w:rsidRPr="002940B0" w:rsidRDefault="002C124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C1249" w:rsidRPr="002940B0" w:rsidRDefault="002C124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C1249" w:rsidRPr="002940B0" w:rsidRDefault="002C124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C1249" w:rsidRPr="002940B0" w:rsidRDefault="002C124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9 293,1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B7C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9 293,1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249" w:rsidRPr="002940B0" w:rsidRDefault="002C1249" w:rsidP="00FB7C5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9 293,1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B7C5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9 293,1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249" w:rsidRPr="009E44C2" w:rsidTr="00F508F2">
        <w:tc>
          <w:tcPr>
            <w:tcW w:w="14560" w:type="dxa"/>
            <w:gridSpan w:val="6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249" w:rsidRPr="009E44C2" w:rsidTr="00F508F2">
        <w:tc>
          <w:tcPr>
            <w:tcW w:w="14560" w:type="dxa"/>
            <w:gridSpan w:val="6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249" w:rsidRPr="009E44C2" w:rsidTr="00F508F2">
        <w:tc>
          <w:tcPr>
            <w:tcW w:w="6012" w:type="dxa"/>
          </w:tcPr>
          <w:p w:rsidR="002C1249" w:rsidRPr="002940B0" w:rsidRDefault="002C124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249" w:rsidRPr="002940B0" w:rsidRDefault="002C124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1249" w:rsidRDefault="002C1249" w:rsidP="007A6F08">
      <w:pPr>
        <w:jc w:val="center"/>
        <w:rPr>
          <w:b/>
          <w:szCs w:val="28"/>
        </w:rPr>
      </w:pPr>
    </w:p>
    <w:p w:rsidR="002C1249" w:rsidRPr="00500747" w:rsidRDefault="002C124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C1249" w:rsidRDefault="002C1249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C1249" w:rsidRPr="00500747" w:rsidRDefault="002C1249" w:rsidP="007A6F08">
      <w:pPr>
        <w:jc w:val="center"/>
        <w:rPr>
          <w:b/>
          <w:szCs w:val="28"/>
        </w:rPr>
      </w:pPr>
    </w:p>
    <w:p w:rsidR="002C1249" w:rsidRPr="009D244C" w:rsidRDefault="002C124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C124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C124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24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1249" w:rsidRDefault="002C124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C124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C124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8D3C2C" w:rsidRDefault="002C1249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2C124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8D3C2C" w:rsidRDefault="002C1249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2C124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0F6657" w:rsidRDefault="002C1249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249" w:rsidRPr="004822E2" w:rsidRDefault="002C1249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C1249" w:rsidRPr="00084F22" w:rsidRDefault="002C124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24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B7C5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24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B7C5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249" w:rsidRPr="00DB6469" w:rsidTr="00F508F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B7C5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249" w:rsidRPr="00DB6469" w:rsidTr="00F508F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B7C5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249" w:rsidRPr="00DB6469" w:rsidRDefault="002C124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1249" w:rsidRPr="00DB6469" w:rsidRDefault="002C124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1249" w:rsidRDefault="002C1249" w:rsidP="003E51DA">
      <w:pPr>
        <w:jc w:val="center"/>
        <w:rPr>
          <w:b/>
          <w:szCs w:val="28"/>
        </w:rPr>
      </w:pPr>
    </w:p>
    <w:p w:rsidR="002C1249" w:rsidRDefault="002C1249" w:rsidP="00B763C7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C1249" w:rsidRDefault="002C1249" w:rsidP="00B763C7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C1249" w:rsidRDefault="002C1249" w:rsidP="00B763C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Т.И. Опарина</w:t>
      </w:r>
    </w:p>
    <w:p w:rsidR="002C1249" w:rsidRDefault="002C1249" w:rsidP="00B763C7">
      <w:pPr>
        <w:jc w:val="both"/>
        <w:rPr>
          <w:szCs w:val="28"/>
        </w:rPr>
      </w:pPr>
    </w:p>
    <w:p w:rsidR="002C1249" w:rsidRDefault="002C1249" w:rsidP="00B763C7">
      <w:pPr>
        <w:jc w:val="both"/>
        <w:rPr>
          <w:szCs w:val="28"/>
        </w:rPr>
      </w:pPr>
    </w:p>
    <w:p w:rsidR="002C1249" w:rsidRDefault="002C1249" w:rsidP="00B763C7">
      <w:pPr>
        <w:jc w:val="both"/>
        <w:rPr>
          <w:szCs w:val="28"/>
        </w:rPr>
      </w:pPr>
    </w:p>
    <w:p w:rsidR="002C1249" w:rsidRPr="009E44C2" w:rsidRDefault="002C1249" w:rsidP="003E51DA">
      <w:pPr>
        <w:jc w:val="center"/>
        <w:rPr>
          <w:b/>
          <w:szCs w:val="28"/>
        </w:rPr>
      </w:pPr>
    </w:p>
    <w:p w:rsidR="002C1249" w:rsidRDefault="002C1249" w:rsidP="00413494">
      <w:pPr>
        <w:jc w:val="both"/>
        <w:rPr>
          <w:szCs w:val="28"/>
        </w:rPr>
      </w:pPr>
    </w:p>
    <w:p w:rsidR="002C1249" w:rsidRDefault="002C1249" w:rsidP="00413494">
      <w:pPr>
        <w:jc w:val="both"/>
        <w:rPr>
          <w:szCs w:val="28"/>
        </w:rPr>
      </w:pPr>
    </w:p>
    <w:p w:rsidR="002C1249" w:rsidRDefault="002C1249" w:rsidP="00E6162A">
      <w:pPr>
        <w:jc w:val="center"/>
        <w:rPr>
          <w:b/>
        </w:rPr>
      </w:pPr>
    </w:p>
    <w:sectPr w:rsidR="002C12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249" w:rsidRDefault="002C1249" w:rsidP="00EF6F81">
      <w:r>
        <w:separator/>
      </w:r>
    </w:p>
  </w:endnote>
  <w:endnote w:type="continuationSeparator" w:id="0">
    <w:p w:rsidR="002C1249" w:rsidRDefault="002C124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249" w:rsidRDefault="002C1249" w:rsidP="00EF6F81">
      <w:r>
        <w:separator/>
      </w:r>
    </w:p>
  </w:footnote>
  <w:footnote w:type="continuationSeparator" w:id="0">
    <w:p w:rsidR="002C1249" w:rsidRDefault="002C124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49" w:rsidRDefault="002C124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249" w:rsidRDefault="002C1249">
    <w:pPr>
      <w:pStyle w:val="Header"/>
      <w:jc w:val="center"/>
    </w:pPr>
  </w:p>
  <w:p w:rsidR="002C1249" w:rsidRDefault="002C124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1249" w:rsidRPr="004E6D75" w:rsidRDefault="002C12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03F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1249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2570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C62"/>
    <w:rsid w:val="0055229B"/>
    <w:rsid w:val="00553CFA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1537"/>
    <w:rsid w:val="006C4020"/>
    <w:rsid w:val="006C6075"/>
    <w:rsid w:val="006C707C"/>
    <w:rsid w:val="006D0695"/>
    <w:rsid w:val="006D340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195D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1743"/>
    <w:rsid w:val="00A03E7E"/>
    <w:rsid w:val="00A1507B"/>
    <w:rsid w:val="00A23788"/>
    <w:rsid w:val="00A30B42"/>
    <w:rsid w:val="00A30FFE"/>
    <w:rsid w:val="00A44BB5"/>
    <w:rsid w:val="00A47DA3"/>
    <w:rsid w:val="00A56A27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3C7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DF0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74A"/>
    <w:rsid w:val="00FA1A72"/>
    <w:rsid w:val="00FA3840"/>
    <w:rsid w:val="00FB065A"/>
    <w:rsid w:val="00FB7C52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2140</TotalTime>
  <Pages>4</Pages>
  <Words>586</Words>
  <Characters>3343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2022-02-07T10:29:00Z</dcterms:modified>
</cp:coreProperties>
</file>