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3321AE" w:rsidRPr="00F945BC">
        <w:tc>
          <w:tcPr>
            <w:tcW w:w="8934" w:type="dxa"/>
          </w:tcPr>
          <w:p w:rsidR="003321AE" w:rsidRPr="00F945BC" w:rsidRDefault="003321AE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3321AE" w:rsidRDefault="003321AE" w:rsidP="00B86C1B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3321AE" w:rsidRDefault="003321AE" w:rsidP="00B86C1B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3321AE" w:rsidRPr="00EE5BAC" w:rsidRDefault="003321AE" w:rsidP="00B86C1B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24.03.2022 г. № 59</w:t>
            </w:r>
          </w:p>
          <w:p w:rsidR="003321AE" w:rsidRPr="00EE5BAC" w:rsidRDefault="003321AE" w:rsidP="00B86C1B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3321AE" w:rsidRPr="00EE5BAC" w:rsidRDefault="003321AE" w:rsidP="00B86C1B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УТВЕРЖДЕНА</w:t>
            </w:r>
          </w:p>
          <w:p w:rsidR="003321AE" w:rsidRPr="00EE5BAC" w:rsidRDefault="003321AE" w:rsidP="00B86C1B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3321AE" w:rsidRPr="00EE5BAC" w:rsidRDefault="003321AE" w:rsidP="00B86C1B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3321AE" w:rsidRDefault="003321AE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         от 28.10.2021</w:t>
            </w:r>
            <w:r w:rsidRPr="00EE5BAC">
              <w:rPr>
                <w:kern w:val="1"/>
                <w:lang w:eastAsia="zh-CN"/>
              </w:rPr>
              <w:t xml:space="preserve">№ </w:t>
            </w:r>
            <w:r>
              <w:rPr>
                <w:kern w:val="1"/>
                <w:lang w:eastAsia="zh-CN"/>
              </w:rPr>
              <w:t>212</w:t>
            </w:r>
          </w:p>
          <w:p w:rsidR="003321AE" w:rsidRPr="00F945BC" w:rsidRDefault="003321AE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3321AE" w:rsidRPr="00885C29" w:rsidRDefault="003321AE" w:rsidP="001157F7"/>
    <w:p w:rsidR="003321AE" w:rsidRDefault="003321AE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3321AE" w:rsidRDefault="003321AE" w:rsidP="00800A7A">
      <w:pPr>
        <w:ind w:left="360"/>
        <w:jc w:val="center"/>
        <w:rPr>
          <w:b/>
          <w:bCs/>
        </w:rPr>
      </w:pPr>
      <w:r>
        <w:rPr>
          <w:b/>
          <w:bCs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3321AE" w:rsidRDefault="003321AE" w:rsidP="00221E58">
      <w:pPr>
        <w:jc w:val="center"/>
        <w:rPr>
          <w:b/>
          <w:bCs/>
        </w:rPr>
      </w:pPr>
    </w:p>
    <w:p w:rsidR="003321AE" w:rsidRPr="00950972" w:rsidRDefault="003321AE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3321AE" w:rsidRDefault="003321AE" w:rsidP="00800A7A">
      <w:pPr>
        <w:ind w:left="360"/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>
        <w:rPr>
          <w:b/>
          <w:bCs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3321AE" w:rsidRPr="00250B58" w:rsidRDefault="003321AE" w:rsidP="009C4950">
      <w:pPr>
        <w:jc w:val="center"/>
        <w:rPr>
          <w:b/>
          <w:bCs/>
        </w:rPr>
      </w:pPr>
    </w:p>
    <w:p w:rsidR="003321AE" w:rsidRPr="00950972" w:rsidRDefault="003321AE" w:rsidP="00BB769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3321AE" w:rsidRDefault="003321AE" w:rsidP="00F9512D">
            <w:r>
              <w:t>Заместитель главы Старотитаровского сельского поселения Темрюкского района</w:t>
            </w:r>
          </w:p>
          <w:p w:rsidR="003321AE" w:rsidRPr="00855115" w:rsidRDefault="003321AE" w:rsidP="00F9512D"/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3321AE" w:rsidRDefault="003321AE" w:rsidP="00800A7A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3321AE" w:rsidRPr="0096600F" w:rsidRDefault="003321AE" w:rsidP="00800A7A"/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3321AE" w:rsidRDefault="003321AE" w:rsidP="00F9512D">
            <w:r w:rsidRPr="00B64B51">
              <w:t>Администрация Старотитаровского сельског</w:t>
            </w:r>
            <w:r>
              <w:t>о поселения Темрюкского района;</w:t>
            </w:r>
          </w:p>
          <w:p w:rsidR="003321AE" w:rsidRDefault="003321AE" w:rsidP="00800A7A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3321AE" w:rsidRPr="00190885" w:rsidRDefault="003321AE" w:rsidP="00F9512D">
            <w:pPr>
              <w:rPr>
                <w:b/>
                <w:bCs/>
              </w:rPr>
            </w:pPr>
          </w:p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3321AE" w:rsidRPr="00800A7A" w:rsidRDefault="003321AE" w:rsidP="00F9512D">
            <w:r w:rsidRPr="00E823BE">
              <w:t>1. Подпрограмма</w:t>
            </w:r>
            <w:r>
              <w:t xml:space="preserve"> </w:t>
            </w:r>
            <w:r w:rsidRPr="00800A7A">
              <w:t>«Совершенствование деятельности МБУ «ФОСК «Виктория» по предоставлению муниципальных услуг»;</w:t>
            </w:r>
          </w:p>
          <w:p w:rsidR="003321AE" w:rsidRDefault="003321AE" w:rsidP="00F9512D">
            <w:r w:rsidRPr="00E823BE">
              <w:t>2. Подпрограмма</w:t>
            </w:r>
            <w:r>
              <w:t xml:space="preserve"> </w:t>
            </w:r>
            <w:r w:rsidRPr="00800A7A">
              <w:t>«Развитие массового спорта в Старотитаровском сельском поселении Темрюкского района»</w:t>
            </w:r>
            <w:r>
              <w:t>;</w:t>
            </w:r>
          </w:p>
          <w:p w:rsidR="003321AE" w:rsidRPr="00800A7A" w:rsidRDefault="003321AE" w:rsidP="00F9512D">
            <w:r>
              <w:t>3.</w:t>
            </w:r>
            <w:r>
              <w:rPr>
                <w:b/>
                <w:bCs/>
              </w:rPr>
              <w:t xml:space="preserve"> </w:t>
            </w:r>
            <w:r w:rsidRPr="00800A7A">
              <w:t xml:space="preserve">Подпрограмма «Создание условий для занятия физической культурой и спортом на территории Старотитаровского сельского поселения Темрюкского района» </w:t>
            </w:r>
          </w:p>
          <w:p w:rsidR="003321AE" w:rsidRPr="00190885" w:rsidRDefault="003321AE" w:rsidP="00221E58">
            <w:pPr>
              <w:rPr>
                <w:b/>
                <w:bCs/>
              </w:rPr>
            </w:pPr>
          </w:p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3321AE" w:rsidRDefault="003321AE" w:rsidP="00221E58"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3321AE" w:rsidRPr="00221E58" w:rsidRDefault="003321AE" w:rsidP="00221E58"/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3321AE" w:rsidRDefault="003321AE" w:rsidP="00E55C53">
            <w:r>
              <w:t xml:space="preserve">- </w:t>
            </w:r>
            <w:r w:rsidRPr="00570A58">
              <w:t xml:space="preserve">повышение качества и доступности муниципальных услуг сферы </w:t>
            </w:r>
            <w:r>
              <w:t xml:space="preserve">физической культуры </w:t>
            </w:r>
            <w:r w:rsidRPr="00570A58">
              <w:t>для всех категорий потребителей</w:t>
            </w:r>
            <w:r>
              <w:t>;</w:t>
            </w:r>
          </w:p>
          <w:p w:rsidR="003321AE" w:rsidRDefault="003321AE" w:rsidP="00E55C53">
            <w:r>
              <w:t>- развитие массового спорта в Старотитаровском сельском поселении Темрюкского района;</w:t>
            </w:r>
          </w:p>
          <w:p w:rsidR="003321AE" w:rsidRDefault="003321AE" w:rsidP="00E55C53">
            <w:r>
              <w:t xml:space="preserve">- </w:t>
            </w:r>
            <w:r w:rsidRPr="00FE5FC9">
              <w:t>обеспечение условий для развития физической культуры и массового спорта</w:t>
            </w:r>
            <w:r>
              <w:t xml:space="preserve"> </w:t>
            </w:r>
          </w:p>
          <w:p w:rsidR="003321AE" w:rsidRPr="009F22D5" w:rsidRDefault="003321AE" w:rsidP="00A3694D"/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3321AE" w:rsidRPr="000C3C23" w:rsidRDefault="003321AE" w:rsidP="00F9512D">
            <w:r>
              <w:t>не предусмотрено</w:t>
            </w:r>
          </w:p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3321AE" w:rsidRDefault="003321AE" w:rsidP="00927F36">
            <w:r>
              <w:t>- выплаты заработной платы;</w:t>
            </w:r>
          </w:p>
          <w:p w:rsidR="003321AE" w:rsidRDefault="003321AE" w:rsidP="00927F36">
            <w:r>
              <w:t>- оплата коммунальных услуг;</w:t>
            </w:r>
          </w:p>
          <w:p w:rsidR="003321AE" w:rsidRDefault="003321AE" w:rsidP="00927F36">
            <w:r>
              <w:t>- уплата налогов;</w:t>
            </w:r>
          </w:p>
          <w:p w:rsidR="003321AE" w:rsidRDefault="003321AE" w:rsidP="00927F36">
            <w:r>
              <w:t>- содержание и техническое обслуживание учреждения физической культуры;</w:t>
            </w:r>
          </w:p>
          <w:p w:rsidR="003321AE" w:rsidRDefault="003321AE" w:rsidP="00927F36">
            <w:r>
              <w:t>- приобретение основных средств;</w:t>
            </w:r>
          </w:p>
          <w:p w:rsidR="003321AE" w:rsidRDefault="003321AE" w:rsidP="00927F36">
            <w:r>
              <w:t xml:space="preserve">- </w:t>
            </w:r>
            <w:r w:rsidRPr="00AE5126"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t>;</w:t>
            </w:r>
          </w:p>
          <w:p w:rsidR="003321AE" w:rsidRDefault="003321AE" w:rsidP="00927F36">
            <w:r>
              <w:t>- приобретение материальных запасов;</w:t>
            </w:r>
          </w:p>
          <w:p w:rsidR="003321AE" w:rsidRDefault="003321AE" w:rsidP="00927F36">
            <w:r>
              <w:t>- проведение спортивно-массовых мероприятий для различных категорий населения;</w:t>
            </w:r>
          </w:p>
          <w:p w:rsidR="003321AE" w:rsidRDefault="003321AE" w:rsidP="00927F36">
            <w:r>
              <w:t>- топографическая съемка земельного участка по адресу: Российская Федерация, Краснодарский край, Темрюкский район, ст. Старотитаровская, ул. Ленина 207А;</w:t>
            </w:r>
          </w:p>
          <w:p w:rsidR="003321AE" w:rsidRDefault="003321AE" w:rsidP="00927F36">
            <w:r>
              <w:t>- выполнение работ по разработке эскизного проекта (визуализация) стадиона по адресу: Российская Федерация, Краснодарский край, Темрюкский район, ст. Старотитаровская, ул. Ленина 207А</w:t>
            </w:r>
          </w:p>
          <w:p w:rsidR="003321AE" w:rsidRPr="000C3C23" w:rsidRDefault="003321AE" w:rsidP="00E55C53"/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3321AE" w:rsidRPr="00A46A72" w:rsidRDefault="003321AE" w:rsidP="00F9512D">
            <w:r>
              <w:t>не предусмотрено</w:t>
            </w:r>
          </w:p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3321AE" w:rsidRPr="00A46A72" w:rsidRDefault="003321AE" w:rsidP="00F9512D">
            <w:r>
              <w:t>2022 год</w:t>
            </w:r>
          </w:p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3321AE" w:rsidRPr="00190885" w:rsidRDefault="003321AE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3321AE" w:rsidRPr="00190885" w:rsidRDefault="003321AE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3321AE" w:rsidRPr="00190885" w:rsidRDefault="003321AE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3321AE" w:rsidRPr="00190885" w:rsidRDefault="003321AE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3321AE" w:rsidRPr="00190885" w:rsidRDefault="003321AE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3321AE" w:rsidRPr="00190885" w:rsidRDefault="003321AE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3321AE" w:rsidRPr="00190885" w:rsidRDefault="003321AE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5 788,8</w:t>
            </w:r>
          </w:p>
        </w:tc>
        <w:tc>
          <w:tcPr>
            <w:tcW w:w="1842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321AE" w:rsidRPr="00190885" w:rsidRDefault="003321AE" w:rsidP="00BB18DD">
            <w:pPr>
              <w:pStyle w:val="ConsPlusNormal0"/>
              <w:jc w:val="center"/>
            </w:pPr>
            <w:r>
              <w:t>5 788,8</w:t>
            </w:r>
          </w:p>
        </w:tc>
        <w:tc>
          <w:tcPr>
            <w:tcW w:w="2019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3321AE" w:rsidRPr="00190885" w:rsidRDefault="003321AE" w:rsidP="00BB18D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</w:p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5 788,8</w:t>
            </w:r>
          </w:p>
        </w:tc>
        <w:tc>
          <w:tcPr>
            <w:tcW w:w="1842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321AE" w:rsidRPr="00190885" w:rsidRDefault="003321AE" w:rsidP="00BB18DD">
            <w:pPr>
              <w:pStyle w:val="ConsPlusNormal0"/>
              <w:jc w:val="center"/>
            </w:pPr>
            <w:r>
              <w:t>5 788,8</w:t>
            </w:r>
          </w:p>
        </w:tc>
        <w:tc>
          <w:tcPr>
            <w:tcW w:w="2019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3321AE" w:rsidRPr="008A6FA1">
        <w:tc>
          <w:tcPr>
            <w:tcW w:w="14560" w:type="dxa"/>
            <w:gridSpan w:val="6"/>
          </w:tcPr>
          <w:p w:rsidR="003321AE" w:rsidRPr="00190885" w:rsidRDefault="003321AE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</w:p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3321AE" w:rsidRPr="008A6FA1">
        <w:tc>
          <w:tcPr>
            <w:tcW w:w="14560" w:type="dxa"/>
            <w:gridSpan w:val="6"/>
          </w:tcPr>
          <w:p w:rsidR="003321AE" w:rsidRPr="00190885" w:rsidRDefault="003321AE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3321AE" w:rsidRPr="00190885" w:rsidRDefault="003321AE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pStyle w:val="ConsPlusNormal0"/>
            </w:pPr>
          </w:p>
        </w:tc>
        <w:tc>
          <w:tcPr>
            <w:tcW w:w="1418" w:type="dxa"/>
          </w:tcPr>
          <w:p w:rsidR="003321AE" w:rsidRPr="00190885" w:rsidRDefault="003321AE" w:rsidP="00F9512D">
            <w:pPr>
              <w:pStyle w:val="ConsPlusNormal0"/>
            </w:pPr>
          </w:p>
        </w:tc>
        <w:tc>
          <w:tcPr>
            <w:tcW w:w="1842" w:type="dxa"/>
          </w:tcPr>
          <w:p w:rsidR="003321AE" w:rsidRPr="00190885" w:rsidRDefault="003321AE" w:rsidP="00F9512D">
            <w:pPr>
              <w:pStyle w:val="ConsPlusNormal0"/>
            </w:pPr>
          </w:p>
        </w:tc>
        <w:tc>
          <w:tcPr>
            <w:tcW w:w="1418" w:type="dxa"/>
          </w:tcPr>
          <w:p w:rsidR="003321AE" w:rsidRPr="00190885" w:rsidRDefault="003321AE" w:rsidP="00F9512D">
            <w:pPr>
              <w:pStyle w:val="ConsPlusNormal0"/>
            </w:pPr>
          </w:p>
        </w:tc>
        <w:tc>
          <w:tcPr>
            <w:tcW w:w="1489" w:type="dxa"/>
          </w:tcPr>
          <w:p w:rsidR="003321AE" w:rsidRPr="00190885" w:rsidRDefault="003321AE" w:rsidP="00F9512D">
            <w:pPr>
              <w:pStyle w:val="ConsPlusNormal0"/>
            </w:pPr>
          </w:p>
        </w:tc>
        <w:tc>
          <w:tcPr>
            <w:tcW w:w="2019" w:type="dxa"/>
          </w:tcPr>
          <w:p w:rsidR="003321AE" w:rsidRPr="00190885" w:rsidRDefault="003321AE" w:rsidP="00F9512D">
            <w:pPr>
              <w:pStyle w:val="ConsPlusNormal0"/>
            </w:pPr>
          </w:p>
        </w:tc>
      </w:tr>
      <w:tr w:rsidR="003321AE" w:rsidRPr="008A6FA1">
        <w:tc>
          <w:tcPr>
            <w:tcW w:w="6374" w:type="dxa"/>
          </w:tcPr>
          <w:p w:rsidR="003321AE" w:rsidRPr="00190885" w:rsidRDefault="003321AE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3321AE" w:rsidRPr="00190885" w:rsidRDefault="003321AE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3321AE" w:rsidRDefault="003321AE" w:rsidP="00694215"/>
    <w:p w:rsidR="003321AE" w:rsidRDefault="003321AE" w:rsidP="00694215"/>
    <w:p w:rsidR="003321AE" w:rsidRDefault="003321AE" w:rsidP="00A161FF">
      <w:pPr>
        <w:pStyle w:val="ListParagraph"/>
        <w:ind w:left="360"/>
        <w:jc w:val="center"/>
        <w:rPr>
          <w:b/>
        </w:rPr>
      </w:pPr>
      <w:r>
        <w:rPr>
          <w:b/>
        </w:rPr>
        <w:t xml:space="preserve">2. </w:t>
      </w:r>
      <w:r w:rsidRPr="00A74297">
        <w:rPr>
          <w:b/>
        </w:rPr>
        <w:t xml:space="preserve">ЦЕЛЕВЫЕ ПОКАЗАТЕЛИ </w:t>
      </w:r>
    </w:p>
    <w:p w:rsidR="003321AE" w:rsidRDefault="003321AE" w:rsidP="00A161FF">
      <w:pPr>
        <w:ind w:left="360"/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</w:t>
      </w:r>
    </w:p>
    <w:p w:rsidR="003321AE" w:rsidRDefault="003321AE" w:rsidP="00A161FF">
      <w:pPr>
        <w:jc w:val="center"/>
      </w:pPr>
      <w:r>
        <w:rPr>
          <w:b/>
          <w:bCs/>
        </w:rPr>
        <w:t xml:space="preserve"> </w:t>
      </w:r>
    </w:p>
    <w:p w:rsidR="003321AE" w:rsidRDefault="003321AE" w:rsidP="00A161FF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3321AE" w:rsidRDefault="003321AE" w:rsidP="00A161FF">
      <w:pPr>
        <w:jc w:val="center"/>
      </w:pPr>
    </w:p>
    <w:p w:rsidR="003321AE" w:rsidRDefault="003321AE" w:rsidP="00A161FF">
      <w:pPr>
        <w:ind w:left="360"/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</w:rPr>
        <w:t xml:space="preserve"> </w:t>
      </w:r>
      <w:r>
        <w:rPr>
          <w:b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3321AE" w:rsidRPr="00250B58" w:rsidRDefault="003321AE" w:rsidP="00A161FF">
      <w:pPr>
        <w:jc w:val="center"/>
        <w:rPr>
          <w:b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3321AE" w:rsidTr="00BB18DD">
        <w:tc>
          <w:tcPr>
            <w:tcW w:w="648" w:type="dxa"/>
            <w:vMerge w:val="restart"/>
            <w:vAlign w:val="center"/>
          </w:tcPr>
          <w:p w:rsidR="003321AE" w:rsidRPr="00AC26F6" w:rsidRDefault="003321AE" w:rsidP="00BB18DD">
            <w:pPr>
              <w:jc w:val="center"/>
            </w:pPr>
            <w:r>
              <w:rPr>
                <w:b/>
              </w:rPr>
              <w:t xml:space="preserve"> </w:t>
            </w:r>
            <w:r w:rsidRPr="00AC26F6"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3321AE" w:rsidRPr="00AC26F6" w:rsidRDefault="003321AE" w:rsidP="00BB18DD">
            <w:pPr>
              <w:jc w:val="center"/>
            </w:pPr>
            <w:r w:rsidRPr="00AC26F6"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3321AE" w:rsidRPr="00AC26F6" w:rsidRDefault="003321AE" w:rsidP="00BB18DD">
            <w:pPr>
              <w:jc w:val="center"/>
              <w:rPr>
                <w:b/>
              </w:rPr>
            </w:pPr>
            <w:r w:rsidRPr="00AC26F6"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3321AE" w:rsidRPr="00AC26F6" w:rsidRDefault="003321AE" w:rsidP="00BB18DD">
            <w:pPr>
              <w:jc w:val="center"/>
              <w:rPr>
                <w:b/>
              </w:rPr>
            </w:pPr>
            <w:r w:rsidRPr="00AC26F6">
              <w:t>Статус</w:t>
            </w:r>
          </w:p>
        </w:tc>
        <w:tc>
          <w:tcPr>
            <w:tcW w:w="3960" w:type="dxa"/>
            <w:gridSpan w:val="2"/>
          </w:tcPr>
          <w:p w:rsidR="003321AE" w:rsidRPr="00AC26F6" w:rsidRDefault="003321AE" w:rsidP="00BB18DD">
            <w:pPr>
              <w:jc w:val="center"/>
            </w:pPr>
            <w:r w:rsidRPr="00AC26F6">
              <w:t>Значение целевого показателя</w:t>
            </w:r>
          </w:p>
        </w:tc>
      </w:tr>
      <w:tr w:rsidR="003321AE" w:rsidTr="00BB18DD">
        <w:tc>
          <w:tcPr>
            <w:tcW w:w="648" w:type="dxa"/>
            <w:vMerge/>
          </w:tcPr>
          <w:p w:rsidR="003321AE" w:rsidRPr="00AC26F6" w:rsidRDefault="003321AE" w:rsidP="00BB18DD">
            <w:pPr>
              <w:jc w:val="center"/>
            </w:pPr>
          </w:p>
        </w:tc>
        <w:tc>
          <w:tcPr>
            <w:tcW w:w="7380" w:type="dxa"/>
            <w:vMerge/>
          </w:tcPr>
          <w:p w:rsidR="003321AE" w:rsidRPr="00AC26F6" w:rsidRDefault="003321AE" w:rsidP="00BB18DD">
            <w:pPr>
              <w:jc w:val="center"/>
            </w:pPr>
          </w:p>
        </w:tc>
        <w:tc>
          <w:tcPr>
            <w:tcW w:w="1620" w:type="dxa"/>
            <w:vMerge/>
          </w:tcPr>
          <w:p w:rsidR="003321AE" w:rsidRPr="00AC26F6" w:rsidRDefault="003321AE" w:rsidP="00BB18DD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</w:tcPr>
          <w:p w:rsidR="003321AE" w:rsidRPr="00AC26F6" w:rsidRDefault="003321AE" w:rsidP="00BB18DD">
            <w:pPr>
              <w:jc w:val="center"/>
              <w:rPr>
                <w:b/>
              </w:rPr>
            </w:pPr>
          </w:p>
        </w:tc>
        <w:tc>
          <w:tcPr>
            <w:tcW w:w="1800" w:type="dxa"/>
            <w:vAlign w:val="center"/>
          </w:tcPr>
          <w:p w:rsidR="003321AE" w:rsidRPr="00AC26F6" w:rsidRDefault="003321AE" w:rsidP="00BB18DD">
            <w:pPr>
              <w:jc w:val="center"/>
            </w:pPr>
            <w:r w:rsidRPr="00AC26F6">
              <w:t>отчетный 2020 год</w:t>
            </w:r>
          </w:p>
        </w:tc>
        <w:tc>
          <w:tcPr>
            <w:tcW w:w="2160" w:type="dxa"/>
            <w:vAlign w:val="center"/>
          </w:tcPr>
          <w:p w:rsidR="003321AE" w:rsidRPr="00AC26F6" w:rsidRDefault="003321AE" w:rsidP="00BB18DD">
            <w:pPr>
              <w:jc w:val="center"/>
            </w:pPr>
            <w:r w:rsidRPr="00AC26F6">
              <w:t>2022 год</w:t>
            </w:r>
          </w:p>
        </w:tc>
      </w:tr>
      <w:tr w:rsidR="003321AE" w:rsidTr="00BB18DD">
        <w:tc>
          <w:tcPr>
            <w:tcW w:w="648" w:type="dxa"/>
          </w:tcPr>
          <w:p w:rsidR="003321AE" w:rsidRPr="00AC26F6" w:rsidRDefault="003321AE" w:rsidP="00BB18D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3321AE" w:rsidRPr="00AC26F6" w:rsidRDefault="003321AE" w:rsidP="00BB18D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3321AE" w:rsidRPr="00AC26F6" w:rsidRDefault="003321AE" w:rsidP="00BB18D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3321AE" w:rsidRPr="00AC26F6" w:rsidRDefault="003321AE" w:rsidP="00BB18D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3321AE" w:rsidRPr="00AC26F6" w:rsidRDefault="003321AE" w:rsidP="00BB18D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3321AE" w:rsidRPr="00AC26F6" w:rsidRDefault="003321AE" w:rsidP="00BB18D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3321AE" w:rsidTr="00BB18DD">
        <w:tc>
          <w:tcPr>
            <w:tcW w:w="648" w:type="dxa"/>
          </w:tcPr>
          <w:p w:rsidR="003321AE" w:rsidRPr="00AC26F6" w:rsidRDefault="003321AE" w:rsidP="00BB18DD">
            <w:pPr>
              <w:jc w:val="center"/>
            </w:pPr>
            <w:r w:rsidRPr="00AC26F6">
              <w:t>1</w:t>
            </w:r>
          </w:p>
        </w:tc>
        <w:tc>
          <w:tcPr>
            <w:tcW w:w="13860" w:type="dxa"/>
            <w:gridSpan w:val="5"/>
          </w:tcPr>
          <w:p w:rsidR="003321AE" w:rsidRDefault="003321AE" w:rsidP="00BB18DD">
            <w:pPr>
              <w:jc w:val="center"/>
            </w:pPr>
            <w:r w:rsidRPr="00C25175">
              <w:t xml:space="preserve">Подпрограммы </w:t>
            </w:r>
            <w:r w:rsidRPr="00800A7A">
              <w:t>«Совершенствование деятельности МБУ «ФОСК «Виктория» по предоставлению муниципальных услуг»</w:t>
            </w:r>
          </w:p>
          <w:p w:rsidR="003321AE" w:rsidRPr="00AC26F6" w:rsidRDefault="003321AE" w:rsidP="00BB18DD">
            <w:pPr>
              <w:jc w:val="center"/>
            </w:pPr>
          </w:p>
        </w:tc>
      </w:tr>
      <w:tr w:rsidR="003321AE" w:rsidTr="00BB18DD">
        <w:trPr>
          <w:trHeight w:val="369"/>
        </w:trPr>
        <w:tc>
          <w:tcPr>
            <w:tcW w:w="648" w:type="dxa"/>
            <w:vAlign w:val="center"/>
          </w:tcPr>
          <w:p w:rsidR="003321AE" w:rsidRPr="00AC26F6" w:rsidRDefault="003321AE" w:rsidP="00BB18DD">
            <w:r w:rsidRPr="00AC26F6">
              <w:t>1.1</w:t>
            </w:r>
          </w:p>
        </w:tc>
        <w:tc>
          <w:tcPr>
            <w:tcW w:w="7380" w:type="dxa"/>
            <w:vAlign w:val="center"/>
          </w:tcPr>
          <w:p w:rsidR="003321AE" w:rsidRPr="00C25175" w:rsidRDefault="003321AE" w:rsidP="00BB18DD">
            <w:pPr>
              <w:rPr>
                <w:b/>
              </w:rPr>
            </w:pPr>
            <w: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3321AE" w:rsidRPr="00C25175" w:rsidRDefault="003321AE" w:rsidP="00BB18DD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3321AE" w:rsidRPr="00C25175" w:rsidRDefault="003321AE" w:rsidP="00BB18D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321AE" w:rsidRPr="00C25175" w:rsidRDefault="003321AE" w:rsidP="00BB18DD">
            <w:pPr>
              <w:jc w:val="center"/>
            </w:pPr>
            <w:r>
              <w:t>100</w:t>
            </w:r>
          </w:p>
        </w:tc>
        <w:tc>
          <w:tcPr>
            <w:tcW w:w="2160" w:type="dxa"/>
            <w:vAlign w:val="center"/>
          </w:tcPr>
          <w:p w:rsidR="003321AE" w:rsidRPr="00877383" w:rsidRDefault="003321AE" w:rsidP="00BB18DD">
            <w:pPr>
              <w:jc w:val="center"/>
            </w:pPr>
            <w:r>
              <w:t>100</w:t>
            </w:r>
          </w:p>
        </w:tc>
      </w:tr>
      <w:tr w:rsidR="003321AE" w:rsidTr="00BB18DD">
        <w:tc>
          <w:tcPr>
            <w:tcW w:w="648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1.2</w:t>
            </w:r>
          </w:p>
        </w:tc>
        <w:tc>
          <w:tcPr>
            <w:tcW w:w="7380" w:type="dxa"/>
          </w:tcPr>
          <w:p w:rsidR="003321AE" w:rsidRPr="00AC26F6" w:rsidRDefault="003321AE" w:rsidP="00BB18DD">
            <w:pPr>
              <w:rPr>
                <w:b/>
              </w:rPr>
            </w:pPr>
            <w: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3321AE" w:rsidRPr="00C25175" w:rsidRDefault="003321AE" w:rsidP="00BB18DD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3321AE" w:rsidRPr="00C25175" w:rsidRDefault="003321AE" w:rsidP="00BB18D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100</w:t>
            </w:r>
          </w:p>
        </w:tc>
        <w:tc>
          <w:tcPr>
            <w:tcW w:w="216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100</w:t>
            </w:r>
          </w:p>
        </w:tc>
      </w:tr>
      <w:tr w:rsidR="003321AE" w:rsidTr="00BB18DD">
        <w:tc>
          <w:tcPr>
            <w:tcW w:w="648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1.3</w:t>
            </w:r>
          </w:p>
        </w:tc>
        <w:tc>
          <w:tcPr>
            <w:tcW w:w="7380" w:type="dxa"/>
          </w:tcPr>
          <w:p w:rsidR="003321AE" w:rsidRPr="00AC26F6" w:rsidRDefault="003321AE" w:rsidP="00BB18DD">
            <w:pPr>
              <w:rPr>
                <w:b/>
              </w:rPr>
            </w:pPr>
            <w:r>
              <w:t>уплата налогов</w:t>
            </w:r>
          </w:p>
        </w:tc>
        <w:tc>
          <w:tcPr>
            <w:tcW w:w="1620" w:type="dxa"/>
            <w:vAlign w:val="center"/>
          </w:tcPr>
          <w:p w:rsidR="003321AE" w:rsidRPr="00C25175" w:rsidRDefault="003321AE" w:rsidP="00BB18DD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3321AE" w:rsidRPr="00C25175" w:rsidRDefault="003321AE" w:rsidP="00BB18D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100</w:t>
            </w:r>
          </w:p>
        </w:tc>
        <w:tc>
          <w:tcPr>
            <w:tcW w:w="216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100</w:t>
            </w:r>
          </w:p>
        </w:tc>
      </w:tr>
      <w:tr w:rsidR="003321AE" w:rsidTr="00BB18DD">
        <w:tc>
          <w:tcPr>
            <w:tcW w:w="648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1.4</w:t>
            </w:r>
          </w:p>
        </w:tc>
        <w:tc>
          <w:tcPr>
            <w:tcW w:w="7380" w:type="dxa"/>
          </w:tcPr>
          <w:p w:rsidR="003321AE" w:rsidRPr="00AC26F6" w:rsidRDefault="003321AE" w:rsidP="00BB18DD">
            <w:pPr>
              <w:rPr>
                <w:b/>
              </w:rPr>
            </w:pPr>
            <w:r>
              <w:t>содержание и техническое обслуживание учреждения физической культуры</w:t>
            </w:r>
          </w:p>
        </w:tc>
        <w:tc>
          <w:tcPr>
            <w:tcW w:w="162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ед.</w:t>
            </w:r>
          </w:p>
        </w:tc>
        <w:tc>
          <w:tcPr>
            <w:tcW w:w="90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1</w:t>
            </w:r>
          </w:p>
        </w:tc>
      </w:tr>
      <w:tr w:rsidR="003321AE" w:rsidTr="00BB18DD">
        <w:tc>
          <w:tcPr>
            <w:tcW w:w="648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1.5</w:t>
            </w:r>
          </w:p>
        </w:tc>
        <w:tc>
          <w:tcPr>
            <w:tcW w:w="7380" w:type="dxa"/>
          </w:tcPr>
          <w:p w:rsidR="003321AE" w:rsidRPr="00AC26F6" w:rsidRDefault="003321AE" w:rsidP="00BB18DD">
            <w:pPr>
              <w:rPr>
                <w:b/>
              </w:rPr>
            </w:pPr>
            <w:r>
              <w:t>приобретение основных средств</w:t>
            </w:r>
          </w:p>
        </w:tc>
        <w:tc>
          <w:tcPr>
            <w:tcW w:w="162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10</w:t>
            </w:r>
          </w:p>
        </w:tc>
      </w:tr>
      <w:tr w:rsidR="003321AE" w:rsidTr="00BB18DD">
        <w:tc>
          <w:tcPr>
            <w:tcW w:w="648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1.6</w:t>
            </w:r>
          </w:p>
        </w:tc>
        <w:tc>
          <w:tcPr>
            <w:tcW w:w="7380" w:type="dxa"/>
          </w:tcPr>
          <w:p w:rsidR="003321AE" w:rsidRPr="00AC26F6" w:rsidRDefault="003321AE" w:rsidP="00BB18DD">
            <w:pPr>
              <w:rPr>
                <w:b/>
              </w:rPr>
            </w:pPr>
            <w:r w:rsidRPr="00AE5126"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1</w:t>
            </w:r>
          </w:p>
        </w:tc>
      </w:tr>
      <w:tr w:rsidR="003321AE" w:rsidTr="00BB18DD">
        <w:tc>
          <w:tcPr>
            <w:tcW w:w="648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1.7</w:t>
            </w:r>
          </w:p>
        </w:tc>
        <w:tc>
          <w:tcPr>
            <w:tcW w:w="7380" w:type="dxa"/>
          </w:tcPr>
          <w:p w:rsidR="003321AE" w:rsidRPr="00AC26F6" w:rsidRDefault="003321AE" w:rsidP="00BB18DD">
            <w:pPr>
              <w:rPr>
                <w:b/>
              </w:rPr>
            </w:pPr>
            <w: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400</w:t>
            </w:r>
          </w:p>
        </w:tc>
        <w:tc>
          <w:tcPr>
            <w:tcW w:w="2160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84</w:t>
            </w:r>
          </w:p>
        </w:tc>
      </w:tr>
      <w:tr w:rsidR="003321AE" w:rsidTr="00BB18DD">
        <w:tc>
          <w:tcPr>
            <w:tcW w:w="648" w:type="dxa"/>
            <w:vAlign w:val="center"/>
          </w:tcPr>
          <w:p w:rsidR="003321AE" w:rsidRPr="00AC26F6" w:rsidRDefault="003321AE" w:rsidP="00BB18DD">
            <w:pPr>
              <w:jc w:val="center"/>
            </w:pPr>
          </w:p>
        </w:tc>
        <w:tc>
          <w:tcPr>
            <w:tcW w:w="7380" w:type="dxa"/>
          </w:tcPr>
          <w:p w:rsidR="003321AE" w:rsidRPr="00AC26F6" w:rsidRDefault="003321AE" w:rsidP="00BB18DD">
            <w:pPr>
              <w:rPr>
                <w:b/>
              </w:rPr>
            </w:pPr>
          </w:p>
        </w:tc>
        <w:tc>
          <w:tcPr>
            <w:tcW w:w="1620" w:type="dxa"/>
            <w:vAlign w:val="center"/>
          </w:tcPr>
          <w:p w:rsidR="003321AE" w:rsidRPr="00AC26F6" w:rsidRDefault="003321AE" w:rsidP="00BB18DD">
            <w:pPr>
              <w:jc w:val="center"/>
            </w:pPr>
          </w:p>
        </w:tc>
        <w:tc>
          <w:tcPr>
            <w:tcW w:w="900" w:type="dxa"/>
            <w:vAlign w:val="center"/>
          </w:tcPr>
          <w:p w:rsidR="003321AE" w:rsidRPr="00AC26F6" w:rsidRDefault="003321AE" w:rsidP="00BB18DD">
            <w:pPr>
              <w:jc w:val="center"/>
            </w:pPr>
          </w:p>
        </w:tc>
        <w:tc>
          <w:tcPr>
            <w:tcW w:w="1800" w:type="dxa"/>
            <w:vAlign w:val="center"/>
          </w:tcPr>
          <w:p w:rsidR="003321AE" w:rsidRPr="00AC26F6" w:rsidRDefault="003321AE" w:rsidP="00BB18DD">
            <w:pPr>
              <w:jc w:val="center"/>
            </w:pPr>
          </w:p>
        </w:tc>
        <w:tc>
          <w:tcPr>
            <w:tcW w:w="2160" w:type="dxa"/>
            <w:vAlign w:val="center"/>
          </w:tcPr>
          <w:p w:rsidR="003321AE" w:rsidRPr="00AC26F6" w:rsidRDefault="003321AE" w:rsidP="00BB18DD">
            <w:pPr>
              <w:jc w:val="center"/>
            </w:pPr>
          </w:p>
        </w:tc>
      </w:tr>
      <w:tr w:rsidR="003321AE" w:rsidTr="00BB18DD">
        <w:tc>
          <w:tcPr>
            <w:tcW w:w="648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2</w:t>
            </w:r>
          </w:p>
        </w:tc>
        <w:tc>
          <w:tcPr>
            <w:tcW w:w="13860" w:type="dxa"/>
            <w:gridSpan w:val="5"/>
          </w:tcPr>
          <w:p w:rsidR="003321AE" w:rsidRDefault="003321AE" w:rsidP="00BB18DD">
            <w:pPr>
              <w:jc w:val="center"/>
              <w:rPr>
                <w:b/>
              </w:rPr>
            </w:pPr>
            <w:r w:rsidRPr="00C25175">
              <w:t xml:space="preserve">Подпрограммы </w:t>
            </w:r>
            <w:r w:rsidRPr="00800A7A">
              <w:t>«Развитие массового спорта</w:t>
            </w:r>
            <w:r w:rsidRPr="00800A7A">
              <w:rPr>
                <w:bCs/>
              </w:rPr>
              <w:t xml:space="preserve"> в Старотитаровском сельском поселении Темрюкского района»</w:t>
            </w:r>
          </w:p>
          <w:p w:rsidR="003321AE" w:rsidRPr="00AC26F6" w:rsidRDefault="003321AE" w:rsidP="00BB18DD">
            <w:pPr>
              <w:jc w:val="center"/>
            </w:pPr>
          </w:p>
        </w:tc>
      </w:tr>
      <w:tr w:rsidR="003321AE" w:rsidTr="00BB18DD">
        <w:tc>
          <w:tcPr>
            <w:tcW w:w="648" w:type="dxa"/>
            <w:vAlign w:val="center"/>
          </w:tcPr>
          <w:p w:rsidR="003321AE" w:rsidRPr="00AC26F6" w:rsidRDefault="003321AE" w:rsidP="00BB18DD">
            <w:pPr>
              <w:jc w:val="center"/>
            </w:pPr>
            <w:r>
              <w:t>2.1</w:t>
            </w:r>
          </w:p>
        </w:tc>
        <w:tc>
          <w:tcPr>
            <w:tcW w:w="7380" w:type="dxa"/>
          </w:tcPr>
          <w:p w:rsidR="003321AE" w:rsidRPr="00C25175" w:rsidRDefault="003321AE" w:rsidP="00BB18DD">
            <w:pPr>
              <w:rPr>
                <w:b/>
              </w:rPr>
            </w:pPr>
            <w: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620" w:type="dxa"/>
            <w:vAlign w:val="center"/>
          </w:tcPr>
          <w:p w:rsidR="003321AE" w:rsidRPr="00C25175" w:rsidRDefault="003321AE" w:rsidP="00BB18DD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3321AE" w:rsidRPr="00C25175" w:rsidRDefault="003321AE" w:rsidP="00BB18D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321AE" w:rsidRPr="00C25175" w:rsidRDefault="003321AE" w:rsidP="00BB18DD">
            <w:pPr>
              <w:jc w:val="center"/>
            </w:pPr>
            <w:r>
              <w:t>3</w:t>
            </w:r>
          </w:p>
        </w:tc>
        <w:tc>
          <w:tcPr>
            <w:tcW w:w="2160" w:type="dxa"/>
            <w:vAlign w:val="center"/>
          </w:tcPr>
          <w:p w:rsidR="003321AE" w:rsidRPr="00877383" w:rsidRDefault="003321AE" w:rsidP="00BB18DD">
            <w:pPr>
              <w:jc w:val="center"/>
            </w:pPr>
            <w:r>
              <w:t>13</w:t>
            </w:r>
          </w:p>
        </w:tc>
      </w:tr>
      <w:tr w:rsidR="003321AE" w:rsidTr="00BB18DD">
        <w:tc>
          <w:tcPr>
            <w:tcW w:w="648" w:type="dxa"/>
            <w:vAlign w:val="center"/>
          </w:tcPr>
          <w:p w:rsidR="003321AE" w:rsidRDefault="003321AE" w:rsidP="00BB18DD">
            <w:pPr>
              <w:jc w:val="center"/>
            </w:pPr>
          </w:p>
        </w:tc>
        <w:tc>
          <w:tcPr>
            <w:tcW w:w="7380" w:type="dxa"/>
          </w:tcPr>
          <w:p w:rsidR="003321AE" w:rsidRPr="00C25175" w:rsidRDefault="003321AE" w:rsidP="00BB18DD">
            <w:pPr>
              <w:rPr>
                <w:b/>
              </w:rPr>
            </w:pPr>
          </w:p>
        </w:tc>
        <w:tc>
          <w:tcPr>
            <w:tcW w:w="1620" w:type="dxa"/>
            <w:vAlign w:val="center"/>
          </w:tcPr>
          <w:p w:rsidR="003321AE" w:rsidRPr="00C25175" w:rsidRDefault="003321AE" w:rsidP="00BB18DD">
            <w:pPr>
              <w:jc w:val="center"/>
            </w:pPr>
          </w:p>
        </w:tc>
        <w:tc>
          <w:tcPr>
            <w:tcW w:w="900" w:type="dxa"/>
            <w:vAlign w:val="center"/>
          </w:tcPr>
          <w:p w:rsidR="003321AE" w:rsidRPr="00C25175" w:rsidRDefault="003321AE" w:rsidP="00BB18DD">
            <w:pPr>
              <w:jc w:val="center"/>
            </w:pPr>
          </w:p>
        </w:tc>
        <w:tc>
          <w:tcPr>
            <w:tcW w:w="1800" w:type="dxa"/>
            <w:vAlign w:val="center"/>
          </w:tcPr>
          <w:p w:rsidR="003321AE" w:rsidRPr="00C25175" w:rsidRDefault="003321AE" w:rsidP="00BB18DD">
            <w:pPr>
              <w:jc w:val="center"/>
            </w:pPr>
          </w:p>
        </w:tc>
        <w:tc>
          <w:tcPr>
            <w:tcW w:w="2160" w:type="dxa"/>
            <w:vAlign w:val="center"/>
          </w:tcPr>
          <w:p w:rsidR="003321AE" w:rsidRPr="00C25175" w:rsidRDefault="003321AE" w:rsidP="00BB18DD">
            <w:pPr>
              <w:jc w:val="center"/>
            </w:pPr>
          </w:p>
        </w:tc>
      </w:tr>
      <w:tr w:rsidR="003321AE" w:rsidTr="00BB18DD">
        <w:tc>
          <w:tcPr>
            <w:tcW w:w="648" w:type="dxa"/>
            <w:vAlign w:val="center"/>
          </w:tcPr>
          <w:p w:rsidR="003321AE" w:rsidRDefault="003321AE" w:rsidP="00BB18DD">
            <w:pPr>
              <w:jc w:val="center"/>
            </w:pPr>
            <w:r>
              <w:t>3</w:t>
            </w:r>
          </w:p>
        </w:tc>
        <w:tc>
          <w:tcPr>
            <w:tcW w:w="13860" w:type="dxa"/>
            <w:gridSpan w:val="5"/>
          </w:tcPr>
          <w:p w:rsidR="003321AE" w:rsidRPr="00800A7A" w:rsidRDefault="003321AE" w:rsidP="00BB18DD">
            <w:pPr>
              <w:jc w:val="center"/>
            </w:pPr>
            <w:r w:rsidRPr="00800A7A"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3321AE" w:rsidRPr="00C25175" w:rsidRDefault="003321AE" w:rsidP="00BB18DD">
            <w:pPr>
              <w:jc w:val="center"/>
            </w:pPr>
          </w:p>
        </w:tc>
      </w:tr>
      <w:tr w:rsidR="003321AE" w:rsidTr="00BB18DD">
        <w:tc>
          <w:tcPr>
            <w:tcW w:w="648" w:type="dxa"/>
            <w:vAlign w:val="center"/>
          </w:tcPr>
          <w:p w:rsidR="003321AE" w:rsidRDefault="003321AE" w:rsidP="00BB18DD">
            <w:pPr>
              <w:jc w:val="center"/>
            </w:pPr>
            <w:r>
              <w:t>3.1</w:t>
            </w:r>
          </w:p>
        </w:tc>
        <w:tc>
          <w:tcPr>
            <w:tcW w:w="7380" w:type="dxa"/>
          </w:tcPr>
          <w:p w:rsidR="003321AE" w:rsidRDefault="003321AE" w:rsidP="00BB18DD">
            <w:r>
              <w:t>топографическая съемка земельного участка по адресу: Российская Федерация, Краснодарский край, Темрюкский район, ст. Старотитаровская, ул. Ленина 207А</w:t>
            </w:r>
          </w:p>
        </w:tc>
        <w:tc>
          <w:tcPr>
            <w:tcW w:w="1620" w:type="dxa"/>
            <w:vAlign w:val="center"/>
          </w:tcPr>
          <w:p w:rsidR="003321AE" w:rsidRDefault="003321AE" w:rsidP="00BB18DD">
            <w:pPr>
              <w:jc w:val="center"/>
            </w:pPr>
            <w:r>
              <w:t>м</w:t>
            </w:r>
            <w:r>
              <w:rPr>
                <w:rFonts w:ascii="Arial" w:hAnsi="Arial" w:cs="Arial"/>
              </w:rPr>
              <w:t>³</w:t>
            </w:r>
          </w:p>
        </w:tc>
        <w:tc>
          <w:tcPr>
            <w:tcW w:w="900" w:type="dxa"/>
            <w:vAlign w:val="center"/>
          </w:tcPr>
          <w:p w:rsidR="003321AE" w:rsidRDefault="003321AE" w:rsidP="00BB18D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321AE" w:rsidRDefault="003321AE" w:rsidP="00BB18D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3321AE" w:rsidRDefault="003321AE" w:rsidP="00BB18DD">
            <w:pPr>
              <w:jc w:val="center"/>
            </w:pPr>
            <w:r>
              <w:t>12253</w:t>
            </w:r>
          </w:p>
        </w:tc>
      </w:tr>
      <w:tr w:rsidR="003321AE" w:rsidTr="00BB18DD">
        <w:tc>
          <w:tcPr>
            <w:tcW w:w="648" w:type="dxa"/>
            <w:vAlign w:val="center"/>
          </w:tcPr>
          <w:p w:rsidR="003321AE" w:rsidRDefault="003321AE" w:rsidP="00BB18DD">
            <w:pPr>
              <w:jc w:val="center"/>
            </w:pPr>
            <w:r>
              <w:t>3.2</w:t>
            </w:r>
          </w:p>
        </w:tc>
        <w:tc>
          <w:tcPr>
            <w:tcW w:w="7380" w:type="dxa"/>
          </w:tcPr>
          <w:p w:rsidR="003321AE" w:rsidRDefault="003321AE" w:rsidP="00A161FF">
            <w:r>
              <w:t>выполнение работ по разработке эскизного проекта (визуализация) стадиона по адресу: Российская Федерация, Краснодарский край, Темрюкский район, ст. Старотитаровская, ул. Ленина 207А</w:t>
            </w:r>
          </w:p>
          <w:p w:rsidR="003321AE" w:rsidRPr="00C25175" w:rsidRDefault="003321AE" w:rsidP="00BB18DD">
            <w:pPr>
              <w:rPr>
                <w:b/>
              </w:rPr>
            </w:pPr>
          </w:p>
        </w:tc>
        <w:tc>
          <w:tcPr>
            <w:tcW w:w="1620" w:type="dxa"/>
            <w:vAlign w:val="center"/>
          </w:tcPr>
          <w:p w:rsidR="003321AE" w:rsidRPr="00C25175" w:rsidRDefault="003321AE" w:rsidP="00BB18DD">
            <w:pPr>
              <w:jc w:val="center"/>
            </w:pPr>
            <w:r>
              <w:t>усл.ед.</w:t>
            </w:r>
          </w:p>
        </w:tc>
        <w:tc>
          <w:tcPr>
            <w:tcW w:w="900" w:type="dxa"/>
            <w:vAlign w:val="center"/>
          </w:tcPr>
          <w:p w:rsidR="003321AE" w:rsidRPr="00C25175" w:rsidRDefault="003321AE" w:rsidP="00BB18D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321AE" w:rsidRPr="00C25175" w:rsidRDefault="003321AE" w:rsidP="00BB18D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3321AE" w:rsidRPr="00C25175" w:rsidRDefault="003321AE" w:rsidP="00BB18DD">
            <w:pPr>
              <w:jc w:val="center"/>
            </w:pPr>
            <w:r>
              <w:t>1</w:t>
            </w:r>
          </w:p>
        </w:tc>
      </w:tr>
    </w:tbl>
    <w:p w:rsidR="003321AE" w:rsidRDefault="003321AE" w:rsidP="00A161FF">
      <w:pPr>
        <w:jc w:val="center"/>
        <w:rPr>
          <w:b/>
        </w:rPr>
      </w:pPr>
    </w:p>
    <w:p w:rsidR="003321AE" w:rsidRDefault="003321AE" w:rsidP="00F66435">
      <w:pPr>
        <w:pStyle w:val="ConsPlusNormal0"/>
        <w:jc w:val="center"/>
        <w:rPr>
          <w:b/>
        </w:rPr>
      </w:pPr>
    </w:p>
    <w:p w:rsidR="003321AE" w:rsidRDefault="003321AE" w:rsidP="00F66435">
      <w:pPr>
        <w:pStyle w:val="ConsPlusNormal0"/>
        <w:jc w:val="center"/>
        <w:rPr>
          <w:b/>
        </w:rPr>
      </w:pPr>
    </w:p>
    <w:p w:rsidR="003321AE" w:rsidRPr="003C75F8" w:rsidRDefault="003321AE" w:rsidP="00F66435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3321AE" w:rsidRPr="003C75F8" w:rsidRDefault="003321AE" w:rsidP="00F66435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3321AE" w:rsidRDefault="003321AE" w:rsidP="00F66435">
      <w:pPr>
        <w:ind w:left="360"/>
        <w:jc w:val="center"/>
        <w:rPr>
          <w:b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3321AE" w:rsidRPr="00F032F5" w:rsidRDefault="003321AE" w:rsidP="00F66435">
      <w:pPr>
        <w:jc w:val="center"/>
        <w:rPr>
          <w:b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3321AE" w:rsidRPr="00C404E0" w:rsidTr="00BB18DD">
        <w:tc>
          <w:tcPr>
            <w:tcW w:w="730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3321AE" w:rsidRPr="0054045D" w:rsidRDefault="003321AE" w:rsidP="00F6643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3321AE" w:rsidRPr="000B0521" w:rsidTr="00BB18DD">
        <w:tc>
          <w:tcPr>
            <w:tcW w:w="726" w:type="dxa"/>
          </w:tcPr>
          <w:p w:rsidR="003321AE" w:rsidRPr="000B0521" w:rsidRDefault="003321AE" w:rsidP="00BB18DD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3321AE" w:rsidRPr="000B0521" w:rsidRDefault="003321AE" w:rsidP="00BB18DD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3321AE" w:rsidRPr="000B0521" w:rsidRDefault="003321AE" w:rsidP="00BB18DD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3321AE" w:rsidRPr="000B0521" w:rsidRDefault="003321AE" w:rsidP="00BB18DD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3321AE" w:rsidRPr="000B0521" w:rsidRDefault="003321AE" w:rsidP="00BB18DD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3321AE" w:rsidRPr="000B0521" w:rsidRDefault="003321AE" w:rsidP="00BB18DD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3321AE" w:rsidRPr="000B0521" w:rsidRDefault="003321AE" w:rsidP="00BB18DD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3321AE" w:rsidRPr="000B0521" w:rsidRDefault="003321AE" w:rsidP="00BB18DD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3321AE" w:rsidRPr="00F945BC" w:rsidTr="00BB18DD">
        <w:tc>
          <w:tcPr>
            <w:tcW w:w="726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3321AE" w:rsidRPr="00432E8A" w:rsidRDefault="003321AE" w:rsidP="00BB18D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432E8A">
              <w:rPr>
                <w:sz w:val="24"/>
                <w:szCs w:val="24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</w:tr>
      <w:tr w:rsidR="003321AE" w:rsidRPr="00F945BC" w:rsidTr="00BB18DD">
        <w:tc>
          <w:tcPr>
            <w:tcW w:w="726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  <w:vAlign w:val="center"/>
          </w:tcPr>
          <w:p w:rsidR="003321AE" w:rsidRPr="00432E8A" w:rsidRDefault="003321AE" w:rsidP="00BB18DD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3321AE" w:rsidRPr="00CF4B3F" w:rsidRDefault="003321AE" w:rsidP="00BB18DD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3321AE" w:rsidRDefault="003321AE" w:rsidP="00BB18DD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3321AE" w:rsidRPr="008553FA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3321AE" w:rsidRPr="00F945BC" w:rsidRDefault="003321AE" w:rsidP="00BB18DD">
            <w:pPr>
              <w:jc w:val="center"/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3321AE" w:rsidRPr="00F945BC" w:rsidTr="00BB18DD">
        <w:tc>
          <w:tcPr>
            <w:tcW w:w="726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3321AE" w:rsidRPr="00432E8A" w:rsidRDefault="003321AE" w:rsidP="00BB18DD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3321AE" w:rsidRPr="00CF4B3F" w:rsidRDefault="003321AE" w:rsidP="00BB18DD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3321AE" w:rsidRDefault="003321AE" w:rsidP="00BB18DD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оплаченных коммунальных услуг;</w:t>
            </w:r>
          </w:p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3321AE" w:rsidRPr="00F945BC" w:rsidRDefault="003321AE" w:rsidP="00BB18DD">
            <w:pPr>
              <w:jc w:val="center"/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3321AE" w:rsidRPr="00F945BC" w:rsidRDefault="003321AE" w:rsidP="00BB18DD">
            <w:pPr>
              <w:jc w:val="center"/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3321AE" w:rsidRPr="00F945BC" w:rsidRDefault="003321AE" w:rsidP="00BB18DD">
            <w:pPr>
              <w:jc w:val="center"/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3321AE" w:rsidRPr="00F945BC" w:rsidTr="00BB18DD">
        <w:tc>
          <w:tcPr>
            <w:tcW w:w="726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3321AE" w:rsidRPr="00432E8A" w:rsidRDefault="003321AE" w:rsidP="00BB18DD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3321AE" w:rsidRPr="00CF4B3F" w:rsidRDefault="003321AE" w:rsidP="00BB18DD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3321AE" w:rsidRDefault="003321AE" w:rsidP="00BB18DD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3321AE" w:rsidRPr="00F945BC" w:rsidRDefault="003321AE" w:rsidP="00BB18DD">
            <w:pPr>
              <w:jc w:val="center"/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3321AE" w:rsidRPr="00F945BC" w:rsidRDefault="003321AE" w:rsidP="00BB18DD">
            <w:pPr>
              <w:jc w:val="center"/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3321AE" w:rsidRPr="00F945BC" w:rsidRDefault="003321AE" w:rsidP="00BB18DD">
            <w:pPr>
              <w:jc w:val="center"/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3321AE" w:rsidRPr="00F945BC" w:rsidTr="00BB18DD">
        <w:tc>
          <w:tcPr>
            <w:tcW w:w="726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3321AE" w:rsidRPr="00432E8A" w:rsidRDefault="003321AE" w:rsidP="00BB18DD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519" w:type="dxa"/>
            <w:vAlign w:val="center"/>
          </w:tcPr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3321AE" w:rsidRDefault="003321AE" w:rsidP="00BB18DD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321AE" w:rsidRPr="00F945BC" w:rsidRDefault="003321AE" w:rsidP="00BB18DD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21AE" w:rsidRPr="00F945BC" w:rsidTr="00BB18DD">
        <w:tc>
          <w:tcPr>
            <w:tcW w:w="726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3321AE" w:rsidRPr="00432E8A" w:rsidRDefault="003321AE" w:rsidP="00BB18DD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1AE" w:rsidRDefault="003321AE" w:rsidP="00BB18DD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21AE" w:rsidRPr="00E57BE0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</w:tr>
      <w:tr w:rsidR="003321AE" w:rsidRPr="00F945BC" w:rsidTr="00BB18DD">
        <w:tc>
          <w:tcPr>
            <w:tcW w:w="726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3321AE" w:rsidRPr="00432E8A" w:rsidRDefault="003321AE" w:rsidP="00BB18DD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1AE" w:rsidRDefault="003321AE" w:rsidP="00BB18DD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21AE" w:rsidRPr="00E57BE0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</w:tr>
      <w:tr w:rsidR="003321AE" w:rsidRPr="00F945BC" w:rsidTr="00BB18DD">
        <w:tc>
          <w:tcPr>
            <w:tcW w:w="726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3321AE" w:rsidRPr="00432E8A" w:rsidRDefault="003321AE" w:rsidP="00BB18DD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1AE" w:rsidRDefault="003321AE" w:rsidP="00BB18DD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3321AE" w:rsidRPr="00E57BE0" w:rsidRDefault="003321AE" w:rsidP="00BB18D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21AE" w:rsidRPr="00F945BC" w:rsidTr="00BB18DD">
        <w:tc>
          <w:tcPr>
            <w:tcW w:w="726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321AE" w:rsidRPr="00817133" w:rsidRDefault="003321AE" w:rsidP="00BB18D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3321AE" w:rsidRDefault="003321AE" w:rsidP="00BB18DD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3321AE" w:rsidRPr="00E57BE0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</w:tr>
      <w:tr w:rsidR="003321AE" w:rsidRPr="00F945BC" w:rsidTr="00BB18DD">
        <w:tc>
          <w:tcPr>
            <w:tcW w:w="726" w:type="dxa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3321AE" w:rsidRPr="0027266C" w:rsidRDefault="003321AE" w:rsidP="00BB18DD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7266C">
              <w:rPr>
                <w:sz w:val="24"/>
                <w:szCs w:val="24"/>
              </w:rPr>
              <w:t>«Развитие массового спорта</w:t>
            </w:r>
            <w:r w:rsidRPr="0027266C">
              <w:rPr>
                <w:bCs/>
                <w:sz w:val="24"/>
                <w:szCs w:val="24"/>
              </w:rPr>
              <w:t xml:space="preserve"> в Старотитаровском сельском поселении Темрюкского района»</w:t>
            </w:r>
          </w:p>
          <w:p w:rsidR="003321AE" w:rsidRPr="00F945BC" w:rsidRDefault="003321AE" w:rsidP="00BB18DD">
            <w:pPr>
              <w:jc w:val="center"/>
            </w:pPr>
          </w:p>
        </w:tc>
      </w:tr>
      <w:tr w:rsidR="003321AE" w:rsidRPr="00F945BC" w:rsidTr="00BB18DD">
        <w:tc>
          <w:tcPr>
            <w:tcW w:w="726" w:type="dxa"/>
          </w:tcPr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3321AE" w:rsidRPr="0027266C" w:rsidRDefault="003321AE" w:rsidP="00BB18DD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519" w:type="dxa"/>
            <w:vAlign w:val="center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1AE" w:rsidRPr="00F945BC" w:rsidRDefault="003321AE" w:rsidP="00BB18D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3321AE" w:rsidRPr="00F945BC" w:rsidRDefault="003321AE" w:rsidP="00BB18DD">
            <w:pPr>
              <w:jc w:val="center"/>
            </w:pPr>
          </w:p>
        </w:tc>
        <w:tc>
          <w:tcPr>
            <w:tcW w:w="2020" w:type="dxa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3321AE" w:rsidRPr="00E57BE0" w:rsidRDefault="003321AE" w:rsidP="00BB18D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21AE" w:rsidRPr="00F945BC" w:rsidTr="00BB18DD">
        <w:tc>
          <w:tcPr>
            <w:tcW w:w="726" w:type="dxa"/>
          </w:tcPr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321AE" w:rsidRPr="00817133" w:rsidRDefault="003321AE" w:rsidP="00BB18D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3321AE" w:rsidRPr="00F945BC" w:rsidRDefault="003321AE" w:rsidP="00BB18DD"/>
        </w:tc>
        <w:tc>
          <w:tcPr>
            <w:tcW w:w="2355" w:type="dxa"/>
          </w:tcPr>
          <w:p w:rsidR="003321AE" w:rsidRPr="00F945BC" w:rsidRDefault="003321AE" w:rsidP="00BB18DD">
            <w:pPr>
              <w:jc w:val="center"/>
            </w:pPr>
          </w:p>
        </w:tc>
        <w:tc>
          <w:tcPr>
            <w:tcW w:w="2020" w:type="dxa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3321AE" w:rsidRPr="00E57BE0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</w:tr>
      <w:tr w:rsidR="003321AE" w:rsidRPr="00F945BC" w:rsidTr="00BB18DD">
        <w:tc>
          <w:tcPr>
            <w:tcW w:w="726" w:type="dxa"/>
          </w:tcPr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3321AE" w:rsidRPr="0027266C" w:rsidRDefault="003321AE" w:rsidP="00BB18DD">
            <w:pPr>
              <w:jc w:val="center"/>
              <w:rPr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3321AE" w:rsidRPr="00E57BE0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</w:tr>
      <w:tr w:rsidR="003321AE" w:rsidRPr="00F945BC" w:rsidTr="00BB18DD">
        <w:tc>
          <w:tcPr>
            <w:tcW w:w="726" w:type="dxa"/>
          </w:tcPr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3321AE" w:rsidRPr="00A830FF" w:rsidRDefault="003321AE" w:rsidP="00BB18DD">
            <w:pPr>
              <w:rPr>
                <w:b/>
                <w:sz w:val="24"/>
                <w:szCs w:val="24"/>
              </w:rPr>
            </w:pPr>
            <w:r w:rsidRPr="00A830FF">
              <w:rPr>
                <w:sz w:val="24"/>
                <w:szCs w:val="24"/>
              </w:rPr>
              <w:t>топографическая съемка земельного участка по адресу: Российская Федерация, Краснодарский край, Темрюкский район, ст. Старотитаровская, ул. Ленина 207А</w:t>
            </w:r>
          </w:p>
        </w:tc>
        <w:tc>
          <w:tcPr>
            <w:tcW w:w="1519" w:type="dxa"/>
            <w:vAlign w:val="center"/>
          </w:tcPr>
          <w:p w:rsidR="003321AE" w:rsidRPr="00A830FF" w:rsidRDefault="003321AE" w:rsidP="00BB18DD">
            <w:pPr>
              <w:jc w:val="center"/>
              <w:rPr>
                <w:sz w:val="24"/>
                <w:szCs w:val="24"/>
              </w:rPr>
            </w:pPr>
            <w:r w:rsidRPr="00A830FF">
              <w:rPr>
                <w:sz w:val="24"/>
                <w:szCs w:val="24"/>
              </w:rPr>
              <w:t>м</w:t>
            </w:r>
            <w:r w:rsidRPr="00A830FF"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3321AE" w:rsidRPr="00F945BC" w:rsidRDefault="003321AE" w:rsidP="00BB18D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3321AE" w:rsidRPr="00F945BC" w:rsidRDefault="003321AE" w:rsidP="00BB18DD">
            <w:pPr>
              <w:jc w:val="center"/>
            </w:pPr>
          </w:p>
        </w:tc>
        <w:tc>
          <w:tcPr>
            <w:tcW w:w="2020" w:type="dxa"/>
            <w:vMerge w:val="restart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321AE" w:rsidRPr="00E57BE0" w:rsidRDefault="003321AE" w:rsidP="00BB18D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21AE" w:rsidRPr="00F945BC" w:rsidTr="00BB18DD">
        <w:tc>
          <w:tcPr>
            <w:tcW w:w="726" w:type="dxa"/>
          </w:tcPr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3321AE" w:rsidRPr="007B6CAC" w:rsidRDefault="003321AE" w:rsidP="007B6CAC">
            <w:pPr>
              <w:rPr>
                <w:sz w:val="24"/>
                <w:szCs w:val="24"/>
              </w:rPr>
            </w:pPr>
            <w:r w:rsidRPr="007B6CAC">
              <w:rPr>
                <w:sz w:val="24"/>
                <w:szCs w:val="24"/>
              </w:rPr>
              <w:t>выполнение работ по разработке эскизного проекта (визуализация) стадиона по адресу: Российская Федерация, Краснодарский край, Темрюкский район, ст. Старотитаровская, ул. Ленина 207А</w:t>
            </w:r>
          </w:p>
          <w:p w:rsidR="003321AE" w:rsidRPr="0027266C" w:rsidRDefault="003321AE" w:rsidP="00BB18D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321AE" w:rsidRPr="00C404E0" w:rsidRDefault="003321AE" w:rsidP="00BB1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 ед.</w:t>
            </w:r>
          </w:p>
        </w:tc>
        <w:tc>
          <w:tcPr>
            <w:tcW w:w="1546" w:type="dxa"/>
          </w:tcPr>
          <w:p w:rsidR="003321AE" w:rsidRPr="00F945BC" w:rsidRDefault="003321AE" w:rsidP="00BB18D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1AE" w:rsidRDefault="003321AE" w:rsidP="00BB18D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3321AE" w:rsidRPr="00F945BC" w:rsidRDefault="003321AE" w:rsidP="00BB18DD">
            <w:pPr>
              <w:jc w:val="center"/>
            </w:pPr>
          </w:p>
        </w:tc>
        <w:tc>
          <w:tcPr>
            <w:tcW w:w="2020" w:type="dxa"/>
            <w:vMerge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321AE" w:rsidRPr="00F57EFB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321AE" w:rsidRPr="00E57BE0" w:rsidRDefault="003321AE" w:rsidP="00BB18DD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21AE" w:rsidRDefault="003321AE" w:rsidP="00F66435">
      <w:pPr>
        <w:jc w:val="both"/>
      </w:pPr>
    </w:p>
    <w:p w:rsidR="003321AE" w:rsidRDefault="003321AE" w:rsidP="00A161FF">
      <w:pPr>
        <w:pStyle w:val="ConsPlusNormal0"/>
        <w:jc w:val="center"/>
        <w:rPr>
          <w:b/>
        </w:rPr>
      </w:pPr>
    </w:p>
    <w:p w:rsidR="003321AE" w:rsidRDefault="003321AE" w:rsidP="00694215"/>
    <w:p w:rsidR="003321AE" w:rsidRDefault="003321AE" w:rsidP="00694215"/>
    <w:p w:rsidR="003321AE" w:rsidRDefault="003321AE" w:rsidP="00694215"/>
    <w:p w:rsidR="003321AE" w:rsidRDefault="003321AE" w:rsidP="00694215"/>
    <w:p w:rsidR="003321AE" w:rsidRDefault="003321AE" w:rsidP="00694215"/>
    <w:p w:rsidR="003321AE" w:rsidRDefault="003321AE" w:rsidP="00694215"/>
    <w:p w:rsidR="003321AE" w:rsidRDefault="003321AE" w:rsidP="00694215"/>
    <w:p w:rsidR="003321AE" w:rsidRDefault="003321AE" w:rsidP="00694215"/>
    <w:p w:rsidR="003321AE" w:rsidRDefault="003321AE" w:rsidP="00694215"/>
    <w:p w:rsidR="003321AE" w:rsidRDefault="003321AE" w:rsidP="00694215"/>
    <w:p w:rsidR="003321AE" w:rsidRDefault="003321AE" w:rsidP="00694215"/>
    <w:p w:rsidR="003321AE" w:rsidRDefault="003321AE" w:rsidP="00694215"/>
    <w:p w:rsidR="003321AE" w:rsidRDefault="003321AE" w:rsidP="00694215"/>
    <w:p w:rsidR="003321AE" w:rsidRDefault="003321AE" w:rsidP="00694215"/>
    <w:p w:rsidR="003321AE" w:rsidRPr="00484E94" w:rsidRDefault="003321AE" w:rsidP="006F2CE7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3321AE" w:rsidRPr="00484E94" w:rsidRDefault="003321AE" w:rsidP="006F2C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3321AE" w:rsidRPr="00484E94" w:rsidRDefault="003321AE" w:rsidP="006F2CE7">
      <w:pPr>
        <w:pStyle w:val="ConsPlusNormal0"/>
        <w:jc w:val="center"/>
      </w:pPr>
    </w:p>
    <w:p w:rsidR="003321AE" w:rsidRPr="0016103B" w:rsidRDefault="003321AE" w:rsidP="006F2CE7">
      <w:pPr>
        <w:tabs>
          <w:tab w:val="left" w:pos="700"/>
        </w:tabs>
        <w:suppressAutoHyphens/>
        <w:ind w:right="-22"/>
        <w:jc w:val="both"/>
        <w:rPr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7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3321AE" w:rsidRPr="00484E94" w:rsidRDefault="003321AE" w:rsidP="006F2CE7">
      <w:pPr>
        <w:suppressAutoHyphens/>
        <w:jc w:val="both"/>
        <w:rPr>
          <w:lang w:eastAsia="ar-SA"/>
        </w:rPr>
      </w:pPr>
      <w:r w:rsidRPr="0016103B">
        <w:rPr>
          <w:lang w:eastAsia="ar-SA"/>
        </w:rPr>
        <w:t>Темрюкского района</w:t>
      </w:r>
      <w:r>
        <w:rPr>
          <w:lang w:eastAsia="ar-SA"/>
        </w:rPr>
        <w:t>» (далее – Порядок).</w:t>
      </w:r>
    </w:p>
    <w:p w:rsidR="003321AE" w:rsidRDefault="003321AE" w:rsidP="006F2CE7">
      <w:pPr>
        <w:jc w:val="both"/>
      </w:pPr>
    </w:p>
    <w:p w:rsidR="003321AE" w:rsidRPr="00484E94" w:rsidRDefault="003321AE" w:rsidP="006F2CE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3321AE" w:rsidRPr="00484E94" w:rsidRDefault="003321AE" w:rsidP="006F2C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3321AE" w:rsidRPr="00484E94" w:rsidRDefault="003321AE" w:rsidP="006F2CE7">
      <w:pPr>
        <w:pStyle w:val="ConsPlusNormal0"/>
        <w:jc w:val="both"/>
      </w:pP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3321AE" w:rsidRDefault="003321AE" w:rsidP="006F2CE7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3321AE" w:rsidRPr="007F34E4" w:rsidRDefault="003321AE" w:rsidP="006F2CE7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3321AE" w:rsidRPr="007F34E4" w:rsidRDefault="003321AE" w:rsidP="006F2CE7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8" w:history="1">
        <w:r w:rsidRPr="007F34E4">
          <w:t>закону</w:t>
        </w:r>
      </w:hyperlink>
      <w:r w:rsidRPr="007F34E4">
        <w:t xml:space="preserve"> от 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3321AE" w:rsidRPr="007F34E4" w:rsidRDefault="003321AE" w:rsidP="006F2CE7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3321AE" w:rsidRPr="007F34E4" w:rsidRDefault="003321AE" w:rsidP="006F2CE7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3321AE" w:rsidRPr="007F34E4" w:rsidRDefault="003321AE" w:rsidP="006F2CE7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9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3321AE" w:rsidRDefault="003321AE" w:rsidP="006F2CE7">
      <w:pPr>
        <w:ind w:firstLine="709"/>
        <w:jc w:val="both"/>
      </w:pPr>
    </w:p>
    <w:p w:rsidR="003321AE" w:rsidRDefault="003321AE" w:rsidP="00694215"/>
    <w:p w:rsidR="003321AE" w:rsidRDefault="003321AE" w:rsidP="00694215"/>
    <w:p w:rsidR="003321AE" w:rsidRDefault="003321AE" w:rsidP="00694215">
      <w:r>
        <w:t>Заместитель главы</w:t>
      </w:r>
    </w:p>
    <w:p w:rsidR="003321AE" w:rsidRDefault="003321AE" w:rsidP="00694215">
      <w:r>
        <w:t>Старотитаровского сельского</w:t>
      </w:r>
    </w:p>
    <w:p w:rsidR="003321AE" w:rsidRDefault="003321AE" w:rsidP="00694215">
      <w:r>
        <w:t>поселения Темрюкского района                                                                                                                              Т.И. Опарина</w:t>
      </w:r>
    </w:p>
    <w:sectPr w:rsidR="003321AE" w:rsidSect="0005555B">
      <w:headerReference w:type="default" r:id="rId10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1AE" w:rsidRDefault="003321AE" w:rsidP="00EF6F81">
      <w:r>
        <w:separator/>
      </w:r>
    </w:p>
  </w:endnote>
  <w:endnote w:type="continuationSeparator" w:id="0">
    <w:p w:rsidR="003321AE" w:rsidRDefault="003321A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1AE" w:rsidRDefault="003321AE" w:rsidP="00EF6F81">
      <w:r>
        <w:separator/>
      </w:r>
    </w:p>
  </w:footnote>
  <w:footnote w:type="continuationSeparator" w:id="0">
    <w:p w:rsidR="003321AE" w:rsidRDefault="003321A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1AE" w:rsidRDefault="003321A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171"/>
    <w:rsid w:val="00023F4D"/>
    <w:rsid w:val="00027470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740D2"/>
    <w:rsid w:val="00084E42"/>
    <w:rsid w:val="000926EC"/>
    <w:rsid w:val="000A3A2B"/>
    <w:rsid w:val="000A5167"/>
    <w:rsid w:val="000A76E2"/>
    <w:rsid w:val="000B0521"/>
    <w:rsid w:val="000B1D2D"/>
    <w:rsid w:val="000B3915"/>
    <w:rsid w:val="000B4AE6"/>
    <w:rsid w:val="000C1847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A38B0"/>
    <w:rsid w:val="001B20AE"/>
    <w:rsid w:val="001B3BE2"/>
    <w:rsid w:val="001B7870"/>
    <w:rsid w:val="001B7AD5"/>
    <w:rsid w:val="001C6397"/>
    <w:rsid w:val="001D080B"/>
    <w:rsid w:val="001D1214"/>
    <w:rsid w:val="001D28A6"/>
    <w:rsid w:val="001D4E9D"/>
    <w:rsid w:val="001D7910"/>
    <w:rsid w:val="001E468C"/>
    <w:rsid w:val="001E7209"/>
    <w:rsid w:val="001F4C0E"/>
    <w:rsid w:val="001F5CA2"/>
    <w:rsid w:val="001F7787"/>
    <w:rsid w:val="0020737A"/>
    <w:rsid w:val="0020790F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27577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1B3D"/>
    <w:rsid w:val="002E291E"/>
    <w:rsid w:val="002E5323"/>
    <w:rsid w:val="002E62B4"/>
    <w:rsid w:val="00306055"/>
    <w:rsid w:val="00324FC7"/>
    <w:rsid w:val="00325B03"/>
    <w:rsid w:val="00326F04"/>
    <w:rsid w:val="003321AE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3467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5355"/>
    <w:rsid w:val="00455F5C"/>
    <w:rsid w:val="0046097C"/>
    <w:rsid w:val="0046121B"/>
    <w:rsid w:val="0046202F"/>
    <w:rsid w:val="00465E45"/>
    <w:rsid w:val="00467446"/>
    <w:rsid w:val="00470DA3"/>
    <w:rsid w:val="00472B1D"/>
    <w:rsid w:val="00476479"/>
    <w:rsid w:val="004816D5"/>
    <w:rsid w:val="00482C81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6C5B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471C3"/>
    <w:rsid w:val="00653139"/>
    <w:rsid w:val="00660B50"/>
    <w:rsid w:val="00662F28"/>
    <w:rsid w:val="006705A4"/>
    <w:rsid w:val="00673EDF"/>
    <w:rsid w:val="0067563A"/>
    <w:rsid w:val="00676755"/>
    <w:rsid w:val="006804D1"/>
    <w:rsid w:val="00682340"/>
    <w:rsid w:val="0068329E"/>
    <w:rsid w:val="00694215"/>
    <w:rsid w:val="006976D8"/>
    <w:rsid w:val="00697A60"/>
    <w:rsid w:val="006C1CE0"/>
    <w:rsid w:val="006C4020"/>
    <w:rsid w:val="006C4C43"/>
    <w:rsid w:val="006C6075"/>
    <w:rsid w:val="006C707C"/>
    <w:rsid w:val="006D0695"/>
    <w:rsid w:val="006E70C7"/>
    <w:rsid w:val="006E7EDC"/>
    <w:rsid w:val="006F0022"/>
    <w:rsid w:val="006F2CE7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277"/>
    <w:rsid w:val="007321A1"/>
    <w:rsid w:val="00734314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6CAC"/>
    <w:rsid w:val="007B77BF"/>
    <w:rsid w:val="007C014B"/>
    <w:rsid w:val="007C0819"/>
    <w:rsid w:val="007C0D6D"/>
    <w:rsid w:val="007C1B1B"/>
    <w:rsid w:val="007D1D37"/>
    <w:rsid w:val="007D7303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87DC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8F2B15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1D10"/>
    <w:rsid w:val="00953D8F"/>
    <w:rsid w:val="009558D2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161FF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30FF"/>
    <w:rsid w:val="00A84785"/>
    <w:rsid w:val="00A8759B"/>
    <w:rsid w:val="00A94E42"/>
    <w:rsid w:val="00A96A8D"/>
    <w:rsid w:val="00A97F88"/>
    <w:rsid w:val="00AA0D84"/>
    <w:rsid w:val="00AA5C4B"/>
    <w:rsid w:val="00AA7594"/>
    <w:rsid w:val="00AB5854"/>
    <w:rsid w:val="00AB6C3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3685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0367"/>
    <w:rsid w:val="00BA5003"/>
    <w:rsid w:val="00BA5B89"/>
    <w:rsid w:val="00BA76D6"/>
    <w:rsid w:val="00BA7AFB"/>
    <w:rsid w:val="00BB18DD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4FE"/>
    <w:rsid w:val="00C3292C"/>
    <w:rsid w:val="00C363A0"/>
    <w:rsid w:val="00C363A9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84AD5"/>
    <w:rsid w:val="00C902CD"/>
    <w:rsid w:val="00CA247E"/>
    <w:rsid w:val="00CA61D6"/>
    <w:rsid w:val="00CA63B2"/>
    <w:rsid w:val="00CA7148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167F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972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0F0C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6435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456"/>
    <w:rsid w:val="00FA1A72"/>
    <w:rsid w:val="00FA3840"/>
    <w:rsid w:val="00FA3F7C"/>
    <w:rsid w:val="00FB065A"/>
    <w:rsid w:val="00FC2799"/>
    <w:rsid w:val="00FD0C36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73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C8C483FDC9E49432E8B569A339CB8DBD43084FBF8610FDA46C47BDDT5Y7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2465</TotalTime>
  <Pages>12</Pages>
  <Words>2284</Words>
  <Characters>13025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264</cp:revision>
  <cp:lastPrinted>2022-03-21T11:29:00Z</cp:lastPrinted>
  <dcterms:created xsi:type="dcterms:W3CDTF">2018-08-07T11:48:00Z</dcterms:created>
  <dcterms:modified xsi:type="dcterms:W3CDTF">2022-03-24T11:09:00Z</dcterms:modified>
</cp:coreProperties>
</file>