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B969E3" w:rsidRPr="00F945BC" w:rsidTr="00F945BC">
        <w:tc>
          <w:tcPr>
            <w:tcW w:w="8934" w:type="dxa"/>
          </w:tcPr>
          <w:p w:rsidR="00B969E3" w:rsidRPr="00F945BC" w:rsidRDefault="00B969E3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B969E3" w:rsidRPr="00EE5BAC" w:rsidRDefault="00B969E3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  <w:r>
              <w:rPr>
                <w:kern w:val="1"/>
                <w:szCs w:val="28"/>
                <w:lang w:eastAsia="zh-CN"/>
              </w:rPr>
              <w:t xml:space="preserve"> № 1</w:t>
            </w:r>
          </w:p>
          <w:p w:rsidR="00B969E3" w:rsidRPr="00EE5BAC" w:rsidRDefault="00B969E3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B969E3" w:rsidRPr="00EE5BAC" w:rsidRDefault="00B969E3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B969E3" w:rsidRPr="00F945BC" w:rsidRDefault="00B969E3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24.03.2022 г. 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58</w:t>
            </w:r>
          </w:p>
        </w:tc>
      </w:tr>
    </w:tbl>
    <w:p w:rsidR="00B969E3" w:rsidRPr="00EE5BAC" w:rsidRDefault="00B969E3" w:rsidP="0010297E">
      <w:pPr>
        <w:suppressAutoHyphens/>
        <w:jc w:val="right"/>
        <w:rPr>
          <w:kern w:val="1"/>
          <w:szCs w:val="28"/>
          <w:lang w:eastAsia="zh-CN"/>
        </w:rPr>
      </w:pPr>
      <w:r w:rsidRPr="00EE5BAC">
        <w:rPr>
          <w:kern w:val="1"/>
          <w:szCs w:val="28"/>
          <w:lang w:eastAsia="zh-CN"/>
        </w:rPr>
        <w:t>УТВЕРЖДЕНА</w:t>
      </w:r>
    </w:p>
    <w:p w:rsidR="00B969E3" w:rsidRDefault="00B969E3" w:rsidP="0010297E">
      <w:pPr>
        <w:suppressAutoHyphens/>
        <w:jc w:val="right"/>
        <w:rPr>
          <w:kern w:val="1"/>
          <w:szCs w:val="28"/>
          <w:lang w:eastAsia="zh-CN"/>
        </w:rPr>
      </w:pPr>
      <w:r>
        <w:rPr>
          <w:kern w:val="1"/>
          <w:szCs w:val="28"/>
          <w:lang w:eastAsia="zh-CN"/>
        </w:rPr>
        <w:t xml:space="preserve">постановлением администрации </w:t>
      </w:r>
    </w:p>
    <w:p w:rsidR="00B969E3" w:rsidRPr="00EE5BAC" w:rsidRDefault="00B969E3" w:rsidP="0010297E">
      <w:pPr>
        <w:suppressAutoHyphens/>
        <w:jc w:val="right"/>
        <w:rPr>
          <w:kern w:val="1"/>
          <w:szCs w:val="28"/>
          <w:lang w:eastAsia="zh-CN"/>
        </w:rPr>
      </w:pPr>
      <w:r>
        <w:rPr>
          <w:kern w:val="1"/>
          <w:szCs w:val="28"/>
          <w:lang w:eastAsia="zh-CN"/>
        </w:rPr>
        <w:t>Старотитаровского сельского поселения</w:t>
      </w:r>
      <w:r w:rsidRPr="00EE5BAC">
        <w:rPr>
          <w:kern w:val="1"/>
          <w:szCs w:val="28"/>
          <w:lang w:eastAsia="zh-CN"/>
        </w:rPr>
        <w:t xml:space="preserve"> </w:t>
      </w:r>
    </w:p>
    <w:p w:rsidR="00B969E3" w:rsidRPr="00EE5BAC" w:rsidRDefault="00B969E3" w:rsidP="0010297E">
      <w:pPr>
        <w:suppressAutoHyphens/>
        <w:jc w:val="right"/>
        <w:rPr>
          <w:kern w:val="1"/>
          <w:szCs w:val="28"/>
          <w:lang w:eastAsia="zh-CN"/>
        </w:rPr>
      </w:pPr>
      <w:r w:rsidRPr="00EE5BAC">
        <w:rPr>
          <w:kern w:val="1"/>
          <w:szCs w:val="28"/>
          <w:lang w:eastAsia="zh-CN"/>
        </w:rPr>
        <w:t>Темрюкск</w:t>
      </w:r>
      <w:r>
        <w:rPr>
          <w:kern w:val="1"/>
          <w:szCs w:val="28"/>
          <w:lang w:eastAsia="zh-CN"/>
        </w:rPr>
        <w:t>ого</w:t>
      </w:r>
      <w:r w:rsidRPr="00EE5BAC">
        <w:rPr>
          <w:kern w:val="1"/>
          <w:szCs w:val="28"/>
          <w:lang w:eastAsia="zh-CN"/>
        </w:rPr>
        <w:t xml:space="preserve"> район</w:t>
      </w:r>
      <w:r>
        <w:rPr>
          <w:kern w:val="1"/>
          <w:szCs w:val="28"/>
          <w:lang w:eastAsia="zh-CN"/>
        </w:rPr>
        <w:t>а</w:t>
      </w:r>
    </w:p>
    <w:p w:rsidR="00B969E3" w:rsidRDefault="00B969E3" w:rsidP="00D2438D">
      <w:pPr>
        <w:suppressAutoHyphens/>
        <w:ind w:right="-246"/>
        <w:jc w:val="center"/>
        <w:rPr>
          <w:kern w:val="1"/>
          <w:szCs w:val="28"/>
          <w:lang w:eastAsia="zh-CN"/>
        </w:rPr>
      </w:pPr>
      <w:r>
        <w:rPr>
          <w:kern w:val="1"/>
          <w:szCs w:val="28"/>
          <w:lang w:eastAsia="zh-CN"/>
        </w:rPr>
        <w:t xml:space="preserve">                                                                                                                                                                          </w:t>
      </w:r>
      <w:r w:rsidRPr="00EE5BAC">
        <w:rPr>
          <w:kern w:val="1"/>
          <w:szCs w:val="28"/>
          <w:lang w:eastAsia="zh-CN"/>
        </w:rPr>
        <w:t xml:space="preserve">от </w:t>
      </w:r>
      <w:r>
        <w:rPr>
          <w:kern w:val="1"/>
          <w:szCs w:val="28"/>
          <w:lang w:eastAsia="zh-CN"/>
        </w:rPr>
        <w:t xml:space="preserve">28.10.2021  </w:t>
      </w:r>
      <w:r w:rsidRPr="00EE5BAC">
        <w:rPr>
          <w:kern w:val="1"/>
          <w:szCs w:val="28"/>
          <w:lang w:eastAsia="zh-CN"/>
        </w:rPr>
        <w:t xml:space="preserve">№ </w:t>
      </w:r>
      <w:r>
        <w:rPr>
          <w:kern w:val="1"/>
          <w:szCs w:val="28"/>
          <w:lang w:eastAsia="zh-CN"/>
        </w:rPr>
        <w:t>227</w:t>
      </w:r>
    </w:p>
    <w:p w:rsidR="00B969E3" w:rsidRDefault="00B969E3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B969E3" w:rsidRDefault="00B969E3" w:rsidP="00B86C1B">
      <w:pPr>
        <w:jc w:val="center"/>
        <w:rPr>
          <w:b/>
          <w:szCs w:val="28"/>
        </w:rPr>
      </w:pPr>
      <w:r>
        <w:rPr>
          <w:b/>
          <w:bCs/>
          <w:szCs w:val="28"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B969E3" w:rsidRDefault="00B969E3" w:rsidP="00BB769B">
      <w:pPr>
        <w:jc w:val="center"/>
        <w:rPr>
          <w:b/>
          <w:szCs w:val="28"/>
        </w:rPr>
      </w:pPr>
    </w:p>
    <w:p w:rsidR="00B969E3" w:rsidRPr="00950972" w:rsidRDefault="00B969E3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B969E3" w:rsidRDefault="00B969E3" w:rsidP="00B86C1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B969E3" w:rsidRPr="00950972" w:rsidRDefault="00B969E3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B969E3" w:rsidRPr="008A6FA1" w:rsidTr="00F9512D">
        <w:tc>
          <w:tcPr>
            <w:tcW w:w="6374" w:type="dxa"/>
          </w:tcPr>
          <w:p w:rsidR="00B969E3" w:rsidRPr="00190885" w:rsidRDefault="00B969E3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B969E3" w:rsidRPr="00855115" w:rsidRDefault="00B969E3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B969E3" w:rsidRPr="008A6FA1" w:rsidTr="00F9512D">
        <w:tc>
          <w:tcPr>
            <w:tcW w:w="6374" w:type="dxa"/>
          </w:tcPr>
          <w:p w:rsidR="00B969E3" w:rsidRPr="00190885" w:rsidRDefault="00B969E3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B969E3" w:rsidRPr="0096600F" w:rsidRDefault="00B969E3" w:rsidP="00F9512D">
            <w:pPr>
              <w:rPr>
                <w:szCs w:val="28"/>
              </w:rPr>
            </w:pPr>
            <w:r>
              <w:rPr>
                <w:szCs w:val="28"/>
              </w:rPr>
              <w:t>- ф</w:t>
            </w:r>
            <w:r w:rsidRPr="0096600F">
              <w:rPr>
                <w:szCs w:val="28"/>
              </w:rPr>
              <w:t>инансовый отдел администрации Старотитаровского сельского поселения Темрюкского района;</w:t>
            </w:r>
          </w:p>
          <w:p w:rsidR="00B969E3" w:rsidRPr="0096600F" w:rsidRDefault="00B969E3" w:rsidP="00F9512D">
            <w:pPr>
              <w:rPr>
                <w:szCs w:val="28"/>
              </w:rPr>
            </w:pPr>
            <w:r w:rsidRPr="0096600F">
              <w:rPr>
                <w:szCs w:val="28"/>
              </w:rPr>
              <w:t>- отдел по имущественным отношениям и вопросам ЖКХ администрации Старотитаровского сельского поселения Темрюкского района</w:t>
            </w:r>
          </w:p>
        </w:tc>
      </w:tr>
      <w:tr w:rsidR="00B969E3" w:rsidRPr="008A6FA1" w:rsidTr="00F9512D">
        <w:tc>
          <w:tcPr>
            <w:tcW w:w="6374" w:type="dxa"/>
          </w:tcPr>
          <w:p w:rsidR="00B969E3" w:rsidRPr="00190885" w:rsidRDefault="00B969E3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B969E3" w:rsidRPr="00190885" w:rsidRDefault="00B969E3" w:rsidP="00F9512D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</w:tc>
      </w:tr>
      <w:tr w:rsidR="00B969E3" w:rsidRPr="008A6FA1" w:rsidTr="00F9512D">
        <w:tc>
          <w:tcPr>
            <w:tcW w:w="6374" w:type="dxa"/>
          </w:tcPr>
          <w:p w:rsidR="00B969E3" w:rsidRPr="00190885" w:rsidRDefault="00B969E3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B969E3" w:rsidRPr="00E823BE" w:rsidRDefault="00B969E3" w:rsidP="00F9512D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  <w:r w:rsidRPr="00E823BE">
              <w:rPr>
                <w:szCs w:val="28"/>
              </w:rPr>
              <w:t>. Подпрограмма «Поддержка деятельности территориального общественного самоуправления  на территории Старотитаровского сельского поселения Темрюкского района»;</w:t>
            </w:r>
          </w:p>
          <w:p w:rsidR="00B969E3" w:rsidRDefault="00B969E3" w:rsidP="00F9512D">
            <w:pPr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E823BE">
              <w:rPr>
                <w:szCs w:val="28"/>
              </w:rPr>
              <w:t xml:space="preserve">. Подпрограмма </w:t>
            </w:r>
            <w:r w:rsidRPr="00F24CB1">
              <w:rPr>
                <w:b/>
                <w:szCs w:val="28"/>
              </w:rPr>
              <w:t>«</w:t>
            </w:r>
            <w:r w:rsidRPr="00F24CB1">
              <w:rPr>
                <w:rStyle w:val="a4"/>
                <w:b w:val="0"/>
                <w:bCs/>
                <w:szCs w:val="28"/>
              </w:rPr>
              <w:t>О мероприятиях</w:t>
            </w:r>
            <w:r w:rsidRPr="00E823BE">
              <w:rPr>
                <w:rStyle w:val="a4"/>
                <w:bCs/>
                <w:szCs w:val="28"/>
              </w:rPr>
              <w:t xml:space="preserve"> </w:t>
            </w:r>
            <w:r w:rsidRPr="00E823BE">
              <w:rPr>
                <w:szCs w:val="28"/>
              </w:rPr>
              <w:t>в области энергосбережения и повышения энергетической эффективности на территории Старотитаровского сельского поселения Темрюкского района»</w:t>
            </w:r>
            <w:r>
              <w:rPr>
                <w:szCs w:val="28"/>
              </w:rPr>
              <w:t>;</w:t>
            </w:r>
          </w:p>
          <w:p w:rsidR="00B969E3" w:rsidRDefault="00B969E3" w:rsidP="00F9512D">
            <w:pPr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E823BE">
              <w:rPr>
                <w:szCs w:val="28"/>
              </w:rPr>
              <w:t>. Подпрограмма «</w:t>
            </w:r>
            <w:r w:rsidRPr="00E823BE">
              <w:t>Реализация муниципальной политики в сфере приватизации муниципального имущества Старотитаровского сельского поселения Темрюкского района</w:t>
            </w:r>
            <w:r>
              <w:rPr>
                <w:szCs w:val="28"/>
              </w:rPr>
              <w:t>»</w:t>
            </w:r>
          </w:p>
          <w:p w:rsidR="00B969E3" w:rsidRPr="00190885" w:rsidRDefault="00B969E3" w:rsidP="00F9512D">
            <w:pPr>
              <w:rPr>
                <w:b/>
                <w:szCs w:val="28"/>
              </w:rPr>
            </w:pPr>
          </w:p>
        </w:tc>
      </w:tr>
      <w:tr w:rsidR="00B969E3" w:rsidRPr="008A6FA1" w:rsidTr="00F9512D">
        <w:tc>
          <w:tcPr>
            <w:tcW w:w="6374" w:type="dxa"/>
          </w:tcPr>
          <w:p w:rsidR="00B969E3" w:rsidRPr="00190885" w:rsidRDefault="00B969E3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B969E3" w:rsidRPr="005F0511" w:rsidRDefault="00B969E3" w:rsidP="00F9512D">
            <w:pPr>
              <w:contextualSpacing/>
            </w:pPr>
            <w:r w:rsidRPr="005F0511">
              <w:rPr>
                <w:szCs w:val="28"/>
              </w:rPr>
              <w:t>совершенствование муниципальной политики и развитие гражданского общества</w:t>
            </w:r>
            <w:r w:rsidRPr="0010064A">
              <w:t xml:space="preserve"> Старотитаровского сельского поселения Темрюкского района</w:t>
            </w:r>
          </w:p>
          <w:p w:rsidR="00B969E3" w:rsidRPr="00190885" w:rsidRDefault="00B969E3" w:rsidP="00F9512D">
            <w:pPr>
              <w:rPr>
                <w:b/>
                <w:szCs w:val="28"/>
              </w:rPr>
            </w:pPr>
          </w:p>
        </w:tc>
      </w:tr>
      <w:tr w:rsidR="00B969E3" w:rsidRPr="008A6FA1" w:rsidTr="00F9512D">
        <w:tc>
          <w:tcPr>
            <w:tcW w:w="6374" w:type="dxa"/>
          </w:tcPr>
          <w:p w:rsidR="00B969E3" w:rsidRPr="00190885" w:rsidRDefault="00B969E3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B969E3" w:rsidRDefault="00B969E3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8C2B7A">
              <w:rPr>
                <w:szCs w:val="28"/>
              </w:rPr>
              <w:t xml:space="preserve">поддержка деятельности территориального общественного самоуправления на территории Старотитаровского сельского поселения Темрюкского района посредством ежемесячных компенсационных выплат руководителям органов ТОС на частичное возмещение своих затрат по оплате коммунальных услуг, услуг связи, </w:t>
            </w:r>
            <w:r>
              <w:rPr>
                <w:szCs w:val="28"/>
              </w:rPr>
              <w:t>канцелярских товаров;</w:t>
            </w:r>
          </w:p>
          <w:p w:rsidR="00B969E3" w:rsidRDefault="00B969E3" w:rsidP="00F9512D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C321E">
              <w:rPr>
                <w:szCs w:val="28"/>
              </w:rPr>
              <w:t>повышение эффективности и качества управления муниципальной собственностью</w:t>
            </w:r>
            <w:r>
              <w:rPr>
                <w:szCs w:val="28"/>
              </w:rPr>
              <w:t xml:space="preserve"> Старотитаровского сельского поселения Темрюкского района;</w:t>
            </w:r>
          </w:p>
          <w:p w:rsidR="00B969E3" w:rsidRDefault="00B969E3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556E6">
              <w:rPr>
                <w:szCs w:val="28"/>
              </w:rPr>
              <w:t>повышение эффективности при потреблении энергетических ресурсов за счет проведения мероприятий по энергосбережению</w:t>
            </w:r>
          </w:p>
          <w:p w:rsidR="00B969E3" w:rsidRPr="009F22D5" w:rsidRDefault="00B969E3" w:rsidP="00F9512D">
            <w:pPr>
              <w:rPr>
                <w:szCs w:val="28"/>
              </w:rPr>
            </w:pPr>
          </w:p>
        </w:tc>
      </w:tr>
      <w:tr w:rsidR="00B969E3" w:rsidRPr="008A6FA1" w:rsidTr="00F9512D">
        <w:tc>
          <w:tcPr>
            <w:tcW w:w="6374" w:type="dxa"/>
          </w:tcPr>
          <w:p w:rsidR="00B969E3" w:rsidRPr="00190885" w:rsidRDefault="00B969E3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B969E3" w:rsidRPr="000C3C23" w:rsidRDefault="00B969E3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B969E3" w:rsidRPr="008A6FA1" w:rsidTr="00F9512D">
        <w:tc>
          <w:tcPr>
            <w:tcW w:w="6374" w:type="dxa"/>
          </w:tcPr>
          <w:p w:rsidR="00B969E3" w:rsidRPr="00190885" w:rsidRDefault="00B969E3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B969E3" w:rsidRDefault="00B969E3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E3B65">
              <w:rPr>
                <w:szCs w:val="28"/>
              </w:rPr>
              <w:t>компенсационные выплаты руководителям  органов ТОС</w:t>
            </w:r>
            <w:r>
              <w:rPr>
                <w:szCs w:val="28"/>
              </w:rPr>
              <w:t>;</w:t>
            </w:r>
          </w:p>
          <w:p w:rsidR="00B969E3" w:rsidRDefault="00B969E3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E3B65">
              <w:rPr>
                <w:szCs w:val="28"/>
              </w:rPr>
              <w:t xml:space="preserve"> </w:t>
            </w:r>
            <w:r w:rsidRPr="00D67385">
              <w:rPr>
                <w:szCs w:val="28"/>
              </w:rPr>
              <w:t>оценк</w:t>
            </w:r>
            <w:r>
              <w:rPr>
                <w:szCs w:val="28"/>
              </w:rPr>
              <w:t>а</w:t>
            </w:r>
            <w:r w:rsidRPr="00D67385">
              <w:rPr>
                <w:szCs w:val="28"/>
              </w:rPr>
              <w:t xml:space="preserve"> недвижимого имущества в целях дальнейшей приватизации</w:t>
            </w:r>
            <w:r>
              <w:rPr>
                <w:szCs w:val="28"/>
              </w:rPr>
              <w:t>;</w:t>
            </w:r>
          </w:p>
          <w:p w:rsidR="00B969E3" w:rsidRDefault="00B969E3" w:rsidP="00F9512D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B86DD3">
              <w:rPr>
                <w:szCs w:val="28"/>
              </w:rPr>
              <w:t>замена ламп и светильников внутреннего освещения на светодиодные светильники в помещениях, находящихся в муниципальной собственности</w:t>
            </w:r>
          </w:p>
          <w:p w:rsidR="00B969E3" w:rsidRPr="000C3C23" w:rsidRDefault="00B969E3" w:rsidP="00F9512D">
            <w:pPr>
              <w:rPr>
                <w:szCs w:val="28"/>
              </w:rPr>
            </w:pPr>
          </w:p>
        </w:tc>
      </w:tr>
      <w:tr w:rsidR="00B969E3" w:rsidRPr="008A6FA1" w:rsidTr="00F9512D">
        <w:tc>
          <w:tcPr>
            <w:tcW w:w="6374" w:type="dxa"/>
          </w:tcPr>
          <w:p w:rsidR="00B969E3" w:rsidRPr="00190885" w:rsidRDefault="00B969E3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B969E3" w:rsidRPr="00A46A72" w:rsidRDefault="00B969E3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B969E3" w:rsidRPr="008A6FA1" w:rsidTr="00F9512D">
        <w:tc>
          <w:tcPr>
            <w:tcW w:w="6374" w:type="dxa"/>
          </w:tcPr>
          <w:p w:rsidR="00B969E3" w:rsidRPr="00190885" w:rsidRDefault="00B969E3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B969E3" w:rsidRPr="00A46A72" w:rsidRDefault="00B969E3" w:rsidP="00F9512D">
            <w:pPr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</w:tr>
      <w:tr w:rsidR="00B969E3" w:rsidRPr="008A6FA1" w:rsidTr="00F9512D">
        <w:tc>
          <w:tcPr>
            <w:tcW w:w="6374" w:type="dxa"/>
          </w:tcPr>
          <w:p w:rsidR="00B969E3" w:rsidRPr="00190885" w:rsidRDefault="00B969E3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B969E3" w:rsidRPr="00190885" w:rsidRDefault="00B969E3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B969E3" w:rsidRPr="00190885" w:rsidRDefault="00B969E3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B969E3" w:rsidRPr="008A6FA1" w:rsidTr="00F9512D">
        <w:tc>
          <w:tcPr>
            <w:tcW w:w="6374" w:type="dxa"/>
          </w:tcPr>
          <w:p w:rsidR="00B969E3" w:rsidRPr="00190885" w:rsidRDefault="00B969E3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B969E3" w:rsidRPr="00190885" w:rsidRDefault="00B969E3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B969E3" w:rsidRPr="00190885" w:rsidRDefault="00B969E3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B969E3" w:rsidRPr="00190885" w:rsidRDefault="00B969E3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B969E3" w:rsidRPr="00190885" w:rsidRDefault="00B969E3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B969E3" w:rsidRPr="00190885" w:rsidRDefault="00B969E3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B969E3" w:rsidRPr="008A6FA1" w:rsidTr="00F9512D">
        <w:tc>
          <w:tcPr>
            <w:tcW w:w="6374" w:type="dxa"/>
          </w:tcPr>
          <w:p w:rsidR="00B969E3" w:rsidRPr="00190885" w:rsidRDefault="00B969E3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B969E3" w:rsidRPr="00190885" w:rsidRDefault="00B969E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1 984,4</w:t>
            </w:r>
          </w:p>
        </w:tc>
        <w:tc>
          <w:tcPr>
            <w:tcW w:w="1842" w:type="dxa"/>
            <w:vAlign w:val="center"/>
          </w:tcPr>
          <w:p w:rsidR="00B969E3" w:rsidRPr="00190885" w:rsidRDefault="00B969E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B969E3" w:rsidRPr="00190885" w:rsidRDefault="00B969E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B969E3" w:rsidRPr="00190885" w:rsidRDefault="00B969E3" w:rsidP="00E1517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1 984,4</w:t>
            </w:r>
          </w:p>
        </w:tc>
        <w:tc>
          <w:tcPr>
            <w:tcW w:w="2019" w:type="dxa"/>
            <w:vAlign w:val="center"/>
          </w:tcPr>
          <w:p w:rsidR="00B969E3" w:rsidRPr="00190885" w:rsidRDefault="00B969E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969E3" w:rsidRPr="008A6FA1" w:rsidTr="00F9512D">
        <w:tc>
          <w:tcPr>
            <w:tcW w:w="6374" w:type="dxa"/>
          </w:tcPr>
          <w:p w:rsidR="00B969E3" w:rsidRPr="00190885" w:rsidRDefault="00B969E3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B969E3" w:rsidRPr="00190885" w:rsidRDefault="00B969E3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B969E3" w:rsidRPr="00190885" w:rsidRDefault="00B969E3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B969E3" w:rsidRPr="00190885" w:rsidRDefault="00B969E3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B969E3" w:rsidRPr="00190885" w:rsidRDefault="00B969E3" w:rsidP="00E1517A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969E3" w:rsidRPr="00190885" w:rsidRDefault="00B969E3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969E3" w:rsidRPr="008A6FA1" w:rsidTr="00F9512D">
        <w:tc>
          <w:tcPr>
            <w:tcW w:w="6374" w:type="dxa"/>
          </w:tcPr>
          <w:p w:rsidR="00B969E3" w:rsidRPr="00190885" w:rsidRDefault="00B969E3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B969E3" w:rsidRPr="00190885" w:rsidRDefault="00B969E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1 984,4</w:t>
            </w:r>
          </w:p>
        </w:tc>
        <w:tc>
          <w:tcPr>
            <w:tcW w:w="1842" w:type="dxa"/>
            <w:vAlign w:val="center"/>
          </w:tcPr>
          <w:p w:rsidR="00B969E3" w:rsidRPr="00190885" w:rsidRDefault="00B969E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B969E3" w:rsidRPr="00190885" w:rsidRDefault="00B969E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B969E3" w:rsidRPr="00190885" w:rsidRDefault="00B969E3" w:rsidP="00E1517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1 984,4</w:t>
            </w:r>
          </w:p>
        </w:tc>
        <w:tc>
          <w:tcPr>
            <w:tcW w:w="2019" w:type="dxa"/>
            <w:vAlign w:val="center"/>
          </w:tcPr>
          <w:p w:rsidR="00B969E3" w:rsidRPr="00190885" w:rsidRDefault="00B969E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969E3" w:rsidRPr="008A6FA1" w:rsidTr="00F9512D">
        <w:tc>
          <w:tcPr>
            <w:tcW w:w="14560" w:type="dxa"/>
            <w:gridSpan w:val="6"/>
          </w:tcPr>
          <w:p w:rsidR="00B969E3" w:rsidRPr="00190885" w:rsidRDefault="00B969E3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B969E3" w:rsidRPr="008A6FA1" w:rsidTr="00F9512D">
        <w:tc>
          <w:tcPr>
            <w:tcW w:w="6374" w:type="dxa"/>
          </w:tcPr>
          <w:p w:rsidR="00B969E3" w:rsidRPr="00190885" w:rsidRDefault="00B969E3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B969E3" w:rsidRPr="00190885" w:rsidRDefault="00B969E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B969E3" w:rsidRPr="00190885" w:rsidRDefault="00B969E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B969E3" w:rsidRPr="00190885" w:rsidRDefault="00B969E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B969E3" w:rsidRPr="00190885" w:rsidRDefault="00B969E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969E3" w:rsidRPr="00190885" w:rsidRDefault="00B969E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969E3" w:rsidRPr="008A6FA1" w:rsidTr="00F9512D">
        <w:tc>
          <w:tcPr>
            <w:tcW w:w="6374" w:type="dxa"/>
          </w:tcPr>
          <w:p w:rsidR="00B969E3" w:rsidRPr="00190885" w:rsidRDefault="00B969E3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B969E3" w:rsidRPr="00190885" w:rsidRDefault="00B969E3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B969E3" w:rsidRPr="00190885" w:rsidRDefault="00B969E3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B969E3" w:rsidRPr="00190885" w:rsidRDefault="00B969E3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B969E3" w:rsidRPr="00190885" w:rsidRDefault="00B969E3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969E3" w:rsidRPr="00190885" w:rsidRDefault="00B969E3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969E3" w:rsidRPr="008A6FA1" w:rsidTr="00F9512D">
        <w:tc>
          <w:tcPr>
            <w:tcW w:w="6374" w:type="dxa"/>
          </w:tcPr>
          <w:p w:rsidR="00B969E3" w:rsidRPr="00190885" w:rsidRDefault="00B969E3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B969E3" w:rsidRPr="00190885" w:rsidRDefault="00B969E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B969E3" w:rsidRPr="00190885" w:rsidRDefault="00B969E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B969E3" w:rsidRPr="00190885" w:rsidRDefault="00B969E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B969E3" w:rsidRPr="00190885" w:rsidRDefault="00B969E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969E3" w:rsidRPr="00190885" w:rsidRDefault="00B969E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969E3" w:rsidRPr="008A6FA1" w:rsidTr="00F9512D">
        <w:tc>
          <w:tcPr>
            <w:tcW w:w="14560" w:type="dxa"/>
            <w:gridSpan w:val="6"/>
          </w:tcPr>
          <w:p w:rsidR="00B969E3" w:rsidRPr="00190885" w:rsidRDefault="00B969E3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B969E3" w:rsidRPr="00190885" w:rsidRDefault="00B969E3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B969E3" w:rsidRPr="008A6FA1" w:rsidTr="00F9512D">
        <w:tc>
          <w:tcPr>
            <w:tcW w:w="6374" w:type="dxa"/>
          </w:tcPr>
          <w:p w:rsidR="00B969E3" w:rsidRPr="00190885" w:rsidRDefault="00B969E3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B969E3" w:rsidRPr="00190885" w:rsidRDefault="00B969E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B969E3" w:rsidRPr="00190885" w:rsidRDefault="00B969E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B969E3" w:rsidRPr="00190885" w:rsidRDefault="00B969E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B969E3" w:rsidRPr="00190885" w:rsidRDefault="00B969E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969E3" w:rsidRPr="00190885" w:rsidRDefault="00B969E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969E3" w:rsidRPr="008A6FA1" w:rsidTr="00F9512D">
        <w:tc>
          <w:tcPr>
            <w:tcW w:w="6374" w:type="dxa"/>
          </w:tcPr>
          <w:p w:rsidR="00B969E3" w:rsidRPr="00190885" w:rsidRDefault="00B969E3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B969E3" w:rsidRPr="00190885" w:rsidRDefault="00B969E3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B969E3" w:rsidRPr="00190885" w:rsidRDefault="00B969E3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B969E3" w:rsidRPr="00190885" w:rsidRDefault="00B969E3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B969E3" w:rsidRPr="00190885" w:rsidRDefault="00B969E3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B969E3" w:rsidRPr="00190885" w:rsidRDefault="00B969E3" w:rsidP="00F9512D">
            <w:pPr>
              <w:pStyle w:val="ConsPlusNormal0"/>
              <w:rPr>
                <w:szCs w:val="28"/>
              </w:rPr>
            </w:pPr>
          </w:p>
        </w:tc>
      </w:tr>
      <w:tr w:rsidR="00B969E3" w:rsidRPr="008A6FA1" w:rsidTr="00F9512D">
        <w:tc>
          <w:tcPr>
            <w:tcW w:w="6374" w:type="dxa"/>
          </w:tcPr>
          <w:p w:rsidR="00B969E3" w:rsidRPr="00190885" w:rsidRDefault="00B969E3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B969E3" w:rsidRPr="00190885" w:rsidRDefault="00B969E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B969E3" w:rsidRPr="00190885" w:rsidRDefault="00B969E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B969E3" w:rsidRPr="00190885" w:rsidRDefault="00B969E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B969E3" w:rsidRPr="00190885" w:rsidRDefault="00B969E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969E3" w:rsidRPr="00190885" w:rsidRDefault="00B969E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B969E3" w:rsidRDefault="00B969E3" w:rsidP="001278F7">
      <w:pPr>
        <w:rPr>
          <w:szCs w:val="28"/>
        </w:rPr>
      </w:pPr>
    </w:p>
    <w:p w:rsidR="00B969E3" w:rsidRDefault="00B969E3" w:rsidP="001278F7">
      <w:pPr>
        <w:rPr>
          <w:szCs w:val="28"/>
        </w:rPr>
      </w:pPr>
      <w:r>
        <w:rPr>
          <w:szCs w:val="28"/>
        </w:rPr>
        <w:t xml:space="preserve">Заместитель главы </w:t>
      </w:r>
    </w:p>
    <w:p w:rsidR="00B969E3" w:rsidRDefault="00B969E3" w:rsidP="001278F7">
      <w:pPr>
        <w:rPr>
          <w:szCs w:val="28"/>
        </w:rPr>
      </w:pPr>
      <w:r>
        <w:rPr>
          <w:szCs w:val="28"/>
        </w:rPr>
        <w:t>Старотитаровского сельского</w:t>
      </w:r>
    </w:p>
    <w:p w:rsidR="00B969E3" w:rsidRDefault="00B969E3" w:rsidP="00C7513F">
      <w:pPr>
        <w:rPr>
          <w:b/>
        </w:rPr>
      </w:pPr>
      <w:r>
        <w:t>поселения Темрюкского района                                                                                                                         Т.И. Опарина</w:t>
      </w:r>
    </w:p>
    <w:sectPr w:rsidR="00B969E3" w:rsidSect="0005555B">
      <w:headerReference w:type="default" r:id="rId7"/>
      <w:headerReference w:type="first" r:id="rId8"/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69E3" w:rsidRDefault="00B969E3" w:rsidP="00EF6F81">
      <w:r>
        <w:separator/>
      </w:r>
    </w:p>
  </w:endnote>
  <w:endnote w:type="continuationSeparator" w:id="0">
    <w:p w:rsidR="00B969E3" w:rsidRDefault="00B969E3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69E3" w:rsidRDefault="00B969E3" w:rsidP="00EF6F81">
      <w:r>
        <w:separator/>
      </w:r>
    </w:p>
  </w:footnote>
  <w:footnote w:type="continuationSeparator" w:id="0">
    <w:p w:rsidR="00B969E3" w:rsidRDefault="00B969E3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69E3" w:rsidRDefault="00B969E3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69E3" w:rsidRDefault="00B969E3">
    <w:pPr>
      <w:pStyle w:val="Header"/>
      <w:jc w:val="center"/>
    </w:pPr>
  </w:p>
  <w:p w:rsidR="00B969E3" w:rsidRDefault="00B969E3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B969E3" w:rsidRPr="00F945BC" w:rsidRDefault="00B969E3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2FD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3A2B"/>
    <w:rsid w:val="000A5167"/>
    <w:rsid w:val="000B0521"/>
    <w:rsid w:val="000B4AE6"/>
    <w:rsid w:val="000C1918"/>
    <w:rsid w:val="000C3C23"/>
    <w:rsid w:val="000C3FBF"/>
    <w:rsid w:val="000D1B88"/>
    <w:rsid w:val="000D42BE"/>
    <w:rsid w:val="000D5144"/>
    <w:rsid w:val="000E41F9"/>
    <w:rsid w:val="000E5F26"/>
    <w:rsid w:val="000F3C67"/>
    <w:rsid w:val="000F5130"/>
    <w:rsid w:val="000F5E70"/>
    <w:rsid w:val="000F72CE"/>
    <w:rsid w:val="000F7C02"/>
    <w:rsid w:val="0010064A"/>
    <w:rsid w:val="0010297E"/>
    <w:rsid w:val="00103E05"/>
    <w:rsid w:val="00107AF9"/>
    <w:rsid w:val="001111E6"/>
    <w:rsid w:val="001143BB"/>
    <w:rsid w:val="001157F7"/>
    <w:rsid w:val="00115920"/>
    <w:rsid w:val="001278F7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4597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1F29"/>
    <w:rsid w:val="001B7870"/>
    <w:rsid w:val="001B7AD5"/>
    <w:rsid w:val="001C415A"/>
    <w:rsid w:val="001D080B"/>
    <w:rsid w:val="001D1214"/>
    <w:rsid w:val="001D4E9D"/>
    <w:rsid w:val="001D73E4"/>
    <w:rsid w:val="001D7910"/>
    <w:rsid w:val="001E468C"/>
    <w:rsid w:val="001E7209"/>
    <w:rsid w:val="001F5CA2"/>
    <w:rsid w:val="001F7787"/>
    <w:rsid w:val="0020085B"/>
    <w:rsid w:val="0020737A"/>
    <w:rsid w:val="00214AAC"/>
    <w:rsid w:val="00215EF9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736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15E38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66EFC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46417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F47"/>
    <w:rsid w:val="00491923"/>
    <w:rsid w:val="00494A1C"/>
    <w:rsid w:val="004A2815"/>
    <w:rsid w:val="004A51A1"/>
    <w:rsid w:val="004B3AAC"/>
    <w:rsid w:val="004B6573"/>
    <w:rsid w:val="004C321E"/>
    <w:rsid w:val="004C630B"/>
    <w:rsid w:val="004D3592"/>
    <w:rsid w:val="004D4038"/>
    <w:rsid w:val="004E184B"/>
    <w:rsid w:val="004E3B65"/>
    <w:rsid w:val="004E660F"/>
    <w:rsid w:val="0050378D"/>
    <w:rsid w:val="00503DDC"/>
    <w:rsid w:val="0050519C"/>
    <w:rsid w:val="00506C43"/>
    <w:rsid w:val="00510D19"/>
    <w:rsid w:val="0053507E"/>
    <w:rsid w:val="0054045D"/>
    <w:rsid w:val="0054063E"/>
    <w:rsid w:val="005450A9"/>
    <w:rsid w:val="0055229B"/>
    <w:rsid w:val="00553CFA"/>
    <w:rsid w:val="00565F55"/>
    <w:rsid w:val="005716FF"/>
    <w:rsid w:val="00571FAC"/>
    <w:rsid w:val="005734E0"/>
    <w:rsid w:val="005750C3"/>
    <w:rsid w:val="0058240E"/>
    <w:rsid w:val="00595B9D"/>
    <w:rsid w:val="005A42C8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0511"/>
    <w:rsid w:val="005F42E6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0175"/>
    <w:rsid w:val="006245C5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538D"/>
    <w:rsid w:val="006976D8"/>
    <w:rsid w:val="00697A60"/>
    <w:rsid w:val="006A25A8"/>
    <w:rsid w:val="006A7C47"/>
    <w:rsid w:val="006B69A2"/>
    <w:rsid w:val="006C4020"/>
    <w:rsid w:val="006C6075"/>
    <w:rsid w:val="006C707C"/>
    <w:rsid w:val="006D0695"/>
    <w:rsid w:val="006E70C7"/>
    <w:rsid w:val="006E7655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34314"/>
    <w:rsid w:val="00741C5B"/>
    <w:rsid w:val="00741FA6"/>
    <w:rsid w:val="00745D1A"/>
    <w:rsid w:val="00750BE5"/>
    <w:rsid w:val="007556E6"/>
    <w:rsid w:val="00756022"/>
    <w:rsid w:val="00757E14"/>
    <w:rsid w:val="00770883"/>
    <w:rsid w:val="00770AB8"/>
    <w:rsid w:val="007720DE"/>
    <w:rsid w:val="00774D0F"/>
    <w:rsid w:val="00782AE6"/>
    <w:rsid w:val="00783D2D"/>
    <w:rsid w:val="0078526C"/>
    <w:rsid w:val="007A41C0"/>
    <w:rsid w:val="007A4F64"/>
    <w:rsid w:val="007A6F08"/>
    <w:rsid w:val="007B0CAA"/>
    <w:rsid w:val="007B1928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AB2"/>
    <w:rsid w:val="00823D33"/>
    <w:rsid w:val="00824605"/>
    <w:rsid w:val="00827AAA"/>
    <w:rsid w:val="00831B7E"/>
    <w:rsid w:val="00842257"/>
    <w:rsid w:val="008428D4"/>
    <w:rsid w:val="0084599C"/>
    <w:rsid w:val="00845C4E"/>
    <w:rsid w:val="00846A87"/>
    <w:rsid w:val="00855115"/>
    <w:rsid w:val="00861ED3"/>
    <w:rsid w:val="00876805"/>
    <w:rsid w:val="00877383"/>
    <w:rsid w:val="00883BAB"/>
    <w:rsid w:val="00885C29"/>
    <w:rsid w:val="00890443"/>
    <w:rsid w:val="008924E5"/>
    <w:rsid w:val="00896A24"/>
    <w:rsid w:val="008A06FC"/>
    <w:rsid w:val="008A24E1"/>
    <w:rsid w:val="008A32AD"/>
    <w:rsid w:val="008A4D69"/>
    <w:rsid w:val="008A6FA1"/>
    <w:rsid w:val="008B08D9"/>
    <w:rsid w:val="008B2122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11DA9"/>
    <w:rsid w:val="009164A5"/>
    <w:rsid w:val="0092378A"/>
    <w:rsid w:val="0092688F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6600F"/>
    <w:rsid w:val="00970926"/>
    <w:rsid w:val="00972A9E"/>
    <w:rsid w:val="00973CBF"/>
    <w:rsid w:val="0097458B"/>
    <w:rsid w:val="009745F9"/>
    <w:rsid w:val="00977C6B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22D5"/>
    <w:rsid w:val="00A03E7E"/>
    <w:rsid w:val="00A1507B"/>
    <w:rsid w:val="00A23788"/>
    <w:rsid w:val="00A30B42"/>
    <w:rsid w:val="00A30FFE"/>
    <w:rsid w:val="00A35B08"/>
    <w:rsid w:val="00A44BB5"/>
    <w:rsid w:val="00A46A72"/>
    <w:rsid w:val="00A47DA3"/>
    <w:rsid w:val="00A5003B"/>
    <w:rsid w:val="00A56C25"/>
    <w:rsid w:val="00A643EC"/>
    <w:rsid w:val="00A67E38"/>
    <w:rsid w:val="00A70430"/>
    <w:rsid w:val="00A70621"/>
    <w:rsid w:val="00A71BA7"/>
    <w:rsid w:val="00A737FD"/>
    <w:rsid w:val="00A73C7F"/>
    <w:rsid w:val="00A74297"/>
    <w:rsid w:val="00A7591C"/>
    <w:rsid w:val="00A77D4F"/>
    <w:rsid w:val="00A811B2"/>
    <w:rsid w:val="00A84785"/>
    <w:rsid w:val="00A92CE2"/>
    <w:rsid w:val="00A96A8D"/>
    <w:rsid w:val="00AA0D84"/>
    <w:rsid w:val="00AA5C4B"/>
    <w:rsid w:val="00AA7594"/>
    <w:rsid w:val="00AB5854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7ACB"/>
    <w:rsid w:val="00B00865"/>
    <w:rsid w:val="00B07228"/>
    <w:rsid w:val="00B12FB3"/>
    <w:rsid w:val="00B149A9"/>
    <w:rsid w:val="00B1619A"/>
    <w:rsid w:val="00B169D6"/>
    <w:rsid w:val="00B2042B"/>
    <w:rsid w:val="00B20B96"/>
    <w:rsid w:val="00B2367E"/>
    <w:rsid w:val="00B23A0A"/>
    <w:rsid w:val="00B26044"/>
    <w:rsid w:val="00B30DEE"/>
    <w:rsid w:val="00B32EB2"/>
    <w:rsid w:val="00B34FCD"/>
    <w:rsid w:val="00B36B8B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48BF"/>
    <w:rsid w:val="00B64B51"/>
    <w:rsid w:val="00B67874"/>
    <w:rsid w:val="00B76896"/>
    <w:rsid w:val="00B85358"/>
    <w:rsid w:val="00B86C1B"/>
    <w:rsid w:val="00B86DD3"/>
    <w:rsid w:val="00B87A68"/>
    <w:rsid w:val="00B946DD"/>
    <w:rsid w:val="00B94A0C"/>
    <w:rsid w:val="00B969E3"/>
    <w:rsid w:val="00BA5003"/>
    <w:rsid w:val="00BA5B89"/>
    <w:rsid w:val="00BA76D6"/>
    <w:rsid w:val="00BA7AFB"/>
    <w:rsid w:val="00BB43B3"/>
    <w:rsid w:val="00BB769B"/>
    <w:rsid w:val="00BB7D66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25175"/>
    <w:rsid w:val="00C263E1"/>
    <w:rsid w:val="00C27B67"/>
    <w:rsid w:val="00C3292C"/>
    <w:rsid w:val="00C404E0"/>
    <w:rsid w:val="00C4141F"/>
    <w:rsid w:val="00C429D2"/>
    <w:rsid w:val="00C53808"/>
    <w:rsid w:val="00C576C0"/>
    <w:rsid w:val="00C667BF"/>
    <w:rsid w:val="00C71CC2"/>
    <w:rsid w:val="00C72F57"/>
    <w:rsid w:val="00C7513F"/>
    <w:rsid w:val="00C75A0B"/>
    <w:rsid w:val="00C75EAF"/>
    <w:rsid w:val="00C76645"/>
    <w:rsid w:val="00C769C5"/>
    <w:rsid w:val="00C8136C"/>
    <w:rsid w:val="00C97583"/>
    <w:rsid w:val="00CA247E"/>
    <w:rsid w:val="00CA61D6"/>
    <w:rsid w:val="00CA62EC"/>
    <w:rsid w:val="00CA63B2"/>
    <w:rsid w:val="00CA76C1"/>
    <w:rsid w:val="00CB24FB"/>
    <w:rsid w:val="00CB3C8C"/>
    <w:rsid w:val="00CB6D46"/>
    <w:rsid w:val="00CC0414"/>
    <w:rsid w:val="00CC3853"/>
    <w:rsid w:val="00CC548F"/>
    <w:rsid w:val="00CD36AE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2438D"/>
    <w:rsid w:val="00D341F7"/>
    <w:rsid w:val="00D3506A"/>
    <w:rsid w:val="00D433B8"/>
    <w:rsid w:val="00D50A29"/>
    <w:rsid w:val="00D510F8"/>
    <w:rsid w:val="00D57F3E"/>
    <w:rsid w:val="00D65A5D"/>
    <w:rsid w:val="00D66DD0"/>
    <w:rsid w:val="00D67385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C605B"/>
    <w:rsid w:val="00DD1C2E"/>
    <w:rsid w:val="00DD49F6"/>
    <w:rsid w:val="00DD4EA0"/>
    <w:rsid w:val="00DD5F0A"/>
    <w:rsid w:val="00DE264F"/>
    <w:rsid w:val="00DE754D"/>
    <w:rsid w:val="00DF23BC"/>
    <w:rsid w:val="00DF42DA"/>
    <w:rsid w:val="00E00492"/>
    <w:rsid w:val="00E005C3"/>
    <w:rsid w:val="00E03080"/>
    <w:rsid w:val="00E03A2A"/>
    <w:rsid w:val="00E1517A"/>
    <w:rsid w:val="00E17C37"/>
    <w:rsid w:val="00E21615"/>
    <w:rsid w:val="00E23571"/>
    <w:rsid w:val="00E24387"/>
    <w:rsid w:val="00E26841"/>
    <w:rsid w:val="00E31FF6"/>
    <w:rsid w:val="00E33916"/>
    <w:rsid w:val="00E35B8D"/>
    <w:rsid w:val="00E43186"/>
    <w:rsid w:val="00E5079C"/>
    <w:rsid w:val="00E57BE0"/>
    <w:rsid w:val="00E60BDE"/>
    <w:rsid w:val="00E64AB4"/>
    <w:rsid w:val="00E6543F"/>
    <w:rsid w:val="00E70BC2"/>
    <w:rsid w:val="00E72665"/>
    <w:rsid w:val="00E73688"/>
    <w:rsid w:val="00E73892"/>
    <w:rsid w:val="00E746A1"/>
    <w:rsid w:val="00E803BD"/>
    <w:rsid w:val="00E823BE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3F8D"/>
    <w:rsid w:val="00ED65F3"/>
    <w:rsid w:val="00ED6AB3"/>
    <w:rsid w:val="00ED794E"/>
    <w:rsid w:val="00EE5BAC"/>
    <w:rsid w:val="00EE6972"/>
    <w:rsid w:val="00EE7E4C"/>
    <w:rsid w:val="00EF5944"/>
    <w:rsid w:val="00EF687A"/>
    <w:rsid w:val="00EF6A40"/>
    <w:rsid w:val="00EF6F81"/>
    <w:rsid w:val="00F00398"/>
    <w:rsid w:val="00F00A4A"/>
    <w:rsid w:val="00F02AC2"/>
    <w:rsid w:val="00F05B97"/>
    <w:rsid w:val="00F162F0"/>
    <w:rsid w:val="00F23492"/>
    <w:rsid w:val="00F24CB1"/>
    <w:rsid w:val="00F31FEC"/>
    <w:rsid w:val="00F32117"/>
    <w:rsid w:val="00F36F38"/>
    <w:rsid w:val="00F43866"/>
    <w:rsid w:val="00F43926"/>
    <w:rsid w:val="00F441D3"/>
    <w:rsid w:val="00F57EFB"/>
    <w:rsid w:val="00F65DF0"/>
    <w:rsid w:val="00F677FC"/>
    <w:rsid w:val="00F67E40"/>
    <w:rsid w:val="00F707E1"/>
    <w:rsid w:val="00F768CA"/>
    <w:rsid w:val="00F80B7C"/>
    <w:rsid w:val="00F84016"/>
    <w:rsid w:val="00F8586D"/>
    <w:rsid w:val="00F8729F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C2799"/>
    <w:rsid w:val="00FC317E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86C1B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6571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1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1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1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1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1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1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2383</TotalTime>
  <Pages>3</Pages>
  <Words>581</Words>
  <Characters>3318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217</cp:revision>
  <cp:lastPrinted>2021-06-11T06:36:00Z</cp:lastPrinted>
  <dcterms:created xsi:type="dcterms:W3CDTF">2018-08-07T11:48:00Z</dcterms:created>
  <dcterms:modified xsi:type="dcterms:W3CDTF">2022-03-24T11:11:00Z</dcterms:modified>
</cp:coreProperties>
</file>