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5E2507" w:rsidRPr="005E024B" w:rsidTr="005E024B">
        <w:tc>
          <w:tcPr>
            <w:tcW w:w="8934" w:type="dxa"/>
          </w:tcPr>
          <w:p w:rsidR="005E2507" w:rsidRPr="005E024B" w:rsidRDefault="005E2507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E2507" w:rsidRDefault="005E2507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</w:p>
          <w:p w:rsidR="005E2507" w:rsidRDefault="005E2507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5E2507" w:rsidRPr="00EE5BAC" w:rsidRDefault="005E2507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24.03.2022 г. № 56</w:t>
            </w:r>
          </w:p>
          <w:p w:rsidR="005E2507" w:rsidRPr="00EE5BAC" w:rsidRDefault="005E2507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5E2507" w:rsidRPr="00EE5BAC" w:rsidRDefault="005E250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5E2507" w:rsidRPr="00EE5BAC" w:rsidRDefault="005E250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5E2507" w:rsidRPr="00EE5BAC" w:rsidRDefault="005E250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5E2507" w:rsidRPr="00EE5BAC" w:rsidRDefault="005E2507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>28.10.2021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2166</w:t>
            </w:r>
          </w:p>
          <w:p w:rsidR="005E2507" w:rsidRPr="005E024B" w:rsidRDefault="005E2507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5E2507" w:rsidRPr="00885C29" w:rsidRDefault="005E2507" w:rsidP="001157F7"/>
    <w:p w:rsidR="005E2507" w:rsidRDefault="005E2507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5E2507" w:rsidRDefault="005E2507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5E2507" w:rsidRDefault="005E2507" w:rsidP="00BB769B">
      <w:pPr>
        <w:jc w:val="center"/>
        <w:rPr>
          <w:b/>
          <w:szCs w:val="28"/>
        </w:rPr>
      </w:pPr>
    </w:p>
    <w:p w:rsidR="005E2507" w:rsidRPr="00950972" w:rsidRDefault="005E2507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5E2507" w:rsidRDefault="005E2507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5E2507" w:rsidRPr="00D13FB1" w:rsidRDefault="005E2507" w:rsidP="00AB1990">
      <w:pPr>
        <w:jc w:val="center"/>
        <w:rPr>
          <w:b/>
          <w:bCs/>
          <w:szCs w:val="28"/>
        </w:rPr>
      </w:pPr>
    </w:p>
    <w:p w:rsidR="005E2507" w:rsidRPr="00950972" w:rsidRDefault="005E2507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5E2507" w:rsidRPr="008A6FA1" w:rsidTr="00AA7AF2">
        <w:tc>
          <w:tcPr>
            <w:tcW w:w="6374" w:type="dxa"/>
          </w:tcPr>
          <w:p w:rsidR="005E2507" w:rsidRPr="00190885" w:rsidRDefault="005E250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5E2507" w:rsidRDefault="005E2507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E2507" w:rsidRPr="00855115" w:rsidRDefault="005E2507" w:rsidP="00AA7AF2">
            <w:pPr>
              <w:rPr>
                <w:szCs w:val="28"/>
              </w:rPr>
            </w:pPr>
          </w:p>
        </w:tc>
      </w:tr>
      <w:tr w:rsidR="005E2507" w:rsidRPr="008A6FA1" w:rsidTr="00AA7AF2">
        <w:tc>
          <w:tcPr>
            <w:tcW w:w="6374" w:type="dxa"/>
          </w:tcPr>
          <w:p w:rsidR="005E2507" w:rsidRPr="00190885" w:rsidRDefault="005E250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5E2507" w:rsidRDefault="005E250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E2507" w:rsidRPr="00157189" w:rsidRDefault="005E2507" w:rsidP="00AA7AF2">
            <w:pPr>
              <w:rPr>
                <w:szCs w:val="28"/>
              </w:rPr>
            </w:pPr>
          </w:p>
        </w:tc>
      </w:tr>
      <w:tr w:rsidR="005E2507" w:rsidRPr="008A6FA1" w:rsidTr="00AA7AF2">
        <w:tc>
          <w:tcPr>
            <w:tcW w:w="6374" w:type="dxa"/>
          </w:tcPr>
          <w:p w:rsidR="005E2507" w:rsidRPr="00190885" w:rsidRDefault="005E250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5E2507" w:rsidRDefault="005E2507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5E2507" w:rsidRPr="00190885" w:rsidRDefault="005E2507" w:rsidP="00AA7AF2">
            <w:pPr>
              <w:rPr>
                <w:b/>
                <w:szCs w:val="28"/>
              </w:rPr>
            </w:pPr>
          </w:p>
        </w:tc>
      </w:tr>
      <w:tr w:rsidR="005E2507" w:rsidRPr="008A6FA1" w:rsidTr="00AA7AF2">
        <w:tc>
          <w:tcPr>
            <w:tcW w:w="6374" w:type="dxa"/>
          </w:tcPr>
          <w:p w:rsidR="005E2507" w:rsidRPr="00190885" w:rsidRDefault="005E250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5E2507" w:rsidRDefault="005E250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E2507" w:rsidRPr="00190885" w:rsidRDefault="005E2507" w:rsidP="00AA7AF2">
            <w:pPr>
              <w:rPr>
                <w:b/>
                <w:szCs w:val="28"/>
              </w:rPr>
            </w:pPr>
          </w:p>
        </w:tc>
      </w:tr>
      <w:tr w:rsidR="005E2507" w:rsidRPr="008A6FA1" w:rsidTr="00AA7AF2">
        <w:tc>
          <w:tcPr>
            <w:tcW w:w="6374" w:type="dxa"/>
          </w:tcPr>
          <w:p w:rsidR="005E2507" w:rsidRPr="00190885" w:rsidRDefault="005E250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5E2507" w:rsidRPr="00190885" w:rsidRDefault="005E2507" w:rsidP="00AA7AF2">
            <w:pPr>
              <w:rPr>
                <w:b/>
                <w:szCs w:val="28"/>
              </w:rPr>
            </w:pPr>
            <w:r w:rsidRPr="003902BF">
              <w:rPr>
                <w:szCs w:val="28"/>
              </w:rPr>
              <w:t>создание комфортных условий жизнед</w:t>
            </w:r>
            <w:r>
              <w:rPr>
                <w:szCs w:val="28"/>
              </w:rPr>
              <w:t>еятельности населения</w:t>
            </w:r>
            <w:r w:rsidRPr="0032047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 </w:t>
            </w:r>
            <w:r w:rsidRPr="0032047B">
              <w:rPr>
                <w:szCs w:val="28"/>
              </w:rPr>
              <w:t>формирование позитивного отношения к сельской местности и сельскому образу жизни</w:t>
            </w:r>
          </w:p>
        </w:tc>
      </w:tr>
      <w:tr w:rsidR="005E2507" w:rsidRPr="008A6FA1" w:rsidTr="00AA7AF2">
        <w:tc>
          <w:tcPr>
            <w:tcW w:w="6374" w:type="dxa"/>
          </w:tcPr>
          <w:p w:rsidR="005E2507" w:rsidRPr="00190885" w:rsidRDefault="005E250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5E2507" w:rsidRDefault="005E2507" w:rsidP="004E0B9F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4E0B9F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5E2507" w:rsidRPr="004E0B9F" w:rsidRDefault="005E2507" w:rsidP="004E0B9F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2507" w:rsidRPr="008A6FA1" w:rsidTr="00AA7AF2">
        <w:tc>
          <w:tcPr>
            <w:tcW w:w="6374" w:type="dxa"/>
          </w:tcPr>
          <w:p w:rsidR="005E2507" w:rsidRPr="00190885" w:rsidRDefault="005E250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5E2507" w:rsidRPr="000C3C23" w:rsidRDefault="005E2507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5E2507" w:rsidRPr="008A6FA1" w:rsidTr="00AA7AF2">
        <w:tc>
          <w:tcPr>
            <w:tcW w:w="6374" w:type="dxa"/>
          </w:tcPr>
          <w:p w:rsidR="005E2507" w:rsidRPr="00190885" w:rsidRDefault="005E250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5E2507" w:rsidRPr="001A617B" w:rsidRDefault="005E2507" w:rsidP="00AA7AF2">
            <w:pPr>
              <w:rPr>
                <w:szCs w:val="28"/>
              </w:rPr>
            </w:pPr>
            <w:r>
              <w:rPr>
                <w:szCs w:val="28"/>
              </w:rPr>
              <w:t>выполнение р</w:t>
            </w:r>
            <w:r w:rsidRPr="001A617B">
              <w:rPr>
                <w:szCs w:val="28"/>
              </w:rPr>
              <w:t>абот</w:t>
            </w:r>
            <w:r>
              <w:rPr>
                <w:szCs w:val="28"/>
              </w:rPr>
              <w:t>,</w:t>
            </w:r>
            <w:r w:rsidRPr="001A617B">
              <w:rPr>
                <w:szCs w:val="28"/>
              </w:rPr>
              <w:t xml:space="preserve"> неразрывно св</w:t>
            </w:r>
            <w:r>
              <w:rPr>
                <w:szCs w:val="28"/>
              </w:rPr>
              <w:t>язанных</w:t>
            </w:r>
            <w:r w:rsidRPr="001A617B">
              <w:rPr>
                <w:szCs w:val="28"/>
              </w:rPr>
              <w:t xml:space="preserve"> со строительством газопровода к пер.</w:t>
            </w:r>
            <w:r>
              <w:rPr>
                <w:szCs w:val="28"/>
              </w:rPr>
              <w:t xml:space="preserve"> </w:t>
            </w:r>
            <w:r w:rsidRPr="001A617B">
              <w:rPr>
                <w:szCs w:val="28"/>
              </w:rPr>
              <w:t>Юность</w:t>
            </w:r>
          </w:p>
        </w:tc>
      </w:tr>
      <w:tr w:rsidR="005E2507" w:rsidRPr="008A6FA1" w:rsidTr="00AA7AF2">
        <w:tc>
          <w:tcPr>
            <w:tcW w:w="6374" w:type="dxa"/>
          </w:tcPr>
          <w:p w:rsidR="005E2507" w:rsidRPr="00190885" w:rsidRDefault="005E250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5E2507" w:rsidRDefault="005E2507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5E2507" w:rsidRPr="00A46A72" w:rsidRDefault="005E2507" w:rsidP="00AA7AF2">
            <w:pPr>
              <w:rPr>
                <w:szCs w:val="28"/>
              </w:rPr>
            </w:pPr>
          </w:p>
        </w:tc>
      </w:tr>
      <w:tr w:rsidR="005E2507" w:rsidRPr="008A6FA1" w:rsidTr="00AA7AF2">
        <w:tc>
          <w:tcPr>
            <w:tcW w:w="6374" w:type="dxa"/>
          </w:tcPr>
          <w:p w:rsidR="005E2507" w:rsidRPr="00190885" w:rsidRDefault="005E250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5E2507" w:rsidRPr="00A46A72" w:rsidRDefault="005E2507" w:rsidP="00AA7AF2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5E2507" w:rsidRPr="008A6FA1" w:rsidTr="00AA7AF2">
        <w:tc>
          <w:tcPr>
            <w:tcW w:w="6374" w:type="dxa"/>
          </w:tcPr>
          <w:p w:rsidR="005E2507" w:rsidRPr="00190885" w:rsidRDefault="005E250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5E2507" w:rsidRPr="00190885" w:rsidRDefault="005E2507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5E2507" w:rsidRPr="00190885" w:rsidRDefault="005E250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5E2507" w:rsidRPr="008A6FA1" w:rsidTr="00AA7AF2">
        <w:tc>
          <w:tcPr>
            <w:tcW w:w="6374" w:type="dxa"/>
          </w:tcPr>
          <w:p w:rsidR="005E2507" w:rsidRPr="00190885" w:rsidRDefault="005E250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5E2507" w:rsidRPr="00190885" w:rsidRDefault="005E250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5E2507" w:rsidRPr="00190885" w:rsidRDefault="005E250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5E2507" w:rsidRPr="00190885" w:rsidRDefault="005E250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5E2507" w:rsidRPr="00190885" w:rsidRDefault="005E250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E2507" w:rsidRPr="008A6FA1" w:rsidTr="00AA7AF2">
        <w:tc>
          <w:tcPr>
            <w:tcW w:w="6374" w:type="dxa"/>
          </w:tcPr>
          <w:p w:rsidR="005E2507" w:rsidRPr="00190885" w:rsidRDefault="005E2507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266,7</w:t>
            </w:r>
          </w:p>
        </w:tc>
        <w:tc>
          <w:tcPr>
            <w:tcW w:w="1842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2507" w:rsidRPr="00190885" w:rsidRDefault="005E2507" w:rsidP="004972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266,7</w:t>
            </w:r>
          </w:p>
        </w:tc>
        <w:tc>
          <w:tcPr>
            <w:tcW w:w="2019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E2507" w:rsidRPr="008A6FA1" w:rsidTr="00AA7AF2">
        <w:tc>
          <w:tcPr>
            <w:tcW w:w="6374" w:type="dxa"/>
          </w:tcPr>
          <w:p w:rsidR="005E2507" w:rsidRPr="00190885" w:rsidRDefault="005E250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E2507" w:rsidRPr="00190885" w:rsidRDefault="005E2507" w:rsidP="004972C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E2507" w:rsidRPr="008A6FA1" w:rsidTr="00AA7AF2">
        <w:tc>
          <w:tcPr>
            <w:tcW w:w="6374" w:type="dxa"/>
          </w:tcPr>
          <w:p w:rsidR="005E2507" w:rsidRPr="00190885" w:rsidRDefault="005E250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266,7</w:t>
            </w:r>
          </w:p>
        </w:tc>
        <w:tc>
          <w:tcPr>
            <w:tcW w:w="1842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2507" w:rsidRPr="00190885" w:rsidRDefault="005E2507" w:rsidP="004972C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266,7</w:t>
            </w:r>
          </w:p>
        </w:tc>
        <w:tc>
          <w:tcPr>
            <w:tcW w:w="2019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E2507" w:rsidRPr="008A6FA1" w:rsidTr="00AA7AF2">
        <w:tc>
          <w:tcPr>
            <w:tcW w:w="14560" w:type="dxa"/>
            <w:gridSpan w:val="6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E2507" w:rsidRPr="008A6FA1" w:rsidTr="00AA7AF2">
        <w:tc>
          <w:tcPr>
            <w:tcW w:w="6374" w:type="dxa"/>
          </w:tcPr>
          <w:p w:rsidR="005E2507" w:rsidRPr="00190885" w:rsidRDefault="005E2507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E2507" w:rsidRPr="008A6FA1" w:rsidTr="00AA7AF2">
        <w:tc>
          <w:tcPr>
            <w:tcW w:w="6374" w:type="dxa"/>
          </w:tcPr>
          <w:p w:rsidR="005E2507" w:rsidRPr="00190885" w:rsidRDefault="005E250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E2507" w:rsidRPr="008A6FA1" w:rsidTr="00AA7AF2">
        <w:tc>
          <w:tcPr>
            <w:tcW w:w="6374" w:type="dxa"/>
          </w:tcPr>
          <w:p w:rsidR="005E2507" w:rsidRPr="00190885" w:rsidRDefault="005E250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E2507" w:rsidRPr="008A6FA1" w:rsidTr="00AA7AF2">
        <w:tc>
          <w:tcPr>
            <w:tcW w:w="14560" w:type="dxa"/>
            <w:gridSpan w:val="6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E2507" w:rsidRPr="008A6FA1" w:rsidTr="00AA7AF2">
        <w:tc>
          <w:tcPr>
            <w:tcW w:w="6374" w:type="dxa"/>
          </w:tcPr>
          <w:p w:rsidR="005E2507" w:rsidRPr="00190885" w:rsidRDefault="005E2507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E2507" w:rsidRPr="008A6FA1" w:rsidTr="00AA7AF2">
        <w:tc>
          <w:tcPr>
            <w:tcW w:w="6374" w:type="dxa"/>
          </w:tcPr>
          <w:p w:rsidR="005E2507" w:rsidRPr="00190885" w:rsidRDefault="005E250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E2507" w:rsidRPr="00190885" w:rsidRDefault="005E250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E2507" w:rsidRPr="00190885" w:rsidRDefault="005E250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E2507" w:rsidRPr="00190885" w:rsidRDefault="005E250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E2507" w:rsidRPr="00190885" w:rsidRDefault="005E250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E2507" w:rsidRPr="00190885" w:rsidRDefault="005E2507" w:rsidP="00AA7AF2">
            <w:pPr>
              <w:pStyle w:val="ConsPlusNormal0"/>
              <w:rPr>
                <w:szCs w:val="28"/>
              </w:rPr>
            </w:pPr>
          </w:p>
        </w:tc>
      </w:tr>
      <w:tr w:rsidR="005E2507" w:rsidRPr="008A6FA1" w:rsidTr="00AA7AF2">
        <w:tc>
          <w:tcPr>
            <w:tcW w:w="6374" w:type="dxa"/>
          </w:tcPr>
          <w:p w:rsidR="005E2507" w:rsidRPr="00190885" w:rsidRDefault="005E250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E2507" w:rsidRPr="00190885" w:rsidRDefault="005E250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E2507" w:rsidRDefault="005E2507" w:rsidP="00EF6F81">
      <w:pPr>
        <w:jc w:val="center"/>
        <w:rPr>
          <w:szCs w:val="28"/>
        </w:rPr>
        <w:sectPr w:rsidR="005E2507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E2507" w:rsidRDefault="005E2507" w:rsidP="00753FD7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5E2507" w:rsidRDefault="005E2507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5E2507" w:rsidRDefault="005E2507" w:rsidP="00A374D6">
      <w:pPr>
        <w:jc w:val="center"/>
      </w:pPr>
    </w:p>
    <w:p w:rsidR="005E2507" w:rsidRDefault="005E2507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5E2507" w:rsidRDefault="005E2507" w:rsidP="00EF6F81">
      <w:pPr>
        <w:jc w:val="center"/>
        <w:rPr>
          <w:szCs w:val="28"/>
        </w:rPr>
      </w:pPr>
    </w:p>
    <w:p w:rsidR="005E2507" w:rsidRDefault="005E2507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5E2507" w:rsidRDefault="005E2507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5E2507" w:rsidTr="00AA7AF2">
        <w:tc>
          <w:tcPr>
            <w:tcW w:w="648" w:type="dxa"/>
            <w:vMerge w:val="restart"/>
            <w:vAlign w:val="center"/>
          </w:tcPr>
          <w:p w:rsidR="005E2507" w:rsidRPr="00AC26F6" w:rsidRDefault="005E250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5E2507" w:rsidRPr="00AC26F6" w:rsidRDefault="005E250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5E2507" w:rsidRPr="00AC26F6" w:rsidRDefault="005E250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5E2507" w:rsidRPr="00AC26F6" w:rsidRDefault="005E250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5E2507" w:rsidRPr="00AC26F6" w:rsidRDefault="005E250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5E2507" w:rsidTr="00AA7AF2">
        <w:tc>
          <w:tcPr>
            <w:tcW w:w="648" w:type="dxa"/>
            <w:vMerge/>
          </w:tcPr>
          <w:p w:rsidR="005E2507" w:rsidRPr="00AC26F6" w:rsidRDefault="005E2507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5E2507" w:rsidRPr="00AC26F6" w:rsidRDefault="005E2507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5E2507" w:rsidRPr="00AC26F6" w:rsidRDefault="005E250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5E2507" w:rsidRPr="00AC26F6" w:rsidRDefault="005E250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E2507" w:rsidRPr="00AC26F6" w:rsidRDefault="005E250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5E2507" w:rsidRPr="00AC26F6" w:rsidRDefault="005E250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5E2507" w:rsidTr="00AA7AF2">
        <w:tc>
          <w:tcPr>
            <w:tcW w:w="648" w:type="dxa"/>
          </w:tcPr>
          <w:p w:rsidR="005E2507" w:rsidRPr="00AC26F6" w:rsidRDefault="005E2507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5E2507" w:rsidRPr="00AC26F6" w:rsidRDefault="005E2507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5E2507" w:rsidRPr="00AC26F6" w:rsidRDefault="005E2507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5E2507" w:rsidRPr="00AC26F6" w:rsidRDefault="005E2507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5E2507" w:rsidRPr="00AC26F6" w:rsidRDefault="005E2507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5E2507" w:rsidRPr="00AC26F6" w:rsidRDefault="005E2507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5E2507" w:rsidTr="00AA7AF2">
        <w:tc>
          <w:tcPr>
            <w:tcW w:w="648" w:type="dxa"/>
            <w:vAlign w:val="center"/>
          </w:tcPr>
          <w:p w:rsidR="005E2507" w:rsidRDefault="005E250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5E2507" w:rsidRDefault="005E2507" w:rsidP="00AA7AF2">
            <w:pPr>
              <w:rPr>
                <w:szCs w:val="28"/>
              </w:rPr>
            </w:pPr>
            <w:r>
              <w:rPr>
                <w:szCs w:val="28"/>
              </w:rPr>
              <w:t>техническое обслуживание газопровода</w:t>
            </w:r>
          </w:p>
        </w:tc>
        <w:tc>
          <w:tcPr>
            <w:tcW w:w="1620" w:type="dxa"/>
            <w:vAlign w:val="center"/>
          </w:tcPr>
          <w:p w:rsidR="005E2507" w:rsidRDefault="005E250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усл. ед.</w:t>
            </w:r>
          </w:p>
        </w:tc>
        <w:tc>
          <w:tcPr>
            <w:tcW w:w="900" w:type="dxa"/>
            <w:vAlign w:val="center"/>
          </w:tcPr>
          <w:p w:rsidR="005E2507" w:rsidRDefault="005E250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5E2507" w:rsidRDefault="005E250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5E2507" w:rsidRDefault="005E250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5E2507" w:rsidRDefault="005E2507" w:rsidP="00AA7AF2">
            <w:pPr>
              <w:jc w:val="center"/>
              <w:rPr>
                <w:szCs w:val="28"/>
              </w:rPr>
            </w:pPr>
          </w:p>
        </w:tc>
      </w:tr>
      <w:tr w:rsidR="005E2507" w:rsidTr="00AA7AF2">
        <w:tc>
          <w:tcPr>
            <w:tcW w:w="648" w:type="dxa"/>
            <w:vAlign w:val="center"/>
          </w:tcPr>
          <w:p w:rsidR="005E2507" w:rsidRPr="00AC26F6" w:rsidRDefault="005E250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5E2507" w:rsidRPr="00AC26F6" w:rsidRDefault="005E2507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выполнение р</w:t>
            </w:r>
            <w:r w:rsidRPr="001A617B">
              <w:rPr>
                <w:szCs w:val="28"/>
              </w:rPr>
              <w:t>абот</w:t>
            </w:r>
            <w:r>
              <w:rPr>
                <w:szCs w:val="28"/>
              </w:rPr>
              <w:t>,</w:t>
            </w:r>
            <w:r w:rsidRPr="001A617B">
              <w:rPr>
                <w:szCs w:val="28"/>
              </w:rPr>
              <w:t xml:space="preserve"> неразрывно св</w:t>
            </w:r>
            <w:r>
              <w:rPr>
                <w:szCs w:val="28"/>
              </w:rPr>
              <w:t>язанных</w:t>
            </w:r>
            <w:r w:rsidRPr="001A617B">
              <w:rPr>
                <w:szCs w:val="28"/>
              </w:rPr>
              <w:t xml:space="preserve"> со строительством газопровода к пер.</w:t>
            </w:r>
            <w:r>
              <w:rPr>
                <w:szCs w:val="28"/>
              </w:rPr>
              <w:t xml:space="preserve"> </w:t>
            </w:r>
            <w:r w:rsidRPr="001A617B">
              <w:rPr>
                <w:szCs w:val="28"/>
              </w:rPr>
              <w:t>Юность</w:t>
            </w:r>
          </w:p>
        </w:tc>
        <w:tc>
          <w:tcPr>
            <w:tcW w:w="1620" w:type="dxa"/>
            <w:vAlign w:val="center"/>
          </w:tcPr>
          <w:p w:rsidR="005E2507" w:rsidRPr="00AC26F6" w:rsidRDefault="005E250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5E2507" w:rsidRPr="00AC26F6" w:rsidRDefault="005E250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5E2507" w:rsidRPr="00AC26F6" w:rsidRDefault="005E250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5E2507" w:rsidRPr="00AC26F6" w:rsidRDefault="005E250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5E2507" w:rsidRPr="00A74297" w:rsidRDefault="005E2507" w:rsidP="00225687">
      <w:pPr>
        <w:jc w:val="center"/>
        <w:rPr>
          <w:b/>
          <w:szCs w:val="28"/>
        </w:rPr>
      </w:pPr>
    </w:p>
    <w:p w:rsidR="005E2507" w:rsidRPr="00225687" w:rsidRDefault="005E2507">
      <w:pPr>
        <w:rPr>
          <w:sz w:val="6"/>
          <w:szCs w:val="6"/>
        </w:rPr>
      </w:pPr>
    </w:p>
    <w:p w:rsidR="005E2507" w:rsidRDefault="005E2507" w:rsidP="0054045D">
      <w:pPr>
        <w:pStyle w:val="ConsPlusNormal0"/>
        <w:jc w:val="center"/>
        <w:rPr>
          <w:b/>
        </w:rPr>
      </w:pPr>
    </w:p>
    <w:p w:rsidR="005E2507" w:rsidRDefault="005E2507" w:rsidP="0054045D">
      <w:pPr>
        <w:pStyle w:val="ConsPlusNormal0"/>
        <w:jc w:val="center"/>
        <w:rPr>
          <w:b/>
        </w:rPr>
      </w:pPr>
    </w:p>
    <w:p w:rsidR="005E2507" w:rsidRDefault="005E2507" w:rsidP="0054045D">
      <w:pPr>
        <w:pStyle w:val="ConsPlusNormal0"/>
        <w:jc w:val="center"/>
        <w:rPr>
          <w:b/>
        </w:rPr>
      </w:pPr>
    </w:p>
    <w:p w:rsidR="005E2507" w:rsidRDefault="005E2507" w:rsidP="0054045D">
      <w:pPr>
        <w:pStyle w:val="ConsPlusNormal0"/>
        <w:jc w:val="center"/>
        <w:rPr>
          <w:b/>
        </w:rPr>
      </w:pPr>
    </w:p>
    <w:p w:rsidR="005E2507" w:rsidRDefault="005E2507" w:rsidP="0054045D">
      <w:pPr>
        <w:pStyle w:val="ConsPlusNormal0"/>
        <w:jc w:val="center"/>
        <w:rPr>
          <w:b/>
        </w:rPr>
      </w:pPr>
    </w:p>
    <w:p w:rsidR="005E2507" w:rsidRDefault="005E2507" w:rsidP="0054045D">
      <w:pPr>
        <w:pStyle w:val="ConsPlusNormal0"/>
        <w:jc w:val="center"/>
        <w:rPr>
          <w:b/>
        </w:rPr>
      </w:pPr>
    </w:p>
    <w:p w:rsidR="005E2507" w:rsidRDefault="005E2507" w:rsidP="0054045D">
      <w:pPr>
        <w:pStyle w:val="ConsPlusNormal0"/>
        <w:jc w:val="center"/>
        <w:rPr>
          <w:b/>
        </w:rPr>
      </w:pPr>
    </w:p>
    <w:p w:rsidR="005E2507" w:rsidRDefault="005E2507" w:rsidP="0054045D">
      <w:pPr>
        <w:pStyle w:val="ConsPlusNormal0"/>
        <w:jc w:val="center"/>
        <w:rPr>
          <w:b/>
        </w:rPr>
      </w:pPr>
    </w:p>
    <w:p w:rsidR="005E2507" w:rsidRDefault="005E2507" w:rsidP="0054045D">
      <w:pPr>
        <w:pStyle w:val="ConsPlusNormal0"/>
        <w:jc w:val="center"/>
        <w:rPr>
          <w:b/>
        </w:rPr>
      </w:pPr>
    </w:p>
    <w:p w:rsidR="005E2507" w:rsidRPr="003C75F8" w:rsidRDefault="005E2507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5E2507" w:rsidRPr="003C75F8" w:rsidRDefault="005E2507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5E2507" w:rsidRDefault="005E2507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5E2507" w:rsidRDefault="005E2507" w:rsidP="00A374D6">
      <w:pPr>
        <w:ind w:firstLine="709"/>
        <w:jc w:val="both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5E2507" w:rsidRPr="005E5E02" w:rsidTr="00AA7AF2">
        <w:tc>
          <w:tcPr>
            <w:tcW w:w="594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5E2507" w:rsidRPr="005E5E02" w:rsidRDefault="005E2507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5E2507" w:rsidRPr="005E5E02" w:rsidTr="00AA7AF2">
        <w:trPr>
          <w:tblHeader/>
        </w:trPr>
        <w:tc>
          <w:tcPr>
            <w:tcW w:w="468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5E2507" w:rsidRPr="005E5E02" w:rsidTr="00AA7AF2">
        <w:tc>
          <w:tcPr>
            <w:tcW w:w="468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5E2507" w:rsidRDefault="005E2507" w:rsidP="00AA7AF2">
            <w:pPr>
              <w:rPr>
                <w:sz w:val="24"/>
                <w:szCs w:val="24"/>
              </w:rPr>
            </w:pPr>
            <w:r w:rsidRPr="008D1958">
              <w:rPr>
                <w:sz w:val="24"/>
                <w:szCs w:val="24"/>
              </w:rPr>
              <w:t>техническое обслуживание газопровода</w:t>
            </w:r>
          </w:p>
          <w:p w:rsidR="005E2507" w:rsidRPr="008D1958" w:rsidRDefault="005E2507" w:rsidP="00AA7AF2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5E2507" w:rsidRPr="008D1958" w:rsidRDefault="005E2507" w:rsidP="00AA7AF2">
            <w:pPr>
              <w:jc w:val="center"/>
              <w:rPr>
                <w:sz w:val="24"/>
                <w:szCs w:val="24"/>
              </w:rPr>
            </w:pPr>
            <w:r w:rsidRPr="008D1958">
              <w:rPr>
                <w:sz w:val="24"/>
                <w:szCs w:val="24"/>
              </w:rPr>
              <w:t>усл. ед.</w:t>
            </w:r>
          </w:p>
        </w:tc>
        <w:tc>
          <w:tcPr>
            <w:tcW w:w="1770" w:type="dxa"/>
          </w:tcPr>
          <w:p w:rsidR="005E2507" w:rsidRPr="005E5E02" w:rsidRDefault="005E2507" w:rsidP="00DE70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5E2507" w:rsidRPr="005E5E02" w:rsidRDefault="005E2507" w:rsidP="00DE7055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5E2507" w:rsidRPr="005E5E02" w:rsidRDefault="005E2507" w:rsidP="00DE7055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5E2507" w:rsidRPr="005E5E02" w:rsidRDefault="005E2507" w:rsidP="00DE70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5E2507" w:rsidRPr="005E5E02" w:rsidRDefault="005E2507" w:rsidP="00DE70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5E2507" w:rsidRPr="005E5E02" w:rsidTr="00AA7AF2">
        <w:tc>
          <w:tcPr>
            <w:tcW w:w="468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84" w:type="dxa"/>
          </w:tcPr>
          <w:p w:rsidR="005E2507" w:rsidRPr="00A374D6" w:rsidRDefault="005E2507" w:rsidP="00AA7AF2">
            <w:pPr>
              <w:rPr>
                <w:sz w:val="24"/>
                <w:szCs w:val="24"/>
              </w:rPr>
            </w:pPr>
            <w:r w:rsidRPr="00A374D6">
              <w:rPr>
                <w:sz w:val="24"/>
                <w:szCs w:val="24"/>
              </w:rPr>
              <w:t>выполнение работ, неразрывно связанных со строительством газопровода к пер. Юность</w:t>
            </w:r>
          </w:p>
        </w:tc>
        <w:tc>
          <w:tcPr>
            <w:tcW w:w="1220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5E2507" w:rsidRPr="005E5E02" w:rsidRDefault="005E2507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5E2507" w:rsidRPr="0054045D" w:rsidRDefault="005E2507">
      <w:pPr>
        <w:rPr>
          <w:sz w:val="6"/>
          <w:szCs w:val="6"/>
        </w:rPr>
      </w:pPr>
    </w:p>
    <w:p w:rsidR="005E2507" w:rsidRDefault="005E2507" w:rsidP="00FA1A72">
      <w:pPr>
        <w:jc w:val="both"/>
        <w:rPr>
          <w:szCs w:val="28"/>
        </w:rPr>
      </w:pPr>
    </w:p>
    <w:p w:rsidR="005E2507" w:rsidRDefault="005E2507" w:rsidP="00FA1A72">
      <w:pPr>
        <w:jc w:val="both"/>
        <w:rPr>
          <w:szCs w:val="28"/>
        </w:rPr>
      </w:pPr>
    </w:p>
    <w:p w:rsidR="005E2507" w:rsidRPr="00753FD7" w:rsidRDefault="005E2507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t xml:space="preserve">4. ПЕРЕЧЕНЬ ОСНОВНЫХ МЕРОПРИЯТИЙ </w:t>
      </w:r>
    </w:p>
    <w:p w:rsidR="005E2507" w:rsidRDefault="005E2507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5E2507" w:rsidRDefault="005E2507" w:rsidP="00CC0414">
      <w:pPr>
        <w:jc w:val="center"/>
        <w:rPr>
          <w:b/>
          <w:szCs w:val="28"/>
        </w:rPr>
      </w:pPr>
    </w:p>
    <w:p w:rsidR="005E2507" w:rsidRDefault="005E2507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5E2507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E2507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500747" w:rsidRDefault="005E250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500747" w:rsidRDefault="005E250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500747" w:rsidRDefault="005E250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500747" w:rsidRDefault="005E250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500747" w:rsidRDefault="005E250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507" w:rsidRPr="00500747" w:rsidRDefault="005E250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507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500747" w:rsidRDefault="005E250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500747" w:rsidRDefault="005E250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500747" w:rsidRDefault="005E250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500747" w:rsidRDefault="005E250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500747" w:rsidRDefault="005E250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500747" w:rsidRDefault="005E250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507" w:rsidRPr="00500747" w:rsidRDefault="005E250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2507" w:rsidRDefault="005E2507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5E2507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F872FB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F872FB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F872FB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F872FB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F872FB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F872FB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F872FB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F872FB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F872FB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F872FB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507" w:rsidRPr="00F872FB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5E250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507" w:rsidRDefault="005E2507" w:rsidP="00015613">
            <w:pPr>
              <w:rPr>
                <w:sz w:val="24"/>
                <w:szCs w:val="24"/>
              </w:rPr>
            </w:pPr>
            <w:r w:rsidRPr="00A374D6">
              <w:rPr>
                <w:sz w:val="24"/>
                <w:szCs w:val="24"/>
              </w:rPr>
              <w:t>создание комфортных условий жизнедеятельности населения и формирование позитивного отношения к сельской местности и сельскому образу жизни</w:t>
            </w:r>
          </w:p>
          <w:p w:rsidR="005E2507" w:rsidRPr="00A374D6" w:rsidRDefault="005E2507" w:rsidP="00015613">
            <w:pPr>
              <w:rPr>
                <w:b/>
                <w:sz w:val="24"/>
                <w:szCs w:val="24"/>
              </w:rPr>
            </w:pPr>
          </w:p>
        </w:tc>
      </w:tr>
      <w:tr w:rsidR="005E250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507" w:rsidRPr="00A374D6" w:rsidRDefault="005E2507" w:rsidP="0001561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374D6">
              <w:rPr>
                <w:rFonts w:ascii="Times New Roman" w:hAnsi="Times New Roman"/>
                <w:sz w:val="24"/>
                <w:szCs w:val="24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5E2507" w:rsidRPr="00A374D6" w:rsidRDefault="005E2507" w:rsidP="0001561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507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72468C" w:rsidRDefault="005E2507" w:rsidP="00AA7A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</w:t>
            </w:r>
            <w:r w:rsidRPr="004E0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385B">
              <w:rPr>
                <w:rFonts w:ascii="Times New Roman" w:hAnsi="Times New Roman"/>
              </w:rPr>
              <w:t>территории поселения объектами  инженерной инфраструктуры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F49D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4972C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507" w:rsidRPr="0072468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Улучшение </w:t>
            </w:r>
            <w:r w:rsidRPr="00515C57">
              <w:rPr>
                <w:rFonts w:ascii="Times New Roman" w:hAnsi="Times New Roman" w:cs="Times New Roman"/>
              </w:rPr>
              <w:t>условий жизнедеятельности населения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507" w:rsidRPr="00B6573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E2507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4972C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507" w:rsidRPr="00B6573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E250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4972C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507" w:rsidRPr="00B6573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E2507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4972C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2507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4972C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07" w:rsidRPr="00B6573C" w:rsidRDefault="005E250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07" w:rsidRPr="00B6573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E2507" w:rsidRPr="00B6573C" w:rsidRDefault="005E250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E2507" w:rsidRDefault="005E2507" w:rsidP="00EF6F81">
      <w:pPr>
        <w:jc w:val="center"/>
        <w:rPr>
          <w:szCs w:val="28"/>
        </w:rPr>
      </w:pPr>
    </w:p>
    <w:p w:rsidR="005E2507" w:rsidRDefault="005E2507" w:rsidP="00EF6F81">
      <w:pPr>
        <w:jc w:val="center"/>
        <w:rPr>
          <w:szCs w:val="28"/>
        </w:rPr>
        <w:sectPr w:rsidR="005E2507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E2507" w:rsidRPr="00484E94" w:rsidRDefault="005E2507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5E2507" w:rsidRPr="00484E94" w:rsidRDefault="005E250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5E2507" w:rsidRPr="00484E94" w:rsidRDefault="005E2507" w:rsidP="00484E94">
      <w:pPr>
        <w:pStyle w:val="ConsPlusNormal0"/>
        <w:jc w:val="center"/>
        <w:rPr>
          <w:szCs w:val="28"/>
        </w:rPr>
      </w:pPr>
    </w:p>
    <w:p w:rsidR="005E2507" w:rsidRPr="0016103B" w:rsidRDefault="005E2507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5E2507" w:rsidRPr="00484E94" w:rsidRDefault="005E2507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5E2507" w:rsidRDefault="005E2507" w:rsidP="00484E94">
      <w:pPr>
        <w:jc w:val="both"/>
      </w:pPr>
    </w:p>
    <w:p w:rsidR="005E2507" w:rsidRPr="00484E94" w:rsidRDefault="005E2507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5E2507" w:rsidRPr="00484E94" w:rsidRDefault="005E250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5E2507" w:rsidRPr="00484E94" w:rsidRDefault="005E2507" w:rsidP="00484E94">
      <w:pPr>
        <w:pStyle w:val="ConsPlusNormal0"/>
        <w:jc w:val="both"/>
        <w:rPr>
          <w:szCs w:val="28"/>
        </w:rPr>
      </w:pPr>
    </w:p>
    <w:p w:rsidR="005E2507" w:rsidRPr="007F34E4" w:rsidRDefault="005E2507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5E2507" w:rsidRPr="007F34E4" w:rsidRDefault="005E25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5E2507" w:rsidRPr="007F34E4" w:rsidRDefault="005E25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5E2507" w:rsidRPr="007F34E4" w:rsidRDefault="005E25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5E2507" w:rsidRPr="007F34E4" w:rsidRDefault="005E25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5E2507" w:rsidRPr="007F34E4" w:rsidRDefault="005E25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5E2507" w:rsidRPr="007F34E4" w:rsidRDefault="005E25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5E2507" w:rsidRPr="007F34E4" w:rsidRDefault="005E25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5E2507" w:rsidRPr="007F34E4" w:rsidRDefault="005E25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5E2507" w:rsidRPr="007F34E4" w:rsidRDefault="005E25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5E2507" w:rsidRPr="007F34E4" w:rsidRDefault="005E25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5E2507" w:rsidRPr="007F34E4" w:rsidRDefault="005E25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5E2507" w:rsidRPr="007F34E4" w:rsidRDefault="005E25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5E2507" w:rsidRPr="007F34E4" w:rsidRDefault="005E25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5E2507" w:rsidRDefault="005E2507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5E2507" w:rsidRPr="007F34E4" w:rsidRDefault="005E2507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5E2507" w:rsidRPr="007F34E4" w:rsidRDefault="005E25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5E2507" w:rsidRPr="007F34E4" w:rsidRDefault="005E25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5E2507" w:rsidRPr="007F34E4" w:rsidRDefault="005E2507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5E2507" w:rsidRPr="007F34E4" w:rsidRDefault="005E2507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5E2507" w:rsidRPr="007F34E4" w:rsidRDefault="005E25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5E2507" w:rsidRPr="007F34E4" w:rsidRDefault="005E2507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5E2507" w:rsidRPr="007F34E4" w:rsidRDefault="005E2507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5E2507" w:rsidRPr="007F34E4" w:rsidRDefault="005E25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5E2507" w:rsidRPr="007F34E4" w:rsidRDefault="005E25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5E2507" w:rsidRPr="007F34E4" w:rsidRDefault="005E2507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5E2507" w:rsidRPr="007F34E4" w:rsidRDefault="005E2507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5E2507" w:rsidRDefault="005E2507" w:rsidP="00484E94">
      <w:pPr>
        <w:ind w:firstLine="709"/>
        <w:jc w:val="both"/>
        <w:rPr>
          <w:szCs w:val="28"/>
        </w:rPr>
      </w:pPr>
    </w:p>
    <w:p w:rsidR="005E2507" w:rsidRDefault="005E2507" w:rsidP="00484E94">
      <w:pPr>
        <w:ind w:firstLine="709"/>
        <w:jc w:val="both"/>
        <w:rPr>
          <w:szCs w:val="28"/>
        </w:rPr>
      </w:pPr>
    </w:p>
    <w:p w:rsidR="005E2507" w:rsidRDefault="005E2507" w:rsidP="00484E94">
      <w:pPr>
        <w:ind w:firstLine="709"/>
        <w:jc w:val="both"/>
        <w:rPr>
          <w:szCs w:val="28"/>
        </w:rPr>
      </w:pPr>
    </w:p>
    <w:p w:rsidR="005E2507" w:rsidRDefault="005E2507" w:rsidP="00484E94">
      <w:pPr>
        <w:ind w:firstLine="709"/>
        <w:jc w:val="both"/>
        <w:rPr>
          <w:szCs w:val="28"/>
        </w:rPr>
      </w:pPr>
    </w:p>
    <w:p w:rsidR="005E2507" w:rsidRDefault="005E2507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5E2507" w:rsidRDefault="005E2507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Т.И. Опарина</w:t>
      </w:r>
    </w:p>
    <w:p w:rsidR="005E2507" w:rsidRDefault="005E2507" w:rsidP="00484E94">
      <w:pPr>
        <w:ind w:firstLine="709"/>
        <w:jc w:val="both"/>
        <w:rPr>
          <w:szCs w:val="28"/>
        </w:rPr>
      </w:pPr>
    </w:p>
    <w:p w:rsidR="005E2507" w:rsidRDefault="005E2507" w:rsidP="00010261">
      <w:pPr>
        <w:jc w:val="both"/>
        <w:rPr>
          <w:szCs w:val="28"/>
        </w:rPr>
        <w:sectPr w:rsidR="005E2507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5E2507" w:rsidRDefault="005E2507" w:rsidP="001F5CA2">
      <w:pPr>
        <w:jc w:val="center"/>
        <w:rPr>
          <w:b/>
        </w:rPr>
      </w:pPr>
    </w:p>
    <w:sectPr w:rsidR="005E250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507" w:rsidRDefault="005E2507" w:rsidP="00EF6F81">
      <w:r>
        <w:separator/>
      </w:r>
    </w:p>
  </w:endnote>
  <w:endnote w:type="continuationSeparator" w:id="0">
    <w:p w:rsidR="005E2507" w:rsidRDefault="005E250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507" w:rsidRDefault="005E2507" w:rsidP="00EF6F81">
      <w:r>
        <w:separator/>
      </w:r>
    </w:p>
  </w:footnote>
  <w:footnote w:type="continuationSeparator" w:id="0">
    <w:p w:rsidR="005E2507" w:rsidRDefault="005E250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507" w:rsidRDefault="005E2507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507" w:rsidRDefault="005E2507">
    <w:pPr>
      <w:pStyle w:val="Header"/>
      <w:jc w:val="center"/>
    </w:pPr>
  </w:p>
  <w:p w:rsidR="005E2507" w:rsidRDefault="005E2507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E2507" w:rsidRPr="005E024B" w:rsidRDefault="005E250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049F"/>
    <w:rsid w:val="00031DF9"/>
    <w:rsid w:val="000348BC"/>
    <w:rsid w:val="0003562F"/>
    <w:rsid w:val="00036BA0"/>
    <w:rsid w:val="00040329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140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A617B"/>
    <w:rsid w:val="001B7870"/>
    <w:rsid w:val="001B7AD5"/>
    <w:rsid w:val="001D03CB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6858"/>
    <w:rsid w:val="002A70C7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91E"/>
    <w:rsid w:val="002E5323"/>
    <w:rsid w:val="002E62B4"/>
    <w:rsid w:val="00306055"/>
    <w:rsid w:val="0032047B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1B29"/>
    <w:rsid w:val="003724CA"/>
    <w:rsid w:val="00374409"/>
    <w:rsid w:val="0037448A"/>
    <w:rsid w:val="00374C60"/>
    <w:rsid w:val="00376342"/>
    <w:rsid w:val="0038326C"/>
    <w:rsid w:val="00385F3F"/>
    <w:rsid w:val="003902B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25D3"/>
    <w:rsid w:val="00451FB0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91923"/>
    <w:rsid w:val="00494A1C"/>
    <w:rsid w:val="004972CB"/>
    <w:rsid w:val="004A2815"/>
    <w:rsid w:val="004A51A1"/>
    <w:rsid w:val="004B3AAC"/>
    <w:rsid w:val="004B6573"/>
    <w:rsid w:val="004C630B"/>
    <w:rsid w:val="004D3592"/>
    <w:rsid w:val="004D4038"/>
    <w:rsid w:val="004E0B9F"/>
    <w:rsid w:val="004E184B"/>
    <w:rsid w:val="004E660F"/>
    <w:rsid w:val="00500747"/>
    <w:rsid w:val="0050378D"/>
    <w:rsid w:val="005040C7"/>
    <w:rsid w:val="0050519C"/>
    <w:rsid w:val="00506C43"/>
    <w:rsid w:val="00510D19"/>
    <w:rsid w:val="00515C57"/>
    <w:rsid w:val="0053507E"/>
    <w:rsid w:val="0054045D"/>
    <w:rsid w:val="0054063E"/>
    <w:rsid w:val="005450A9"/>
    <w:rsid w:val="00547B81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2507"/>
    <w:rsid w:val="005E3ACA"/>
    <w:rsid w:val="005E5E02"/>
    <w:rsid w:val="005E7A49"/>
    <w:rsid w:val="005F1199"/>
    <w:rsid w:val="005F59AA"/>
    <w:rsid w:val="005F6D45"/>
    <w:rsid w:val="005F74CC"/>
    <w:rsid w:val="005F7AB0"/>
    <w:rsid w:val="00600FF4"/>
    <w:rsid w:val="006044FA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984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005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B7F31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6E07"/>
    <w:rsid w:val="00827AAA"/>
    <w:rsid w:val="0083158E"/>
    <w:rsid w:val="00831B7E"/>
    <w:rsid w:val="00836DBA"/>
    <w:rsid w:val="00842371"/>
    <w:rsid w:val="0084599C"/>
    <w:rsid w:val="00845C4E"/>
    <w:rsid w:val="00846A87"/>
    <w:rsid w:val="008510FC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958"/>
    <w:rsid w:val="008D1ADA"/>
    <w:rsid w:val="008D2543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50E1"/>
    <w:rsid w:val="009163F6"/>
    <w:rsid w:val="00922A31"/>
    <w:rsid w:val="0092378A"/>
    <w:rsid w:val="0092688F"/>
    <w:rsid w:val="00936A41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0D4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55"/>
    <w:rsid w:val="009B6578"/>
    <w:rsid w:val="009C0A30"/>
    <w:rsid w:val="009C3754"/>
    <w:rsid w:val="009C65D1"/>
    <w:rsid w:val="009D244C"/>
    <w:rsid w:val="009D4103"/>
    <w:rsid w:val="009D5DA6"/>
    <w:rsid w:val="009D6765"/>
    <w:rsid w:val="009E137A"/>
    <w:rsid w:val="009E1504"/>
    <w:rsid w:val="009E288A"/>
    <w:rsid w:val="009F1C7A"/>
    <w:rsid w:val="009F2245"/>
    <w:rsid w:val="009F22D5"/>
    <w:rsid w:val="009F3787"/>
    <w:rsid w:val="00A03E7E"/>
    <w:rsid w:val="00A1507B"/>
    <w:rsid w:val="00A23788"/>
    <w:rsid w:val="00A30613"/>
    <w:rsid w:val="00A30B42"/>
    <w:rsid w:val="00A30FFE"/>
    <w:rsid w:val="00A35B08"/>
    <w:rsid w:val="00A374D6"/>
    <w:rsid w:val="00A44BB5"/>
    <w:rsid w:val="00A46A72"/>
    <w:rsid w:val="00A47DA3"/>
    <w:rsid w:val="00A56C25"/>
    <w:rsid w:val="00A629AB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B07228"/>
    <w:rsid w:val="00B07A2D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63CD9"/>
    <w:rsid w:val="00C71CC2"/>
    <w:rsid w:val="00C72F57"/>
    <w:rsid w:val="00C74DA2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10B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22B17"/>
    <w:rsid w:val="00D247F5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385B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055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70BC2"/>
    <w:rsid w:val="00E73688"/>
    <w:rsid w:val="00E746A1"/>
    <w:rsid w:val="00E803BD"/>
    <w:rsid w:val="00E81C7C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510"/>
    <w:rsid w:val="00ED794E"/>
    <w:rsid w:val="00EE32AA"/>
    <w:rsid w:val="00EE5BAC"/>
    <w:rsid w:val="00EE5FCA"/>
    <w:rsid w:val="00EE6972"/>
    <w:rsid w:val="00EE7E4C"/>
    <w:rsid w:val="00EF2FB1"/>
    <w:rsid w:val="00EF687A"/>
    <w:rsid w:val="00EF6A40"/>
    <w:rsid w:val="00EF6F81"/>
    <w:rsid w:val="00F00398"/>
    <w:rsid w:val="00F00A4A"/>
    <w:rsid w:val="00F05B97"/>
    <w:rsid w:val="00F0726C"/>
    <w:rsid w:val="00F162F0"/>
    <w:rsid w:val="00F23492"/>
    <w:rsid w:val="00F251C3"/>
    <w:rsid w:val="00F31FEC"/>
    <w:rsid w:val="00F32117"/>
    <w:rsid w:val="00F36151"/>
    <w:rsid w:val="00F36F38"/>
    <w:rsid w:val="00F43866"/>
    <w:rsid w:val="00F43926"/>
    <w:rsid w:val="00F43CFC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EE32AA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2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2124</TotalTime>
  <Pages>10</Pages>
  <Words>1608</Words>
  <Characters>9167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217</cp:revision>
  <cp:lastPrinted>2021-06-11T06:36:00Z</cp:lastPrinted>
  <dcterms:created xsi:type="dcterms:W3CDTF">2018-08-07T11:48:00Z</dcterms:created>
  <dcterms:modified xsi:type="dcterms:W3CDTF">2022-03-24T11:15:00Z</dcterms:modified>
</cp:coreProperties>
</file>