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A27BA" w:rsidRPr="001F5972" w:rsidTr="001F5972">
        <w:tc>
          <w:tcPr>
            <w:tcW w:w="8934" w:type="dxa"/>
          </w:tcPr>
          <w:p w:rsidR="00AA27BA" w:rsidRPr="001F5972" w:rsidRDefault="00AA27BA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A27BA" w:rsidRDefault="00AA27BA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A27BA" w:rsidRDefault="00AA27BA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AA27BA" w:rsidRDefault="00AA27BA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AA27BA" w:rsidRPr="00EE5BAC" w:rsidRDefault="00AA27BA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24.03.2022 г. № 54</w:t>
            </w:r>
          </w:p>
          <w:p w:rsidR="00AA27BA" w:rsidRPr="00EE5BAC" w:rsidRDefault="00AA27BA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A27BA" w:rsidRPr="00EE5BAC" w:rsidRDefault="00AA27BA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A27BA" w:rsidRPr="00EE5BAC" w:rsidRDefault="00AA27BA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A27BA" w:rsidRPr="00EE5BAC" w:rsidRDefault="00AA27BA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A27BA" w:rsidRPr="001F5972" w:rsidRDefault="00AA27BA" w:rsidP="00802CE2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225</w:t>
            </w:r>
          </w:p>
          <w:p w:rsidR="00AA27BA" w:rsidRPr="001F5972" w:rsidRDefault="00AA27BA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A27BA" w:rsidRPr="00885C29" w:rsidRDefault="00AA27BA" w:rsidP="001157F7"/>
    <w:p w:rsidR="00AA27BA" w:rsidRDefault="00AA27B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A27BA" w:rsidRPr="00E049E5" w:rsidRDefault="00AA27BA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AA27BA" w:rsidRPr="008A6FA1" w:rsidRDefault="00AA27BA" w:rsidP="00E57BE0">
      <w:pPr>
        <w:jc w:val="center"/>
        <w:rPr>
          <w:b/>
          <w:szCs w:val="28"/>
        </w:rPr>
      </w:pPr>
    </w:p>
    <w:p w:rsidR="00AA27BA" w:rsidRPr="00950972" w:rsidRDefault="00AA27BA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AA27BA" w:rsidRPr="00E049E5" w:rsidRDefault="00AA27BA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AA27BA" w:rsidRPr="008A6FA1" w:rsidRDefault="00AA27BA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A27BA" w:rsidRPr="00855115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A27BA" w:rsidRDefault="00AA27BA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A27BA" w:rsidRPr="00157189" w:rsidRDefault="00AA27BA" w:rsidP="00565041">
            <w:pPr>
              <w:rPr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A27BA" w:rsidRDefault="00AA27BA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A27BA" w:rsidRPr="00190885" w:rsidRDefault="00AA27BA" w:rsidP="00565041">
            <w:pPr>
              <w:rPr>
                <w:b/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A27BA" w:rsidRDefault="00AA27BA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A27BA" w:rsidRPr="00190885" w:rsidRDefault="00AA27BA" w:rsidP="00565041">
            <w:pPr>
              <w:rPr>
                <w:b/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A27BA" w:rsidRPr="004D1434" w:rsidRDefault="00AA27BA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AA27BA" w:rsidRPr="00190885" w:rsidRDefault="00AA27BA" w:rsidP="00565041">
            <w:pPr>
              <w:rPr>
                <w:b/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A27BA" w:rsidRDefault="00AA27BA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AA27BA" w:rsidRPr="004D1434" w:rsidRDefault="00AA27BA" w:rsidP="0056504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A27BA" w:rsidRPr="000C3C23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A27BA" w:rsidRPr="004D3D83" w:rsidRDefault="00AA27BA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«Мир, труд, май» праздничная программа, посвященная празднованию «1 мая»;</w:t>
            </w:r>
          </w:p>
          <w:p w:rsidR="00AA27BA" w:rsidRPr="004D3D83" w:rsidRDefault="00AA27BA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AA27BA" w:rsidRPr="004D3D83" w:rsidRDefault="00AA27BA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AA27BA" w:rsidRPr="004D3D83" w:rsidRDefault="00AA27BA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«Мой поклон всем матерям» праздничная п</w:t>
            </w:r>
            <w:r>
              <w:rPr>
                <w:szCs w:val="28"/>
              </w:rPr>
              <w:t>рограмма посвященная Дню матери;</w:t>
            </w:r>
          </w:p>
          <w:p w:rsidR="00AA27BA" w:rsidRPr="004D3D83" w:rsidRDefault="00AA27BA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чествование ветеранов  ВОВ;</w:t>
            </w:r>
          </w:p>
          <w:p w:rsidR="00AA27BA" w:rsidRPr="004D3D83" w:rsidRDefault="00AA27BA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AA27BA" w:rsidRDefault="00AA27BA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изготовление поздравительных открыток</w:t>
            </w:r>
            <w:r>
              <w:rPr>
                <w:szCs w:val="28"/>
              </w:rPr>
              <w:t>;</w:t>
            </w:r>
          </w:p>
          <w:p w:rsidR="00AA27BA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баннеров;</w:t>
            </w:r>
          </w:p>
          <w:p w:rsidR="00AA27BA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флагов;</w:t>
            </w:r>
          </w:p>
          <w:p w:rsidR="00AA27BA" w:rsidRPr="004D3D83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плакатов и наклеек </w:t>
            </w:r>
          </w:p>
          <w:p w:rsidR="00AA27BA" w:rsidRPr="006D2BB7" w:rsidRDefault="00AA27BA" w:rsidP="00565041">
            <w:pPr>
              <w:rPr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A27BA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A27BA" w:rsidRPr="00A46A72" w:rsidRDefault="00AA27BA" w:rsidP="00565041">
            <w:pPr>
              <w:rPr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A27BA" w:rsidRPr="00A46A72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A27BA" w:rsidRPr="00190885" w:rsidRDefault="00AA27BA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A27BA" w:rsidRPr="00190885" w:rsidRDefault="00AA27BA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A27BA" w:rsidRPr="00190885" w:rsidRDefault="00AA27BA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A27BA" w:rsidRPr="00190885" w:rsidRDefault="00AA27BA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A27BA" w:rsidRPr="00190885" w:rsidRDefault="00AA27BA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A27BA" w:rsidRPr="00190885" w:rsidRDefault="00AA27BA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A27BA" w:rsidRPr="008A6FA1" w:rsidTr="00565041">
        <w:tc>
          <w:tcPr>
            <w:tcW w:w="14560" w:type="dxa"/>
            <w:gridSpan w:val="6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A27BA" w:rsidRPr="008A6FA1" w:rsidTr="00565041">
        <w:tc>
          <w:tcPr>
            <w:tcW w:w="14560" w:type="dxa"/>
            <w:gridSpan w:val="6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</w:p>
        </w:tc>
      </w:tr>
      <w:tr w:rsidR="00AA27BA" w:rsidRPr="008A6FA1" w:rsidTr="00565041">
        <w:tc>
          <w:tcPr>
            <w:tcW w:w="6374" w:type="dxa"/>
          </w:tcPr>
          <w:p w:rsidR="00AA27BA" w:rsidRPr="00190885" w:rsidRDefault="00AA27BA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A27BA" w:rsidRPr="00190885" w:rsidRDefault="00AA27B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A27BA" w:rsidRPr="00950972" w:rsidRDefault="00AA27BA" w:rsidP="00BB769B">
      <w:pPr>
        <w:jc w:val="center"/>
        <w:rPr>
          <w:b/>
          <w:szCs w:val="28"/>
        </w:rPr>
      </w:pPr>
    </w:p>
    <w:p w:rsidR="00AA27BA" w:rsidRDefault="00AA27BA" w:rsidP="00EF6F81">
      <w:pPr>
        <w:jc w:val="center"/>
        <w:rPr>
          <w:szCs w:val="28"/>
        </w:rPr>
        <w:sectPr w:rsidR="00AA27B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A27BA" w:rsidRDefault="00AA27BA" w:rsidP="00E57BE0">
      <w:pPr>
        <w:jc w:val="center"/>
        <w:outlineLvl w:val="0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A27BA" w:rsidRPr="00E049E5" w:rsidRDefault="00AA27BA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AA27BA" w:rsidRPr="004408E3" w:rsidRDefault="00AA27BA" w:rsidP="00E57BE0">
      <w:pPr>
        <w:pStyle w:val="ListParagraph"/>
        <w:ind w:left="360"/>
        <w:jc w:val="center"/>
        <w:rPr>
          <w:b/>
          <w:sz w:val="24"/>
          <w:szCs w:val="24"/>
        </w:rPr>
      </w:pPr>
    </w:p>
    <w:p w:rsidR="00AA27BA" w:rsidRDefault="00AA27BA" w:rsidP="00225687">
      <w:pPr>
        <w:ind w:firstLine="709"/>
        <w:jc w:val="both"/>
      </w:pPr>
    </w:p>
    <w:p w:rsidR="00AA27BA" w:rsidRDefault="00AA27B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A27BA" w:rsidRDefault="00AA27BA" w:rsidP="00EF6F81">
      <w:pPr>
        <w:jc w:val="center"/>
        <w:rPr>
          <w:szCs w:val="28"/>
        </w:rPr>
      </w:pPr>
    </w:p>
    <w:p w:rsidR="00AA27BA" w:rsidRPr="00E049E5" w:rsidRDefault="00AA27BA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A27BA" w:rsidTr="00565041">
        <w:tc>
          <w:tcPr>
            <w:tcW w:w="648" w:type="dxa"/>
            <w:vMerge w:val="restart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A27BA" w:rsidRPr="00AC26F6" w:rsidRDefault="00AA27BA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A27BA" w:rsidRPr="00AC26F6" w:rsidRDefault="00AA27BA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A27BA" w:rsidTr="00565041">
        <w:tc>
          <w:tcPr>
            <w:tcW w:w="648" w:type="dxa"/>
            <w:vMerge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A27BA" w:rsidRPr="00AC26F6" w:rsidRDefault="00AA27BA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A27BA" w:rsidRPr="00AC26F6" w:rsidRDefault="00AA27BA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AA27BA" w:rsidTr="00565041">
        <w:tc>
          <w:tcPr>
            <w:tcW w:w="648" w:type="dxa"/>
          </w:tcPr>
          <w:p w:rsidR="00AA27BA" w:rsidRPr="00AC26F6" w:rsidRDefault="00AA27BA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A27BA" w:rsidRPr="00AC26F6" w:rsidRDefault="00AA27BA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A27BA" w:rsidRPr="00AC26F6" w:rsidRDefault="00AA27BA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A27BA" w:rsidRPr="00AC26F6" w:rsidRDefault="00AA27BA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A27BA" w:rsidRPr="00AC26F6" w:rsidRDefault="00AA27BA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A27BA" w:rsidRPr="00AC26F6" w:rsidRDefault="00AA27BA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AA27BA" w:rsidRPr="00AC26F6" w:rsidRDefault="00AA27BA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«Мир, труд, май» праздничная программа, посвященная празднованию «1 мая»</w:t>
            </w:r>
          </w:p>
        </w:tc>
        <w:tc>
          <w:tcPr>
            <w:tcW w:w="162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AA27BA" w:rsidRPr="00AC26F6" w:rsidRDefault="00AA27BA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AA27BA" w:rsidRPr="00AC26F6" w:rsidRDefault="00AA27BA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AA27BA" w:rsidRPr="00AC26F6" w:rsidRDefault="00AA27BA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«Мой поклон всем матерям» праздничная п</w:t>
            </w:r>
            <w:r>
              <w:rPr>
                <w:szCs w:val="28"/>
              </w:rPr>
              <w:t>рограмма посвященная Дню матери</w:t>
            </w:r>
          </w:p>
        </w:tc>
        <w:tc>
          <w:tcPr>
            <w:tcW w:w="162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AA27BA" w:rsidRPr="00AC26F6" w:rsidRDefault="00AA27BA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чествование ветеранов  ВОВ</w:t>
            </w:r>
          </w:p>
        </w:tc>
        <w:tc>
          <w:tcPr>
            <w:tcW w:w="162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380" w:type="dxa"/>
          </w:tcPr>
          <w:p w:rsidR="00AA27BA" w:rsidRPr="00AC26F6" w:rsidRDefault="00AA27BA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2C56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380" w:type="dxa"/>
          </w:tcPr>
          <w:p w:rsidR="00AA27BA" w:rsidRPr="00AC26F6" w:rsidRDefault="00AA27BA" w:rsidP="002C566F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изготовление поздравительных открыток</w:t>
            </w:r>
          </w:p>
        </w:tc>
        <w:tc>
          <w:tcPr>
            <w:tcW w:w="1620" w:type="dxa"/>
            <w:vAlign w:val="center"/>
          </w:tcPr>
          <w:p w:rsidR="00AA27BA" w:rsidRPr="00AC26F6" w:rsidRDefault="00AA27BA" w:rsidP="002C56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2C566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Pr="00AC26F6" w:rsidRDefault="00AA27BA" w:rsidP="002C56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AA27BA" w:rsidRPr="00AC26F6" w:rsidRDefault="00AA27BA" w:rsidP="002C56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7380" w:type="dxa"/>
          </w:tcPr>
          <w:p w:rsidR="00AA27BA" w:rsidRPr="004D3D83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7380" w:type="dxa"/>
          </w:tcPr>
          <w:p w:rsidR="00AA27BA" w:rsidRPr="004D3D83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флагов</w:t>
            </w:r>
          </w:p>
        </w:tc>
        <w:tc>
          <w:tcPr>
            <w:tcW w:w="162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AA27BA" w:rsidTr="00565041">
        <w:tc>
          <w:tcPr>
            <w:tcW w:w="648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80" w:type="dxa"/>
          </w:tcPr>
          <w:p w:rsidR="00AA27BA" w:rsidRPr="004D3D83" w:rsidRDefault="00AA27BA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плакатов и наклеек</w:t>
            </w:r>
          </w:p>
        </w:tc>
        <w:tc>
          <w:tcPr>
            <w:tcW w:w="162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A27BA" w:rsidRPr="00AC26F6" w:rsidRDefault="00AA27BA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A27BA" w:rsidRDefault="00AA27BA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</w:tbl>
    <w:p w:rsidR="00AA27BA" w:rsidRPr="003C75F8" w:rsidRDefault="00AA27B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A27BA" w:rsidRPr="003C75F8" w:rsidRDefault="00AA27B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A27BA" w:rsidRPr="003C75F8" w:rsidRDefault="00AA27BA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AA27BA" w:rsidRDefault="00AA27BA" w:rsidP="0054045D">
      <w:pPr>
        <w:jc w:val="center"/>
        <w:rPr>
          <w:b/>
          <w:szCs w:val="28"/>
        </w:rPr>
      </w:pPr>
    </w:p>
    <w:p w:rsidR="00AA27BA" w:rsidRPr="003C75F8" w:rsidRDefault="00AA27BA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A27BA" w:rsidRPr="00E57BE0" w:rsidTr="00565041"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A27BA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1.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«Мир, труд, май» праздничная программа, посвященная празднованию «1 мая»</w:t>
            </w:r>
          </w:p>
        </w:tc>
        <w:tc>
          <w:tcPr>
            <w:tcW w:w="1220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57BE0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2.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3.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4.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«Мой поклон всем матерям» праздничная программа посвященная Дню матери</w:t>
            </w:r>
          </w:p>
        </w:tc>
        <w:tc>
          <w:tcPr>
            <w:tcW w:w="1220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чествование ветеранов  ВОВ</w:t>
            </w:r>
          </w:p>
        </w:tc>
        <w:tc>
          <w:tcPr>
            <w:tcW w:w="1220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6.</w:t>
            </w:r>
          </w:p>
        </w:tc>
        <w:tc>
          <w:tcPr>
            <w:tcW w:w="2758" w:type="dxa"/>
          </w:tcPr>
          <w:p w:rsidR="00AA27BA" w:rsidRPr="00E57BE0" w:rsidRDefault="00AA27BA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7.</w:t>
            </w:r>
          </w:p>
        </w:tc>
        <w:tc>
          <w:tcPr>
            <w:tcW w:w="2758" w:type="dxa"/>
          </w:tcPr>
          <w:p w:rsidR="00AA27BA" w:rsidRPr="00E57BE0" w:rsidRDefault="00AA27BA" w:rsidP="002C566F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изготовление поздравительных открыток</w:t>
            </w:r>
          </w:p>
        </w:tc>
        <w:tc>
          <w:tcPr>
            <w:tcW w:w="1220" w:type="dxa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58" w:type="dxa"/>
          </w:tcPr>
          <w:p w:rsidR="00AA27BA" w:rsidRPr="00A13F24" w:rsidRDefault="00AA27BA" w:rsidP="00565041">
            <w:pPr>
              <w:rPr>
                <w:sz w:val="24"/>
                <w:szCs w:val="24"/>
              </w:rPr>
            </w:pPr>
            <w:r w:rsidRPr="00A13F24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58" w:type="dxa"/>
          </w:tcPr>
          <w:p w:rsidR="00AA27BA" w:rsidRPr="00A13F24" w:rsidRDefault="00AA27BA" w:rsidP="00565041">
            <w:pPr>
              <w:rPr>
                <w:sz w:val="24"/>
                <w:szCs w:val="24"/>
              </w:rPr>
            </w:pPr>
            <w:r w:rsidRPr="00A13F24">
              <w:rPr>
                <w:sz w:val="24"/>
                <w:szCs w:val="24"/>
              </w:rPr>
              <w:t>приобретение флагов</w:t>
            </w:r>
          </w:p>
        </w:tc>
        <w:tc>
          <w:tcPr>
            <w:tcW w:w="1220" w:type="dxa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AA27BA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58" w:type="dxa"/>
          </w:tcPr>
          <w:p w:rsidR="00AA27BA" w:rsidRPr="00A13F24" w:rsidRDefault="00AA27BA" w:rsidP="00565041">
            <w:pPr>
              <w:rPr>
                <w:sz w:val="24"/>
                <w:szCs w:val="24"/>
              </w:rPr>
            </w:pPr>
            <w:r w:rsidRPr="00A13F24">
              <w:rPr>
                <w:sz w:val="24"/>
                <w:szCs w:val="24"/>
              </w:rPr>
              <w:t>приобретение плакатов и наклеек</w:t>
            </w:r>
          </w:p>
        </w:tc>
        <w:tc>
          <w:tcPr>
            <w:tcW w:w="1220" w:type="dxa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A27BA" w:rsidRPr="00E57BE0" w:rsidRDefault="00AA27BA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AA27BA" w:rsidRPr="00E57BE0" w:rsidRDefault="00AA27BA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AA27BA" w:rsidRPr="0054045D" w:rsidRDefault="00AA27BA">
      <w:pPr>
        <w:rPr>
          <w:sz w:val="6"/>
          <w:szCs w:val="6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FA1A72">
      <w:pPr>
        <w:jc w:val="both"/>
        <w:rPr>
          <w:szCs w:val="28"/>
        </w:rPr>
      </w:pPr>
    </w:p>
    <w:p w:rsidR="00AA27BA" w:rsidRDefault="00AA27BA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AA27BA" w:rsidRPr="003C75F8" w:rsidRDefault="00AA27BA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AA27BA" w:rsidRDefault="00AA27BA" w:rsidP="00CC0414">
      <w:pPr>
        <w:jc w:val="center"/>
        <w:rPr>
          <w:b/>
          <w:szCs w:val="28"/>
        </w:rPr>
      </w:pPr>
    </w:p>
    <w:p w:rsidR="00AA27BA" w:rsidRPr="002175EF" w:rsidRDefault="00AA27BA" w:rsidP="00CC0414">
      <w:pPr>
        <w:jc w:val="center"/>
        <w:rPr>
          <w:b/>
          <w:szCs w:val="28"/>
        </w:rPr>
      </w:pPr>
    </w:p>
    <w:p w:rsidR="00AA27BA" w:rsidRPr="00FD34F6" w:rsidRDefault="00AA27B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A27BA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A27BA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7BA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500747" w:rsidRDefault="00AA27BA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27BA" w:rsidRDefault="00AA27B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A27BA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50074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A27BA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D97F17" w:rsidRDefault="00AA27BA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AA27BA" w:rsidRPr="007342B9" w:rsidRDefault="00AA27BA" w:rsidP="00565041"/>
        </w:tc>
      </w:tr>
      <w:tr w:rsidR="00AA27BA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B6573C" w:rsidRDefault="00AA27BA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5F0685" w:rsidRDefault="00AA27BA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AA27BA" w:rsidRPr="007342B9" w:rsidRDefault="00AA27BA" w:rsidP="0056504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7BA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AA27BA" w:rsidRPr="00D97F17" w:rsidRDefault="00AA27BA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D97F1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A27BA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A27BA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A27BA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7BA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BA" w:rsidRPr="00D97F17" w:rsidRDefault="00AA27BA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A27BA" w:rsidRPr="00D97F17" w:rsidRDefault="00AA27BA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A27BA" w:rsidRPr="00D97F17" w:rsidRDefault="00AA27BA" w:rsidP="00EF6F81">
      <w:pPr>
        <w:jc w:val="center"/>
        <w:rPr>
          <w:sz w:val="24"/>
          <w:szCs w:val="24"/>
        </w:rPr>
      </w:pPr>
    </w:p>
    <w:p w:rsidR="00AA27BA" w:rsidRDefault="00AA27BA" w:rsidP="00EF6F81">
      <w:pPr>
        <w:jc w:val="center"/>
        <w:rPr>
          <w:szCs w:val="28"/>
        </w:rPr>
        <w:sectPr w:rsidR="00AA27B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A27BA" w:rsidRPr="00484E94" w:rsidRDefault="00AA27BA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A27BA" w:rsidRPr="00484E94" w:rsidRDefault="00AA27B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A27BA" w:rsidRPr="00484E94" w:rsidRDefault="00AA27BA" w:rsidP="00484E94">
      <w:pPr>
        <w:pStyle w:val="ConsPlusNormal0"/>
        <w:jc w:val="center"/>
        <w:rPr>
          <w:szCs w:val="28"/>
        </w:rPr>
      </w:pPr>
    </w:p>
    <w:p w:rsidR="00AA27BA" w:rsidRPr="0016103B" w:rsidRDefault="00AA27BA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A27BA" w:rsidRPr="00484E94" w:rsidRDefault="00AA27BA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A27BA" w:rsidRDefault="00AA27BA" w:rsidP="00DF59CE">
      <w:pPr>
        <w:suppressAutoHyphens/>
        <w:ind w:firstLine="709"/>
        <w:jc w:val="both"/>
      </w:pPr>
    </w:p>
    <w:p w:rsidR="00AA27BA" w:rsidRPr="00484E94" w:rsidRDefault="00AA27BA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A27BA" w:rsidRPr="00484E94" w:rsidRDefault="00AA27B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A27BA" w:rsidRPr="00484E94" w:rsidRDefault="00AA27BA" w:rsidP="00484E94">
      <w:pPr>
        <w:pStyle w:val="ConsPlusNormal0"/>
        <w:jc w:val="both"/>
        <w:rPr>
          <w:szCs w:val="28"/>
        </w:rPr>
      </w:pP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AA27BA" w:rsidRDefault="00AA27BA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AA27BA" w:rsidRPr="007F34E4" w:rsidRDefault="00AA27BA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AA27BA" w:rsidRPr="007F34E4" w:rsidRDefault="00AA27BA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AA27BA" w:rsidRPr="007F34E4" w:rsidRDefault="00AA27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AA27BA" w:rsidRPr="007F34E4" w:rsidRDefault="00AA27BA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A27BA" w:rsidRPr="007F34E4" w:rsidRDefault="00AA27BA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AA27BA" w:rsidRDefault="00AA27BA" w:rsidP="00484E94">
      <w:pPr>
        <w:ind w:firstLine="709"/>
        <w:jc w:val="both"/>
        <w:rPr>
          <w:szCs w:val="28"/>
        </w:rPr>
      </w:pPr>
    </w:p>
    <w:p w:rsidR="00AA27BA" w:rsidRDefault="00AA27BA" w:rsidP="00484E94">
      <w:pPr>
        <w:ind w:firstLine="709"/>
        <w:jc w:val="both"/>
        <w:rPr>
          <w:szCs w:val="28"/>
        </w:rPr>
      </w:pPr>
    </w:p>
    <w:p w:rsidR="00AA27BA" w:rsidRDefault="00AA27B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A27BA" w:rsidRDefault="00AA27BA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A27BA" w:rsidRDefault="00AA27BA" w:rsidP="00DF59CE">
      <w:pPr>
        <w:rPr>
          <w:szCs w:val="28"/>
        </w:rPr>
        <w:sectPr w:rsidR="00AA27B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</w:t>
      </w:r>
      <w:bookmarkStart w:id="0" w:name="_GoBack"/>
      <w:bookmarkEnd w:id="0"/>
      <w:r>
        <w:rPr>
          <w:szCs w:val="28"/>
        </w:rPr>
        <w:t xml:space="preserve">                                                    Т.И. Опарина</w:t>
      </w:r>
    </w:p>
    <w:p w:rsidR="00AA27BA" w:rsidRDefault="00AA27BA" w:rsidP="001F5CA2">
      <w:pPr>
        <w:jc w:val="center"/>
        <w:rPr>
          <w:b/>
        </w:rPr>
      </w:pPr>
    </w:p>
    <w:sectPr w:rsidR="00AA27B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7BA" w:rsidRDefault="00AA27BA" w:rsidP="00EF6F81">
      <w:r>
        <w:separator/>
      </w:r>
    </w:p>
  </w:endnote>
  <w:endnote w:type="continuationSeparator" w:id="0">
    <w:p w:rsidR="00AA27BA" w:rsidRDefault="00AA27B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7BA" w:rsidRDefault="00AA27BA" w:rsidP="00EF6F81">
      <w:r>
        <w:separator/>
      </w:r>
    </w:p>
  </w:footnote>
  <w:footnote w:type="continuationSeparator" w:id="0">
    <w:p w:rsidR="00AA27BA" w:rsidRDefault="00AA27B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7BA" w:rsidRDefault="00AA27B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7BA" w:rsidRDefault="00AA27BA">
    <w:pPr>
      <w:pStyle w:val="Header"/>
      <w:jc w:val="center"/>
    </w:pPr>
  </w:p>
  <w:p w:rsidR="00AA27BA" w:rsidRDefault="00AA27B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A27BA" w:rsidRPr="001F5972" w:rsidRDefault="00AA27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845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566F"/>
    <w:rsid w:val="002C7291"/>
    <w:rsid w:val="002D2249"/>
    <w:rsid w:val="002D5FA0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50F2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0EC0"/>
    <w:rsid w:val="00631501"/>
    <w:rsid w:val="00631920"/>
    <w:rsid w:val="006341E7"/>
    <w:rsid w:val="00634440"/>
    <w:rsid w:val="00653139"/>
    <w:rsid w:val="00656A26"/>
    <w:rsid w:val="006570F9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2CE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295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BB1"/>
    <w:rsid w:val="009A225A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3F24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27BA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2FD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70BC2"/>
    <w:rsid w:val="00E73688"/>
    <w:rsid w:val="00E746A1"/>
    <w:rsid w:val="00E803BD"/>
    <w:rsid w:val="00E83F87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4E9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57BE0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39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2094</TotalTime>
  <Pages>12</Pages>
  <Words>1989</Words>
  <Characters>11342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195</cp:revision>
  <cp:lastPrinted>2021-06-11T06:36:00Z</cp:lastPrinted>
  <dcterms:created xsi:type="dcterms:W3CDTF">2018-08-07T11:48:00Z</dcterms:created>
  <dcterms:modified xsi:type="dcterms:W3CDTF">2022-03-24T11:05:00Z</dcterms:modified>
</cp:coreProperties>
</file>