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60" w:type="dxa"/>
        <w:tblInd w:w="108" w:type="dxa"/>
        <w:tblLayout w:type="fixed"/>
        <w:tblLook w:val="00A0"/>
      </w:tblPr>
      <w:tblGrid>
        <w:gridCol w:w="8934"/>
        <w:gridCol w:w="5626"/>
      </w:tblGrid>
      <w:tr w:rsidR="00F35495" w:rsidRPr="00F945BC" w:rsidTr="002D423B">
        <w:tc>
          <w:tcPr>
            <w:tcW w:w="8934" w:type="dxa"/>
          </w:tcPr>
          <w:p w:rsidR="00F35495" w:rsidRPr="00F945BC" w:rsidRDefault="00F35495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626" w:type="dxa"/>
          </w:tcPr>
          <w:p w:rsidR="00F35495" w:rsidRPr="00EE5BAC" w:rsidRDefault="00F35495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1</w:t>
            </w:r>
          </w:p>
          <w:p w:rsidR="00F35495" w:rsidRPr="00EE5BAC" w:rsidRDefault="00F3549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F35495" w:rsidRPr="00EE5BAC" w:rsidRDefault="00F3549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F35495" w:rsidRDefault="00F35495" w:rsidP="007C3B4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от 29.12.2022 г. № 285</w:t>
            </w:r>
          </w:p>
          <w:p w:rsidR="00F35495" w:rsidRDefault="00F35495" w:rsidP="00A31AE3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6</w:t>
            </w:r>
          </w:p>
          <w:p w:rsidR="00F35495" w:rsidRPr="00F945BC" w:rsidRDefault="00F3549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F35495" w:rsidRDefault="00F35495" w:rsidP="007F6C98">
      <w:pPr>
        <w:suppressAutoHyphens/>
        <w:jc w:val="right"/>
        <w:rPr>
          <w:kern w:val="2"/>
          <w:szCs w:val="28"/>
          <w:lang w:eastAsia="zh-CN"/>
        </w:rPr>
      </w:pPr>
      <w:r>
        <w:rPr>
          <w:kern w:val="2"/>
          <w:szCs w:val="28"/>
          <w:lang w:eastAsia="zh-CN"/>
        </w:rPr>
        <w:t>УТВЕРЖДЕНА</w:t>
      </w:r>
    </w:p>
    <w:p w:rsidR="00F35495" w:rsidRDefault="00F35495" w:rsidP="007F6C98">
      <w:pPr>
        <w:suppressAutoHyphens/>
        <w:jc w:val="right"/>
        <w:rPr>
          <w:kern w:val="2"/>
          <w:szCs w:val="28"/>
          <w:lang w:eastAsia="zh-CN"/>
        </w:rPr>
      </w:pPr>
      <w:r>
        <w:rPr>
          <w:kern w:val="2"/>
          <w:szCs w:val="28"/>
          <w:lang w:eastAsia="zh-CN"/>
        </w:rPr>
        <w:t>постановлением администрации</w:t>
      </w:r>
    </w:p>
    <w:p w:rsidR="00F35495" w:rsidRDefault="00F35495" w:rsidP="007F6C98">
      <w:pPr>
        <w:suppressAutoHyphens/>
        <w:jc w:val="right"/>
        <w:rPr>
          <w:kern w:val="2"/>
          <w:szCs w:val="28"/>
          <w:lang w:eastAsia="zh-CN"/>
        </w:rPr>
      </w:pPr>
      <w:r>
        <w:rPr>
          <w:kern w:val="2"/>
          <w:szCs w:val="28"/>
          <w:lang w:eastAsia="zh-CN"/>
        </w:rPr>
        <w:t xml:space="preserve"> Старотитаровского сельского поселения </w:t>
      </w:r>
    </w:p>
    <w:p w:rsidR="00F35495" w:rsidRDefault="00F35495" w:rsidP="007F6C98">
      <w:pPr>
        <w:suppressAutoHyphens/>
        <w:jc w:val="right"/>
        <w:rPr>
          <w:kern w:val="2"/>
          <w:szCs w:val="28"/>
          <w:lang w:eastAsia="zh-CN"/>
        </w:rPr>
      </w:pPr>
      <w:r>
        <w:rPr>
          <w:kern w:val="2"/>
          <w:szCs w:val="28"/>
          <w:lang w:eastAsia="zh-CN"/>
        </w:rPr>
        <w:t>Темрюкского района</w:t>
      </w:r>
    </w:p>
    <w:p w:rsidR="00F35495" w:rsidRDefault="00F35495" w:rsidP="007F6C98">
      <w:pPr>
        <w:suppressAutoHyphens/>
        <w:ind w:right="-246"/>
        <w:jc w:val="center"/>
        <w:rPr>
          <w:kern w:val="2"/>
          <w:szCs w:val="28"/>
          <w:lang w:eastAsia="zh-CN"/>
        </w:rPr>
      </w:pPr>
      <w:r>
        <w:rPr>
          <w:kern w:val="2"/>
          <w:szCs w:val="28"/>
          <w:lang w:eastAsia="zh-CN"/>
        </w:rPr>
        <w:t xml:space="preserve">                                                                                                                                                                          от 28.10.2021 № 226</w:t>
      </w:r>
    </w:p>
    <w:p w:rsidR="00F35495" w:rsidRDefault="00F35495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F35495" w:rsidRDefault="00F35495" w:rsidP="00BB769B">
      <w:pPr>
        <w:jc w:val="center"/>
        <w:rPr>
          <w:b/>
          <w:szCs w:val="28"/>
        </w:rPr>
      </w:pP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F35495" w:rsidRDefault="00F35495" w:rsidP="00BB769B">
      <w:pPr>
        <w:jc w:val="center"/>
        <w:rPr>
          <w:b/>
          <w:szCs w:val="28"/>
        </w:rPr>
      </w:pPr>
    </w:p>
    <w:p w:rsidR="00F35495" w:rsidRPr="00950972" w:rsidRDefault="00F35495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F35495" w:rsidRDefault="00F35495" w:rsidP="00B86C1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F35495" w:rsidRPr="008A6FA1" w:rsidTr="00F9512D">
        <w:tc>
          <w:tcPr>
            <w:tcW w:w="6374" w:type="dxa"/>
          </w:tcPr>
          <w:p w:rsidR="00F35495" w:rsidRPr="00190885" w:rsidRDefault="00F35495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К</w:t>
            </w:r>
            <w:r w:rsidRPr="00190885">
              <w:rPr>
                <w:szCs w:val="28"/>
              </w:rPr>
              <w:t>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F35495" w:rsidRPr="00855115" w:rsidRDefault="00F35495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F35495" w:rsidRPr="008A6FA1" w:rsidTr="00F9512D">
        <w:tc>
          <w:tcPr>
            <w:tcW w:w="6374" w:type="dxa"/>
          </w:tcPr>
          <w:p w:rsidR="00F35495" w:rsidRPr="00190885" w:rsidRDefault="00F3549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F35495" w:rsidRPr="0096600F" w:rsidRDefault="00F35495" w:rsidP="00E824EC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</w:tr>
      <w:tr w:rsidR="00F35495" w:rsidRPr="008A6FA1" w:rsidTr="00F9512D">
        <w:tc>
          <w:tcPr>
            <w:tcW w:w="6374" w:type="dxa"/>
          </w:tcPr>
          <w:p w:rsidR="00F35495" w:rsidRPr="00190885" w:rsidRDefault="00F3549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F35495" w:rsidRDefault="00F35495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района;</w:t>
            </w:r>
          </w:p>
          <w:p w:rsidR="00F35495" w:rsidRPr="00190885" w:rsidRDefault="00F35495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</w:tr>
      <w:tr w:rsidR="00F35495" w:rsidRPr="008A6FA1" w:rsidTr="00F9512D">
        <w:tc>
          <w:tcPr>
            <w:tcW w:w="6374" w:type="dxa"/>
          </w:tcPr>
          <w:p w:rsidR="00F35495" w:rsidRPr="00190885" w:rsidRDefault="00F3549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F35495" w:rsidRPr="00E823BE" w:rsidRDefault="00F35495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 xml:space="preserve">1. Подпрограмма </w:t>
            </w:r>
            <w:r w:rsidRPr="00D30666">
              <w:rPr>
                <w:szCs w:val="28"/>
              </w:rPr>
              <w:t>«Совершенствование деятельности МБУ «Старотитаровский КСЦ» по предоставлению муниципальных услуг»</w:t>
            </w:r>
            <w:r>
              <w:rPr>
                <w:szCs w:val="28"/>
              </w:rPr>
              <w:t>;</w:t>
            </w:r>
          </w:p>
          <w:p w:rsidR="00F35495" w:rsidRDefault="00F35495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D30666">
              <w:rPr>
                <w:szCs w:val="28"/>
              </w:rPr>
              <w:t>«</w:t>
            </w:r>
            <w:r w:rsidRPr="00D30666">
              <w:rPr>
                <w:bCs/>
                <w:szCs w:val="28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D30666">
              <w:rPr>
                <w:szCs w:val="28"/>
              </w:rPr>
              <w:t>»</w:t>
            </w:r>
            <w:r>
              <w:rPr>
                <w:szCs w:val="28"/>
              </w:rPr>
              <w:t>;</w:t>
            </w:r>
          </w:p>
          <w:p w:rsidR="00F35495" w:rsidRPr="00190885" w:rsidRDefault="00F35495" w:rsidP="00A31AE3">
            <w:pPr>
              <w:rPr>
                <w:b/>
                <w:szCs w:val="28"/>
              </w:rPr>
            </w:pPr>
            <w:r w:rsidRPr="00E823BE">
              <w:rPr>
                <w:szCs w:val="28"/>
              </w:rPr>
              <w:t>3. Подпрограмма</w:t>
            </w:r>
            <w:r>
              <w:rPr>
                <w:szCs w:val="28"/>
              </w:rPr>
              <w:t xml:space="preserve"> </w:t>
            </w:r>
            <w:r w:rsidRPr="00D30666">
              <w:rPr>
                <w:szCs w:val="28"/>
              </w:rPr>
              <w:t>«</w:t>
            </w:r>
            <w:r w:rsidRPr="00D30666">
              <w:rPr>
                <w:color w:val="000000"/>
                <w:szCs w:val="28"/>
              </w:rPr>
              <w:t>Основные направления развития культуры Старотитаровского сельского поселения Темрюкского района</w:t>
            </w:r>
            <w:r w:rsidRPr="00D30666">
              <w:rPr>
                <w:szCs w:val="28"/>
              </w:rPr>
              <w:t>»</w:t>
            </w:r>
          </w:p>
        </w:tc>
      </w:tr>
      <w:tr w:rsidR="00F35495" w:rsidRPr="008A6FA1" w:rsidTr="00F9512D">
        <w:tc>
          <w:tcPr>
            <w:tcW w:w="6374" w:type="dxa"/>
          </w:tcPr>
          <w:p w:rsidR="00F35495" w:rsidRPr="00190885" w:rsidRDefault="00F3549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F35495" w:rsidRPr="00190885" w:rsidRDefault="00F35495" w:rsidP="00FA67D3">
            <w:pPr>
              <w:contextualSpacing/>
              <w:rPr>
                <w:b/>
                <w:szCs w:val="28"/>
              </w:rPr>
            </w:pPr>
            <w:r>
              <w:rPr>
                <w:szCs w:val="28"/>
              </w:rPr>
              <w:t>р</w:t>
            </w:r>
            <w:r w:rsidRPr="0036781F">
              <w:rPr>
                <w:szCs w:val="28"/>
              </w:rPr>
              <w:t xml:space="preserve">азвитие и реализация </w:t>
            </w:r>
            <w:r w:rsidRPr="00FE0BE3">
              <w:rPr>
                <w:szCs w:val="28"/>
              </w:rPr>
              <w:t>культурного и духовного потенциала каждой личности</w:t>
            </w:r>
            <w:r>
              <w:rPr>
                <w:szCs w:val="28"/>
              </w:rPr>
              <w:t xml:space="preserve">, </w:t>
            </w:r>
            <w:r w:rsidRPr="0036781F">
              <w:rPr>
                <w:szCs w:val="28"/>
              </w:rPr>
              <w:t xml:space="preserve">повышение эффективности управления в сфере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F35495" w:rsidRPr="008A6FA1" w:rsidTr="00F9512D">
        <w:tc>
          <w:tcPr>
            <w:tcW w:w="6374" w:type="dxa"/>
          </w:tcPr>
          <w:p w:rsidR="00F35495" w:rsidRPr="00190885" w:rsidRDefault="00F3549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F35495" w:rsidRDefault="00F35495" w:rsidP="00543A3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570A58">
              <w:rPr>
                <w:szCs w:val="28"/>
              </w:rPr>
              <w:t>повышение качества и доступности муниципальных услуг сферы культуры для всех категорий потребителей</w:t>
            </w:r>
            <w:r>
              <w:rPr>
                <w:szCs w:val="28"/>
              </w:rPr>
              <w:t>;</w:t>
            </w:r>
          </w:p>
          <w:p w:rsidR="00F35495" w:rsidRDefault="00F35495" w:rsidP="001D4F5E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Pr="00472C1C">
              <w:rPr>
                <w:sz w:val="28"/>
                <w:szCs w:val="28"/>
              </w:rPr>
              <w:t>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</w:t>
            </w:r>
            <w:r>
              <w:rPr>
                <w:sz w:val="28"/>
                <w:szCs w:val="28"/>
              </w:rPr>
              <w:t>;</w:t>
            </w:r>
          </w:p>
          <w:p w:rsidR="00F35495" w:rsidRPr="009F22D5" w:rsidRDefault="00F35495" w:rsidP="00F9512D">
            <w:pPr>
              <w:rPr>
                <w:szCs w:val="28"/>
              </w:rPr>
            </w:pPr>
            <w:r w:rsidRPr="001D4F5E">
              <w:rPr>
                <w:szCs w:val="28"/>
              </w:rPr>
              <w:t>- повышение эффективности деятельности учреждений культуры, сохранение и развитие кадрового потенциала в учреждениях культуры и искусства Старотитаровского сельского поселения Темрюкского района</w:t>
            </w:r>
          </w:p>
        </w:tc>
      </w:tr>
      <w:tr w:rsidR="00F35495" w:rsidRPr="008A6FA1" w:rsidTr="00F9512D">
        <w:tc>
          <w:tcPr>
            <w:tcW w:w="6374" w:type="dxa"/>
          </w:tcPr>
          <w:p w:rsidR="00F35495" w:rsidRPr="00190885" w:rsidRDefault="00F3549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F35495" w:rsidRPr="000C3C23" w:rsidRDefault="00F35495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F35495" w:rsidRPr="008A6FA1" w:rsidTr="00F9512D">
        <w:tc>
          <w:tcPr>
            <w:tcW w:w="6374" w:type="dxa"/>
          </w:tcPr>
          <w:p w:rsidR="00F35495" w:rsidRPr="00190885" w:rsidRDefault="00F3549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F35495" w:rsidRDefault="00F35495" w:rsidP="007D09D5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F35495" w:rsidRDefault="00F35495" w:rsidP="007D09D5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F35495" w:rsidRDefault="00F35495" w:rsidP="007D09D5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F35495" w:rsidRDefault="00F35495" w:rsidP="007D09D5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культуры;</w:t>
            </w:r>
          </w:p>
          <w:p w:rsidR="00F35495" w:rsidRDefault="00F35495" w:rsidP="007D09D5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F35495" w:rsidRDefault="00F35495" w:rsidP="007D09D5">
            <w:pPr>
              <w:rPr>
                <w:szCs w:val="28"/>
              </w:rPr>
            </w:pPr>
            <w:r>
              <w:rPr>
                <w:szCs w:val="28"/>
              </w:rPr>
              <w:t>- подписка на периодические издания;</w:t>
            </w:r>
          </w:p>
          <w:p w:rsidR="00F35495" w:rsidRDefault="00F35495" w:rsidP="007D09D5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запасов;</w:t>
            </w:r>
          </w:p>
          <w:p w:rsidR="00F35495" w:rsidRDefault="00F35495" w:rsidP="009A48D2">
            <w:pPr>
              <w:rPr>
                <w:szCs w:val="28"/>
              </w:rPr>
            </w:pPr>
            <w:r>
              <w:rPr>
                <w:szCs w:val="28"/>
              </w:rPr>
              <w:t>- количество проведенных культурно-массовых мероприятий;</w:t>
            </w:r>
          </w:p>
          <w:p w:rsidR="00F35495" w:rsidRPr="00E64AB4" w:rsidRDefault="00F35495" w:rsidP="007D09D5">
            <w:pPr>
              <w:rPr>
                <w:szCs w:val="28"/>
              </w:rPr>
            </w:pPr>
            <w:r>
              <w:rPr>
                <w:szCs w:val="28"/>
              </w:rPr>
              <w:t>- 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F35495" w:rsidRPr="008A6FA1" w:rsidTr="00F9512D">
        <w:tc>
          <w:tcPr>
            <w:tcW w:w="6374" w:type="dxa"/>
          </w:tcPr>
          <w:p w:rsidR="00F35495" w:rsidRPr="00190885" w:rsidRDefault="00F3549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F35495" w:rsidRPr="00A46A72" w:rsidRDefault="00F35495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F35495" w:rsidRPr="008A6FA1" w:rsidTr="00F9512D">
        <w:tc>
          <w:tcPr>
            <w:tcW w:w="6374" w:type="dxa"/>
          </w:tcPr>
          <w:p w:rsidR="00F35495" w:rsidRPr="00190885" w:rsidRDefault="00F3549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F35495" w:rsidRPr="00A46A72" w:rsidRDefault="00F35495" w:rsidP="00F9512D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F35495" w:rsidRPr="008A6FA1" w:rsidTr="00F9512D">
        <w:tc>
          <w:tcPr>
            <w:tcW w:w="6374" w:type="dxa"/>
          </w:tcPr>
          <w:p w:rsidR="00F35495" w:rsidRPr="00190885" w:rsidRDefault="00F3549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F35495" w:rsidRPr="00190885" w:rsidRDefault="00F35495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F35495" w:rsidRPr="00190885" w:rsidRDefault="00F3549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F35495" w:rsidRPr="008A6FA1" w:rsidTr="00F9512D">
        <w:tc>
          <w:tcPr>
            <w:tcW w:w="6374" w:type="dxa"/>
          </w:tcPr>
          <w:p w:rsidR="00F35495" w:rsidRPr="00190885" w:rsidRDefault="00F3549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F35495" w:rsidRPr="00190885" w:rsidRDefault="00F3549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F35495" w:rsidRPr="00190885" w:rsidRDefault="00F3549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F35495" w:rsidRPr="00190885" w:rsidRDefault="00F3549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F35495" w:rsidRPr="00190885" w:rsidRDefault="00F3549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F35495" w:rsidRPr="00190885" w:rsidRDefault="00F3549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F35495" w:rsidRPr="008A6FA1" w:rsidTr="00F9512D">
        <w:tc>
          <w:tcPr>
            <w:tcW w:w="6374" w:type="dxa"/>
          </w:tcPr>
          <w:p w:rsidR="00F35495" w:rsidRPr="00190885" w:rsidRDefault="00F35495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F35495" w:rsidRPr="00190885" w:rsidRDefault="00F354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15 512,1</w:t>
            </w:r>
          </w:p>
        </w:tc>
        <w:tc>
          <w:tcPr>
            <w:tcW w:w="1842" w:type="dxa"/>
            <w:vAlign w:val="center"/>
          </w:tcPr>
          <w:p w:rsidR="00F35495" w:rsidRPr="00190885" w:rsidRDefault="00F354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35495" w:rsidRPr="00190885" w:rsidRDefault="00F354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35495" w:rsidRPr="00190885" w:rsidRDefault="00F35495" w:rsidP="00347A2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15 512,1</w:t>
            </w:r>
          </w:p>
        </w:tc>
        <w:tc>
          <w:tcPr>
            <w:tcW w:w="2019" w:type="dxa"/>
            <w:vAlign w:val="center"/>
          </w:tcPr>
          <w:p w:rsidR="00F35495" w:rsidRPr="00190885" w:rsidRDefault="00F354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35495" w:rsidRPr="008A6FA1" w:rsidTr="00F9512D">
        <w:tc>
          <w:tcPr>
            <w:tcW w:w="6374" w:type="dxa"/>
          </w:tcPr>
          <w:p w:rsidR="00F35495" w:rsidRPr="00190885" w:rsidRDefault="00F3549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35495" w:rsidRPr="00190885" w:rsidRDefault="00F3549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35495" w:rsidRPr="00190885" w:rsidRDefault="00F3549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35495" w:rsidRPr="00190885" w:rsidRDefault="00F3549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35495" w:rsidRPr="00190885" w:rsidRDefault="00F35495" w:rsidP="00347A2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35495" w:rsidRPr="00190885" w:rsidRDefault="00F35495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35495" w:rsidRPr="008A6FA1" w:rsidTr="00F9512D">
        <w:tc>
          <w:tcPr>
            <w:tcW w:w="6374" w:type="dxa"/>
          </w:tcPr>
          <w:p w:rsidR="00F35495" w:rsidRPr="00190885" w:rsidRDefault="00F3549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35495" w:rsidRPr="00190885" w:rsidRDefault="00F354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15 512,1</w:t>
            </w:r>
          </w:p>
        </w:tc>
        <w:tc>
          <w:tcPr>
            <w:tcW w:w="1842" w:type="dxa"/>
            <w:vAlign w:val="center"/>
          </w:tcPr>
          <w:p w:rsidR="00F35495" w:rsidRPr="00190885" w:rsidRDefault="00F354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35495" w:rsidRPr="00190885" w:rsidRDefault="00F354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35495" w:rsidRPr="00190885" w:rsidRDefault="00F35495" w:rsidP="00347A2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15 512,1</w:t>
            </w:r>
          </w:p>
        </w:tc>
        <w:tc>
          <w:tcPr>
            <w:tcW w:w="2019" w:type="dxa"/>
            <w:vAlign w:val="center"/>
          </w:tcPr>
          <w:p w:rsidR="00F35495" w:rsidRPr="00190885" w:rsidRDefault="00F354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35495" w:rsidRPr="008A6FA1" w:rsidTr="00F9512D">
        <w:tc>
          <w:tcPr>
            <w:tcW w:w="14560" w:type="dxa"/>
            <w:gridSpan w:val="6"/>
          </w:tcPr>
          <w:p w:rsidR="00F35495" w:rsidRPr="00190885" w:rsidRDefault="00F3549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35495" w:rsidRPr="008A6FA1" w:rsidTr="00F9512D">
        <w:tc>
          <w:tcPr>
            <w:tcW w:w="6374" w:type="dxa"/>
          </w:tcPr>
          <w:p w:rsidR="00F35495" w:rsidRPr="00190885" w:rsidRDefault="00F35495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F35495" w:rsidRPr="00190885" w:rsidRDefault="00F354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35495" w:rsidRPr="00190885" w:rsidRDefault="00F354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35495" w:rsidRPr="00190885" w:rsidRDefault="00F354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35495" w:rsidRPr="00190885" w:rsidRDefault="00F354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35495" w:rsidRPr="00190885" w:rsidRDefault="00F354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35495" w:rsidRPr="008A6FA1" w:rsidTr="00F9512D">
        <w:tc>
          <w:tcPr>
            <w:tcW w:w="6374" w:type="dxa"/>
          </w:tcPr>
          <w:p w:rsidR="00F35495" w:rsidRPr="00190885" w:rsidRDefault="00F3549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35495" w:rsidRPr="00190885" w:rsidRDefault="00F3549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35495" w:rsidRPr="00190885" w:rsidRDefault="00F3549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35495" w:rsidRPr="00190885" w:rsidRDefault="00F3549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35495" w:rsidRPr="00190885" w:rsidRDefault="00F3549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35495" w:rsidRPr="00190885" w:rsidRDefault="00F35495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35495" w:rsidRPr="008A6FA1" w:rsidTr="00F9512D">
        <w:tc>
          <w:tcPr>
            <w:tcW w:w="6374" w:type="dxa"/>
          </w:tcPr>
          <w:p w:rsidR="00F35495" w:rsidRPr="00190885" w:rsidRDefault="00F3549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35495" w:rsidRPr="00190885" w:rsidRDefault="00F354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35495" w:rsidRPr="00190885" w:rsidRDefault="00F354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35495" w:rsidRPr="00190885" w:rsidRDefault="00F354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35495" w:rsidRPr="00190885" w:rsidRDefault="00F354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35495" w:rsidRPr="00190885" w:rsidRDefault="00F354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35495" w:rsidRPr="008A6FA1" w:rsidTr="00F9512D">
        <w:tc>
          <w:tcPr>
            <w:tcW w:w="14560" w:type="dxa"/>
            <w:gridSpan w:val="6"/>
          </w:tcPr>
          <w:p w:rsidR="00F35495" w:rsidRPr="00190885" w:rsidRDefault="00F3549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35495" w:rsidRPr="00190885" w:rsidRDefault="00F3549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F35495" w:rsidRPr="008A6FA1" w:rsidTr="00F9512D">
        <w:tc>
          <w:tcPr>
            <w:tcW w:w="6374" w:type="dxa"/>
          </w:tcPr>
          <w:p w:rsidR="00F35495" w:rsidRPr="00190885" w:rsidRDefault="00F35495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F35495" w:rsidRPr="00190885" w:rsidRDefault="00F354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35495" w:rsidRPr="00190885" w:rsidRDefault="00F354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35495" w:rsidRPr="00190885" w:rsidRDefault="00F354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35495" w:rsidRPr="00190885" w:rsidRDefault="00F354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35495" w:rsidRPr="00190885" w:rsidRDefault="00F354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35495" w:rsidRPr="008A6FA1" w:rsidTr="00F9512D">
        <w:tc>
          <w:tcPr>
            <w:tcW w:w="6374" w:type="dxa"/>
          </w:tcPr>
          <w:p w:rsidR="00F35495" w:rsidRPr="00190885" w:rsidRDefault="00F3549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35495" w:rsidRPr="00190885" w:rsidRDefault="00F3549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F35495" w:rsidRPr="00190885" w:rsidRDefault="00F3549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35495" w:rsidRPr="00190885" w:rsidRDefault="00F3549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F35495" w:rsidRPr="00190885" w:rsidRDefault="00F3549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F35495" w:rsidRPr="00190885" w:rsidRDefault="00F35495" w:rsidP="00F9512D">
            <w:pPr>
              <w:pStyle w:val="ConsPlusNormal0"/>
              <w:rPr>
                <w:szCs w:val="28"/>
              </w:rPr>
            </w:pPr>
          </w:p>
        </w:tc>
      </w:tr>
      <w:tr w:rsidR="00F35495" w:rsidRPr="008A6FA1" w:rsidTr="00F9512D">
        <w:tc>
          <w:tcPr>
            <w:tcW w:w="6374" w:type="dxa"/>
          </w:tcPr>
          <w:p w:rsidR="00F35495" w:rsidRPr="00190885" w:rsidRDefault="00F3549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35495" w:rsidRPr="00190885" w:rsidRDefault="00F354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35495" w:rsidRPr="00190885" w:rsidRDefault="00F354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35495" w:rsidRPr="00190885" w:rsidRDefault="00F354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35495" w:rsidRPr="00190885" w:rsidRDefault="00F354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35495" w:rsidRPr="00190885" w:rsidRDefault="00F3549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F35495" w:rsidRDefault="00F35495" w:rsidP="006033AB">
      <w:pPr>
        <w:rPr>
          <w:szCs w:val="28"/>
        </w:rPr>
      </w:pPr>
    </w:p>
    <w:p w:rsidR="00F35495" w:rsidRDefault="00F35495" w:rsidP="006033AB">
      <w:pPr>
        <w:rPr>
          <w:szCs w:val="28"/>
        </w:rPr>
      </w:pPr>
    </w:p>
    <w:p w:rsidR="00F35495" w:rsidRDefault="00F35495" w:rsidP="006033AB">
      <w:pPr>
        <w:rPr>
          <w:szCs w:val="28"/>
        </w:rPr>
      </w:pPr>
      <w:r>
        <w:rPr>
          <w:szCs w:val="28"/>
        </w:rPr>
        <w:t>Заместитель главы Старотитаровского сельского поселения Темрюкского района                               Т.И. Опарина</w:t>
      </w:r>
    </w:p>
    <w:p w:rsidR="00F35495" w:rsidRDefault="00F35495" w:rsidP="006033AB">
      <w:pPr>
        <w:rPr>
          <w:szCs w:val="28"/>
        </w:rPr>
      </w:pPr>
    </w:p>
    <w:p w:rsidR="00F35495" w:rsidRDefault="00F3549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5495" w:rsidRDefault="00F35495" w:rsidP="00484E94">
      <w:pPr>
        <w:ind w:firstLine="709"/>
        <w:jc w:val="both"/>
        <w:rPr>
          <w:szCs w:val="28"/>
        </w:rPr>
      </w:pPr>
    </w:p>
    <w:p w:rsidR="00F35495" w:rsidRDefault="00F35495" w:rsidP="001F5CA2">
      <w:pPr>
        <w:jc w:val="center"/>
        <w:rPr>
          <w:b/>
        </w:rPr>
      </w:pPr>
    </w:p>
    <w:sectPr w:rsidR="00F35495" w:rsidSect="0005555B"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5495" w:rsidRDefault="00F35495" w:rsidP="00EF6F81">
      <w:r>
        <w:separator/>
      </w:r>
    </w:p>
  </w:endnote>
  <w:endnote w:type="continuationSeparator" w:id="0">
    <w:p w:rsidR="00F35495" w:rsidRDefault="00F35495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5495" w:rsidRDefault="00F35495" w:rsidP="00EF6F81">
      <w:r>
        <w:separator/>
      </w:r>
    </w:p>
  </w:footnote>
  <w:footnote w:type="continuationSeparator" w:id="0">
    <w:p w:rsidR="00F35495" w:rsidRDefault="00F35495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495" w:rsidRDefault="00F35495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495" w:rsidRDefault="00F35495">
    <w:pPr>
      <w:pStyle w:val="Header"/>
      <w:jc w:val="center"/>
    </w:pPr>
  </w:p>
  <w:p w:rsidR="00F35495" w:rsidRDefault="00F35495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35495" w:rsidRPr="00F945BC" w:rsidRDefault="00F3549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3BDC"/>
    <w:rsid w:val="00015FFA"/>
    <w:rsid w:val="00017FA2"/>
    <w:rsid w:val="00023F4D"/>
    <w:rsid w:val="00031DF9"/>
    <w:rsid w:val="000348BC"/>
    <w:rsid w:val="0003562F"/>
    <w:rsid w:val="00036A7D"/>
    <w:rsid w:val="00036BA0"/>
    <w:rsid w:val="0004283A"/>
    <w:rsid w:val="00046F33"/>
    <w:rsid w:val="000520B4"/>
    <w:rsid w:val="0005300F"/>
    <w:rsid w:val="0005555B"/>
    <w:rsid w:val="000669A4"/>
    <w:rsid w:val="00067BE9"/>
    <w:rsid w:val="00067C9E"/>
    <w:rsid w:val="00073545"/>
    <w:rsid w:val="00084551"/>
    <w:rsid w:val="00084E42"/>
    <w:rsid w:val="0009591D"/>
    <w:rsid w:val="000A3A2B"/>
    <w:rsid w:val="000A5167"/>
    <w:rsid w:val="000B0141"/>
    <w:rsid w:val="000B0521"/>
    <w:rsid w:val="000B4AE6"/>
    <w:rsid w:val="000C1918"/>
    <w:rsid w:val="000C3C23"/>
    <w:rsid w:val="000C3FBF"/>
    <w:rsid w:val="000C75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35F97"/>
    <w:rsid w:val="001403D0"/>
    <w:rsid w:val="00143C57"/>
    <w:rsid w:val="00145E87"/>
    <w:rsid w:val="0015265A"/>
    <w:rsid w:val="00153625"/>
    <w:rsid w:val="0015372F"/>
    <w:rsid w:val="00154016"/>
    <w:rsid w:val="0015544B"/>
    <w:rsid w:val="0016103B"/>
    <w:rsid w:val="0016216E"/>
    <w:rsid w:val="00162358"/>
    <w:rsid w:val="001658ED"/>
    <w:rsid w:val="00167C70"/>
    <w:rsid w:val="00172D6C"/>
    <w:rsid w:val="00173D9E"/>
    <w:rsid w:val="00176619"/>
    <w:rsid w:val="001766D6"/>
    <w:rsid w:val="001813B1"/>
    <w:rsid w:val="00185966"/>
    <w:rsid w:val="00190885"/>
    <w:rsid w:val="0019577F"/>
    <w:rsid w:val="001A1BB4"/>
    <w:rsid w:val="001A5026"/>
    <w:rsid w:val="001B743E"/>
    <w:rsid w:val="001B7870"/>
    <w:rsid w:val="001B7AD5"/>
    <w:rsid w:val="001D080B"/>
    <w:rsid w:val="001D1214"/>
    <w:rsid w:val="001D2232"/>
    <w:rsid w:val="001D3418"/>
    <w:rsid w:val="001D4E9D"/>
    <w:rsid w:val="001D4F5E"/>
    <w:rsid w:val="001D7426"/>
    <w:rsid w:val="001D7910"/>
    <w:rsid w:val="001E468C"/>
    <w:rsid w:val="001E7209"/>
    <w:rsid w:val="001F5CA2"/>
    <w:rsid w:val="001F7787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27B9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1FB4"/>
    <w:rsid w:val="002937AE"/>
    <w:rsid w:val="00295EB1"/>
    <w:rsid w:val="00297869"/>
    <w:rsid w:val="002A1837"/>
    <w:rsid w:val="002A2A51"/>
    <w:rsid w:val="002A39F5"/>
    <w:rsid w:val="002A5AC2"/>
    <w:rsid w:val="002A7838"/>
    <w:rsid w:val="002B24B8"/>
    <w:rsid w:val="002B34B6"/>
    <w:rsid w:val="002C031E"/>
    <w:rsid w:val="002C1B0E"/>
    <w:rsid w:val="002C7291"/>
    <w:rsid w:val="002D2249"/>
    <w:rsid w:val="002D423B"/>
    <w:rsid w:val="002D6BB0"/>
    <w:rsid w:val="002E291E"/>
    <w:rsid w:val="002E5323"/>
    <w:rsid w:val="002E62B4"/>
    <w:rsid w:val="002E6595"/>
    <w:rsid w:val="00306055"/>
    <w:rsid w:val="003160FD"/>
    <w:rsid w:val="00324FC7"/>
    <w:rsid w:val="00325B03"/>
    <w:rsid w:val="00326F04"/>
    <w:rsid w:val="00337501"/>
    <w:rsid w:val="00345A6E"/>
    <w:rsid w:val="00347A25"/>
    <w:rsid w:val="00347A6F"/>
    <w:rsid w:val="003547EA"/>
    <w:rsid w:val="003559DB"/>
    <w:rsid w:val="00357F42"/>
    <w:rsid w:val="0036781F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97E5C"/>
    <w:rsid w:val="003A0AD1"/>
    <w:rsid w:val="003A3ADE"/>
    <w:rsid w:val="003A5E11"/>
    <w:rsid w:val="003B019F"/>
    <w:rsid w:val="003B284B"/>
    <w:rsid w:val="003B3107"/>
    <w:rsid w:val="003B4B63"/>
    <w:rsid w:val="003B6C0A"/>
    <w:rsid w:val="003C0D75"/>
    <w:rsid w:val="003C75F8"/>
    <w:rsid w:val="003C7953"/>
    <w:rsid w:val="003D110A"/>
    <w:rsid w:val="003D1776"/>
    <w:rsid w:val="003D283C"/>
    <w:rsid w:val="003D359A"/>
    <w:rsid w:val="003D61CD"/>
    <w:rsid w:val="003D7675"/>
    <w:rsid w:val="003E0EC0"/>
    <w:rsid w:val="003E2B65"/>
    <w:rsid w:val="003E500C"/>
    <w:rsid w:val="003E51DA"/>
    <w:rsid w:val="003E7778"/>
    <w:rsid w:val="003F5603"/>
    <w:rsid w:val="004019AF"/>
    <w:rsid w:val="00401C77"/>
    <w:rsid w:val="004058C3"/>
    <w:rsid w:val="00405F4C"/>
    <w:rsid w:val="00411A46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72C1C"/>
    <w:rsid w:val="00475B52"/>
    <w:rsid w:val="004816D5"/>
    <w:rsid w:val="00484B97"/>
    <w:rsid w:val="00484E94"/>
    <w:rsid w:val="004852C0"/>
    <w:rsid w:val="00487F4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4F6D70"/>
    <w:rsid w:val="004F7016"/>
    <w:rsid w:val="0050378D"/>
    <w:rsid w:val="00503DDC"/>
    <w:rsid w:val="0050519C"/>
    <w:rsid w:val="00506C43"/>
    <w:rsid w:val="0050706A"/>
    <w:rsid w:val="00510D19"/>
    <w:rsid w:val="0053507E"/>
    <w:rsid w:val="0053758B"/>
    <w:rsid w:val="0054045D"/>
    <w:rsid w:val="0054063E"/>
    <w:rsid w:val="00543A38"/>
    <w:rsid w:val="005450A9"/>
    <w:rsid w:val="0055229B"/>
    <w:rsid w:val="00553CFA"/>
    <w:rsid w:val="00565F55"/>
    <w:rsid w:val="00570A58"/>
    <w:rsid w:val="005716FF"/>
    <w:rsid w:val="00571FAC"/>
    <w:rsid w:val="005734E0"/>
    <w:rsid w:val="005750C3"/>
    <w:rsid w:val="00582053"/>
    <w:rsid w:val="0058240E"/>
    <w:rsid w:val="00582A6E"/>
    <w:rsid w:val="00595B9D"/>
    <w:rsid w:val="00596287"/>
    <w:rsid w:val="005A449E"/>
    <w:rsid w:val="005A684E"/>
    <w:rsid w:val="005B3967"/>
    <w:rsid w:val="005B5962"/>
    <w:rsid w:val="005B7233"/>
    <w:rsid w:val="005B786B"/>
    <w:rsid w:val="005C4D2D"/>
    <w:rsid w:val="005C568F"/>
    <w:rsid w:val="005C6648"/>
    <w:rsid w:val="005C6C01"/>
    <w:rsid w:val="005C6CAD"/>
    <w:rsid w:val="005E20DC"/>
    <w:rsid w:val="005E3ACA"/>
    <w:rsid w:val="005E7A49"/>
    <w:rsid w:val="005F0511"/>
    <w:rsid w:val="005F59AA"/>
    <w:rsid w:val="005F6D45"/>
    <w:rsid w:val="005F74CC"/>
    <w:rsid w:val="005F7AB0"/>
    <w:rsid w:val="00600FF4"/>
    <w:rsid w:val="006033AB"/>
    <w:rsid w:val="0060710A"/>
    <w:rsid w:val="0061057C"/>
    <w:rsid w:val="00611F63"/>
    <w:rsid w:val="00614039"/>
    <w:rsid w:val="00617E6B"/>
    <w:rsid w:val="006245C5"/>
    <w:rsid w:val="00631501"/>
    <w:rsid w:val="00631920"/>
    <w:rsid w:val="006341E7"/>
    <w:rsid w:val="00634440"/>
    <w:rsid w:val="00646533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D284A"/>
    <w:rsid w:val="006E293D"/>
    <w:rsid w:val="006E70C7"/>
    <w:rsid w:val="006E7EDC"/>
    <w:rsid w:val="006F0022"/>
    <w:rsid w:val="006F3B7F"/>
    <w:rsid w:val="006F3DF6"/>
    <w:rsid w:val="006F4971"/>
    <w:rsid w:val="006F63DF"/>
    <w:rsid w:val="006F74BD"/>
    <w:rsid w:val="007003BE"/>
    <w:rsid w:val="007009E5"/>
    <w:rsid w:val="007066D2"/>
    <w:rsid w:val="00707421"/>
    <w:rsid w:val="0070794F"/>
    <w:rsid w:val="00710491"/>
    <w:rsid w:val="00716A08"/>
    <w:rsid w:val="00720B58"/>
    <w:rsid w:val="0072626C"/>
    <w:rsid w:val="00734025"/>
    <w:rsid w:val="00734314"/>
    <w:rsid w:val="00741C5B"/>
    <w:rsid w:val="00741FA6"/>
    <w:rsid w:val="00745D1A"/>
    <w:rsid w:val="00753593"/>
    <w:rsid w:val="007556E6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C3B4E"/>
    <w:rsid w:val="007D09D5"/>
    <w:rsid w:val="007D1D37"/>
    <w:rsid w:val="007E0D6B"/>
    <w:rsid w:val="007E3A7D"/>
    <w:rsid w:val="007E702A"/>
    <w:rsid w:val="007F1C06"/>
    <w:rsid w:val="007F20C1"/>
    <w:rsid w:val="007F34E4"/>
    <w:rsid w:val="007F3942"/>
    <w:rsid w:val="007F6C98"/>
    <w:rsid w:val="00802B22"/>
    <w:rsid w:val="00805238"/>
    <w:rsid w:val="0080648B"/>
    <w:rsid w:val="00806B35"/>
    <w:rsid w:val="0081373F"/>
    <w:rsid w:val="008170C5"/>
    <w:rsid w:val="00823D33"/>
    <w:rsid w:val="00824605"/>
    <w:rsid w:val="00827AAA"/>
    <w:rsid w:val="00831B7E"/>
    <w:rsid w:val="0084599C"/>
    <w:rsid w:val="00845C4E"/>
    <w:rsid w:val="00846A87"/>
    <w:rsid w:val="00855115"/>
    <w:rsid w:val="008553FA"/>
    <w:rsid w:val="00856E15"/>
    <w:rsid w:val="00876805"/>
    <w:rsid w:val="00877383"/>
    <w:rsid w:val="008805B7"/>
    <w:rsid w:val="008825EF"/>
    <w:rsid w:val="00883BAB"/>
    <w:rsid w:val="00885C29"/>
    <w:rsid w:val="00890443"/>
    <w:rsid w:val="008924E5"/>
    <w:rsid w:val="00896A24"/>
    <w:rsid w:val="00896C68"/>
    <w:rsid w:val="008A06FC"/>
    <w:rsid w:val="008A24E1"/>
    <w:rsid w:val="008A32AD"/>
    <w:rsid w:val="008A6FA1"/>
    <w:rsid w:val="008B08D9"/>
    <w:rsid w:val="008B2122"/>
    <w:rsid w:val="008B6D0E"/>
    <w:rsid w:val="008C2B7A"/>
    <w:rsid w:val="008C7289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05F60"/>
    <w:rsid w:val="00910293"/>
    <w:rsid w:val="00911DA9"/>
    <w:rsid w:val="00917C71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6600F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A48D2"/>
    <w:rsid w:val="009B2611"/>
    <w:rsid w:val="009B2829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9F6086"/>
    <w:rsid w:val="00A02498"/>
    <w:rsid w:val="00A03E7E"/>
    <w:rsid w:val="00A05078"/>
    <w:rsid w:val="00A06F80"/>
    <w:rsid w:val="00A1507B"/>
    <w:rsid w:val="00A23788"/>
    <w:rsid w:val="00A30B42"/>
    <w:rsid w:val="00A30FFE"/>
    <w:rsid w:val="00A31AE3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5A46"/>
    <w:rsid w:val="00A77D4F"/>
    <w:rsid w:val="00A811B2"/>
    <w:rsid w:val="00A81E29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5F7E"/>
    <w:rsid w:val="00AD7804"/>
    <w:rsid w:val="00AD7BD4"/>
    <w:rsid w:val="00AE09CA"/>
    <w:rsid w:val="00AE7059"/>
    <w:rsid w:val="00AF1DE5"/>
    <w:rsid w:val="00AF3593"/>
    <w:rsid w:val="00AF35BD"/>
    <w:rsid w:val="00AF362F"/>
    <w:rsid w:val="00AF7ACB"/>
    <w:rsid w:val="00B07228"/>
    <w:rsid w:val="00B11760"/>
    <w:rsid w:val="00B12FB3"/>
    <w:rsid w:val="00B149A9"/>
    <w:rsid w:val="00B14FE2"/>
    <w:rsid w:val="00B1619A"/>
    <w:rsid w:val="00B169D6"/>
    <w:rsid w:val="00B2042B"/>
    <w:rsid w:val="00B2063D"/>
    <w:rsid w:val="00B20B96"/>
    <w:rsid w:val="00B2367E"/>
    <w:rsid w:val="00B23A0A"/>
    <w:rsid w:val="00B30DEE"/>
    <w:rsid w:val="00B31E82"/>
    <w:rsid w:val="00B32EB2"/>
    <w:rsid w:val="00B34FCD"/>
    <w:rsid w:val="00B36CD3"/>
    <w:rsid w:val="00B37652"/>
    <w:rsid w:val="00B37833"/>
    <w:rsid w:val="00B40358"/>
    <w:rsid w:val="00B46929"/>
    <w:rsid w:val="00B47CC7"/>
    <w:rsid w:val="00B51199"/>
    <w:rsid w:val="00B54485"/>
    <w:rsid w:val="00B562F6"/>
    <w:rsid w:val="00B56C96"/>
    <w:rsid w:val="00B57633"/>
    <w:rsid w:val="00B648BF"/>
    <w:rsid w:val="00B64B51"/>
    <w:rsid w:val="00B67874"/>
    <w:rsid w:val="00B73D9B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1191"/>
    <w:rsid w:val="00BE244F"/>
    <w:rsid w:val="00BE51FE"/>
    <w:rsid w:val="00BE75CB"/>
    <w:rsid w:val="00C0190C"/>
    <w:rsid w:val="00C02CE4"/>
    <w:rsid w:val="00C11F9E"/>
    <w:rsid w:val="00C1286D"/>
    <w:rsid w:val="00C138C6"/>
    <w:rsid w:val="00C1508F"/>
    <w:rsid w:val="00C23387"/>
    <w:rsid w:val="00C25175"/>
    <w:rsid w:val="00C270AB"/>
    <w:rsid w:val="00C3292C"/>
    <w:rsid w:val="00C374A8"/>
    <w:rsid w:val="00C404E0"/>
    <w:rsid w:val="00C4141F"/>
    <w:rsid w:val="00C429D2"/>
    <w:rsid w:val="00C53808"/>
    <w:rsid w:val="00C576C0"/>
    <w:rsid w:val="00C6089C"/>
    <w:rsid w:val="00C667BF"/>
    <w:rsid w:val="00C70702"/>
    <w:rsid w:val="00C71CC2"/>
    <w:rsid w:val="00C72F57"/>
    <w:rsid w:val="00C75EAF"/>
    <w:rsid w:val="00C76645"/>
    <w:rsid w:val="00C769C5"/>
    <w:rsid w:val="00C8136C"/>
    <w:rsid w:val="00C9341F"/>
    <w:rsid w:val="00CA247E"/>
    <w:rsid w:val="00CA499B"/>
    <w:rsid w:val="00CA61D6"/>
    <w:rsid w:val="00CA63B2"/>
    <w:rsid w:val="00CA76C1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022B"/>
    <w:rsid w:val="00CF500C"/>
    <w:rsid w:val="00D047A4"/>
    <w:rsid w:val="00D07253"/>
    <w:rsid w:val="00D1083A"/>
    <w:rsid w:val="00D11C47"/>
    <w:rsid w:val="00D21B4F"/>
    <w:rsid w:val="00D2251E"/>
    <w:rsid w:val="00D258EE"/>
    <w:rsid w:val="00D30666"/>
    <w:rsid w:val="00D341F7"/>
    <w:rsid w:val="00D3506A"/>
    <w:rsid w:val="00D50A29"/>
    <w:rsid w:val="00D510F8"/>
    <w:rsid w:val="00D57F3E"/>
    <w:rsid w:val="00D65A5D"/>
    <w:rsid w:val="00D66DD0"/>
    <w:rsid w:val="00D67385"/>
    <w:rsid w:val="00D72F95"/>
    <w:rsid w:val="00D74072"/>
    <w:rsid w:val="00D7588E"/>
    <w:rsid w:val="00D814EC"/>
    <w:rsid w:val="00D87475"/>
    <w:rsid w:val="00D91580"/>
    <w:rsid w:val="00D9235A"/>
    <w:rsid w:val="00D94348"/>
    <w:rsid w:val="00DA00D1"/>
    <w:rsid w:val="00DA07D9"/>
    <w:rsid w:val="00DA0DE0"/>
    <w:rsid w:val="00DA1FBD"/>
    <w:rsid w:val="00DA2C96"/>
    <w:rsid w:val="00DA4ED8"/>
    <w:rsid w:val="00DA5916"/>
    <w:rsid w:val="00DC605B"/>
    <w:rsid w:val="00DD1C2E"/>
    <w:rsid w:val="00DD49F6"/>
    <w:rsid w:val="00DD4EA0"/>
    <w:rsid w:val="00DD4F01"/>
    <w:rsid w:val="00DD5EA2"/>
    <w:rsid w:val="00DD5F0A"/>
    <w:rsid w:val="00DE264F"/>
    <w:rsid w:val="00DE754D"/>
    <w:rsid w:val="00DF23BC"/>
    <w:rsid w:val="00DF42DA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3892"/>
    <w:rsid w:val="00E74312"/>
    <w:rsid w:val="00E746A1"/>
    <w:rsid w:val="00E803BD"/>
    <w:rsid w:val="00E8097A"/>
    <w:rsid w:val="00E813D0"/>
    <w:rsid w:val="00E823BE"/>
    <w:rsid w:val="00E824EC"/>
    <w:rsid w:val="00E84B65"/>
    <w:rsid w:val="00E87B77"/>
    <w:rsid w:val="00E96452"/>
    <w:rsid w:val="00E97A97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55"/>
    <w:rsid w:val="00ED2AA6"/>
    <w:rsid w:val="00ED65F3"/>
    <w:rsid w:val="00ED6AB3"/>
    <w:rsid w:val="00ED794E"/>
    <w:rsid w:val="00EE5BAC"/>
    <w:rsid w:val="00EE64D8"/>
    <w:rsid w:val="00EE662F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24CB1"/>
    <w:rsid w:val="00F268FB"/>
    <w:rsid w:val="00F30745"/>
    <w:rsid w:val="00F31FEC"/>
    <w:rsid w:val="00F32117"/>
    <w:rsid w:val="00F35495"/>
    <w:rsid w:val="00F36F38"/>
    <w:rsid w:val="00F37837"/>
    <w:rsid w:val="00F43866"/>
    <w:rsid w:val="00F43926"/>
    <w:rsid w:val="00F441D3"/>
    <w:rsid w:val="00F57EFB"/>
    <w:rsid w:val="00F60E47"/>
    <w:rsid w:val="00F65DF0"/>
    <w:rsid w:val="00F677FC"/>
    <w:rsid w:val="00F67E40"/>
    <w:rsid w:val="00F707E1"/>
    <w:rsid w:val="00F72601"/>
    <w:rsid w:val="00F73275"/>
    <w:rsid w:val="00F80B7C"/>
    <w:rsid w:val="00F84016"/>
    <w:rsid w:val="00F8586D"/>
    <w:rsid w:val="00F922EA"/>
    <w:rsid w:val="00F923DF"/>
    <w:rsid w:val="00F945BC"/>
    <w:rsid w:val="00F94726"/>
    <w:rsid w:val="00F9512D"/>
    <w:rsid w:val="00F967A8"/>
    <w:rsid w:val="00F96CD6"/>
    <w:rsid w:val="00F96F3C"/>
    <w:rsid w:val="00F97C68"/>
    <w:rsid w:val="00FA0B6C"/>
    <w:rsid w:val="00FA1A72"/>
    <w:rsid w:val="00FA3840"/>
    <w:rsid w:val="00FA67D3"/>
    <w:rsid w:val="00FB065A"/>
    <w:rsid w:val="00FB7C52"/>
    <w:rsid w:val="00FC2799"/>
    <w:rsid w:val="00FD34F6"/>
    <w:rsid w:val="00FD486E"/>
    <w:rsid w:val="00FD579D"/>
    <w:rsid w:val="00FE0BE3"/>
    <w:rsid w:val="00FE1939"/>
    <w:rsid w:val="00FE41F3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  <w:style w:type="paragraph" w:styleId="NoSpacing">
    <w:name w:val="No Spacing"/>
    <w:uiPriority w:val="99"/>
    <w:qFormat/>
    <w:rsid w:val="001D4F5E"/>
    <w:pPr>
      <w:suppressAutoHyphens/>
    </w:pPr>
    <w:rPr>
      <w:rFonts w:ascii="Times New Roman" w:eastAsia="Times New Roman" w:hAnsi="Times New Roman"/>
      <w:kern w:val="2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741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41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41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41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41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41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41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41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41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2488</TotalTime>
  <Pages>4</Pages>
  <Words>566</Words>
  <Characters>3228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258</cp:revision>
  <cp:lastPrinted>2021-06-11T06:36:00Z</cp:lastPrinted>
  <dcterms:created xsi:type="dcterms:W3CDTF">2018-08-07T11:48:00Z</dcterms:created>
  <dcterms:modified xsi:type="dcterms:W3CDTF">2022-12-29T12:30:00Z</dcterms:modified>
</cp:coreProperties>
</file>