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-106" w:type="dxa"/>
        <w:tblLayout w:type="fixed"/>
        <w:tblLook w:val="00A0"/>
      </w:tblPr>
      <w:tblGrid>
        <w:gridCol w:w="8934"/>
        <w:gridCol w:w="5626"/>
      </w:tblGrid>
      <w:tr w:rsidR="00EF4F4B" w:rsidRPr="00EE5BAC">
        <w:tc>
          <w:tcPr>
            <w:tcW w:w="8934" w:type="dxa"/>
          </w:tcPr>
          <w:p w:rsidR="00EF4F4B" w:rsidRPr="00EE5BAC" w:rsidRDefault="00EF4F4B" w:rsidP="00EE5BA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626" w:type="dxa"/>
          </w:tcPr>
          <w:p w:rsidR="00EF4F4B" w:rsidRPr="00EE5BAC" w:rsidRDefault="00EF4F4B" w:rsidP="006E2C6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EF4F4B" w:rsidRPr="00EE5BAC" w:rsidRDefault="00EF4F4B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EF4F4B" w:rsidRPr="00EE5BAC" w:rsidRDefault="00EF4F4B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EF4F4B" w:rsidRDefault="00EF4F4B" w:rsidP="00DA30A0">
            <w:pPr>
              <w:jc w:val="center"/>
            </w:pPr>
            <w:r>
              <w:rPr>
                <w:kern w:val="1"/>
                <w:lang w:eastAsia="zh-CN"/>
              </w:rPr>
              <w:t xml:space="preserve">                                     о</w:t>
            </w:r>
            <w:r w:rsidRPr="00EE5BAC">
              <w:rPr>
                <w:kern w:val="1"/>
                <w:lang w:eastAsia="zh-CN"/>
              </w:rPr>
              <w:t>т</w:t>
            </w:r>
            <w:r>
              <w:rPr>
                <w:kern w:val="1"/>
                <w:lang w:eastAsia="zh-CN"/>
              </w:rPr>
              <w:t xml:space="preserve">  </w:t>
            </w:r>
            <w:r>
              <w:t>29.12.2022 г. № 284</w:t>
            </w:r>
          </w:p>
          <w:p w:rsidR="00EF4F4B" w:rsidRPr="00EE5BAC" w:rsidRDefault="00EF4F4B" w:rsidP="00CC361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</w:t>
            </w:r>
          </w:p>
          <w:p w:rsidR="00EF4F4B" w:rsidRPr="00EE5BAC" w:rsidRDefault="00EF4F4B" w:rsidP="00EE5BA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EF4F4B" w:rsidRPr="00EE5BAC" w:rsidRDefault="00EF4F4B" w:rsidP="0024133D">
      <w:pPr>
        <w:tabs>
          <w:tab w:val="left" w:pos="14560"/>
        </w:tabs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EF4F4B" w:rsidRDefault="00EF4F4B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EF4F4B" w:rsidRPr="00EE5BAC" w:rsidRDefault="00EF4F4B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EF4F4B" w:rsidRPr="00EE5BAC" w:rsidRDefault="00EF4F4B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EF4F4B" w:rsidRPr="00EE5BAC" w:rsidRDefault="00EF4F4B" w:rsidP="00F26D62">
      <w:pPr>
        <w:suppressAutoHyphens/>
        <w:ind w:right="-246"/>
        <w:jc w:val="center"/>
        <w:rPr>
          <w:kern w:val="1"/>
          <w:lang w:eastAsia="zh-CN"/>
        </w:rPr>
      </w:pPr>
      <w:r>
        <w:rPr>
          <w:kern w:val="1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>28.10.2021</w:t>
      </w:r>
      <w:r w:rsidRPr="00EE5BAC">
        <w:rPr>
          <w:kern w:val="1"/>
          <w:lang w:eastAsia="zh-CN"/>
        </w:rPr>
        <w:t xml:space="preserve">№ </w:t>
      </w:r>
      <w:r>
        <w:rPr>
          <w:kern w:val="1"/>
          <w:lang w:eastAsia="zh-CN"/>
        </w:rPr>
        <w:t>224</w:t>
      </w:r>
    </w:p>
    <w:p w:rsidR="00EF4F4B" w:rsidRDefault="00EF4F4B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EF4F4B" w:rsidRPr="00E72665" w:rsidRDefault="00EF4F4B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EF4F4B" w:rsidRDefault="00EF4F4B" w:rsidP="00BB769B">
      <w:pPr>
        <w:jc w:val="center"/>
        <w:rPr>
          <w:b/>
          <w:bCs/>
        </w:rPr>
      </w:pPr>
      <w:r w:rsidRPr="00BB769B">
        <w:rPr>
          <w:b/>
          <w:bCs/>
        </w:rPr>
        <w:t xml:space="preserve"> </w:t>
      </w:r>
    </w:p>
    <w:p w:rsidR="00EF4F4B" w:rsidRPr="00950972" w:rsidRDefault="00EF4F4B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EF4F4B" w:rsidRPr="00E72665" w:rsidRDefault="00EF4F4B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EF4F4B" w:rsidRDefault="00EF4F4B" w:rsidP="00EF6F8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F4F4B" w:rsidRPr="00855115" w:rsidRDefault="00EF4F4B" w:rsidP="003C6838">
            <w:r w:rsidRPr="00855115"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F4F4B" w:rsidRDefault="00EF4F4B" w:rsidP="003C6838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EF4F4B" w:rsidRDefault="00EF4F4B" w:rsidP="003C6838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EF4F4B" w:rsidRPr="00190885" w:rsidRDefault="00EF4F4B" w:rsidP="003C6838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F4F4B" w:rsidRDefault="00EF4F4B" w:rsidP="003C6838">
            <w:r w:rsidRPr="00B64B51">
              <w:t xml:space="preserve">Администрация Старотитаровского сельского поселения Темрюкского района; </w:t>
            </w:r>
          </w:p>
          <w:p w:rsidR="00EF4F4B" w:rsidRDefault="00EF4F4B" w:rsidP="006E2C64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EF4F4B" w:rsidRDefault="00EF4F4B" w:rsidP="006E2C64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EF4F4B" w:rsidRPr="00190885" w:rsidRDefault="00EF4F4B" w:rsidP="006E2C64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F4F4B" w:rsidRPr="00632FA9" w:rsidRDefault="00EF4F4B" w:rsidP="003C6838">
            <w:r w:rsidRPr="00632FA9">
              <w:t>1.</w:t>
            </w:r>
            <w:hyperlink w:anchor="sub_1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E2C64">
              <w:t xml:space="preserve"> </w:t>
            </w:r>
            <w:r w:rsidRPr="00632FA9">
              <w:t>«Обеспечение ведения бухгалтерского учета»;</w:t>
            </w:r>
          </w:p>
          <w:p w:rsidR="00EF4F4B" w:rsidRPr="00632FA9" w:rsidRDefault="00EF4F4B" w:rsidP="003C6838">
            <w:r w:rsidRPr="00632FA9">
              <w:t xml:space="preserve">2. </w:t>
            </w:r>
            <w:hyperlink w:anchor="sub_2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32FA9">
              <w:t xml:space="preserve"> «Обеспечение хозяйственного обслуживания администрации Старотитаровского сельского поселения Темрюкского района »;</w:t>
            </w:r>
          </w:p>
          <w:p w:rsidR="00EF4F4B" w:rsidRPr="00632FA9" w:rsidRDefault="00EF4F4B" w:rsidP="003C6838">
            <w:pPr>
              <w:rPr>
                <w:rStyle w:val="a4"/>
                <w:b w:val="0"/>
              </w:rPr>
            </w:pPr>
            <w:r w:rsidRPr="00632FA9">
              <w:t>3.Подпрограмма «Обеспечение осуществления закупок товаров, работ и услуг для   муниципальных нужд»</w:t>
            </w:r>
          </w:p>
          <w:p w:rsidR="00EF4F4B" w:rsidRPr="00190885" w:rsidRDefault="00EF4F4B" w:rsidP="003C6838">
            <w:pPr>
              <w:jc w:val="center"/>
              <w:rPr>
                <w:b/>
                <w:bCs/>
              </w:rPr>
            </w:pP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F4F4B" w:rsidRDefault="00EF4F4B" w:rsidP="003C6838">
            <w:r w:rsidRPr="00855115"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EF4F4B" w:rsidRPr="00190885" w:rsidRDefault="00EF4F4B" w:rsidP="003C6838">
            <w:pPr>
              <w:rPr>
                <w:b/>
                <w:bCs/>
              </w:rPr>
            </w:pP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F4F4B" w:rsidRDefault="00EF4F4B" w:rsidP="00EE52B4">
            <w:r>
              <w:t>- о</w:t>
            </w:r>
            <w:r w:rsidRPr="001B47D8">
              <w:t xml:space="preserve">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района;</w:t>
            </w:r>
          </w:p>
          <w:p w:rsidR="00EF4F4B" w:rsidRDefault="00EF4F4B" w:rsidP="00EE52B4">
            <w:r>
              <w:t>- с</w:t>
            </w:r>
            <w:r w:rsidRPr="00DE4FAE">
              <w:t>оздание комплексной системы по организации ведения бюджетного учета</w:t>
            </w:r>
            <w:r>
              <w:t>;</w:t>
            </w:r>
          </w:p>
          <w:p w:rsidR="00EF4F4B" w:rsidRPr="001B47D8" w:rsidRDefault="00EF4F4B" w:rsidP="00EE52B4">
            <w:r>
              <w:t xml:space="preserve">- </w:t>
            </w: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  <w:p w:rsidR="00EF4F4B" w:rsidRPr="009F22D5" w:rsidRDefault="00EF4F4B" w:rsidP="00EE52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F4F4B" w:rsidRPr="000C3C23" w:rsidRDefault="00EF4F4B" w:rsidP="003C6838">
            <w:r>
              <w:t>не предусмотрено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F4F4B" w:rsidRPr="008D5828" w:rsidRDefault="00EF4F4B" w:rsidP="003C6838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EF4F4B" w:rsidRPr="008D5828" w:rsidRDefault="00EF4F4B" w:rsidP="003C6838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EF4F4B" w:rsidRPr="008D5828" w:rsidRDefault="00EF4F4B" w:rsidP="003C6838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EF4F4B" w:rsidRPr="008D5828" w:rsidRDefault="00EF4F4B" w:rsidP="003C6838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EF4F4B" w:rsidRDefault="00EF4F4B" w:rsidP="003C6838">
            <w:r>
              <w:t xml:space="preserve">- </w:t>
            </w:r>
            <w:r w:rsidRPr="008D5828">
              <w:t>количество проведенных инвентаризационных мероприятий</w:t>
            </w:r>
            <w:r>
              <w:t>;</w:t>
            </w:r>
          </w:p>
          <w:p w:rsidR="00EF4F4B" w:rsidRDefault="00EF4F4B" w:rsidP="003C6838"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EF4F4B" w:rsidRPr="00AA5F98" w:rsidRDefault="00EF4F4B" w:rsidP="003C6838">
            <w:r w:rsidRPr="00AA5F98">
              <w:t>- объем исполнения годового плана бюджетных ассигнований</w:t>
            </w:r>
            <w:r>
              <w:t>;</w:t>
            </w:r>
          </w:p>
          <w:p w:rsidR="00EF4F4B" w:rsidRPr="00487189" w:rsidRDefault="00EF4F4B" w:rsidP="003C6838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EF4F4B" w:rsidRPr="000C3C23" w:rsidRDefault="00EF4F4B" w:rsidP="003C6838">
            <w:r>
              <w:t>- осуществление закупок у СМП и СОНК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F4F4B" w:rsidRPr="00A46A72" w:rsidRDefault="00EF4F4B" w:rsidP="003C6838">
            <w:r>
              <w:t>не предусмотрено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F4F4B" w:rsidRPr="00A46A72" w:rsidRDefault="00EF4F4B" w:rsidP="003C6838">
            <w:r>
              <w:t>2022 год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F4F4B" w:rsidRPr="00190885" w:rsidRDefault="00EF4F4B" w:rsidP="003C6838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EF4F4B" w:rsidRPr="00190885" w:rsidRDefault="00EF4F4B" w:rsidP="003C6838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EF4F4B" w:rsidRPr="00190885" w:rsidRDefault="00EF4F4B" w:rsidP="003C683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EF4F4B" w:rsidRPr="00190885" w:rsidRDefault="00EF4F4B" w:rsidP="003C6838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EF4F4B" w:rsidRPr="00190885" w:rsidRDefault="00EF4F4B" w:rsidP="003C6838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EF4F4B" w:rsidRPr="00190885" w:rsidRDefault="00EF4F4B" w:rsidP="003C6838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EF4F4B" w:rsidRPr="00190885" w:rsidRDefault="00EF4F4B" w:rsidP="003C6838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13 877,7</w:t>
            </w: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F4F4B" w:rsidRPr="00190885" w:rsidRDefault="00EF4F4B" w:rsidP="00624171">
            <w:pPr>
              <w:pStyle w:val="ConsPlusNormal0"/>
              <w:jc w:val="center"/>
            </w:pPr>
            <w:r>
              <w:t>13 877,7</w:t>
            </w: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EF4F4B" w:rsidRPr="00190885" w:rsidRDefault="00EF4F4B" w:rsidP="0062417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13 877,7</w:t>
            </w: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F4F4B" w:rsidRPr="00190885" w:rsidRDefault="00EF4F4B" w:rsidP="00624171">
            <w:pPr>
              <w:pStyle w:val="ConsPlusNormal0"/>
              <w:jc w:val="center"/>
            </w:pPr>
            <w:r>
              <w:t>13 877,7</w:t>
            </w: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F4F4B" w:rsidRPr="008A6FA1">
        <w:tc>
          <w:tcPr>
            <w:tcW w:w="14560" w:type="dxa"/>
            <w:gridSpan w:val="6"/>
          </w:tcPr>
          <w:p w:rsidR="00EF4F4B" w:rsidRPr="00190885" w:rsidRDefault="00EF4F4B" w:rsidP="003C6838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F4F4B" w:rsidRPr="008A6FA1">
        <w:tc>
          <w:tcPr>
            <w:tcW w:w="14560" w:type="dxa"/>
            <w:gridSpan w:val="6"/>
          </w:tcPr>
          <w:p w:rsidR="00EF4F4B" w:rsidRPr="00190885" w:rsidRDefault="00EF4F4B" w:rsidP="003C6838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EF4F4B" w:rsidRPr="00190885" w:rsidRDefault="00EF4F4B" w:rsidP="003C6838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</w:p>
        </w:tc>
        <w:tc>
          <w:tcPr>
            <w:tcW w:w="1418" w:type="dxa"/>
          </w:tcPr>
          <w:p w:rsidR="00EF4F4B" w:rsidRPr="00190885" w:rsidRDefault="00EF4F4B" w:rsidP="003C6838">
            <w:pPr>
              <w:pStyle w:val="ConsPlusNormal0"/>
            </w:pPr>
          </w:p>
        </w:tc>
        <w:tc>
          <w:tcPr>
            <w:tcW w:w="1842" w:type="dxa"/>
          </w:tcPr>
          <w:p w:rsidR="00EF4F4B" w:rsidRPr="00190885" w:rsidRDefault="00EF4F4B" w:rsidP="003C6838">
            <w:pPr>
              <w:pStyle w:val="ConsPlusNormal0"/>
            </w:pPr>
          </w:p>
        </w:tc>
        <w:tc>
          <w:tcPr>
            <w:tcW w:w="1418" w:type="dxa"/>
          </w:tcPr>
          <w:p w:rsidR="00EF4F4B" w:rsidRPr="00190885" w:rsidRDefault="00EF4F4B" w:rsidP="003C6838">
            <w:pPr>
              <w:pStyle w:val="ConsPlusNormal0"/>
            </w:pPr>
          </w:p>
        </w:tc>
        <w:tc>
          <w:tcPr>
            <w:tcW w:w="1489" w:type="dxa"/>
          </w:tcPr>
          <w:p w:rsidR="00EF4F4B" w:rsidRPr="00190885" w:rsidRDefault="00EF4F4B" w:rsidP="003C6838">
            <w:pPr>
              <w:pStyle w:val="ConsPlusNormal0"/>
            </w:pPr>
          </w:p>
        </w:tc>
        <w:tc>
          <w:tcPr>
            <w:tcW w:w="2019" w:type="dxa"/>
          </w:tcPr>
          <w:p w:rsidR="00EF4F4B" w:rsidRPr="00190885" w:rsidRDefault="00EF4F4B" w:rsidP="003C6838">
            <w:pPr>
              <w:pStyle w:val="ConsPlusNormal0"/>
            </w:pPr>
          </w:p>
        </w:tc>
      </w:tr>
      <w:tr w:rsidR="00EF4F4B" w:rsidRPr="008A6FA1">
        <w:tc>
          <w:tcPr>
            <w:tcW w:w="6374" w:type="dxa"/>
          </w:tcPr>
          <w:p w:rsidR="00EF4F4B" w:rsidRPr="00190885" w:rsidRDefault="00EF4F4B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F4F4B" w:rsidRPr="00190885" w:rsidRDefault="00EF4F4B" w:rsidP="003C6838">
            <w:pPr>
              <w:pStyle w:val="ConsPlusNormal0"/>
              <w:jc w:val="center"/>
            </w:pPr>
            <w:r>
              <w:t>0,0</w:t>
            </w:r>
          </w:p>
        </w:tc>
      </w:tr>
    </w:tbl>
    <w:p w:rsidR="00EF4F4B" w:rsidRDefault="00EF4F4B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EF4F4B" w:rsidRPr="00B97B72" w:rsidRDefault="00EF4F4B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EF4F4B" w:rsidRPr="00A74297" w:rsidRDefault="00EF4F4B" w:rsidP="00225687">
      <w:pPr>
        <w:jc w:val="center"/>
        <w:rPr>
          <w:b/>
          <w:bCs/>
        </w:rPr>
      </w:pPr>
    </w:p>
    <w:p w:rsidR="00EF4F4B" w:rsidRPr="00225687" w:rsidRDefault="00EF4F4B">
      <w:pPr>
        <w:rPr>
          <w:sz w:val="6"/>
          <w:szCs w:val="6"/>
        </w:rPr>
      </w:pPr>
    </w:p>
    <w:p w:rsidR="00EF4F4B" w:rsidRDefault="00EF4F4B" w:rsidP="004B2B3D">
      <w:pPr>
        <w:pStyle w:val="ConsPlusNormal0"/>
      </w:pPr>
      <w:r>
        <w:t>Заместитель главы</w:t>
      </w:r>
    </w:p>
    <w:p w:rsidR="00EF4F4B" w:rsidRDefault="00EF4F4B" w:rsidP="004B2B3D">
      <w:pPr>
        <w:pStyle w:val="ConsPlusNormal0"/>
      </w:pPr>
      <w:r>
        <w:t xml:space="preserve">Старотитаровского сельского </w:t>
      </w:r>
    </w:p>
    <w:p w:rsidR="00EF4F4B" w:rsidRPr="004B2B3D" w:rsidRDefault="00EF4F4B" w:rsidP="004B2B3D">
      <w:pPr>
        <w:pStyle w:val="ConsPlusNormal0"/>
      </w:pPr>
      <w:r>
        <w:t>поселения Темрюкского района                                                                                                                           Т.И. Опарина</w:t>
      </w:r>
    </w:p>
    <w:sectPr w:rsidR="00EF4F4B" w:rsidRPr="004B2B3D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F4B" w:rsidRDefault="00EF4F4B" w:rsidP="00EF6F81">
      <w:r>
        <w:separator/>
      </w:r>
    </w:p>
  </w:endnote>
  <w:endnote w:type="continuationSeparator" w:id="0">
    <w:p w:rsidR="00EF4F4B" w:rsidRDefault="00EF4F4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F4B" w:rsidRDefault="00EF4F4B" w:rsidP="00EF6F81">
      <w:r>
        <w:separator/>
      </w:r>
    </w:p>
  </w:footnote>
  <w:footnote w:type="continuationSeparator" w:id="0">
    <w:p w:rsidR="00EF4F4B" w:rsidRDefault="00EF4F4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F4B" w:rsidRDefault="00EF4F4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07F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6FB4"/>
    <w:rsid w:val="000A74C0"/>
    <w:rsid w:val="000B4AE6"/>
    <w:rsid w:val="000C1918"/>
    <w:rsid w:val="000C3C23"/>
    <w:rsid w:val="000C3FBF"/>
    <w:rsid w:val="000C4FF6"/>
    <w:rsid w:val="000C6275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6D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A19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603"/>
    <w:rsid w:val="00216964"/>
    <w:rsid w:val="00217311"/>
    <w:rsid w:val="002175EF"/>
    <w:rsid w:val="00221FDF"/>
    <w:rsid w:val="00223300"/>
    <w:rsid w:val="00224960"/>
    <w:rsid w:val="00225134"/>
    <w:rsid w:val="00225687"/>
    <w:rsid w:val="00226953"/>
    <w:rsid w:val="00226E2F"/>
    <w:rsid w:val="0023010F"/>
    <w:rsid w:val="00230B23"/>
    <w:rsid w:val="002312EB"/>
    <w:rsid w:val="002326CC"/>
    <w:rsid w:val="00234771"/>
    <w:rsid w:val="0024133D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2AFB"/>
    <w:rsid w:val="002C44D6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47A6"/>
    <w:rsid w:val="00345A6E"/>
    <w:rsid w:val="00347A6F"/>
    <w:rsid w:val="003547EA"/>
    <w:rsid w:val="0035517D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E3F"/>
    <w:rsid w:val="00385F3F"/>
    <w:rsid w:val="003979F5"/>
    <w:rsid w:val="003A0AD1"/>
    <w:rsid w:val="003A3ADE"/>
    <w:rsid w:val="003A5E11"/>
    <w:rsid w:val="003B019F"/>
    <w:rsid w:val="003B4C6B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3E5516"/>
    <w:rsid w:val="004019AF"/>
    <w:rsid w:val="00401C77"/>
    <w:rsid w:val="00404E02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1B6F"/>
    <w:rsid w:val="0046202F"/>
    <w:rsid w:val="00465E45"/>
    <w:rsid w:val="00467446"/>
    <w:rsid w:val="00470DA3"/>
    <w:rsid w:val="00472B1D"/>
    <w:rsid w:val="00480E79"/>
    <w:rsid w:val="004816D5"/>
    <w:rsid w:val="00483A46"/>
    <w:rsid w:val="00484E94"/>
    <w:rsid w:val="004852C0"/>
    <w:rsid w:val="00487189"/>
    <w:rsid w:val="00491923"/>
    <w:rsid w:val="00494A1C"/>
    <w:rsid w:val="00496BEF"/>
    <w:rsid w:val="004A2815"/>
    <w:rsid w:val="004A51A1"/>
    <w:rsid w:val="004B2B3D"/>
    <w:rsid w:val="004B3AAC"/>
    <w:rsid w:val="004B4ECB"/>
    <w:rsid w:val="004B6021"/>
    <w:rsid w:val="004B6573"/>
    <w:rsid w:val="004C13A0"/>
    <w:rsid w:val="004C630B"/>
    <w:rsid w:val="004D3592"/>
    <w:rsid w:val="004D3A4B"/>
    <w:rsid w:val="004D4038"/>
    <w:rsid w:val="004D5FBD"/>
    <w:rsid w:val="004D6138"/>
    <w:rsid w:val="004E184B"/>
    <w:rsid w:val="004E396B"/>
    <w:rsid w:val="004E4801"/>
    <w:rsid w:val="004E660F"/>
    <w:rsid w:val="00500124"/>
    <w:rsid w:val="0050378D"/>
    <w:rsid w:val="00503CE0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09"/>
    <w:rsid w:val="005B786B"/>
    <w:rsid w:val="005C4D2D"/>
    <w:rsid w:val="005C6C01"/>
    <w:rsid w:val="005E23CB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4171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1CD"/>
    <w:rsid w:val="006976D8"/>
    <w:rsid w:val="00697A60"/>
    <w:rsid w:val="006C3978"/>
    <w:rsid w:val="006C4020"/>
    <w:rsid w:val="006C6075"/>
    <w:rsid w:val="006C6F4C"/>
    <w:rsid w:val="006C707C"/>
    <w:rsid w:val="006D0695"/>
    <w:rsid w:val="006D2E2A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5EDC"/>
    <w:rsid w:val="007066D2"/>
    <w:rsid w:val="00707421"/>
    <w:rsid w:val="00710491"/>
    <w:rsid w:val="00734314"/>
    <w:rsid w:val="00741C5B"/>
    <w:rsid w:val="00741FA6"/>
    <w:rsid w:val="00745D1A"/>
    <w:rsid w:val="00756022"/>
    <w:rsid w:val="00760245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B55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2E4"/>
    <w:rsid w:val="00831B7E"/>
    <w:rsid w:val="00843950"/>
    <w:rsid w:val="0084599C"/>
    <w:rsid w:val="00845C4E"/>
    <w:rsid w:val="00846463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4083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8F5A11"/>
    <w:rsid w:val="009013AF"/>
    <w:rsid w:val="009017B4"/>
    <w:rsid w:val="00904240"/>
    <w:rsid w:val="0090539A"/>
    <w:rsid w:val="00910293"/>
    <w:rsid w:val="009130FB"/>
    <w:rsid w:val="00913881"/>
    <w:rsid w:val="0092378A"/>
    <w:rsid w:val="00924005"/>
    <w:rsid w:val="0092688F"/>
    <w:rsid w:val="00931518"/>
    <w:rsid w:val="00933B0A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3421"/>
    <w:rsid w:val="009F7BB1"/>
    <w:rsid w:val="00A03E7E"/>
    <w:rsid w:val="00A1507B"/>
    <w:rsid w:val="00A15DFF"/>
    <w:rsid w:val="00A23788"/>
    <w:rsid w:val="00A26B40"/>
    <w:rsid w:val="00A30B42"/>
    <w:rsid w:val="00A30FFE"/>
    <w:rsid w:val="00A35B08"/>
    <w:rsid w:val="00A44BB5"/>
    <w:rsid w:val="00A45C25"/>
    <w:rsid w:val="00A46A72"/>
    <w:rsid w:val="00A47DA3"/>
    <w:rsid w:val="00A54A94"/>
    <w:rsid w:val="00A56C25"/>
    <w:rsid w:val="00A643EC"/>
    <w:rsid w:val="00A67E38"/>
    <w:rsid w:val="00A70430"/>
    <w:rsid w:val="00A71BA7"/>
    <w:rsid w:val="00A737FD"/>
    <w:rsid w:val="00A74297"/>
    <w:rsid w:val="00A75421"/>
    <w:rsid w:val="00A7591C"/>
    <w:rsid w:val="00A77D4F"/>
    <w:rsid w:val="00A811B2"/>
    <w:rsid w:val="00A84785"/>
    <w:rsid w:val="00A96A8D"/>
    <w:rsid w:val="00AA0D84"/>
    <w:rsid w:val="00AA24B1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9B3"/>
    <w:rsid w:val="00B34FCD"/>
    <w:rsid w:val="00B36CD3"/>
    <w:rsid w:val="00B37652"/>
    <w:rsid w:val="00B37833"/>
    <w:rsid w:val="00B46929"/>
    <w:rsid w:val="00B52312"/>
    <w:rsid w:val="00B54485"/>
    <w:rsid w:val="00B562F6"/>
    <w:rsid w:val="00B56C96"/>
    <w:rsid w:val="00B648BF"/>
    <w:rsid w:val="00B64B51"/>
    <w:rsid w:val="00B67874"/>
    <w:rsid w:val="00B76896"/>
    <w:rsid w:val="00B803C2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43C5"/>
    <w:rsid w:val="00BD5F4F"/>
    <w:rsid w:val="00BD6208"/>
    <w:rsid w:val="00BE244F"/>
    <w:rsid w:val="00BE75CB"/>
    <w:rsid w:val="00C0190C"/>
    <w:rsid w:val="00C02CE4"/>
    <w:rsid w:val="00C050C1"/>
    <w:rsid w:val="00C11F9E"/>
    <w:rsid w:val="00C1286D"/>
    <w:rsid w:val="00C138C6"/>
    <w:rsid w:val="00C23387"/>
    <w:rsid w:val="00C25175"/>
    <w:rsid w:val="00C3292C"/>
    <w:rsid w:val="00C4141F"/>
    <w:rsid w:val="00C42746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150"/>
    <w:rsid w:val="00CA76C1"/>
    <w:rsid w:val="00CA7FCA"/>
    <w:rsid w:val="00CB0B5B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5D0B"/>
    <w:rsid w:val="00CE6B3F"/>
    <w:rsid w:val="00CF42EB"/>
    <w:rsid w:val="00CF500C"/>
    <w:rsid w:val="00CF51D0"/>
    <w:rsid w:val="00D047A4"/>
    <w:rsid w:val="00D07253"/>
    <w:rsid w:val="00D21670"/>
    <w:rsid w:val="00D21B4F"/>
    <w:rsid w:val="00D2251E"/>
    <w:rsid w:val="00D341F7"/>
    <w:rsid w:val="00D3506A"/>
    <w:rsid w:val="00D3554B"/>
    <w:rsid w:val="00D364A4"/>
    <w:rsid w:val="00D50A29"/>
    <w:rsid w:val="00D510F8"/>
    <w:rsid w:val="00D5229E"/>
    <w:rsid w:val="00D57F3E"/>
    <w:rsid w:val="00D60025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1BEA"/>
    <w:rsid w:val="00DA2C96"/>
    <w:rsid w:val="00DA30A0"/>
    <w:rsid w:val="00DA4ED8"/>
    <w:rsid w:val="00DA5916"/>
    <w:rsid w:val="00DA787B"/>
    <w:rsid w:val="00DC605B"/>
    <w:rsid w:val="00DD1C2E"/>
    <w:rsid w:val="00DD49F6"/>
    <w:rsid w:val="00DD5F0A"/>
    <w:rsid w:val="00DD618F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6A29"/>
    <w:rsid w:val="00E37DDB"/>
    <w:rsid w:val="00E43186"/>
    <w:rsid w:val="00E5079C"/>
    <w:rsid w:val="00E52F55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1934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4F4B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26D62"/>
    <w:rsid w:val="00F31FEC"/>
    <w:rsid w:val="00F32117"/>
    <w:rsid w:val="00F36F38"/>
    <w:rsid w:val="00F43866"/>
    <w:rsid w:val="00F43926"/>
    <w:rsid w:val="00F441D3"/>
    <w:rsid w:val="00F473E8"/>
    <w:rsid w:val="00F55E59"/>
    <w:rsid w:val="00F61079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87D"/>
    <w:rsid w:val="00FB065A"/>
    <w:rsid w:val="00FB265D"/>
    <w:rsid w:val="00FB3F3C"/>
    <w:rsid w:val="00FC2799"/>
    <w:rsid w:val="00FC439E"/>
    <w:rsid w:val="00FC5515"/>
    <w:rsid w:val="00FD34F6"/>
    <w:rsid w:val="00FD486E"/>
    <w:rsid w:val="00FD579D"/>
    <w:rsid w:val="00FD664C"/>
    <w:rsid w:val="00FD7F2D"/>
    <w:rsid w:val="00FE6A8B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 w:cs="Calibri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2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2188</TotalTime>
  <Pages>4</Pages>
  <Words>654</Words>
  <Characters>3732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259</cp:revision>
  <cp:lastPrinted>2021-09-03T06:31:00Z</cp:lastPrinted>
  <dcterms:created xsi:type="dcterms:W3CDTF">2018-08-07T11:48:00Z</dcterms:created>
  <dcterms:modified xsi:type="dcterms:W3CDTF">2022-12-29T12:07:00Z</dcterms:modified>
</cp:coreProperties>
</file>