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DF6D60" w:rsidRPr="00F945BC">
        <w:tc>
          <w:tcPr>
            <w:tcW w:w="8934" w:type="dxa"/>
          </w:tcPr>
          <w:p w:rsidR="00DF6D60" w:rsidRPr="00F945BC" w:rsidRDefault="00DF6D60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DF6D60" w:rsidRPr="00EE5BAC" w:rsidRDefault="00DF6D60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DF6D60" w:rsidRPr="00EE5BAC" w:rsidRDefault="00DF6D60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DF6D60" w:rsidRDefault="00DF6D60" w:rsidP="0041393A">
            <w:pPr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DF6D60" w:rsidRPr="00EE5BAC" w:rsidRDefault="00DF6D60" w:rsidP="0041393A">
            <w:pPr>
              <w:jc w:val="right"/>
              <w:rPr>
                <w:kern w:val="1"/>
                <w:lang w:eastAsia="zh-CN"/>
              </w:rPr>
            </w:pPr>
            <w:r>
              <w:t>от 29.12.2022 г. № 282</w:t>
            </w:r>
          </w:p>
          <w:p w:rsidR="00DF6D60" w:rsidRPr="00EE5BAC" w:rsidRDefault="00DF6D60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DF6D60" w:rsidRDefault="00DF6D60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ПРИЛОЖЕНИЕ</w:t>
            </w:r>
          </w:p>
          <w:p w:rsidR="00DF6D60" w:rsidRDefault="00DF6D60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УТВЕРЖДЕНА</w:t>
            </w:r>
          </w:p>
          <w:p w:rsidR="00DF6D60" w:rsidRDefault="00DF6D60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DF6D60" w:rsidRDefault="00DF6D60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Темрюкского района</w:t>
            </w:r>
          </w:p>
          <w:p w:rsidR="00DF6D60" w:rsidRDefault="00DF6D60" w:rsidP="00A303C3">
            <w:pPr>
              <w:suppressAutoHyphens/>
              <w:ind w:right="-246"/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                                   от 28.10.2021 г. № 215</w:t>
            </w:r>
          </w:p>
          <w:p w:rsidR="00DF6D60" w:rsidRPr="00F945BC" w:rsidRDefault="00DF6D60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DF6D60" w:rsidRDefault="00DF6D60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DF6D60" w:rsidRPr="009931E8" w:rsidRDefault="00DF6D60" w:rsidP="00702AAE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F6D60" w:rsidRPr="00950972" w:rsidRDefault="00DF6D60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DF6D60" w:rsidRPr="009931E8" w:rsidRDefault="00DF6D60" w:rsidP="00702AAE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DF6D60" w:rsidRPr="00855115" w:rsidRDefault="00DF6D60" w:rsidP="00F9512D">
            <w:r>
              <w:t>Заместитель главы Старотитаровского сельского поселения Темрюкского района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DF6D60" w:rsidRPr="0096600F" w:rsidRDefault="00DF6D60" w:rsidP="00702AAE">
            <w:r>
              <w:t>не предусмотрено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DF6D60" w:rsidRPr="00E823BE" w:rsidRDefault="00DF6D60" w:rsidP="00F9512D">
            <w:r w:rsidRPr="00E823BE">
              <w:t xml:space="preserve">1. </w:t>
            </w:r>
            <w:r>
              <w:t xml:space="preserve">Подпрограмма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</w:t>
            </w:r>
            <w:r>
              <w:t>;</w:t>
            </w:r>
          </w:p>
          <w:p w:rsidR="00DF6D60" w:rsidRPr="00E823BE" w:rsidRDefault="00DF6D60" w:rsidP="002E3210">
            <w:r w:rsidRPr="00E823BE">
              <w:t>2. Подпрограмма</w:t>
            </w:r>
            <w: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района»;</w:t>
            </w:r>
          </w:p>
          <w:p w:rsidR="00DF6D60" w:rsidRPr="00525789" w:rsidRDefault="00DF6D60" w:rsidP="00702AAE">
            <w:r>
              <w:t xml:space="preserve">3. </w:t>
            </w:r>
            <w:r w:rsidRPr="00E823BE">
              <w:t>Подпрограмма</w:t>
            </w:r>
            <w:r>
              <w:t xml:space="preserve"> </w:t>
            </w:r>
            <w:r w:rsidRPr="00702AAE">
              <w:t>«Организация уличного освещения Старотитаровского сельского поселения Темрюкского района»</w:t>
            </w:r>
          </w:p>
          <w:p w:rsidR="00DF6D60" w:rsidRPr="00190885" w:rsidRDefault="00DF6D60" w:rsidP="00702AAE">
            <w:pPr>
              <w:rPr>
                <w:b/>
                <w:bCs/>
              </w:rPr>
            </w:pP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DF6D60" w:rsidRDefault="00DF6D60" w:rsidP="00496751">
            <w:r>
              <w:t>повышение уровня внешнего благоустройства и санитарного содержания территории поселения</w:t>
            </w:r>
          </w:p>
          <w:p w:rsidR="00DF6D60" w:rsidRPr="00190885" w:rsidRDefault="00DF6D60" w:rsidP="002F7200">
            <w:pPr>
              <w:rPr>
                <w:b/>
                <w:bCs/>
              </w:rPr>
            </w:pP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DF6D60" w:rsidRDefault="00DF6D60" w:rsidP="00DA510A">
            <w:r>
              <w:t>- 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t>;</w:t>
            </w:r>
          </w:p>
          <w:p w:rsidR="00DF6D60" w:rsidRDefault="00DF6D60" w:rsidP="00DA510A">
            <w: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DF6D60" w:rsidRDefault="00DF6D60" w:rsidP="00B10FF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B812D4">
              <w:rPr>
                <w:color w:val="1E1E1E"/>
                <w:lang w:eastAsia="ru-RU"/>
              </w:rPr>
              <w:t>организация экономически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lang w:eastAsia="ru-RU"/>
              </w:rPr>
              <w:t>Темрюкского района, отвечающей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современным экологическим,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и создающей безопасные 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населения</w:t>
            </w:r>
          </w:p>
          <w:p w:rsidR="00DF6D60" w:rsidRPr="009F22D5" w:rsidRDefault="00DF6D60" w:rsidP="00F9512D"/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DF6D60" w:rsidRPr="000C3C23" w:rsidRDefault="00DF6D60" w:rsidP="00F9512D">
            <w:r>
              <w:t>не предусмотрено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F6D60" w:rsidRDefault="00DF6D60" w:rsidP="00DA510A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DF6D60" w:rsidRDefault="00DF6D60" w:rsidP="00DA510A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DF6D60" w:rsidRDefault="00DF6D60" w:rsidP="00DA510A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DF6D60" w:rsidRDefault="00DF6D60" w:rsidP="00DA510A">
            <w:r>
              <w:t>- посадка зеленых насаждений;</w:t>
            </w:r>
          </w:p>
          <w:p w:rsidR="00DF6D60" w:rsidRDefault="00DF6D60" w:rsidP="00DA510A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DF6D60" w:rsidRDefault="00DF6D60" w:rsidP="00DA510A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DF6D60" w:rsidRDefault="00DF6D60" w:rsidP="00DA510A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DF6D60" w:rsidRDefault="00DF6D60" w:rsidP="00DA510A">
            <w:r>
              <w:t>- 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  <w:r>
              <w:t>;</w:t>
            </w:r>
          </w:p>
          <w:p w:rsidR="00DF6D60" w:rsidRDefault="00DF6D60" w:rsidP="00DA510A">
            <w:r>
              <w:t>- 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  <w:r>
              <w:t>;</w:t>
            </w:r>
          </w:p>
          <w:p w:rsidR="00DF6D60" w:rsidRDefault="00DF6D60" w:rsidP="00DA510A">
            <w:r>
              <w:t>- 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  <w:r>
              <w:t>;</w:t>
            </w:r>
          </w:p>
          <w:p w:rsidR="00DF6D60" w:rsidRDefault="00DF6D60" w:rsidP="00DA510A">
            <w:r>
              <w:t>- содержание мест захоронения;</w:t>
            </w:r>
          </w:p>
          <w:p w:rsidR="00DF6D60" w:rsidRDefault="00DF6D60" w:rsidP="00DA510A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DF6D60" w:rsidRDefault="00DF6D60" w:rsidP="00DA510A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12C93">
              <w:rPr>
                <w:bCs/>
              </w:rPr>
              <w:t>ТО трактора</w:t>
            </w:r>
            <w:r>
              <w:rPr>
                <w:bCs/>
              </w:rPr>
              <w:t>;</w:t>
            </w:r>
          </w:p>
          <w:p w:rsidR="00DF6D60" w:rsidRDefault="00DF6D60" w:rsidP="00DA510A">
            <w:pPr>
              <w:rPr>
                <w:bCs/>
              </w:rPr>
            </w:pPr>
            <w:r>
              <w:rPr>
                <w:bCs/>
              </w:rPr>
              <w:t>- 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элемент);</w:t>
            </w:r>
          </w:p>
          <w:p w:rsidR="00DF6D60" w:rsidRDefault="00DF6D60" w:rsidP="00DA510A">
            <w:pPr>
              <w:rPr>
                <w:bCs/>
              </w:rPr>
            </w:pPr>
            <w:r>
              <w:rPr>
                <w:bCs/>
              </w:rPr>
              <w:t xml:space="preserve">- 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>ого;</w:t>
            </w:r>
          </w:p>
          <w:p w:rsidR="00DF6D60" w:rsidRDefault="00DF6D60" w:rsidP="00DA510A">
            <w:pPr>
              <w:rPr>
                <w:bCs/>
              </w:rPr>
            </w:pPr>
            <w:r>
              <w:rPr>
                <w:bCs/>
              </w:rPr>
              <w:t>- 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Ленина;</w:t>
            </w:r>
          </w:p>
          <w:p w:rsidR="00DF6D60" w:rsidRDefault="00DF6D60" w:rsidP="00DA510A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Ростовская;</w:t>
            </w:r>
          </w:p>
          <w:p w:rsidR="00DF6D60" w:rsidRDefault="00DF6D60" w:rsidP="00DA510A">
            <w:r>
              <w:rPr>
                <w:bCs/>
              </w:rPr>
              <w:t>- разработка проектной документации по объекту: «Благоустройство территории, примыкающей к МБОУ СОШ № 6 по пер. Красноармейский, ограниченной ул. Ленина и ул. Красная площадь, в ст-це Старотитаровская Темрюкского района Краснодарского края»;</w:t>
            </w:r>
          </w:p>
          <w:p w:rsidR="00DF6D60" w:rsidRDefault="00DF6D60" w:rsidP="00DA510A">
            <w:r>
              <w:t xml:space="preserve">- </w:t>
            </w:r>
            <w:r w:rsidRPr="00AA5F98">
              <w:t>объем исполнения годового плана бюджетных ассигнований</w:t>
            </w:r>
            <w:r>
              <w:t>;</w:t>
            </w:r>
          </w:p>
          <w:p w:rsidR="00DF6D60" w:rsidRDefault="00DF6D60" w:rsidP="00DA510A">
            <w:r>
              <w:t>- приобретение мини-скейта</w:t>
            </w:r>
          </w:p>
          <w:p w:rsidR="00DF6D60" w:rsidRPr="000C3C23" w:rsidRDefault="00DF6D60" w:rsidP="00496751"/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DF6D60" w:rsidRPr="00A46A72" w:rsidRDefault="00DF6D60" w:rsidP="00F9512D">
            <w:r>
              <w:t>не предусмотрено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DF6D60" w:rsidRPr="00A46A72" w:rsidRDefault="00DF6D60" w:rsidP="00F9512D">
            <w:r>
              <w:t>2022 год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DF6D60" w:rsidRPr="00190885" w:rsidRDefault="00DF6D60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DF6D60" w:rsidRPr="00190885" w:rsidRDefault="00DF6D60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DF6D60" w:rsidRPr="00190885" w:rsidRDefault="00DF6D60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DF6D60" w:rsidRPr="00190885" w:rsidRDefault="00DF6D60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DF6D60" w:rsidRPr="00190885" w:rsidRDefault="00DF6D60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DF6D60" w:rsidRPr="00190885" w:rsidRDefault="00DF6D60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DF6D60" w:rsidRPr="00190885" w:rsidRDefault="00DF6D60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12 508,1</w:t>
            </w:r>
          </w:p>
        </w:tc>
        <w:tc>
          <w:tcPr>
            <w:tcW w:w="1842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F6D60" w:rsidRPr="00190885" w:rsidRDefault="00DF6D60" w:rsidP="00F415D4">
            <w:pPr>
              <w:pStyle w:val="ConsPlusNormal0"/>
              <w:jc w:val="center"/>
            </w:pPr>
            <w:r>
              <w:t>12 508,1</w:t>
            </w:r>
          </w:p>
        </w:tc>
        <w:tc>
          <w:tcPr>
            <w:tcW w:w="201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DF6D60" w:rsidRPr="00190885" w:rsidRDefault="00DF6D60" w:rsidP="00F415D4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12 508,1</w:t>
            </w:r>
          </w:p>
        </w:tc>
        <w:tc>
          <w:tcPr>
            <w:tcW w:w="1842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F6D60" w:rsidRPr="00190885" w:rsidRDefault="00DF6D60" w:rsidP="00F415D4">
            <w:pPr>
              <w:pStyle w:val="ConsPlusNormal0"/>
              <w:jc w:val="center"/>
            </w:pPr>
            <w:r>
              <w:t>12 508,1</w:t>
            </w:r>
          </w:p>
        </w:tc>
        <w:tc>
          <w:tcPr>
            <w:tcW w:w="201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DF6D60" w:rsidRPr="008A6FA1">
        <w:tc>
          <w:tcPr>
            <w:tcW w:w="14560" w:type="dxa"/>
            <w:gridSpan w:val="6"/>
          </w:tcPr>
          <w:p w:rsidR="00DF6D60" w:rsidRPr="00190885" w:rsidRDefault="00DF6D60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DF6D60" w:rsidRPr="008A6FA1">
        <w:tc>
          <w:tcPr>
            <w:tcW w:w="14560" w:type="dxa"/>
            <w:gridSpan w:val="6"/>
          </w:tcPr>
          <w:p w:rsidR="00DF6D60" w:rsidRPr="00190885" w:rsidRDefault="00DF6D60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DF6D60" w:rsidRPr="00190885" w:rsidRDefault="00DF6D60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pStyle w:val="ConsPlusNormal0"/>
            </w:pPr>
          </w:p>
        </w:tc>
        <w:tc>
          <w:tcPr>
            <w:tcW w:w="1418" w:type="dxa"/>
          </w:tcPr>
          <w:p w:rsidR="00DF6D60" w:rsidRPr="00190885" w:rsidRDefault="00DF6D60" w:rsidP="00F9512D">
            <w:pPr>
              <w:pStyle w:val="ConsPlusNormal0"/>
            </w:pPr>
          </w:p>
        </w:tc>
        <w:tc>
          <w:tcPr>
            <w:tcW w:w="1842" w:type="dxa"/>
          </w:tcPr>
          <w:p w:rsidR="00DF6D60" w:rsidRPr="00190885" w:rsidRDefault="00DF6D60" w:rsidP="00F9512D">
            <w:pPr>
              <w:pStyle w:val="ConsPlusNormal0"/>
            </w:pPr>
          </w:p>
        </w:tc>
        <w:tc>
          <w:tcPr>
            <w:tcW w:w="1418" w:type="dxa"/>
          </w:tcPr>
          <w:p w:rsidR="00DF6D60" w:rsidRPr="00190885" w:rsidRDefault="00DF6D60" w:rsidP="00F9512D">
            <w:pPr>
              <w:pStyle w:val="ConsPlusNormal0"/>
            </w:pPr>
          </w:p>
        </w:tc>
        <w:tc>
          <w:tcPr>
            <w:tcW w:w="1489" w:type="dxa"/>
          </w:tcPr>
          <w:p w:rsidR="00DF6D60" w:rsidRPr="00190885" w:rsidRDefault="00DF6D60" w:rsidP="00F9512D">
            <w:pPr>
              <w:pStyle w:val="ConsPlusNormal0"/>
            </w:pPr>
          </w:p>
        </w:tc>
        <w:tc>
          <w:tcPr>
            <w:tcW w:w="2019" w:type="dxa"/>
          </w:tcPr>
          <w:p w:rsidR="00DF6D60" w:rsidRPr="00190885" w:rsidRDefault="00DF6D60" w:rsidP="00F9512D">
            <w:pPr>
              <w:pStyle w:val="ConsPlusNormal0"/>
            </w:pPr>
          </w:p>
        </w:tc>
      </w:tr>
      <w:tr w:rsidR="00DF6D60" w:rsidRPr="008A6FA1">
        <w:tc>
          <w:tcPr>
            <w:tcW w:w="6374" w:type="dxa"/>
          </w:tcPr>
          <w:p w:rsidR="00DF6D60" w:rsidRPr="00190885" w:rsidRDefault="00DF6D60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F6D60" w:rsidRPr="00190885" w:rsidRDefault="00DF6D60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DF6D60" w:rsidRDefault="00DF6D60" w:rsidP="00EF6F81">
      <w:pPr>
        <w:jc w:val="center"/>
        <w:sectPr w:rsidR="00DF6D60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F6D60" w:rsidRDefault="00DF6D60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DF6D60" w:rsidRPr="009931E8" w:rsidRDefault="00DF6D60" w:rsidP="00835F4C">
      <w:pPr>
        <w:jc w:val="center"/>
        <w:rPr>
          <w:b/>
          <w:bCs/>
        </w:rPr>
      </w:pPr>
      <w:r w:rsidRPr="00835F4C">
        <w:rPr>
          <w:b/>
          <w:bCs/>
        </w:rPr>
        <w:t>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F6D60" w:rsidRDefault="00DF6D60" w:rsidP="00835F4C">
      <w:pPr>
        <w:pStyle w:val="ListParagraph"/>
        <w:ind w:left="360"/>
        <w:jc w:val="center"/>
      </w:pPr>
    </w:p>
    <w:p w:rsidR="00DF6D60" w:rsidRDefault="00DF6D6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DF6D60" w:rsidRDefault="00DF6D60" w:rsidP="00EF6F81">
      <w:pPr>
        <w:jc w:val="center"/>
      </w:pPr>
    </w:p>
    <w:p w:rsidR="00DF6D60" w:rsidRPr="009931E8" w:rsidRDefault="00DF6D60" w:rsidP="00835F4C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F6D60" w:rsidRPr="004408E3" w:rsidRDefault="00DF6D60" w:rsidP="00B86C1B">
      <w:pPr>
        <w:pStyle w:val="ListParagraph"/>
        <w:ind w:left="360"/>
        <w:jc w:val="center"/>
        <w:rPr>
          <w:b/>
          <w:bCs/>
          <w:sz w:val="24"/>
          <w:szCs w:val="24"/>
        </w:rPr>
      </w:pPr>
    </w:p>
    <w:p w:rsidR="00DF6D60" w:rsidRDefault="00DF6D60" w:rsidP="00B86C1B">
      <w:pPr>
        <w:ind w:firstLine="709"/>
        <w:jc w:val="both"/>
      </w:pPr>
    </w:p>
    <w:tbl>
      <w:tblPr>
        <w:tblW w:w="14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4"/>
        <w:gridCol w:w="7380"/>
        <w:gridCol w:w="1620"/>
        <w:gridCol w:w="900"/>
        <w:gridCol w:w="1800"/>
        <w:gridCol w:w="2160"/>
      </w:tblGrid>
      <w:tr w:rsidR="00DF6D60" w:rsidTr="00D12C93">
        <w:tc>
          <w:tcPr>
            <w:tcW w:w="774" w:type="dxa"/>
            <w:vMerge w:val="restart"/>
            <w:vAlign w:val="center"/>
          </w:tcPr>
          <w:p w:rsidR="00DF6D60" w:rsidRPr="00AC26F6" w:rsidRDefault="00DF6D60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DF6D60" w:rsidRPr="00AC26F6" w:rsidRDefault="00DF6D60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DF6D60" w:rsidRPr="00AC26F6" w:rsidRDefault="00DF6D60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DF6D60" w:rsidRPr="00AC26F6" w:rsidRDefault="00DF6D60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DF6D60" w:rsidRPr="00AC26F6" w:rsidRDefault="00DF6D60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DF6D60" w:rsidTr="00D12C93">
        <w:tc>
          <w:tcPr>
            <w:tcW w:w="774" w:type="dxa"/>
            <w:vMerge/>
          </w:tcPr>
          <w:p w:rsidR="00DF6D60" w:rsidRPr="00AC26F6" w:rsidRDefault="00DF6D60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DF6D60" w:rsidRPr="00AC26F6" w:rsidRDefault="00DF6D60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DF6D60" w:rsidRPr="00AC26F6" w:rsidRDefault="00DF6D60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DF6D60" w:rsidRPr="00AC26F6" w:rsidRDefault="00DF6D60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DF6D60" w:rsidRPr="00AC26F6" w:rsidRDefault="00DF6D60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DF6D60" w:rsidRPr="00AC26F6" w:rsidRDefault="00DF6D60" w:rsidP="00F9512D">
            <w:pPr>
              <w:jc w:val="center"/>
            </w:pPr>
            <w:r w:rsidRPr="00AC26F6">
              <w:t>2022 год</w:t>
            </w:r>
          </w:p>
        </w:tc>
      </w:tr>
      <w:tr w:rsidR="00DF6D60" w:rsidTr="00D12C93">
        <w:tc>
          <w:tcPr>
            <w:tcW w:w="774" w:type="dxa"/>
          </w:tcPr>
          <w:p w:rsidR="00DF6D60" w:rsidRPr="00AC26F6" w:rsidRDefault="00DF6D60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DF6D60" w:rsidRPr="00AC26F6" w:rsidRDefault="00DF6D60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DF6D60" w:rsidRPr="00AC26F6" w:rsidRDefault="00DF6D60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DF6D60" w:rsidRPr="00AC26F6" w:rsidRDefault="00DF6D60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DF6D60" w:rsidRPr="00AC26F6" w:rsidRDefault="00DF6D60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DF6D60" w:rsidRPr="00AC26F6" w:rsidRDefault="00DF6D60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DF6D60" w:rsidTr="00D12C93">
        <w:tc>
          <w:tcPr>
            <w:tcW w:w="774" w:type="dxa"/>
          </w:tcPr>
          <w:p w:rsidR="00DF6D60" w:rsidRPr="00AC26F6" w:rsidRDefault="00DF6D60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DF6D60" w:rsidRPr="00AC26F6" w:rsidRDefault="00DF6D60" w:rsidP="00EE3DAE">
            <w:pPr>
              <w:jc w:val="center"/>
            </w:pPr>
            <w:r>
              <w:t xml:space="preserve">Подпрограммы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  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DF6D60" w:rsidRPr="00C25175" w:rsidRDefault="00DF6D60" w:rsidP="00DA0E6B">
            <w:pPr>
              <w:rPr>
                <w:b/>
                <w:bCs/>
              </w:rPr>
            </w:pPr>
            <w:r w:rsidRPr="00AA5F98"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DF6D60" w:rsidRDefault="00DF6D60" w:rsidP="00DA0E6B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DA0E6B">
            <w:pPr>
              <w:jc w:val="center"/>
            </w:pPr>
            <w:r>
              <w:t>100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</w:p>
        </w:tc>
        <w:tc>
          <w:tcPr>
            <w:tcW w:w="7380" w:type="dxa"/>
          </w:tcPr>
          <w:p w:rsidR="00DF6D60" w:rsidRPr="00AC26F6" w:rsidRDefault="00DF6D60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DF6D60" w:rsidRPr="00AC26F6" w:rsidRDefault="00DF6D60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DF6D60" w:rsidRPr="00AC26F6" w:rsidRDefault="00DF6D60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DF6D60" w:rsidRPr="00AC26F6" w:rsidRDefault="00DF6D60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DF6D60" w:rsidRPr="00AC26F6" w:rsidRDefault="00DF6D60" w:rsidP="00F9512D">
            <w:pPr>
              <w:jc w:val="center"/>
            </w:pP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DF6D60" w:rsidRDefault="00DF6D60" w:rsidP="00EE3DAE">
            <w:pPr>
              <w:jc w:val="center"/>
            </w:pPr>
            <w:r w:rsidRPr="00C25175">
              <w:t xml:space="preserve">Подпрограммы </w:t>
            </w:r>
            <w:r>
              <w:t>«Прочее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DF6D60" w:rsidRPr="00AC26F6" w:rsidRDefault="00DF6D60" w:rsidP="00EE3DAE">
            <w:pPr>
              <w:jc w:val="center"/>
            </w:pPr>
          </w:p>
        </w:tc>
      </w:tr>
      <w:tr w:rsidR="00DF6D60" w:rsidTr="00D12C93">
        <w:trPr>
          <w:trHeight w:val="393"/>
        </w:trPr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DF6D60" w:rsidRPr="00C25175" w:rsidRDefault="00DF6D60" w:rsidP="00DA0E6B">
            <w:pPr>
              <w:rPr>
                <w:b/>
                <w:bCs/>
              </w:rPr>
            </w:pPr>
            <w:r>
              <w:t>о</w:t>
            </w:r>
            <w:r w:rsidRPr="00BB0C38">
              <w:t>тлов и иммобилизация безнадзорных животных</w:t>
            </w:r>
          </w:p>
        </w:tc>
        <w:tc>
          <w:tcPr>
            <w:tcW w:w="162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DA0E6B">
            <w:pPr>
              <w:jc w:val="center"/>
            </w:pPr>
            <w:r>
              <w:t>50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DF6D60" w:rsidRPr="00C25175" w:rsidRDefault="00DF6D60" w:rsidP="00DA0E6B">
            <w:pPr>
              <w:rPr>
                <w:b/>
                <w:bCs/>
              </w:rPr>
            </w:pPr>
            <w:r>
              <w:t>количество мероприятий по д</w:t>
            </w:r>
            <w:r w:rsidRPr="00BB0C38">
              <w:t>ератизация</w:t>
            </w:r>
          </w:p>
        </w:tc>
        <w:tc>
          <w:tcPr>
            <w:tcW w:w="162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DA0E6B">
            <w:pPr>
              <w:jc w:val="center"/>
            </w:pPr>
            <w:r>
              <w:t>2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DF6D60" w:rsidRPr="00C25175" w:rsidRDefault="00DF6D60" w:rsidP="00DA0E6B">
            <w:pPr>
              <w:rPr>
                <w:b/>
                <w:bCs/>
              </w:rPr>
            </w:pPr>
            <w:r>
              <w:t>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</w:t>
            </w:r>
          </w:p>
        </w:tc>
        <w:tc>
          <w:tcPr>
            <w:tcW w:w="162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DA0E6B">
            <w:pPr>
              <w:jc w:val="center"/>
            </w:pPr>
            <w:r>
              <w:t>540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DF6D60" w:rsidRPr="00C25175" w:rsidRDefault="00DF6D60" w:rsidP="00DA0E6B">
            <w:pPr>
              <w:rPr>
                <w:b/>
                <w:bCs/>
              </w:rPr>
            </w:pPr>
            <w:r>
              <w:t>посадка зеленых насаждений</w:t>
            </w:r>
          </w:p>
        </w:tc>
        <w:tc>
          <w:tcPr>
            <w:tcW w:w="162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150</w:t>
            </w:r>
          </w:p>
        </w:tc>
        <w:tc>
          <w:tcPr>
            <w:tcW w:w="216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30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DF6D60" w:rsidRPr="00AC26F6" w:rsidRDefault="00DF6D60" w:rsidP="00DA0E6B">
            <w:pPr>
              <w:rPr>
                <w:b/>
                <w:bCs/>
              </w:rPr>
            </w:pPr>
            <w:r>
              <w:t>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</w:p>
        </w:tc>
        <w:tc>
          <w:tcPr>
            <w:tcW w:w="162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300</w:t>
            </w:r>
          </w:p>
        </w:tc>
        <w:tc>
          <w:tcPr>
            <w:tcW w:w="216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60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DF6D60" w:rsidRPr="00AC26F6" w:rsidRDefault="00DF6D60" w:rsidP="00DA0E6B">
            <w:pPr>
              <w:rPr>
                <w:b/>
                <w:bCs/>
              </w:rPr>
            </w:pPr>
            <w:r>
              <w:t>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тыс. м</w:t>
            </w:r>
            <w:r>
              <w:rPr>
                <w:rFonts w:ascii="Arial" w:hAnsi="Arial" w:cs="Arial"/>
              </w:rPr>
              <w:t>³</w:t>
            </w:r>
          </w:p>
        </w:tc>
        <w:tc>
          <w:tcPr>
            <w:tcW w:w="90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10,4</w:t>
            </w:r>
          </w:p>
        </w:tc>
        <w:tc>
          <w:tcPr>
            <w:tcW w:w="216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10,4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DF6D60" w:rsidRPr="00AC26F6" w:rsidRDefault="00DF6D60" w:rsidP="00DA0E6B">
            <w:pPr>
              <w:rPr>
                <w:b/>
                <w:bCs/>
              </w:rPr>
            </w:pPr>
            <w:r>
              <w:t xml:space="preserve">техническое обслуживание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1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DF6D60" w:rsidRPr="00C25175" w:rsidRDefault="00DF6D60" w:rsidP="00F9512D">
            <w:pPr>
              <w:rPr>
                <w:b/>
                <w:bCs/>
              </w:rPr>
            </w:pPr>
            <w:r>
              <w:t>содержание мест захоронения</w:t>
            </w:r>
          </w:p>
        </w:tc>
        <w:tc>
          <w:tcPr>
            <w:tcW w:w="1620" w:type="dxa"/>
            <w:vAlign w:val="center"/>
          </w:tcPr>
          <w:p w:rsidR="00DF6D60" w:rsidRDefault="00DF6D60" w:rsidP="0051689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F9512D">
            <w:pPr>
              <w:jc w:val="center"/>
            </w:pPr>
            <w:r>
              <w:t>1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DF6D60" w:rsidRPr="00C25175" w:rsidRDefault="00DF6D60" w:rsidP="00F9512D">
            <w:pPr>
              <w:rPr>
                <w:b/>
                <w:bCs/>
              </w:rPr>
            </w:pPr>
            <w: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620" w:type="dxa"/>
            <w:vAlign w:val="center"/>
          </w:tcPr>
          <w:p w:rsidR="00DF6D60" w:rsidRDefault="00DF6D60" w:rsidP="001912A5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1912A5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1912A5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1912A5">
            <w:pPr>
              <w:jc w:val="center"/>
            </w:pPr>
            <w:r>
              <w:t>1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2.10</w:t>
            </w:r>
          </w:p>
        </w:tc>
        <w:tc>
          <w:tcPr>
            <w:tcW w:w="7380" w:type="dxa"/>
          </w:tcPr>
          <w:p w:rsidR="00DF6D60" w:rsidRPr="00D12C93" w:rsidRDefault="00DF6D60" w:rsidP="00F9512D">
            <w:pPr>
              <w:rPr>
                <w:bCs/>
              </w:rPr>
            </w:pPr>
            <w:r w:rsidRPr="00D12C93">
              <w:rPr>
                <w:bCs/>
              </w:rPr>
              <w:t>ТО трактора</w:t>
            </w:r>
          </w:p>
        </w:tc>
        <w:tc>
          <w:tcPr>
            <w:tcW w:w="1620" w:type="dxa"/>
            <w:vAlign w:val="center"/>
          </w:tcPr>
          <w:p w:rsidR="00DF6D60" w:rsidRDefault="00DF6D60" w:rsidP="004C11F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4C11F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4C11F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4C11FD">
            <w:pPr>
              <w:jc w:val="center"/>
            </w:pPr>
            <w:r>
              <w:t>1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2.11</w:t>
            </w:r>
          </w:p>
        </w:tc>
        <w:tc>
          <w:tcPr>
            <w:tcW w:w="7380" w:type="dxa"/>
          </w:tcPr>
          <w:p w:rsidR="00DF6D60" w:rsidRPr="00D12C93" w:rsidRDefault="00DF6D60" w:rsidP="00F9512D">
            <w:pPr>
              <w:rPr>
                <w:bCs/>
              </w:rPr>
            </w:pPr>
            <w:r>
              <w:rPr>
                <w:bCs/>
              </w:rPr>
              <w:t>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</w:t>
            </w:r>
          </w:p>
        </w:tc>
        <w:tc>
          <w:tcPr>
            <w:tcW w:w="1620" w:type="dxa"/>
            <w:vAlign w:val="center"/>
          </w:tcPr>
          <w:p w:rsidR="00DF6D60" w:rsidRDefault="00DF6D60" w:rsidP="0051689D">
            <w:pPr>
              <w:jc w:val="center"/>
            </w:pPr>
            <w:r>
              <w:t>м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F9512D">
            <w:pPr>
              <w:jc w:val="center"/>
            </w:pPr>
            <w:r>
              <w:t>12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2.12</w:t>
            </w:r>
          </w:p>
        </w:tc>
        <w:tc>
          <w:tcPr>
            <w:tcW w:w="7380" w:type="dxa"/>
          </w:tcPr>
          <w:p w:rsidR="00DF6D60" w:rsidRPr="00D12C93" w:rsidRDefault="00DF6D60" w:rsidP="00F9512D">
            <w:pPr>
              <w:rPr>
                <w:bCs/>
              </w:rPr>
            </w:pPr>
            <w:r>
              <w:rPr>
                <w:bCs/>
              </w:rPr>
              <w:t xml:space="preserve">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 xml:space="preserve">ого </w:t>
            </w:r>
          </w:p>
        </w:tc>
        <w:tc>
          <w:tcPr>
            <w:tcW w:w="1620" w:type="dxa"/>
            <w:vAlign w:val="center"/>
          </w:tcPr>
          <w:p w:rsidR="00DF6D60" w:rsidRPr="00AC26F6" w:rsidRDefault="00DF6D60" w:rsidP="004C11FD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DF6D60" w:rsidRPr="00AC26F6" w:rsidRDefault="00DF6D60" w:rsidP="004C11F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AC26F6" w:rsidRDefault="00DF6D60" w:rsidP="004C11F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AC26F6" w:rsidRDefault="00DF6D60" w:rsidP="004C11FD">
            <w:pPr>
              <w:jc w:val="center"/>
            </w:pPr>
            <w:r>
              <w:t>10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2.13</w:t>
            </w:r>
          </w:p>
        </w:tc>
        <w:tc>
          <w:tcPr>
            <w:tcW w:w="7380" w:type="dxa"/>
          </w:tcPr>
          <w:p w:rsidR="00DF6D60" w:rsidRPr="005B4EAD" w:rsidRDefault="00DF6D60" w:rsidP="00F9512D">
            <w:pPr>
              <w:rPr>
                <w:bCs/>
              </w:rPr>
            </w:pPr>
            <w:r>
              <w:rPr>
                <w:bCs/>
              </w:rPr>
              <w:t>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</w:t>
            </w:r>
          </w:p>
        </w:tc>
        <w:tc>
          <w:tcPr>
            <w:tcW w:w="1620" w:type="dxa"/>
            <w:vAlign w:val="center"/>
          </w:tcPr>
          <w:p w:rsidR="00DF6D60" w:rsidRPr="00AE512D" w:rsidRDefault="00DF6D60" w:rsidP="00AE512D">
            <w:pPr>
              <w:jc w:val="center"/>
            </w:pPr>
            <w:r w:rsidRPr="00AE512D">
              <w:t>м</w:t>
            </w:r>
            <w:r w:rsidRPr="00AE512D">
              <w:rPr>
                <w:rFonts w:ascii="Arial" w:hAnsi="Arial" w:cs="Arial"/>
              </w:rPr>
              <w:t>²</w:t>
            </w:r>
          </w:p>
        </w:tc>
        <w:tc>
          <w:tcPr>
            <w:tcW w:w="900" w:type="dxa"/>
            <w:vAlign w:val="center"/>
          </w:tcPr>
          <w:p w:rsidR="00DF6D60" w:rsidRPr="00AC26F6" w:rsidRDefault="00DF6D60" w:rsidP="004C11F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AC26F6" w:rsidRDefault="00DF6D60" w:rsidP="004C11F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AC26F6" w:rsidRDefault="00DF6D60" w:rsidP="004C11FD">
            <w:pPr>
              <w:jc w:val="center"/>
            </w:pPr>
            <w:r>
              <w:t>125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B5251">
            <w:pPr>
              <w:jc w:val="center"/>
            </w:pPr>
            <w:r>
              <w:t>2.14</w:t>
            </w:r>
          </w:p>
        </w:tc>
        <w:tc>
          <w:tcPr>
            <w:tcW w:w="7380" w:type="dxa"/>
          </w:tcPr>
          <w:p w:rsidR="00DF6D60" w:rsidRPr="00CE02B5" w:rsidRDefault="00DF6D60" w:rsidP="00FB5251">
            <w:pPr>
              <w:rPr>
                <w:bCs/>
              </w:rPr>
            </w:pP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</w:t>
            </w:r>
          </w:p>
        </w:tc>
        <w:tc>
          <w:tcPr>
            <w:tcW w:w="1620" w:type="dxa"/>
            <w:vAlign w:val="center"/>
          </w:tcPr>
          <w:p w:rsidR="00DF6D60" w:rsidRDefault="00DF6D60" w:rsidP="00FB5251">
            <w:pPr>
              <w:jc w:val="center"/>
            </w:pPr>
            <w:r>
              <w:t>м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FB5251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FB5251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FB5251">
            <w:pPr>
              <w:jc w:val="center"/>
            </w:pPr>
            <w:r>
              <w:t>295,2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2.15</w:t>
            </w:r>
          </w:p>
        </w:tc>
        <w:tc>
          <w:tcPr>
            <w:tcW w:w="7380" w:type="dxa"/>
          </w:tcPr>
          <w:p w:rsidR="00DF6D60" w:rsidRPr="00CE02B5" w:rsidRDefault="00DF6D60" w:rsidP="00F9512D">
            <w:pPr>
              <w:rPr>
                <w:bCs/>
              </w:rPr>
            </w:pPr>
            <w:r>
              <w:rPr>
                <w:bCs/>
              </w:rPr>
              <w:t>разработка проектной документации по объекту: «Благоустройство территории, примыкающей к МБОУ СОШ № 6 по пер. Красноармейский, ограниченной ул. Ленина и ул. Красная площадь, в ст-це Старотитаровская Темрюкского района Краснодарского края»</w:t>
            </w:r>
          </w:p>
        </w:tc>
        <w:tc>
          <w:tcPr>
            <w:tcW w:w="1620" w:type="dxa"/>
            <w:vAlign w:val="center"/>
          </w:tcPr>
          <w:p w:rsidR="00DF6D60" w:rsidRDefault="00DF6D60" w:rsidP="00FB5251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FB5251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FB5251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FB5251">
            <w:pPr>
              <w:jc w:val="center"/>
            </w:pPr>
            <w:r>
              <w:t>1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2.16</w:t>
            </w:r>
          </w:p>
        </w:tc>
        <w:tc>
          <w:tcPr>
            <w:tcW w:w="7380" w:type="dxa"/>
          </w:tcPr>
          <w:p w:rsidR="00DF6D60" w:rsidRPr="002B3AEA" w:rsidRDefault="00DF6D60" w:rsidP="00F9512D">
            <w:pPr>
              <w:rPr>
                <w:bCs/>
              </w:rPr>
            </w:pPr>
            <w:r w:rsidRPr="002B3AEA">
              <w:rPr>
                <w:bCs/>
              </w:rPr>
              <w:t>приобретение мини-скейта</w:t>
            </w:r>
          </w:p>
        </w:tc>
        <w:tc>
          <w:tcPr>
            <w:tcW w:w="1620" w:type="dxa"/>
            <w:vAlign w:val="center"/>
          </w:tcPr>
          <w:p w:rsidR="00DF6D60" w:rsidRPr="00AC26F6" w:rsidRDefault="00DF6D60" w:rsidP="00F415D4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DF6D60" w:rsidRPr="00AC26F6" w:rsidRDefault="00DF6D60" w:rsidP="00F415D4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AC26F6" w:rsidRDefault="00DF6D60" w:rsidP="00F415D4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F9512D">
            <w:pPr>
              <w:jc w:val="center"/>
            </w:pPr>
            <w:r>
              <w:t>1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</w:p>
        </w:tc>
        <w:tc>
          <w:tcPr>
            <w:tcW w:w="7380" w:type="dxa"/>
          </w:tcPr>
          <w:p w:rsidR="00DF6D60" w:rsidRPr="00C25175" w:rsidRDefault="00DF6D60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DF6D60" w:rsidRDefault="00DF6D60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DF6D60" w:rsidRPr="00C25175" w:rsidRDefault="00DF6D60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DF6D60" w:rsidRPr="00C25175" w:rsidRDefault="00DF6D60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DF6D60" w:rsidRPr="00877383" w:rsidRDefault="00DF6D60" w:rsidP="00F9512D">
            <w:pPr>
              <w:jc w:val="center"/>
            </w:pP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Pr="00AC26F6" w:rsidRDefault="00DF6D60" w:rsidP="00F9512D">
            <w:pPr>
              <w:jc w:val="center"/>
            </w:pPr>
            <w:r>
              <w:t>3</w:t>
            </w:r>
          </w:p>
        </w:tc>
        <w:tc>
          <w:tcPr>
            <w:tcW w:w="13860" w:type="dxa"/>
            <w:gridSpan w:val="5"/>
          </w:tcPr>
          <w:p w:rsidR="00DF6D60" w:rsidRPr="00877383" w:rsidRDefault="00DF6D60" w:rsidP="00F9512D">
            <w:pPr>
              <w:jc w:val="center"/>
            </w:pPr>
            <w:r w:rsidRPr="00C25175">
              <w:t xml:space="preserve">Подпрограммы </w:t>
            </w:r>
            <w:r>
              <w:t>«</w:t>
            </w:r>
            <w:r w:rsidRPr="0044645B">
              <w:t>Организация уличного освещения Старотитаровского сельского поселения Темрюкского района»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Default="00DF6D60" w:rsidP="00F9512D">
            <w:pPr>
              <w:jc w:val="center"/>
            </w:pPr>
            <w:r>
              <w:t>3.1</w:t>
            </w:r>
          </w:p>
        </w:tc>
        <w:tc>
          <w:tcPr>
            <w:tcW w:w="7380" w:type="dxa"/>
          </w:tcPr>
          <w:p w:rsidR="00DF6D60" w:rsidRPr="00C25175" w:rsidRDefault="00DF6D60" w:rsidP="00DA0E6B">
            <w:pPr>
              <w:rPr>
                <w:b/>
                <w:bCs/>
              </w:rPr>
            </w:pPr>
            <w:r>
              <w:t>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</w:p>
        </w:tc>
        <w:tc>
          <w:tcPr>
            <w:tcW w:w="1620" w:type="dxa"/>
            <w:vAlign w:val="center"/>
          </w:tcPr>
          <w:p w:rsidR="00DF6D60" w:rsidRDefault="00DF6D60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268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DA0E6B">
            <w:pPr>
              <w:jc w:val="center"/>
            </w:pPr>
            <w:r>
              <w:t>400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Default="00DF6D60" w:rsidP="00F9512D">
            <w:pPr>
              <w:jc w:val="center"/>
            </w:pPr>
            <w:r>
              <w:t>3.2</w:t>
            </w:r>
          </w:p>
        </w:tc>
        <w:tc>
          <w:tcPr>
            <w:tcW w:w="7380" w:type="dxa"/>
          </w:tcPr>
          <w:p w:rsidR="00DF6D60" w:rsidRPr="00AC26F6" w:rsidRDefault="00DF6D60" w:rsidP="00DA0E6B">
            <w:pPr>
              <w:rPr>
                <w:b/>
                <w:bCs/>
              </w:rPr>
            </w:pPr>
            <w:r>
              <w:t>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</w:p>
        </w:tc>
        <w:tc>
          <w:tcPr>
            <w:tcW w:w="1620" w:type="dxa"/>
            <w:vAlign w:val="center"/>
          </w:tcPr>
          <w:p w:rsidR="00DF6D60" w:rsidRDefault="00DF6D60" w:rsidP="00DA0E6B">
            <w:pPr>
              <w:jc w:val="center"/>
            </w:pPr>
            <w:r>
              <w:t>ед</w:t>
            </w:r>
            <w:r w:rsidRPr="004D57D3">
              <w:t>.</w:t>
            </w:r>
          </w:p>
        </w:tc>
        <w:tc>
          <w:tcPr>
            <w:tcW w:w="90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DF6D60" w:rsidRPr="00AC26F6" w:rsidRDefault="00DF6D60" w:rsidP="00DA0E6B">
            <w:pPr>
              <w:jc w:val="center"/>
            </w:pPr>
            <w:r>
              <w:t>2</w:t>
            </w:r>
          </w:p>
        </w:tc>
      </w:tr>
      <w:tr w:rsidR="00DF6D60" w:rsidTr="00D12C93">
        <w:tc>
          <w:tcPr>
            <w:tcW w:w="774" w:type="dxa"/>
            <w:vAlign w:val="center"/>
          </w:tcPr>
          <w:p w:rsidR="00DF6D60" w:rsidRDefault="00DF6D60" w:rsidP="00F9512D">
            <w:pPr>
              <w:jc w:val="center"/>
            </w:pPr>
            <w:r>
              <w:t>3.3</w:t>
            </w:r>
          </w:p>
        </w:tc>
        <w:tc>
          <w:tcPr>
            <w:tcW w:w="7380" w:type="dxa"/>
          </w:tcPr>
          <w:p w:rsidR="00DF6D60" w:rsidRPr="00C25175" w:rsidRDefault="00DF6D60" w:rsidP="00DA0E6B">
            <w:pPr>
              <w:rPr>
                <w:b/>
                <w:bCs/>
              </w:rPr>
            </w:pPr>
            <w:r>
              <w:t>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</w:p>
        </w:tc>
        <w:tc>
          <w:tcPr>
            <w:tcW w:w="1620" w:type="dxa"/>
            <w:vAlign w:val="center"/>
          </w:tcPr>
          <w:p w:rsidR="00DF6D60" w:rsidRDefault="00DF6D60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F6D60" w:rsidRPr="00C25175" w:rsidRDefault="00DF6D60" w:rsidP="00DA0E6B">
            <w:pPr>
              <w:jc w:val="center"/>
            </w:pPr>
            <w:r>
              <w:t>5</w:t>
            </w:r>
          </w:p>
        </w:tc>
        <w:tc>
          <w:tcPr>
            <w:tcW w:w="2160" w:type="dxa"/>
            <w:vAlign w:val="center"/>
          </w:tcPr>
          <w:p w:rsidR="00DF6D60" w:rsidRPr="00877383" w:rsidRDefault="00DF6D60" w:rsidP="00DA0E6B">
            <w:pPr>
              <w:jc w:val="center"/>
            </w:pPr>
            <w:r>
              <w:t>5</w:t>
            </w:r>
          </w:p>
        </w:tc>
      </w:tr>
    </w:tbl>
    <w:p w:rsidR="00DF6D60" w:rsidRDefault="00DF6D60" w:rsidP="00225687">
      <w:pPr>
        <w:jc w:val="center"/>
        <w:rPr>
          <w:b/>
          <w:bCs/>
        </w:rPr>
      </w:pPr>
    </w:p>
    <w:p w:rsidR="00DF6D60" w:rsidRDefault="00DF6D60" w:rsidP="00225687">
      <w:pPr>
        <w:jc w:val="center"/>
        <w:rPr>
          <w:b/>
          <w:bCs/>
        </w:rPr>
      </w:pPr>
    </w:p>
    <w:p w:rsidR="00DF6D60" w:rsidRDefault="00DF6D60" w:rsidP="00225687">
      <w:pPr>
        <w:jc w:val="center"/>
        <w:rPr>
          <w:b/>
          <w:bCs/>
        </w:rPr>
      </w:pPr>
    </w:p>
    <w:p w:rsidR="00DF6D60" w:rsidRDefault="00DF6D60" w:rsidP="00225687">
      <w:pPr>
        <w:jc w:val="center"/>
        <w:rPr>
          <w:b/>
          <w:bCs/>
        </w:rPr>
      </w:pPr>
    </w:p>
    <w:p w:rsidR="00DF6D60" w:rsidRPr="00225687" w:rsidRDefault="00DF6D60">
      <w:pPr>
        <w:rPr>
          <w:sz w:val="6"/>
          <w:szCs w:val="6"/>
        </w:rPr>
      </w:pPr>
    </w:p>
    <w:p w:rsidR="00DF6D60" w:rsidRPr="003C75F8" w:rsidRDefault="00DF6D60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DF6D60" w:rsidRPr="003C75F8" w:rsidRDefault="00DF6D60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DF6D60" w:rsidRPr="009931E8" w:rsidRDefault="00DF6D60" w:rsidP="005B7666">
      <w:pPr>
        <w:jc w:val="center"/>
        <w:rPr>
          <w:b/>
          <w:bCs/>
        </w:rPr>
      </w:pPr>
      <w:r w:rsidRPr="005B7666">
        <w:rPr>
          <w:b/>
          <w:bCs/>
        </w:rPr>
        <w:t>показателей 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F6D60" w:rsidRPr="003C75F8" w:rsidRDefault="00DF6D60" w:rsidP="005B7666">
      <w:pPr>
        <w:pStyle w:val="ListParagraph"/>
        <w:ind w:left="360"/>
        <w:jc w:val="center"/>
      </w:pPr>
    </w:p>
    <w:p w:rsidR="00DF6D60" w:rsidRPr="003C75F8" w:rsidRDefault="00DF6D60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DF6D60" w:rsidRPr="00C404E0">
        <w:tc>
          <w:tcPr>
            <w:tcW w:w="730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DF6D60" w:rsidRPr="0054045D" w:rsidRDefault="00DF6D6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DF6D60" w:rsidRPr="000B0521">
        <w:tc>
          <w:tcPr>
            <w:tcW w:w="726" w:type="dxa"/>
          </w:tcPr>
          <w:p w:rsidR="00DF6D60" w:rsidRPr="000B0521" w:rsidRDefault="00DF6D6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DF6D60" w:rsidRPr="000B0521" w:rsidRDefault="00DF6D6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DF6D60" w:rsidRPr="000B0521" w:rsidRDefault="00DF6D6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DF6D60" w:rsidRPr="000B0521" w:rsidRDefault="00DF6D6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DF6D60" w:rsidRPr="000B0521" w:rsidRDefault="00DF6D6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DF6D60" w:rsidRPr="000B0521" w:rsidRDefault="00DF6D6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DF6D60" w:rsidRPr="000B0521" w:rsidRDefault="00DF6D6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DF6D60" w:rsidRPr="000B0521" w:rsidRDefault="00DF6D6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DF6D60" w:rsidRPr="00F945BC">
        <w:tc>
          <w:tcPr>
            <w:tcW w:w="726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F6D60" w:rsidRDefault="00DF6D60" w:rsidP="008E76F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 xml:space="preserve">Подпрограммы 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благоустройства»»  </w:t>
            </w:r>
          </w:p>
          <w:p w:rsidR="00DF6D60" w:rsidRPr="00C404E0" w:rsidRDefault="00DF6D60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DF6D60" w:rsidRPr="00F945BC">
        <w:tc>
          <w:tcPr>
            <w:tcW w:w="726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DF6D60" w:rsidRPr="003265A6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</w:tcPr>
          <w:p w:rsidR="00DF6D60" w:rsidRPr="003265A6" w:rsidRDefault="00DF6D60" w:rsidP="006A5D3E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DF6D60" w:rsidRPr="00F945BC" w:rsidRDefault="00DF6D6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B853B0" w:rsidRDefault="00DF6D60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DF6D60" w:rsidRPr="0016103B" w:rsidRDefault="00DF6D60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DF6D60" w:rsidRPr="00FD664C" w:rsidRDefault="00DF6D60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t xml:space="preserve"> объем исполнения годового плана бюджетных ассигнований</w:t>
            </w:r>
            <w:r>
              <w:t>;</w:t>
            </w:r>
          </w:p>
          <w:p w:rsidR="00DF6D60" w:rsidRPr="00B853B0" w:rsidRDefault="00DF6D60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t>годового плана бюджетных ассигнований</w:t>
            </w:r>
            <w:r w:rsidRPr="00B853B0">
              <w:t>;</w:t>
            </w:r>
          </w:p>
          <w:p w:rsidR="00DF6D60" w:rsidRPr="00F945BC" w:rsidRDefault="00DF6D60" w:rsidP="00DA0E6B">
            <w:pPr>
              <w:jc w:val="center"/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объем </w:t>
            </w:r>
            <w:r w:rsidRPr="004B4ECB">
              <w:rPr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DF6D60" w:rsidRPr="00F945BC" w:rsidRDefault="00DF6D60" w:rsidP="00DA0E6B">
            <w:pPr>
              <w:jc w:val="center"/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DF6D60" w:rsidRPr="00F57EFB" w:rsidRDefault="00DF6D6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DF6D60" w:rsidRPr="00F945BC" w:rsidRDefault="00DF6D60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DF6D60" w:rsidRPr="00F945BC">
        <w:tc>
          <w:tcPr>
            <w:tcW w:w="726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A1444D" w:rsidRDefault="00DF6D60" w:rsidP="00C01C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DF6D60" w:rsidRPr="00C404E0" w:rsidRDefault="00DF6D60" w:rsidP="00C01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DF6D60" w:rsidRPr="00F945BC" w:rsidRDefault="00DF6D60" w:rsidP="00C01CD8"/>
        </w:tc>
        <w:tc>
          <w:tcPr>
            <w:tcW w:w="2355" w:type="dxa"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20" w:type="dxa"/>
          </w:tcPr>
          <w:p w:rsidR="00DF6D60" w:rsidRPr="00F945BC" w:rsidRDefault="00DF6D60" w:rsidP="00F945BC">
            <w:pPr>
              <w:jc w:val="center"/>
            </w:pPr>
          </w:p>
        </w:tc>
        <w:tc>
          <w:tcPr>
            <w:tcW w:w="2018" w:type="dxa"/>
          </w:tcPr>
          <w:p w:rsidR="00DF6D60" w:rsidRPr="00F945BC" w:rsidRDefault="00DF6D60" w:rsidP="00F945BC">
            <w:pPr>
              <w:jc w:val="center"/>
            </w:pPr>
          </w:p>
        </w:tc>
        <w:tc>
          <w:tcPr>
            <w:tcW w:w="2083" w:type="dxa"/>
          </w:tcPr>
          <w:p w:rsidR="00DF6D60" w:rsidRPr="00F945BC" w:rsidRDefault="00DF6D60" w:rsidP="00F945BC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Pr="00C404E0" w:rsidRDefault="00DF6D6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DF6D60" w:rsidRPr="00F945BC" w:rsidRDefault="00DF6D60" w:rsidP="008E76FB">
            <w:pPr>
              <w:jc w:val="center"/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A1444D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DF6D60" w:rsidRPr="00C404E0" w:rsidRDefault="00DF6D6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6D60" w:rsidRPr="00B51199" w:rsidRDefault="00DF6D60" w:rsidP="00DA0E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57EFB" w:rsidRDefault="00DF6D6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F6D60" w:rsidRPr="00F57EFB" w:rsidRDefault="00DF6D6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DF6D60" w:rsidRPr="00F57EFB" w:rsidRDefault="00DF6D6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F6D60" w:rsidRPr="00F945BC" w:rsidRDefault="00DF6D60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A1444D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F6D60" w:rsidRPr="00C404E0" w:rsidRDefault="00DF6D6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6D60" w:rsidRPr="00F945BC" w:rsidRDefault="00DF6D6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A1444D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DF6D60" w:rsidRPr="00C404E0" w:rsidRDefault="00DF6D6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DF6D60" w:rsidRPr="00F945BC" w:rsidRDefault="00DF6D6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A1444D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F6D60" w:rsidRPr="00C404E0" w:rsidRDefault="00DF6D6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6D60" w:rsidRPr="00F945BC" w:rsidRDefault="00DF6D6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A1444D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DF6D60" w:rsidRPr="00C404E0" w:rsidRDefault="00DF6D6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DF6D60" w:rsidRPr="00F945BC" w:rsidRDefault="00DF6D6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Default="00DF6D60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A1444D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DF6D60" w:rsidRPr="006338E5" w:rsidRDefault="00DF6D60" w:rsidP="00DA0E6B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DF6D60" w:rsidRPr="00F945BC" w:rsidRDefault="00DF6D6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Default="00DF6D60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A1444D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F6D60" w:rsidRPr="00C404E0" w:rsidRDefault="00DF6D6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6D60" w:rsidRPr="00F945BC" w:rsidRDefault="00DF6D6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6A5D3E" w:rsidRDefault="00DF6D60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19" w:type="dxa"/>
            <w:vAlign w:val="center"/>
          </w:tcPr>
          <w:p w:rsidR="00DF6D60" w:rsidRPr="00164A97" w:rsidRDefault="00DF6D60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DF6D60" w:rsidRPr="00F945BC" w:rsidRDefault="00DF6D60" w:rsidP="00DE6DC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DE6DC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6A5D3E" w:rsidRDefault="00DF6D60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519" w:type="dxa"/>
          </w:tcPr>
          <w:p w:rsidR="00DF6D60" w:rsidRPr="00164A97" w:rsidRDefault="00DF6D60" w:rsidP="006A5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DF6D60" w:rsidRPr="00F945BC" w:rsidRDefault="00DF6D60" w:rsidP="001912A5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1912A5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 w:rsidTr="009F5EC1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662311" w:rsidRDefault="00DF6D60" w:rsidP="00DE6DCB">
            <w:pPr>
              <w:rPr>
                <w:b/>
                <w:bCs/>
                <w:sz w:val="24"/>
                <w:szCs w:val="24"/>
              </w:rPr>
            </w:pPr>
            <w:r w:rsidRPr="00662311">
              <w:rPr>
                <w:bCs/>
                <w:sz w:val="24"/>
                <w:szCs w:val="24"/>
              </w:rPr>
              <w:t>ТО трактора</w:t>
            </w:r>
          </w:p>
        </w:tc>
        <w:tc>
          <w:tcPr>
            <w:tcW w:w="1519" w:type="dxa"/>
          </w:tcPr>
          <w:p w:rsidR="00DF6D60" w:rsidRPr="00164A97" w:rsidRDefault="00DF6D60" w:rsidP="004C1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DF6D60" w:rsidRPr="00F945BC" w:rsidRDefault="00DF6D60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661E3D" w:rsidRDefault="00DF6D60" w:rsidP="00DE6DCB">
            <w:pPr>
              <w:rPr>
                <w:b/>
                <w:bCs/>
                <w:sz w:val="24"/>
                <w:szCs w:val="24"/>
              </w:rPr>
            </w:pPr>
            <w:r w:rsidRPr="00661E3D">
              <w:rPr>
                <w:bCs/>
                <w:sz w:val="24"/>
                <w:szCs w:val="24"/>
              </w:rPr>
              <w:t>расходные материалы (уголок, доборный элемент)</w:t>
            </w:r>
          </w:p>
        </w:tc>
        <w:tc>
          <w:tcPr>
            <w:tcW w:w="1519" w:type="dxa"/>
            <w:vAlign w:val="center"/>
          </w:tcPr>
          <w:p w:rsidR="00DF6D60" w:rsidRPr="00164A97" w:rsidRDefault="00DF6D60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46" w:type="dxa"/>
          </w:tcPr>
          <w:p w:rsidR="00DF6D60" w:rsidRPr="00F945BC" w:rsidRDefault="00DF6D60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661E3D" w:rsidRDefault="00DF6D60" w:rsidP="00DE6DCB">
            <w:pPr>
              <w:rPr>
                <w:b/>
                <w:bCs/>
                <w:sz w:val="24"/>
                <w:szCs w:val="24"/>
              </w:rPr>
            </w:pPr>
            <w:r w:rsidRPr="00661E3D">
              <w:rPr>
                <w:bCs/>
                <w:sz w:val="24"/>
                <w:szCs w:val="24"/>
              </w:rPr>
              <w:t>конус сигнальный</w:t>
            </w:r>
          </w:p>
        </w:tc>
        <w:tc>
          <w:tcPr>
            <w:tcW w:w="1519" w:type="dxa"/>
            <w:vAlign w:val="center"/>
          </w:tcPr>
          <w:p w:rsidR="00DF6D60" w:rsidRPr="00164A97" w:rsidRDefault="00DF6D60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6D60" w:rsidRPr="00F945BC" w:rsidRDefault="00DF6D60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AE512D" w:rsidRDefault="00DF6D60" w:rsidP="004C11FD">
            <w:pPr>
              <w:rPr>
                <w:bCs/>
                <w:sz w:val="24"/>
                <w:szCs w:val="24"/>
              </w:rPr>
            </w:pPr>
            <w:r w:rsidRPr="00AE512D">
              <w:rPr>
                <w:bCs/>
                <w:sz w:val="24"/>
                <w:szCs w:val="24"/>
              </w:rPr>
              <w:t>приобретение профиля для забора сквер ул. Ленина</w:t>
            </w:r>
          </w:p>
        </w:tc>
        <w:tc>
          <w:tcPr>
            <w:tcW w:w="1519" w:type="dxa"/>
            <w:vAlign w:val="center"/>
          </w:tcPr>
          <w:p w:rsidR="00DF6D60" w:rsidRPr="00164A97" w:rsidRDefault="00DF6D60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DF6D60" w:rsidRPr="00F945BC" w:rsidRDefault="00DF6D60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A512F5" w:rsidRDefault="00DF6D60" w:rsidP="00FB5251">
            <w:pPr>
              <w:rPr>
                <w:b/>
                <w:bCs/>
                <w:sz w:val="24"/>
                <w:szCs w:val="24"/>
              </w:rPr>
            </w:pPr>
            <w:r w:rsidRPr="00A512F5">
              <w:rPr>
                <w:bCs/>
                <w:sz w:val="24"/>
                <w:szCs w:val="24"/>
              </w:rPr>
              <w:t>приобретение арматуры на мост по ул. Ростовская</w:t>
            </w:r>
          </w:p>
        </w:tc>
        <w:tc>
          <w:tcPr>
            <w:tcW w:w="1519" w:type="dxa"/>
            <w:vAlign w:val="center"/>
          </w:tcPr>
          <w:p w:rsidR="00DF6D60" w:rsidRPr="00164A97" w:rsidRDefault="00DF6D60" w:rsidP="00FB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46" w:type="dxa"/>
          </w:tcPr>
          <w:p w:rsidR="00DF6D60" w:rsidRPr="00F945BC" w:rsidRDefault="00DF6D60" w:rsidP="00FB5251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FB5251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 w:rsidTr="002C7B7B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6E4BA1" w:rsidRDefault="00DF6D60" w:rsidP="00DE6DCB">
            <w:pPr>
              <w:rPr>
                <w:b/>
                <w:bCs/>
                <w:sz w:val="24"/>
                <w:szCs w:val="24"/>
              </w:rPr>
            </w:pPr>
            <w:r w:rsidRPr="006E4BA1">
              <w:rPr>
                <w:bCs/>
                <w:sz w:val="24"/>
                <w:szCs w:val="24"/>
              </w:rPr>
              <w:t>разработка проектной документации по объекту: «Благоустройство территории, примыкающей к МБОУ СОШ № 6 по пер. Красноармейский, ограниченной ул. Ленина и ул. Красная площадь, в ст-це Старотитаровская Темрюкского района Краснодарского края»</w:t>
            </w:r>
          </w:p>
        </w:tc>
        <w:tc>
          <w:tcPr>
            <w:tcW w:w="1519" w:type="dxa"/>
          </w:tcPr>
          <w:p w:rsidR="00DF6D60" w:rsidRPr="00164A97" w:rsidRDefault="00DF6D60" w:rsidP="00FB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DF6D60" w:rsidRPr="00F945BC" w:rsidRDefault="00DF6D60" w:rsidP="00FB5251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FB5251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6C54A5" w:rsidRDefault="00DF6D60" w:rsidP="00DE6DCB">
            <w:pPr>
              <w:rPr>
                <w:bCs/>
                <w:sz w:val="24"/>
                <w:szCs w:val="24"/>
              </w:rPr>
            </w:pPr>
            <w:r w:rsidRPr="006C54A5">
              <w:rPr>
                <w:bCs/>
                <w:sz w:val="24"/>
                <w:szCs w:val="24"/>
              </w:rPr>
              <w:t>приобретение мини-скейта</w:t>
            </w:r>
          </w:p>
        </w:tc>
        <w:tc>
          <w:tcPr>
            <w:tcW w:w="1519" w:type="dxa"/>
            <w:vAlign w:val="center"/>
          </w:tcPr>
          <w:p w:rsidR="00DF6D60" w:rsidRPr="00164A97" w:rsidRDefault="00DF6D60" w:rsidP="00F415D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6D60" w:rsidRPr="00F945BC" w:rsidRDefault="00DF6D60" w:rsidP="00F415D4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Default="00DF6D60" w:rsidP="00F415D4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164A97" w:rsidRDefault="00DF6D60" w:rsidP="00DE6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DF6D60" w:rsidRPr="00164A97" w:rsidRDefault="00DF6D6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DF6D60" w:rsidRPr="00F945BC" w:rsidRDefault="00DF6D60" w:rsidP="00DE6DCB"/>
        </w:tc>
        <w:tc>
          <w:tcPr>
            <w:tcW w:w="2355" w:type="dxa"/>
          </w:tcPr>
          <w:p w:rsidR="00DF6D60" w:rsidRPr="00F945BC" w:rsidRDefault="00DF6D60" w:rsidP="00DE6DCB">
            <w:pPr>
              <w:jc w:val="center"/>
            </w:pPr>
          </w:p>
        </w:tc>
        <w:tc>
          <w:tcPr>
            <w:tcW w:w="2020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C01CD8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DF6D60" w:rsidRPr="0044645B" w:rsidRDefault="00DF6D60" w:rsidP="008E76FB">
            <w:pPr>
              <w:jc w:val="center"/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>«Организация уличного освещения Старотитаровского сельского поселения Темрюкского района»</w:t>
            </w:r>
          </w:p>
          <w:p w:rsidR="00DF6D60" w:rsidRPr="003265A6" w:rsidRDefault="00DF6D60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164A97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DF6D60" w:rsidRPr="00164A97" w:rsidRDefault="00DF6D60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6D60" w:rsidRPr="00F945BC" w:rsidRDefault="00DF6D6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Default="00DF6D60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DF6D60" w:rsidRPr="00F57EFB" w:rsidRDefault="00DF6D6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DF6D60" w:rsidRPr="00F57EFB" w:rsidRDefault="00DF6D6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F6D60" w:rsidRPr="00F945BC" w:rsidRDefault="00DF6D60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F6D60" w:rsidRPr="00F945BC">
        <w:tc>
          <w:tcPr>
            <w:tcW w:w="726" w:type="dxa"/>
          </w:tcPr>
          <w:p w:rsidR="00DF6D60" w:rsidRDefault="00DF6D6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164A97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DF6D60" w:rsidRPr="00164A97" w:rsidRDefault="00DF6D60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DF6D60" w:rsidRPr="00F945BC" w:rsidRDefault="00DF6D6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Default="00DF6D60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DA0E6B">
            <w:pPr>
              <w:jc w:val="center"/>
            </w:pPr>
          </w:p>
        </w:tc>
      </w:tr>
      <w:tr w:rsidR="00DF6D60" w:rsidRPr="00F945BC">
        <w:tc>
          <w:tcPr>
            <w:tcW w:w="726" w:type="dxa"/>
          </w:tcPr>
          <w:p w:rsidR="00DF6D60" w:rsidRDefault="00DF6D6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F6D60" w:rsidRPr="00164A97" w:rsidRDefault="00DF6D60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DF6D60" w:rsidRPr="00164A97" w:rsidRDefault="00DF6D60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6D60" w:rsidRPr="00F945BC" w:rsidRDefault="00DF6D6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6D60" w:rsidRPr="00F945BC" w:rsidRDefault="00DF6D60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6D60" w:rsidRPr="00F945BC" w:rsidRDefault="00DF6D60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DF6D60" w:rsidRPr="00F945BC" w:rsidRDefault="00DF6D60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DF6D60" w:rsidRPr="00F945BC" w:rsidRDefault="00DF6D60" w:rsidP="00DA0E6B">
            <w:pPr>
              <w:jc w:val="center"/>
            </w:pPr>
          </w:p>
        </w:tc>
      </w:tr>
    </w:tbl>
    <w:p w:rsidR="00DF6D60" w:rsidRDefault="00DF6D60" w:rsidP="00FA1A72">
      <w:pPr>
        <w:jc w:val="both"/>
      </w:pPr>
    </w:p>
    <w:p w:rsidR="00DF6D60" w:rsidRDefault="00DF6D60" w:rsidP="00FA1A72">
      <w:pPr>
        <w:jc w:val="both"/>
      </w:pPr>
    </w:p>
    <w:p w:rsidR="00DF6D60" w:rsidRDefault="00DF6D60" w:rsidP="00FA1A72">
      <w:pPr>
        <w:jc w:val="both"/>
      </w:pPr>
    </w:p>
    <w:p w:rsidR="00DF6D60" w:rsidRDefault="00DF6D60" w:rsidP="00FA1A72">
      <w:pPr>
        <w:jc w:val="both"/>
      </w:pPr>
    </w:p>
    <w:p w:rsidR="00DF6D60" w:rsidRDefault="00DF6D60" w:rsidP="00FA1A72">
      <w:pPr>
        <w:jc w:val="both"/>
      </w:pPr>
    </w:p>
    <w:p w:rsidR="00DF6D60" w:rsidRDefault="00DF6D60" w:rsidP="00FA1A72">
      <w:pPr>
        <w:jc w:val="both"/>
      </w:pPr>
    </w:p>
    <w:p w:rsidR="00DF6D60" w:rsidRDefault="00DF6D60" w:rsidP="00FA1A72">
      <w:pPr>
        <w:jc w:val="both"/>
      </w:pPr>
    </w:p>
    <w:p w:rsidR="00DF6D60" w:rsidRDefault="00DF6D60" w:rsidP="00EF6F81">
      <w:pPr>
        <w:jc w:val="center"/>
        <w:sectPr w:rsidR="00DF6D6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F6D60" w:rsidRDefault="00DF6D6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6D60" w:rsidRPr="00484E94" w:rsidRDefault="00DF6D6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DF6D60" w:rsidRPr="00484E94" w:rsidRDefault="00DF6D6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DF6D60" w:rsidRPr="00484E94" w:rsidRDefault="00DF6D60" w:rsidP="00484E94">
      <w:pPr>
        <w:pStyle w:val="ConsPlusNormal0"/>
        <w:jc w:val="center"/>
      </w:pPr>
    </w:p>
    <w:p w:rsidR="00DF6D60" w:rsidRPr="0016103B" w:rsidRDefault="00DF6D60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DF6D60" w:rsidRPr="00484E94" w:rsidRDefault="00DF6D60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DF6D60" w:rsidRDefault="00DF6D60" w:rsidP="00484E94">
      <w:pPr>
        <w:jc w:val="both"/>
      </w:pPr>
    </w:p>
    <w:p w:rsidR="00DF6D60" w:rsidRPr="00484E94" w:rsidRDefault="00DF6D6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DF6D60" w:rsidRPr="00484E94" w:rsidRDefault="00DF6D6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DF6D60" w:rsidRPr="00484E94" w:rsidRDefault="00DF6D60" w:rsidP="00484E94">
      <w:pPr>
        <w:pStyle w:val="ConsPlusNormal0"/>
        <w:jc w:val="both"/>
      </w:pP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DF6D60" w:rsidRDefault="00DF6D60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DF6D60" w:rsidRPr="007F34E4" w:rsidRDefault="00DF6D60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DF6D60" w:rsidRPr="007F34E4" w:rsidRDefault="00DF6D60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9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DF6D60" w:rsidRPr="007F34E4" w:rsidRDefault="00DF6D6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DF6D60" w:rsidRPr="007F34E4" w:rsidRDefault="00DF6D60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DF6D60" w:rsidRPr="007F34E4" w:rsidRDefault="00DF6D60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0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DF6D60" w:rsidRDefault="00DF6D60" w:rsidP="00484E94">
      <w:pPr>
        <w:ind w:firstLine="709"/>
        <w:jc w:val="both"/>
      </w:pPr>
    </w:p>
    <w:p w:rsidR="00DF6D60" w:rsidRDefault="00DF6D60" w:rsidP="00484E94">
      <w:pPr>
        <w:ind w:firstLine="709"/>
        <w:jc w:val="both"/>
      </w:pPr>
    </w:p>
    <w:p w:rsidR="00DF6D60" w:rsidRDefault="00DF6D60" w:rsidP="00D66DD0">
      <w:pPr>
        <w:jc w:val="both"/>
      </w:pPr>
      <w:r>
        <w:t>Заместитель главы</w:t>
      </w:r>
    </w:p>
    <w:p w:rsidR="00DF6D60" w:rsidRDefault="00DF6D60" w:rsidP="00D66DD0">
      <w:pPr>
        <w:jc w:val="both"/>
      </w:pPr>
      <w:r>
        <w:t>Старотитаровского сельского</w:t>
      </w:r>
    </w:p>
    <w:p w:rsidR="00DF6D60" w:rsidRDefault="00DF6D60" w:rsidP="00B47CC7">
      <w:pPr>
        <w:sectPr w:rsidR="00DF6D6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   Е.М. Зимина</w:t>
      </w:r>
    </w:p>
    <w:p w:rsidR="00DF6D60" w:rsidRDefault="00DF6D60" w:rsidP="001F5CA2">
      <w:pPr>
        <w:jc w:val="center"/>
        <w:rPr>
          <w:b/>
          <w:bCs/>
        </w:rPr>
      </w:pPr>
    </w:p>
    <w:sectPr w:rsidR="00DF6D6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D60" w:rsidRDefault="00DF6D60" w:rsidP="00EF6F81">
      <w:r>
        <w:separator/>
      </w:r>
    </w:p>
  </w:endnote>
  <w:endnote w:type="continuationSeparator" w:id="0">
    <w:p w:rsidR="00DF6D60" w:rsidRDefault="00DF6D6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D60" w:rsidRDefault="00DF6D60" w:rsidP="00EF6F81">
      <w:r>
        <w:separator/>
      </w:r>
    </w:p>
  </w:footnote>
  <w:footnote w:type="continuationSeparator" w:id="0">
    <w:p w:rsidR="00DF6D60" w:rsidRDefault="00DF6D6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D60" w:rsidRDefault="00DF6D60">
    <w:pPr>
      <w:pStyle w:val="Header"/>
      <w:jc w:val="center"/>
    </w:pPr>
  </w:p>
  <w:p w:rsidR="00DF6D60" w:rsidRDefault="00DF6D6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DF6D60" w:rsidRPr="00F945BC" w:rsidRDefault="00DF6D60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0716E"/>
    <w:rsid w:val="00010261"/>
    <w:rsid w:val="00017FA2"/>
    <w:rsid w:val="00023F4D"/>
    <w:rsid w:val="00031DF9"/>
    <w:rsid w:val="000348BC"/>
    <w:rsid w:val="00034A00"/>
    <w:rsid w:val="0003562F"/>
    <w:rsid w:val="00036BA0"/>
    <w:rsid w:val="0004509A"/>
    <w:rsid w:val="00046F33"/>
    <w:rsid w:val="00050191"/>
    <w:rsid w:val="000520B4"/>
    <w:rsid w:val="0005300F"/>
    <w:rsid w:val="0005555B"/>
    <w:rsid w:val="000561F8"/>
    <w:rsid w:val="00056F4B"/>
    <w:rsid w:val="00057F64"/>
    <w:rsid w:val="000669A4"/>
    <w:rsid w:val="00067C9E"/>
    <w:rsid w:val="00067ED0"/>
    <w:rsid w:val="00073545"/>
    <w:rsid w:val="00083C93"/>
    <w:rsid w:val="00084E42"/>
    <w:rsid w:val="000A3A2B"/>
    <w:rsid w:val="000A42FD"/>
    <w:rsid w:val="000A5167"/>
    <w:rsid w:val="000B0521"/>
    <w:rsid w:val="000B4AE6"/>
    <w:rsid w:val="000C1918"/>
    <w:rsid w:val="000C28F3"/>
    <w:rsid w:val="000C3C23"/>
    <w:rsid w:val="000C3FBF"/>
    <w:rsid w:val="000C563B"/>
    <w:rsid w:val="000D01F4"/>
    <w:rsid w:val="000D1B88"/>
    <w:rsid w:val="000D304C"/>
    <w:rsid w:val="000D42BE"/>
    <w:rsid w:val="000D5144"/>
    <w:rsid w:val="000E5F26"/>
    <w:rsid w:val="000F3C67"/>
    <w:rsid w:val="000F5130"/>
    <w:rsid w:val="000F5E70"/>
    <w:rsid w:val="000F72CE"/>
    <w:rsid w:val="000F7C02"/>
    <w:rsid w:val="0010008C"/>
    <w:rsid w:val="0010064A"/>
    <w:rsid w:val="00103E05"/>
    <w:rsid w:val="00107AF9"/>
    <w:rsid w:val="001111E6"/>
    <w:rsid w:val="0011377B"/>
    <w:rsid w:val="001143BB"/>
    <w:rsid w:val="001157F7"/>
    <w:rsid w:val="00115920"/>
    <w:rsid w:val="00130C48"/>
    <w:rsid w:val="00132FE0"/>
    <w:rsid w:val="001332FA"/>
    <w:rsid w:val="00133DC0"/>
    <w:rsid w:val="00133ECA"/>
    <w:rsid w:val="00137B18"/>
    <w:rsid w:val="001403D0"/>
    <w:rsid w:val="00143C57"/>
    <w:rsid w:val="0014419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2E2E"/>
    <w:rsid w:val="00164A97"/>
    <w:rsid w:val="001658ED"/>
    <w:rsid w:val="00167C70"/>
    <w:rsid w:val="00171871"/>
    <w:rsid w:val="00172D6C"/>
    <w:rsid w:val="00173D9E"/>
    <w:rsid w:val="00176619"/>
    <w:rsid w:val="001813B1"/>
    <w:rsid w:val="00185966"/>
    <w:rsid w:val="00190885"/>
    <w:rsid w:val="001912A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0C6B"/>
    <w:rsid w:val="001E468C"/>
    <w:rsid w:val="001E7209"/>
    <w:rsid w:val="001F298F"/>
    <w:rsid w:val="001F5CA2"/>
    <w:rsid w:val="001F7787"/>
    <w:rsid w:val="0020147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3AEA"/>
    <w:rsid w:val="002C031E"/>
    <w:rsid w:val="002C7291"/>
    <w:rsid w:val="002C7B7B"/>
    <w:rsid w:val="002D0EE2"/>
    <w:rsid w:val="002D193F"/>
    <w:rsid w:val="002D2249"/>
    <w:rsid w:val="002D364A"/>
    <w:rsid w:val="002D6BB0"/>
    <w:rsid w:val="002E238B"/>
    <w:rsid w:val="002E291E"/>
    <w:rsid w:val="002E3210"/>
    <w:rsid w:val="002E38E5"/>
    <w:rsid w:val="002E5323"/>
    <w:rsid w:val="002E62B4"/>
    <w:rsid w:val="002F57D3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280D"/>
    <w:rsid w:val="003547EA"/>
    <w:rsid w:val="003559DB"/>
    <w:rsid w:val="00356C13"/>
    <w:rsid w:val="00357F42"/>
    <w:rsid w:val="003705E6"/>
    <w:rsid w:val="00370F0E"/>
    <w:rsid w:val="003724CA"/>
    <w:rsid w:val="00374409"/>
    <w:rsid w:val="0037448A"/>
    <w:rsid w:val="00374C60"/>
    <w:rsid w:val="00376342"/>
    <w:rsid w:val="00376DBF"/>
    <w:rsid w:val="003802FA"/>
    <w:rsid w:val="0038326C"/>
    <w:rsid w:val="00383AC0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07D2E"/>
    <w:rsid w:val="00413494"/>
    <w:rsid w:val="0041393A"/>
    <w:rsid w:val="00422541"/>
    <w:rsid w:val="00424008"/>
    <w:rsid w:val="004258A2"/>
    <w:rsid w:val="004327D7"/>
    <w:rsid w:val="00434175"/>
    <w:rsid w:val="00434887"/>
    <w:rsid w:val="0044006A"/>
    <w:rsid w:val="004408E3"/>
    <w:rsid w:val="0044102D"/>
    <w:rsid w:val="00441A14"/>
    <w:rsid w:val="00441B89"/>
    <w:rsid w:val="00446070"/>
    <w:rsid w:val="0044645B"/>
    <w:rsid w:val="00455355"/>
    <w:rsid w:val="00455BA9"/>
    <w:rsid w:val="00455F5C"/>
    <w:rsid w:val="0046097C"/>
    <w:rsid w:val="0046202F"/>
    <w:rsid w:val="00465E45"/>
    <w:rsid w:val="00467446"/>
    <w:rsid w:val="00470DA3"/>
    <w:rsid w:val="00472B1D"/>
    <w:rsid w:val="00476EFB"/>
    <w:rsid w:val="00480C25"/>
    <w:rsid w:val="004816D5"/>
    <w:rsid w:val="00484E94"/>
    <w:rsid w:val="004852C0"/>
    <w:rsid w:val="00487F47"/>
    <w:rsid w:val="00491923"/>
    <w:rsid w:val="00494A1C"/>
    <w:rsid w:val="00496751"/>
    <w:rsid w:val="004A23CE"/>
    <w:rsid w:val="004A2815"/>
    <w:rsid w:val="004A51A1"/>
    <w:rsid w:val="004B3AAC"/>
    <w:rsid w:val="004B4ECB"/>
    <w:rsid w:val="004B6573"/>
    <w:rsid w:val="004C11FD"/>
    <w:rsid w:val="004C321E"/>
    <w:rsid w:val="004C506F"/>
    <w:rsid w:val="004C630B"/>
    <w:rsid w:val="004D3592"/>
    <w:rsid w:val="004D4038"/>
    <w:rsid w:val="004D57D3"/>
    <w:rsid w:val="004E184B"/>
    <w:rsid w:val="004E3B65"/>
    <w:rsid w:val="004E44C3"/>
    <w:rsid w:val="004E660F"/>
    <w:rsid w:val="004F0546"/>
    <w:rsid w:val="004F120E"/>
    <w:rsid w:val="004F4CE7"/>
    <w:rsid w:val="004F4E50"/>
    <w:rsid w:val="0050366A"/>
    <w:rsid w:val="0050378D"/>
    <w:rsid w:val="00503DDC"/>
    <w:rsid w:val="00504238"/>
    <w:rsid w:val="005042A0"/>
    <w:rsid w:val="005047E2"/>
    <w:rsid w:val="0050519C"/>
    <w:rsid w:val="00506C43"/>
    <w:rsid w:val="00510A00"/>
    <w:rsid w:val="00510D19"/>
    <w:rsid w:val="00511335"/>
    <w:rsid w:val="0051689D"/>
    <w:rsid w:val="00522FEF"/>
    <w:rsid w:val="00524CDE"/>
    <w:rsid w:val="00525789"/>
    <w:rsid w:val="0053507E"/>
    <w:rsid w:val="0054045D"/>
    <w:rsid w:val="0054063E"/>
    <w:rsid w:val="005450A9"/>
    <w:rsid w:val="00546D0C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0190"/>
    <w:rsid w:val="00595731"/>
    <w:rsid w:val="00595B9D"/>
    <w:rsid w:val="005A449E"/>
    <w:rsid w:val="005A5665"/>
    <w:rsid w:val="005A684E"/>
    <w:rsid w:val="005B3967"/>
    <w:rsid w:val="005B4EAD"/>
    <w:rsid w:val="005B51C7"/>
    <w:rsid w:val="005B5962"/>
    <w:rsid w:val="005B7233"/>
    <w:rsid w:val="005B7666"/>
    <w:rsid w:val="005B786B"/>
    <w:rsid w:val="005C4D2D"/>
    <w:rsid w:val="005C6C01"/>
    <w:rsid w:val="005D671E"/>
    <w:rsid w:val="005E0C54"/>
    <w:rsid w:val="005E226F"/>
    <w:rsid w:val="005E3ACA"/>
    <w:rsid w:val="005E7A49"/>
    <w:rsid w:val="005F0511"/>
    <w:rsid w:val="005F39A9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4E1B"/>
    <w:rsid w:val="00617B4A"/>
    <w:rsid w:val="00617E6B"/>
    <w:rsid w:val="006245C5"/>
    <w:rsid w:val="00627996"/>
    <w:rsid w:val="00631501"/>
    <w:rsid w:val="00631920"/>
    <w:rsid w:val="006338E5"/>
    <w:rsid w:val="006341E7"/>
    <w:rsid w:val="00634440"/>
    <w:rsid w:val="00640150"/>
    <w:rsid w:val="006439C6"/>
    <w:rsid w:val="00644CD1"/>
    <w:rsid w:val="00645DBF"/>
    <w:rsid w:val="00647F19"/>
    <w:rsid w:val="006526B7"/>
    <w:rsid w:val="00653139"/>
    <w:rsid w:val="00656793"/>
    <w:rsid w:val="00660465"/>
    <w:rsid w:val="00660B50"/>
    <w:rsid w:val="00661E3D"/>
    <w:rsid w:val="00662311"/>
    <w:rsid w:val="00662F28"/>
    <w:rsid w:val="006705A4"/>
    <w:rsid w:val="00673EDF"/>
    <w:rsid w:val="00673F1C"/>
    <w:rsid w:val="0067563A"/>
    <w:rsid w:val="00676755"/>
    <w:rsid w:val="00682340"/>
    <w:rsid w:val="0068329E"/>
    <w:rsid w:val="00687F49"/>
    <w:rsid w:val="006976D8"/>
    <w:rsid w:val="00697A60"/>
    <w:rsid w:val="006A0EF8"/>
    <w:rsid w:val="006A5D3E"/>
    <w:rsid w:val="006B7173"/>
    <w:rsid w:val="006C4020"/>
    <w:rsid w:val="006C54A5"/>
    <w:rsid w:val="006C6075"/>
    <w:rsid w:val="006C707C"/>
    <w:rsid w:val="006D0695"/>
    <w:rsid w:val="006D0726"/>
    <w:rsid w:val="006D0B97"/>
    <w:rsid w:val="006E4BA1"/>
    <w:rsid w:val="006E70C7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F9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3779"/>
    <w:rsid w:val="007C40C6"/>
    <w:rsid w:val="007D1D37"/>
    <w:rsid w:val="007E0D6B"/>
    <w:rsid w:val="007E3033"/>
    <w:rsid w:val="007E3A7D"/>
    <w:rsid w:val="007E702A"/>
    <w:rsid w:val="007F1067"/>
    <w:rsid w:val="007F1C06"/>
    <w:rsid w:val="007F20C1"/>
    <w:rsid w:val="007F34E4"/>
    <w:rsid w:val="007F6FD2"/>
    <w:rsid w:val="00802B22"/>
    <w:rsid w:val="008035B3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55742"/>
    <w:rsid w:val="00876805"/>
    <w:rsid w:val="00877383"/>
    <w:rsid w:val="0088023E"/>
    <w:rsid w:val="0088039F"/>
    <w:rsid w:val="00883BAB"/>
    <w:rsid w:val="00885C29"/>
    <w:rsid w:val="00890443"/>
    <w:rsid w:val="008924E5"/>
    <w:rsid w:val="00896A24"/>
    <w:rsid w:val="00897773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E76FB"/>
    <w:rsid w:val="008F0A06"/>
    <w:rsid w:val="008F1C38"/>
    <w:rsid w:val="009013AF"/>
    <w:rsid w:val="00904240"/>
    <w:rsid w:val="00910293"/>
    <w:rsid w:val="00910950"/>
    <w:rsid w:val="00911DA9"/>
    <w:rsid w:val="0092369B"/>
    <w:rsid w:val="0092378A"/>
    <w:rsid w:val="00923EF4"/>
    <w:rsid w:val="0092688F"/>
    <w:rsid w:val="00934667"/>
    <w:rsid w:val="00937318"/>
    <w:rsid w:val="0094099E"/>
    <w:rsid w:val="00944B19"/>
    <w:rsid w:val="00944C39"/>
    <w:rsid w:val="009455F5"/>
    <w:rsid w:val="00950972"/>
    <w:rsid w:val="00950F83"/>
    <w:rsid w:val="00953D8F"/>
    <w:rsid w:val="00955D83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2D44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07C8"/>
    <w:rsid w:val="009D244C"/>
    <w:rsid w:val="009D4103"/>
    <w:rsid w:val="009D5DA6"/>
    <w:rsid w:val="009D6765"/>
    <w:rsid w:val="009E1504"/>
    <w:rsid w:val="009E2162"/>
    <w:rsid w:val="009E288A"/>
    <w:rsid w:val="009E4291"/>
    <w:rsid w:val="009F2011"/>
    <w:rsid w:val="009F2245"/>
    <w:rsid w:val="009F22D5"/>
    <w:rsid w:val="009F3F35"/>
    <w:rsid w:val="009F5EC1"/>
    <w:rsid w:val="00A00A16"/>
    <w:rsid w:val="00A03E7E"/>
    <w:rsid w:val="00A05B00"/>
    <w:rsid w:val="00A077A2"/>
    <w:rsid w:val="00A12813"/>
    <w:rsid w:val="00A1444D"/>
    <w:rsid w:val="00A1507B"/>
    <w:rsid w:val="00A17BAC"/>
    <w:rsid w:val="00A23788"/>
    <w:rsid w:val="00A303C3"/>
    <w:rsid w:val="00A30B42"/>
    <w:rsid w:val="00A30FFE"/>
    <w:rsid w:val="00A35B08"/>
    <w:rsid w:val="00A35FA1"/>
    <w:rsid w:val="00A44BB5"/>
    <w:rsid w:val="00A46A72"/>
    <w:rsid w:val="00A47DA3"/>
    <w:rsid w:val="00A512F5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9B4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512D"/>
    <w:rsid w:val="00AE7059"/>
    <w:rsid w:val="00AF1DE5"/>
    <w:rsid w:val="00AF3593"/>
    <w:rsid w:val="00AF35BD"/>
    <w:rsid w:val="00AF362F"/>
    <w:rsid w:val="00AF7ACB"/>
    <w:rsid w:val="00B0531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09B"/>
    <w:rsid w:val="00B562F6"/>
    <w:rsid w:val="00B56C96"/>
    <w:rsid w:val="00B63C31"/>
    <w:rsid w:val="00B648BF"/>
    <w:rsid w:val="00B64B51"/>
    <w:rsid w:val="00B67874"/>
    <w:rsid w:val="00B730DE"/>
    <w:rsid w:val="00B7679D"/>
    <w:rsid w:val="00B76896"/>
    <w:rsid w:val="00B812D4"/>
    <w:rsid w:val="00B85358"/>
    <w:rsid w:val="00B853B0"/>
    <w:rsid w:val="00B86C1B"/>
    <w:rsid w:val="00B86DD3"/>
    <w:rsid w:val="00B87165"/>
    <w:rsid w:val="00B87A68"/>
    <w:rsid w:val="00B946DD"/>
    <w:rsid w:val="00B94A0C"/>
    <w:rsid w:val="00BA0BAD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C636D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05D1"/>
    <w:rsid w:val="00C3292C"/>
    <w:rsid w:val="00C37B6D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867FE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2B5"/>
    <w:rsid w:val="00CE0668"/>
    <w:rsid w:val="00CE12C3"/>
    <w:rsid w:val="00CE59D1"/>
    <w:rsid w:val="00CE6B3F"/>
    <w:rsid w:val="00CE7C83"/>
    <w:rsid w:val="00CF500C"/>
    <w:rsid w:val="00CF682D"/>
    <w:rsid w:val="00D01078"/>
    <w:rsid w:val="00D047A4"/>
    <w:rsid w:val="00D05CB6"/>
    <w:rsid w:val="00D05D96"/>
    <w:rsid w:val="00D07253"/>
    <w:rsid w:val="00D12C93"/>
    <w:rsid w:val="00D20D1E"/>
    <w:rsid w:val="00D21B4F"/>
    <w:rsid w:val="00D2251E"/>
    <w:rsid w:val="00D22582"/>
    <w:rsid w:val="00D22B97"/>
    <w:rsid w:val="00D340C8"/>
    <w:rsid w:val="00D341F7"/>
    <w:rsid w:val="00D3506A"/>
    <w:rsid w:val="00D41A16"/>
    <w:rsid w:val="00D47C76"/>
    <w:rsid w:val="00D50A29"/>
    <w:rsid w:val="00D510F8"/>
    <w:rsid w:val="00D57F3E"/>
    <w:rsid w:val="00D60C7B"/>
    <w:rsid w:val="00D65A5D"/>
    <w:rsid w:val="00D66DD0"/>
    <w:rsid w:val="00D67385"/>
    <w:rsid w:val="00D733E2"/>
    <w:rsid w:val="00D74072"/>
    <w:rsid w:val="00D7588E"/>
    <w:rsid w:val="00D814EC"/>
    <w:rsid w:val="00D91580"/>
    <w:rsid w:val="00D9235A"/>
    <w:rsid w:val="00DA00D1"/>
    <w:rsid w:val="00DA07D9"/>
    <w:rsid w:val="00DA0DE0"/>
    <w:rsid w:val="00DA0E6B"/>
    <w:rsid w:val="00DA2C96"/>
    <w:rsid w:val="00DA4ED8"/>
    <w:rsid w:val="00DA510A"/>
    <w:rsid w:val="00DA5916"/>
    <w:rsid w:val="00DC5862"/>
    <w:rsid w:val="00DC605B"/>
    <w:rsid w:val="00DD1C2E"/>
    <w:rsid w:val="00DD49F6"/>
    <w:rsid w:val="00DD4EA0"/>
    <w:rsid w:val="00DD5F0A"/>
    <w:rsid w:val="00DE105E"/>
    <w:rsid w:val="00DE264F"/>
    <w:rsid w:val="00DE350D"/>
    <w:rsid w:val="00DE64EE"/>
    <w:rsid w:val="00DE6DCB"/>
    <w:rsid w:val="00DE754D"/>
    <w:rsid w:val="00DF23BC"/>
    <w:rsid w:val="00DF4034"/>
    <w:rsid w:val="00DF42DA"/>
    <w:rsid w:val="00DF6D60"/>
    <w:rsid w:val="00DF74AF"/>
    <w:rsid w:val="00E00492"/>
    <w:rsid w:val="00E005C3"/>
    <w:rsid w:val="00E03A2A"/>
    <w:rsid w:val="00E03F4E"/>
    <w:rsid w:val="00E17C37"/>
    <w:rsid w:val="00E202AE"/>
    <w:rsid w:val="00E213C2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372A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1D6F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0CB2"/>
    <w:rsid w:val="00EC24A4"/>
    <w:rsid w:val="00EC30DF"/>
    <w:rsid w:val="00EC596E"/>
    <w:rsid w:val="00ED0913"/>
    <w:rsid w:val="00ED1328"/>
    <w:rsid w:val="00ED2AA6"/>
    <w:rsid w:val="00ED65F3"/>
    <w:rsid w:val="00ED6AB3"/>
    <w:rsid w:val="00ED794E"/>
    <w:rsid w:val="00EE3DAE"/>
    <w:rsid w:val="00EE5BAC"/>
    <w:rsid w:val="00EE6972"/>
    <w:rsid w:val="00EE7E4C"/>
    <w:rsid w:val="00EF4A0A"/>
    <w:rsid w:val="00EF687A"/>
    <w:rsid w:val="00EF6A40"/>
    <w:rsid w:val="00EF6F81"/>
    <w:rsid w:val="00EF75EB"/>
    <w:rsid w:val="00F00398"/>
    <w:rsid w:val="00F00A4A"/>
    <w:rsid w:val="00F00A5E"/>
    <w:rsid w:val="00F022E1"/>
    <w:rsid w:val="00F05B97"/>
    <w:rsid w:val="00F162F0"/>
    <w:rsid w:val="00F23492"/>
    <w:rsid w:val="00F2398C"/>
    <w:rsid w:val="00F24CB1"/>
    <w:rsid w:val="00F31FEC"/>
    <w:rsid w:val="00F32117"/>
    <w:rsid w:val="00F342BF"/>
    <w:rsid w:val="00F36F38"/>
    <w:rsid w:val="00F415D4"/>
    <w:rsid w:val="00F42F1B"/>
    <w:rsid w:val="00F43866"/>
    <w:rsid w:val="00F43926"/>
    <w:rsid w:val="00F441D3"/>
    <w:rsid w:val="00F46C29"/>
    <w:rsid w:val="00F57EFB"/>
    <w:rsid w:val="00F64152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28A5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B5251"/>
    <w:rsid w:val="00FB6416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22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2595</TotalTime>
  <Pages>14</Pages>
  <Words>2418</Words>
  <Characters>13789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315</cp:revision>
  <cp:lastPrinted>2022-12-29T10:55:00Z</cp:lastPrinted>
  <dcterms:created xsi:type="dcterms:W3CDTF">2018-08-07T11:48:00Z</dcterms:created>
  <dcterms:modified xsi:type="dcterms:W3CDTF">2022-12-29T12:49:00Z</dcterms:modified>
</cp:coreProperties>
</file>