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B00D64" w:rsidRPr="00F945BC" w:rsidTr="00F945BC">
        <w:tc>
          <w:tcPr>
            <w:tcW w:w="8934" w:type="dxa"/>
          </w:tcPr>
          <w:p w:rsidR="00B00D64" w:rsidRPr="00F945BC" w:rsidRDefault="00B00D64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B00D64" w:rsidRPr="00EE5BAC" w:rsidRDefault="00B00D6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№ 1</w:t>
            </w:r>
          </w:p>
          <w:p w:rsidR="00B00D64" w:rsidRPr="00EE5BAC" w:rsidRDefault="00B00D6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B00D64" w:rsidRPr="00EE5BAC" w:rsidRDefault="00B00D6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B00D64" w:rsidRPr="00F945BC" w:rsidRDefault="00B00D64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</w:t>
            </w:r>
            <w:r>
              <w:rPr>
                <w:szCs w:val="28"/>
              </w:rPr>
              <w:t>29.12.2022 г. № 281</w:t>
            </w:r>
          </w:p>
        </w:tc>
      </w:tr>
    </w:tbl>
    <w:p w:rsidR="00B00D64" w:rsidRPr="00EE5BAC" w:rsidRDefault="00B00D64" w:rsidP="0010297E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УТВЕРЖДЕНА</w:t>
      </w:r>
    </w:p>
    <w:p w:rsidR="00B00D64" w:rsidRDefault="00B00D64" w:rsidP="0010297E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постановлением администрации </w:t>
      </w:r>
    </w:p>
    <w:p w:rsidR="00B00D64" w:rsidRPr="00EE5BAC" w:rsidRDefault="00B00D64" w:rsidP="0010297E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>Старотитаровского сельского поселения</w:t>
      </w:r>
      <w:r w:rsidRPr="00EE5BAC">
        <w:rPr>
          <w:kern w:val="1"/>
          <w:szCs w:val="28"/>
          <w:lang w:eastAsia="zh-CN"/>
        </w:rPr>
        <w:t xml:space="preserve"> </w:t>
      </w:r>
    </w:p>
    <w:p w:rsidR="00B00D64" w:rsidRPr="00EE5BAC" w:rsidRDefault="00B00D64" w:rsidP="0010297E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Темрюкск</w:t>
      </w:r>
      <w:r>
        <w:rPr>
          <w:kern w:val="1"/>
          <w:szCs w:val="28"/>
          <w:lang w:eastAsia="zh-CN"/>
        </w:rPr>
        <w:t>ого</w:t>
      </w:r>
      <w:r w:rsidRPr="00EE5BAC">
        <w:rPr>
          <w:kern w:val="1"/>
          <w:szCs w:val="28"/>
          <w:lang w:eastAsia="zh-CN"/>
        </w:rPr>
        <w:t xml:space="preserve"> район</w:t>
      </w:r>
      <w:r>
        <w:rPr>
          <w:kern w:val="1"/>
          <w:szCs w:val="28"/>
          <w:lang w:eastAsia="zh-CN"/>
        </w:rPr>
        <w:t>а</w:t>
      </w:r>
    </w:p>
    <w:p w:rsidR="00B00D64" w:rsidRDefault="00B00D64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</w:t>
      </w:r>
      <w:r w:rsidRPr="00EE5BAC">
        <w:rPr>
          <w:kern w:val="1"/>
          <w:szCs w:val="28"/>
          <w:lang w:eastAsia="zh-CN"/>
        </w:rPr>
        <w:t xml:space="preserve">от </w:t>
      </w:r>
      <w:r>
        <w:rPr>
          <w:kern w:val="1"/>
          <w:szCs w:val="28"/>
          <w:lang w:eastAsia="zh-CN"/>
        </w:rPr>
        <w:t xml:space="preserve">28.10.2021  </w:t>
      </w:r>
      <w:r w:rsidRPr="00EE5BAC">
        <w:rPr>
          <w:kern w:val="1"/>
          <w:szCs w:val="28"/>
          <w:lang w:eastAsia="zh-CN"/>
        </w:rPr>
        <w:t xml:space="preserve">№ </w:t>
      </w:r>
      <w:r>
        <w:rPr>
          <w:kern w:val="1"/>
          <w:szCs w:val="28"/>
          <w:lang w:eastAsia="zh-CN"/>
        </w:rPr>
        <w:t>227</w:t>
      </w:r>
    </w:p>
    <w:p w:rsidR="00B00D64" w:rsidRDefault="00B00D64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B00D64" w:rsidRDefault="00B00D64" w:rsidP="00B86C1B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B00D64" w:rsidRDefault="00B00D64" w:rsidP="00BB769B">
      <w:pPr>
        <w:jc w:val="center"/>
        <w:rPr>
          <w:b/>
          <w:szCs w:val="28"/>
        </w:rPr>
      </w:pPr>
    </w:p>
    <w:p w:rsidR="00B00D64" w:rsidRPr="00950972" w:rsidRDefault="00B00D64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B00D64" w:rsidRDefault="00B00D64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B00D64" w:rsidRPr="00950972" w:rsidRDefault="00B00D64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B00D64" w:rsidRPr="008A6FA1" w:rsidTr="00F9512D">
        <w:tc>
          <w:tcPr>
            <w:tcW w:w="6374" w:type="dxa"/>
          </w:tcPr>
          <w:p w:rsidR="00B00D64" w:rsidRPr="00190885" w:rsidRDefault="00B00D6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B00D64" w:rsidRPr="00855115" w:rsidRDefault="00B00D64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B00D64" w:rsidRPr="008A6FA1" w:rsidTr="00F9512D">
        <w:tc>
          <w:tcPr>
            <w:tcW w:w="6374" w:type="dxa"/>
          </w:tcPr>
          <w:p w:rsidR="00B00D64" w:rsidRPr="00190885" w:rsidRDefault="00B00D6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B00D64" w:rsidRPr="0096600F" w:rsidRDefault="00B00D64" w:rsidP="00F9512D">
            <w:pPr>
              <w:rPr>
                <w:szCs w:val="28"/>
              </w:rPr>
            </w:pPr>
            <w:r>
              <w:rPr>
                <w:szCs w:val="28"/>
              </w:rPr>
              <w:t>- ф</w:t>
            </w:r>
            <w:r w:rsidRPr="0096600F">
              <w:rPr>
                <w:szCs w:val="28"/>
              </w:rPr>
              <w:t>инансовый отдел администрации Старотитаровского сельского поселения Темрюкского района;</w:t>
            </w:r>
          </w:p>
          <w:p w:rsidR="00B00D64" w:rsidRPr="0096600F" w:rsidRDefault="00B00D64" w:rsidP="00F9512D">
            <w:pPr>
              <w:rPr>
                <w:szCs w:val="28"/>
              </w:rPr>
            </w:pPr>
            <w:r w:rsidRPr="0096600F">
              <w:rPr>
                <w:szCs w:val="28"/>
              </w:rPr>
              <w:t>- отдел по имущественным отношениям и вопросам ЖКХ администрации Старотитаровского сельского поселения Темрюкского района</w:t>
            </w:r>
          </w:p>
        </w:tc>
      </w:tr>
      <w:tr w:rsidR="00B00D64" w:rsidRPr="008A6FA1" w:rsidTr="00F9512D">
        <w:tc>
          <w:tcPr>
            <w:tcW w:w="6374" w:type="dxa"/>
          </w:tcPr>
          <w:p w:rsidR="00B00D64" w:rsidRPr="00190885" w:rsidRDefault="00B00D6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B00D64" w:rsidRPr="00190885" w:rsidRDefault="00B00D64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B00D64" w:rsidRPr="008A6FA1" w:rsidTr="00F9512D">
        <w:tc>
          <w:tcPr>
            <w:tcW w:w="6374" w:type="dxa"/>
          </w:tcPr>
          <w:p w:rsidR="00B00D64" w:rsidRPr="00190885" w:rsidRDefault="00B00D6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B00D64" w:rsidRPr="00E823BE" w:rsidRDefault="00B00D64" w:rsidP="00F9512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E823BE">
              <w:rPr>
                <w:szCs w:val="28"/>
              </w:rPr>
              <w:t>. Подпрограмма «Поддержка деятельности территориального общественного самоуправления  на территории Старотитаровского сельского поселения Темрюкского района»;</w:t>
            </w:r>
          </w:p>
          <w:p w:rsidR="00B00D64" w:rsidRDefault="00B00D64" w:rsidP="00F9512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E823BE">
              <w:rPr>
                <w:szCs w:val="28"/>
              </w:rPr>
              <w:t xml:space="preserve">. Подпрограмма </w:t>
            </w:r>
            <w:r w:rsidRPr="00F24CB1">
              <w:rPr>
                <w:b/>
                <w:szCs w:val="28"/>
              </w:rPr>
              <w:t>«</w:t>
            </w:r>
            <w:r w:rsidRPr="00F24CB1">
              <w:rPr>
                <w:rStyle w:val="a4"/>
                <w:b w:val="0"/>
                <w:bCs/>
                <w:szCs w:val="28"/>
              </w:rPr>
              <w:t>О мероприятиях</w:t>
            </w:r>
            <w:r w:rsidRPr="00E823BE">
              <w:rPr>
                <w:rStyle w:val="a4"/>
                <w:bCs/>
                <w:szCs w:val="28"/>
              </w:rPr>
              <w:t xml:space="preserve"> </w:t>
            </w:r>
            <w:r w:rsidRPr="00E823BE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szCs w:val="28"/>
              </w:rPr>
              <w:t>;</w:t>
            </w:r>
          </w:p>
          <w:p w:rsidR="00B00D64" w:rsidRDefault="00B00D64" w:rsidP="00F9512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823BE">
              <w:rPr>
                <w:szCs w:val="28"/>
              </w:rPr>
              <w:t>. Подпрограмма «</w:t>
            </w:r>
            <w:r w:rsidRPr="00E823BE">
      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      </w:r>
            <w:r>
              <w:rPr>
                <w:szCs w:val="28"/>
              </w:rPr>
              <w:t>»</w:t>
            </w:r>
          </w:p>
          <w:p w:rsidR="00B00D64" w:rsidRPr="00190885" w:rsidRDefault="00B00D64" w:rsidP="00F9512D">
            <w:pPr>
              <w:rPr>
                <w:b/>
                <w:szCs w:val="28"/>
              </w:rPr>
            </w:pPr>
          </w:p>
        </w:tc>
      </w:tr>
      <w:tr w:rsidR="00B00D64" w:rsidRPr="008A6FA1" w:rsidTr="00F9512D">
        <w:tc>
          <w:tcPr>
            <w:tcW w:w="6374" w:type="dxa"/>
          </w:tcPr>
          <w:p w:rsidR="00B00D64" w:rsidRPr="00190885" w:rsidRDefault="00B00D6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B00D64" w:rsidRPr="005F0511" w:rsidRDefault="00B00D64" w:rsidP="00F9512D">
            <w:pPr>
              <w:contextualSpacing/>
            </w:pPr>
            <w:r w:rsidRPr="005F0511">
              <w:rPr>
                <w:szCs w:val="28"/>
              </w:rPr>
              <w:t>совершенствование муниципальной политики и развитие гражданского общества</w:t>
            </w:r>
            <w:r w:rsidRPr="0010064A">
              <w:t xml:space="preserve"> Старотитаровского сельского поселения Темрюкского района</w:t>
            </w:r>
          </w:p>
          <w:p w:rsidR="00B00D64" w:rsidRPr="00190885" w:rsidRDefault="00B00D64" w:rsidP="00F9512D">
            <w:pPr>
              <w:rPr>
                <w:b/>
                <w:szCs w:val="28"/>
              </w:rPr>
            </w:pPr>
          </w:p>
        </w:tc>
      </w:tr>
      <w:tr w:rsidR="00B00D64" w:rsidRPr="008A6FA1" w:rsidTr="00F9512D">
        <w:tc>
          <w:tcPr>
            <w:tcW w:w="6374" w:type="dxa"/>
          </w:tcPr>
          <w:p w:rsidR="00B00D64" w:rsidRPr="00190885" w:rsidRDefault="00B00D6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B00D64" w:rsidRDefault="00B00D64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C2B7A">
              <w:rPr>
                <w:szCs w:val="28"/>
              </w:rPr>
              <w:t xml:space="preserve">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услуг, услуг связи, </w:t>
            </w:r>
            <w:r>
              <w:rPr>
                <w:szCs w:val="28"/>
              </w:rPr>
              <w:t>канцелярских товаров;</w:t>
            </w:r>
          </w:p>
          <w:p w:rsidR="00B00D64" w:rsidRDefault="00B00D64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района;</w:t>
            </w:r>
          </w:p>
          <w:p w:rsidR="00B00D64" w:rsidRDefault="00B00D64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B00D64" w:rsidRPr="009F22D5" w:rsidRDefault="00B00D64" w:rsidP="00F9512D">
            <w:pPr>
              <w:rPr>
                <w:szCs w:val="28"/>
              </w:rPr>
            </w:pPr>
          </w:p>
        </w:tc>
      </w:tr>
      <w:tr w:rsidR="00B00D64" w:rsidRPr="008A6FA1" w:rsidTr="00F9512D">
        <w:tc>
          <w:tcPr>
            <w:tcW w:w="6374" w:type="dxa"/>
          </w:tcPr>
          <w:p w:rsidR="00B00D64" w:rsidRPr="00190885" w:rsidRDefault="00B00D6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B00D64" w:rsidRPr="000C3C23" w:rsidRDefault="00B00D64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B00D64" w:rsidRPr="008A6FA1" w:rsidTr="00F9512D">
        <w:tc>
          <w:tcPr>
            <w:tcW w:w="6374" w:type="dxa"/>
          </w:tcPr>
          <w:p w:rsidR="00B00D64" w:rsidRPr="00190885" w:rsidRDefault="00B00D6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B00D64" w:rsidRDefault="00B00D64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>компенсационные выплаты руководителям  органов ТОС</w:t>
            </w:r>
            <w:r>
              <w:rPr>
                <w:szCs w:val="28"/>
              </w:rPr>
              <w:t>;</w:t>
            </w:r>
          </w:p>
          <w:p w:rsidR="00B00D64" w:rsidRDefault="00B00D64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 xml:space="preserve"> </w:t>
            </w: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  <w:r>
              <w:rPr>
                <w:szCs w:val="28"/>
              </w:rPr>
              <w:t>;</w:t>
            </w:r>
          </w:p>
          <w:p w:rsidR="00B00D64" w:rsidRDefault="00B00D64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  <w:p w:rsidR="00B00D64" w:rsidRPr="000C3C23" w:rsidRDefault="00B00D64" w:rsidP="00F9512D">
            <w:pPr>
              <w:rPr>
                <w:szCs w:val="28"/>
              </w:rPr>
            </w:pPr>
          </w:p>
        </w:tc>
      </w:tr>
      <w:tr w:rsidR="00B00D64" w:rsidRPr="008A6FA1" w:rsidTr="00F9512D">
        <w:tc>
          <w:tcPr>
            <w:tcW w:w="6374" w:type="dxa"/>
          </w:tcPr>
          <w:p w:rsidR="00B00D64" w:rsidRPr="00190885" w:rsidRDefault="00B00D6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B00D64" w:rsidRPr="00A46A72" w:rsidRDefault="00B00D64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B00D64" w:rsidRPr="008A6FA1" w:rsidTr="00F9512D">
        <w:tc>
          <w:tcPr>
            <w:tcW w:w="6374" w:type="dxa"/>
          </w:tcPr>
          <w:p w:rsidR="00B00D64" w:rsidRPr="00190885" w:rsidRDefault="00B00D6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B00D64" w:rsidRPr="00A46A72" w:rsidRDefault="00B00D64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B00D64" w:rsidRPr="008A6FA1" w:rsidTr="00F9512D">
        <w:tc>
          <w:tcPr>
            <w:tcW w:w="6374" w:type="dxa"/>
          </w:tcPr>
          <w:p w:rsidR="00B00D64" w:rsidRPr="00190885" w:rsidRDefault="00B00D64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B00D64" w:rsidRPr="00190885" w:rsidRDefault="00B00D64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B00D64" w:rsidRPr="00190885" w:rsidRDefault="00B00D6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B00D64" w:rsidRPr="008A6FA1" w:rsidTr="00F9512D">
        <w:tc>
          <w:tcPr>
            <w:tcW w:w="6374" w:type="dxa"/>
          </w:tcPr>
          <w:p w:rsidR="00B00D64" w:rsidRPr="00190885" w:rsidRDefault="00B00D64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B00D64" w:rsidRPr="00190885" w:rsidRDefault="00B00D6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B00D64" w:rsidRPr="00190885" w:rsidRDefault="00B00D6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B00D64" w:rsidRPr="00190885" w:rsidRDefault="00B00D6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B00D64" w:rsidRPr="00190885" w:rsidRDefault="00B00D6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B00D64" w:rsidRPr="008A6FA1" w:rsidTr="00F9512D">
        <w:tc>
          <w:tcPr>
            <w:tcW w:w="6374" w:type="dxa"/>
          </w:tcPr>
          <w:p w:rsidR="00B00D64" w:rsidRPr="00190885" w:rsidRDefault="00B00D6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1 990,2</w:t>
            </w:r>
          </w:p>
        </w:tc>
        <w:tc>
          <w:tcPr>
            <w:tcW w:w="1842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00D64" w:rsidRPr="00190885" w:rsidRDefault="00B00D64" w:rsidP="00BC155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1 990,2</w:t>
            </w:r>
          </w:p>
        </w:tc>
        <w:tc>
          <w:tcPr>
            <w:tcW w:w="2019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00D64" w:rsidRPr="008A6FA1" w:rsidTr="00F9512D">
        <w:tc>
          <w:tcPr>
            <w:tcW w:w="6374" w:type="dxa"/>
          </w:tcPr>
          <w:p w:rsidR="00B00D64" w:rsidRPr="00190885" w:rsidRDefault="00B00D6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B00D64" w:rsidRPr="00190885" w:rsidRDefault="00B00D64" w:rsidP="00BC155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00D64" w:rsidRPr="008A6FA1" w:rsidTr="00F9512D">
        <w:tc>
          <w:tcPr>
            <w:tcW w:w="6374" w:type="dxa"/>
          </w:tcPr>
          <w:p w:rsidR="00B00D64" w:rsidRPr="00190885" w:rsidRDefault="00B00D6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1 990,2</w:t>
            </w:r>
          </w:p>
        </w:tc>
        <w:tc>
          <w:tcPr>
            <w:tcW w:w="1842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00D64" w:rsidRPr="00190885" w:rsidRDefault="00B00D64" w:rsidP="00BC155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1 990,2</w:t>
            </w:r>
          </w:p>
        </w:tc>
        <w:tc>
          <w:tcPr>
            <w:tcW w:w="2019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00D64" w:rsidRPr="008A6FA1" w:rsidTr="00F9512D">
        <w:tc>
          <w:tcPr>
            <w:tcW w:w="14560" w:type="dxa"/>
            <w:gridSpan w:val="6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00D64" w:rsidRPr="008A6FA1" w:rsidTr="00F9512D">
        <w:tc>
          <w:tcPr>
            <w:tcW w:w="6374" w:type="dxa"/>
          </w:tcPr>
          <w:p w:rsidR="00B00D64" w:rsidRPr="00190885" w:rsidRDefault="00B00D6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00D64" w:rsidRPr="008A6FA1" w:rsidTr="00F9512D">
        <w:tc>
          <w:tcPr>
            <w:tcW w:w="6374" w:type="dxa"/>
          </w:tcPr>
          <w:p w:rsidR="00B00D64" w:rsidRPr="00190885" w:rsidRDefault="00B00D6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00D64" w:rsidRPr="008A6FA1" w:rsidTr="00F9512D">
        <w:tc>
          <w:tcPr>
            <w:tcW w:w="6374" w:type="dxa"/>
          </w:tcPr>
          <w:p w:rsidR="00B00D64" w:rsidRPr="00190885" w:rsidRDefault="00B00D6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00D64" w:rsidRPr="008A6FA1" w:rsidTr="00F9512D">
        <w:tc>
          <w:tcPr>
            <w:tcW w:w="14560" w:type="dxa"/>
            <w:gridSpan w:val="6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B00D64" w:rsidRPr="008A6FA1" w:rsidTr="00F9512D">
        <w:tc>
          <w:tcPr>
            <w:tcW w:w="6374" w:type="dxa"/>
          </w:tcPr>
          <w:p w:rsidR="00B00D64" w:rsidRPr="00190885" w:rsidRDefault="00B00D6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00D64" w:rsidRPr="008A6FA1" w:rsidTr="00F9512D">
        <w:tc>
          <w:tcPr>
            <w:tcW w:w="6374" w:type="dxa"/>
          </w:tcPr>
          <w:p w:rsidR="00B00D64" w:rsidRPr="00190885" w:rsidRDefault="00B00D6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B00D64" w:rsidRPr="00190885" w:rsidRDefault="00B00D6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B00D64" w:rsidRPr="00190885" w:rsidRDefault="00B00D6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B00D64" w:rsidRPr="00190885" w:rsidRDefault="00B00D6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B00D64" w:rsidRPr="00190885" w:rsidRDefault="00B00D6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B00D64" w:rsidRPr="00190885" w:rsidRDefault="00B00D64" w:rsidP="00F9512D">
            <w:pPr>
              <w:pStyle w:val="ConsPlusNormal0"/>
              <w:rPr>
                <w:szCs w:val="28"/>
              </w:rPr>
            </w:pPr>
          </w:p>
        </w:tc>
      </w:tr>
      <w:tr w:rsidR="00B00D64" w:rsidRPr="008A6FA1" w:rsidTr="00F9512D">
        <w:tc>
          <w:tcPr>
            <w:tcW w:w="6374" w:type="dxa"/>
          </w:tcPr>
          <w:p w:rsidR="00B00D64" w:rsidRPr="00190885" w:rsidRDefault="00B00D6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00D64" w:rsidRPr="00190885" w:rsidRDefault="00B00D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00D64" w:rsidRDefault="00B00D64" w:rsidP="001278F7">
      <w:pPr>
        <w:rPr>
          <w:szCs w:val="28"/>
        </w:rPr>
      </w:pPr>
    </w:p>
    <w:p w:rsidR="00B00D64" w:rsidRDefault="00B00D64" w:rsidP="001278F7">
      <w:pPr>
        <w:rPr>
          <w:szCs w:val="28"/>
        </w:rPr>
      </w:pPr>
      <w:r>
        <w:rPr>
          <w:szCs w:val="28"/>
        </w:rPr>
        <w:t xml:space="preserve">Заместитель главы </w:t>
      </w:r>
    </w:p>
    <w:p w:rsidR="00B00D64" w:rsidRDefault="00B00D64" w:rsidP="001278F7">
      <w:pPr>
        <w:rPr>
          <w:szCs w:val="28"/>
        </w:rPr>
      </w:pPr>
      <w:r>
        <w:rPr>
          <w:szCs w:val="28"/>
        </w:rPr>
        <w:t>Старотитаровского сельского</w:t>
      </w:r>
    </w:p>
    <w:p w:rsidR="00B00D64" w:rsidRDefault="00B00D64" w:rsidP="00C7513F">
      <w:pPr>
        <w:rPr>
          <w:b/>
        </w:rPr>
      </w:pPr>
      <w:r>
        <w:t>поселения Темрюкского района                                                                                                                         Т.И. Опарина</w:t>
      </w:r>
    </w:p>
    <w:sectPr w:rsidR="00B00D64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D64" w:rsidRDefault="00B00D64" w:rsidP="00EF6F81">
      <w:r>
        <w:separator/>
      </w:r>
    </w:p>
  </w:endnote>
  <w:endnote w:type="continuationSeparator" w:id="0">
    <w:p w:rsidR="00B00D64" w:rsidRDefault="00B00D64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D64" w:rsidRDefault="00B00D64" w:rsidP="00EF6F81">
      <w:r>
        <w:separator/>
      </w:r>
    </w:p>
  </w:footnote>
  <w:footnote w:type="continuationSeparator" w:id="0">
    <w:p w:rsidR="00B00D64" w:rsidRDefault="00B00D64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D64" w:rsidRDefault="00B00D64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D64" w:rsidRDefault="00B00D64">
    <w:pPr>
      <w:pStyle w:val="Header"/>
      <w:jc w:val="center"/>
    </w:pPr>
  </w:p>
  <w:p w:rsidR="00B00D64" w:rsidRDefault="00B00D64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00D64" w:rsidRPr="00F945BC" w:rsidRDefault="00B00D6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2FD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934D1"/>
    <w:rsid w:val="000A3A2B"/>
    <w:rsid w:val="000A5167"/>
    <w:rsid w:val="000B0521"/>
    <w:rsid w:val="000B4AE6"/>
    <w:rsid w:val="000C1918"/>
    <w:rsid w:val="000C3C23"/>
    <w:rsid w:val="000C3FBF"/>
    <w:rsid w:val="000D1B88"/>
    <w:rsid w:val="000D3DEC"/>
    <w:rsid w:val="000D42BE"/>
    <w:rsid w:val="000D5144"/>
    <w:rsid w:val="000E41F9"/>
    <w:rsid w:val="000E5F26"/>
    <w:rsid w:val="000F0F3C"/>
    <w:rsid w:val="000F3C67"/>
    <w:rsid w:val="000F5130"/>
    <w:rsid w:val="000F5E70"/>
    <w:rsid w:val="000F72CE"/>
    <w:rsid w:val="000F7C02"/>
    <w:rsid w:val="0010064A"/>
    <w:rsid w:val="0010297E"/>
    <w:rsid w:val="00103E05"/>
    <w:rsid w:val="00107AF9"/>
    <w:rsid w:val="001111E6"/>
    <w:rsid w:val="001143BB"/>
    <w:rsid w:val="001157F7"/>
    <w:rsid w:val="00115920"/>
    <w:rsid w:val="001278F7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597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1F29"/>
    <w:rsid w:val="001B5302"/>
    <w:rsid w:val="001B7870"/>
    <w:rsid w:val="001B7AD5"/>
    <w:rsid w:val="001C415A"/>
    <w:rsid w:val="001D080B"/>
    <w:rsid w:val="001D1214"/>
    <w:rsid w:val="001D4E9D"/>
    <w:rsid w:val="001D73E4"/>
    <w:rsid w:val="001D7910"/>
    <w:rsid w:val="001E468C"/>
    <w:rsid w:val="001E7209"/>
    <w:rsid w:val="001F5CA2"/>
    <w:rsid w:val="001F7787"/>
    <w:rsid w:val="0020085B"/>
    <w:rsid w:val="00203948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36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15E38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EFC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6417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7EC6"/>
    <w:rsid w:val="0050378D"/>
    <w:rsid w:val="00503DDC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2C8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0511"/>
    <w:rsid w:val="005F42E6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0175"/>
    <w:rsid w:val="006245C5"/>
    <w:rsid w:val="00631501"/>
    <w:rsid w:val="00631920"/>
    <w:rsid w:val="006341E7"/>
    <w:rsid w:val="00634440"/>
    <w:rsid w:val="00653139"/>
    <w:rsid w:val="00655197"/>
    <w:rsid w:val="00660B50"/>
    <w:rsid w:val="00662F28"/>
    <w:rsid w:val="006705A4"/>
    <w:rsid w:val="00673EDF"/>
    <w:rsid w:val="0067563A"/>
    <w:rsid w:val="00676755"/>
    <w:rsid w:val="00682340"/>
    <w:rsid w:val="0068329E"/>
    <w:rsid w:val="0069538D"/>
    <w:rsid w:val="006976D8"/>
    <w:rsid w:val="00697A60"/>
    <w:rsid w:val="006A25A8"/>
    <w:rsid w:val="006A7C47"/>
    <w:rsid w:val="006B69A2"/>
    <w:rsid w:val="006C4020"/>
    <w:rsid w:val="006C6075"/>
    <w:rsid w:val="006C707C"/>
    <w:rsid w:val="006D0695"/>
    <w:rsid w:val="006E70C7"/>
    <w:rsid w:val="006E7655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0BE5"/>
    <w:rsid w:val="007556E6"/>
    <w:rsid w:val="00756022"/>
    <w:rsid w:val="00757E14"/>
    <w:rsid w:val="00770883"/>
    <w:rsid w:val="00770AB8"/>
    <w:rsid w:val="007720DE"/>
    <w:rsid w:val="00774D0F"/>
    <w:rsid w:val="00782AE6"/>
    <w:rsid w:val="00783D2D"/>
    <w:rsid w:val="00783E9B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C6ECB"/>
    <w:rsid w:val="007D1D37"/>
    <w:rsid w:val="007E0D6B"/>
    <w:rsid w:val="007E3A7D"/>
    <w:rsid w:val="007E4742"/>
    <w:rsid w:val="007E702A"/>
    <w:rsid w:val="007F1C06"/>
    <w:rsid w:val="007F20C1"/>
    <w:rsid w:val="007F34E4"/>
    <w:rsid w:val="00802B22"/>
    <w:rsid w:val="0080648B"/>
    <w:rsid w:val="00806B35"/>
    <w:rsid w:val="0081373F"/>
    <w:rsid w:val="00823AB2"/>
    <w:rsid w:val="00823D33"/>
    <w:rsid w:val="00824605"/>
    <w:rsid w:val="00827AAA"/>
    <w:rsid w:val="00831B7E"/>
    <w:rsid w:val="00842257"/>
    <w:rsid w:val="008428D4"/>
    <w:rsid w:val="0084599C"/>
    <w:rsid w:val="00845C4E"/>
    <w:rsid w:val="00846A87"/>
    <w:rsid w:val="00855115"/>
    <w:rsid w:val="00861ED3"/>
    <w:rsid w:val="00862448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4D69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64A5"/>
    <w:rsid w:val="0092378A"/>
    <w:rsid w:val="0092688F"/>
    <w:rsid w:val="0093322E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3CBF"/>
    <w:rsid w:val="0097458B"/>
    <w:rsid w:val="009745F9"/>
    <w:rsid w:val="00977C6B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05DF2"/>
    <w:rsid w:val="00A1507B"/>
    <w:rsid w:val="00A23788"/>
    <w:rsid w:val="00A30B42"/>
    <w:rsid w:val="00A30FFE"/>
    <w:rsid w:val="00A35B08"/>
    <w:rsid w:val="00A44BB5"/>
    <w:rsid w:val="00A46A72"/>
    <w:rsid w:val="00A47DA3"/>
    <w:rsid w:val="00A5003B"/>
    <w:rsid w:val="00A56C25"/>
    <w:rsid w:val="00A643EC"/>
    <w:rsid w:val="00A67E38"/>
    <w:rsid w:val="00A70430"/>
    <w:rsid w:val="00A70621"/>
    <w:rsid w:val="00A71BA7"/>
    <w:rsid w:val="00A737FD"/>
    <w:rsid w:val="00A73C7F"/>
    <w:rsid w:val="00A74297"/>
    <w:rsid w:val="00A7591C"/>
    <w:rsid w:val="00A77D4F"/>
    <w:rsid w:val="00A811B2"/>
    <w:rsid w:val="00A84785"/>
    <w:rsid w:val="00A92CE2"/>
    <w:rsid w:val="00A96A8D"/>
    <w:rsid w:val="00AA0D84"/>
    <w:rsid w:val="00AA5C4B"/>
    <w:rsid w:val="00AA7594"/>
    <w:rsid w:val="00AB2205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0865"/>
    <w:rsid w:val="00B00D64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6044"/>
    <w:rsid w:val="00B30DEE"/>
    <w:rsid w:val="00B32EB2"/>
    <w:rsid w:val="00B34FCD"/>
    <w:rsid w:val="00B36B8B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969E3"/>
    <w:rsid w:val="00BA5003"/>
    <w:rsid w:val="00BA5B89"/>
    <w:rsid w:val="00BA76D6"/>
    <w:rsid w:val="00BA7AFB"/>
    <w:rsid w:val="00BB43B3"/>
    <w:rsid w:val="00BB769B"/>
    <w:rsid w:val="00BB7D66"/>
    <w:rsid w:val="00BC155C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263E1"/>
    <w:rsid w:val="00C27B67"/>
    <w:rsid w:val="00C3292C"/>
    <w:rsid w:val="00C404E0"/>
    <w:rsid w:val="00C4141F"/>
    <w:rsid w:val="00C429D2"/>
    <w:rsid w:val="00C53808"/>
    <w:rsid w:val="00C576C0"/>
    <w:rsid w:val="00C667BF"/>
    <w:rsid w:val="00C71CC2"/>
    <w:rsid w:val="00C72F57"/>
    <w:rsid w:val="00C7513F"/>
    <w:rsid w:val="00C75A0B"/>
    <w:rsid w:val="00C75EAF"/>
    <w:rsid w:val="00C76645"/>
    <w:rsid w:val="00C769C5"/>
    <w:rsid w:val="00C8136C"/>
    <w:rsid w:val="00C97583"/>
    <w:rsid w:val="00CA247E"/>
    <w:rsid w:val="00CA61D6"/>
    <w:rsid w:val="00CA62EC"/>
    <w:rsid w:val="00CA63B2"/>
    <w:rsid w:val="00CA76C1"/>
    <w:rsid w:val="00CB24FB"/>
    <w:rsid w:val="00CB3C8C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2438D"/>
    <w:rsid w:val="00D341F7"/>
    <w:rsid w:val="00D3506A"/>
    <w:rsid w:val="00D433B8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D1C2E"/>
    <w:rsid w:val="00DD49F6"/>
    <w:rsid w:val="00DD4EA0"/>
    <w:rsid w:val="00DD5F0A"/>
    <w:rsid w:val="00DE264F"/>
    <w:rsid w:val="00DE754D"/>
    <w:rsid w:val="00DF23BC"/>
    <w:rsid w:val="00DF42DA"/>
    <w:rsid w:val="00E00492"/>
    <w:rsid w:val="00E005C3"/>
    <w:rsid w:val="00E03080"/>
    <w:rsid w:val="00E03A2A"/>
    <w:rsid w:val="00E1517A"/>
    <w:rsid w:val="00E17C37"/>
    <w:rsid w:val="00E21615"/>
    <w:rsid w:val="00E23571"/>
    <w:rsid w:val="00E24387"/>
    <w:rsid w:val="00E25D13"/>
    <w:rsid w:val="00E26841"/>
    <w:rsid w:val="00E31FF6"/>
    <w:rsid w:val="00E33916"/>
    <w:rsid w:val="00E35B8D"/>
    <w:rsid w:val="00E43186"/>
    <w:rsid w:val="00E5079C"/>
    <w:rsid w:val="00E57BE0"/>
    <w:rsid w:val="00E60BDE"/>
    <w:rsid w:val="00E64AB4"/>
    <w:rsid w:val="00E6543F"/>
    <w:rsid w:val="00E66360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2A35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3F8D"/>
    <w:rsid w:val="00ED65F3"/>
    <w:rsid w:val="00ED6AB3"/>
    <w:rsid w:val="00ED794E"/>
    <w:rsid w:val="00EE5BAC"/>
    <w:rsid w:val="00EE6972"/>
    <w:rsid w:val="00EE7E4C"/>
    <w:rsid w:val="00EF5944"/>
    <w:rsid w:val="00EF687A"/>
    <w:rsid w:val="00EF6A40"/>
    <w:rsid w:val="00EF6F81"/>
    <w:rsid w:val="00F00398"/>
    <w:rsid w:val="00F00A4A"/>
    <w:rsid w:val="00F02AC2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7E1"/>
    <w:rsid w:val="00F768CA"/>
    <w:rsid w:val="00F80B7C"/>
    <w:rsid w:val="00F84016"/>
    <w:rsid w:val="00F8586D"/>
    <w:rsid w:val="00F8729F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7E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2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2387</TotalTime>
  <Pages>3</Pages>
  <Words>580</Words>
  <Characters>3306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222</cp:revision>
  <cp:lastPrinted>2021-06-11T06:36:00Z</cp:lastPrinted>
  <dcterms:created xsi:type="dcterms:W3CDTF">2018-08-07T11:48:00Z</dcterms:created>
  <dcterms:modified xsi:type="dcterms:W3CDTF">2022-12-29T12:15:00Z</dcterms:modified>
</cp:coreProperties>
</file>