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0C7E33" w:rsidRPr="001F5972" w:rsidTr="001F5972">
        <w:tc>
          <w:tcPr>
            <w:tcW w:w="8934" w:type="dxa"/>
          </w:tcPr>
          <w:p w:rsidR="000C7E33" w:rsidRPr="001F5972" w:rsidRDefault="000C7E33" w:rsidP="001F5972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0C7E33" w:rsidRDefault="000C7E33" w:rsidP="00E57BE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0C7E33" w:rsidRDefault="000C7E33" w:rsidP="00E57BE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0C7E33" w:rsidRDefault="000C7E33" w:rsidP="00E57BE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Старотитаровского сельского поселения Темрюкского района</w:t>
            </w:r>
          </w:p>
          <w:p w:rsidR="000C7E33" w:rsidRDefault="000C7E33" w:rsidP="009856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от 29.12.2022 г. № 280</w:t>
            </w:r>
          </w:p>
          <w:p w:rsidR="000C7E33" w:rsidRPr="00EE5BAC" w:rsidRDefault="000C7E33" w:rsidP="00E57BE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0C7E33" w:rsidRPr="00EE5BAC" w:rsidRDefault="000C7E33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0C7E33" w:rsidRPr="00EE5BAC" w:rsidRDefault="000C7E33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0C7E33" w:rsidRPr="00EE5BAC" w:rsidRDefault="000C7E33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0C7E33" w:rsidRPr="001F5972" w:rsidRDefault="000C7E33" w:rsidP="006E6721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28.10.2021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225</w:t>
            </w:r>
          </w:p>
          <w:p w:rsidR="000C7E33" w:rsidRPr="001F5972" w:rsidRDefault="000C7E33" w:rsidP="001F5972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0C7E33" w:rsidRPr="00885C29" w:rsidRDefault="000C7E33" w:rsidP="001157F7"/>
    <w:p w:rsidR="000C7E33" w:rsidRDefault="000C7E33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0C7E33" w:rsidRPr="00E049E5" w:rsidRDefault="000C7E33" w:rsidP="00E57BE0">
      <w:pPr>
        <w:jc w:val="center"/>
        <w:outlineLvl w:val="0"/>
        <w:rPr>
          <w:b/>
          <w:szCs w:val="28"/>
        </w:rPr>
      </w:pP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0C7E33" w:rsidRPr="008A6FA1" w:rsidRDefault="000C7E33" w:rsidP="00E57BE0">
      <w:pPr>
        <w:jc w:val="center"/>
        <w:rPr>
          <w:b/>
          <w:szCs w:val="28"/>
        </w:rPr>
      </w:pPr>
    </w:p>
    <w:p w:rsidR="000C7E33" w:rsidRPr="00950972" w:rsidRDefault="000C7E33" w:rsidP="00BB769B">
      <w:pPr>
        <w:jc w:val="center"/>
        <w:rPr>
          <w:b/>
          <w:szCs w:val="28"/>
        </w:rPr>
      </w:pPr>
      <w:r>
        <w:rPr>
          <w:b/>
          <w:szCs w:val="28"/>
        </w:rPr>
        <w:t>1.</w:t>
      </w:r>
      <w:r w:rsidRPr="00950972">
        <w:rPr>
          <w:b/>
          <w:szCs w:val="28"/>
        </w:rPr>
        <w:t>ПАСПОРТ</w:t>
      </w:r>
    </w:p>
    <w:p w:rsidR="000C7E33" w:rsidRPr="00E049E5" w:rsidRDefault="000C7E33" w:rsidP="00E57BE0">
      <w:pPr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0C7E33" w:rsidRPr="008A6FA1" w:rsidRDefault="000C7E33" w:rsidP="00E57BE0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0C7E33" w:rsidRPr="008A6FA1" w:rsidTr="00565041">
        <w:tc>
          <w:tcPr>
            <w:tcW w:w="6374" w:type="dxa"/>
          </w:tcPr>
          <w:p w:rsidR="000C7E33" w:rsidRPr="00190885" w:rsidRDefault="000C7E33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0C7E33" w:rsidRPr="00855115" w:rsidRDefault="000C7E33" w:rsidP="00565041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0C7E33" w:rsidRPr="008A6FA1" w:rsidTr="00565041">
        <w:tc>
          <w:tcPr>
            <w:tcW w:w="6374" w:type="dxa"/>
          </w:tcPr>
          <w:p w:rsidR="000C7E33" w:rsidRPr="00190885" w:rsidRDefault="000C7E33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0C7E33" w:rsidRDefault="000C7E33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0C7E33" w:rsidRPr="00157189" w:rsidRDefault="000C7E33" w:rsidP="00565041">
            <w:pPr>
              <w:rPr>
                <w:szCs w:val="28"/>
              </w:rPr>
            </w:pPr>
          </w:p>
        </w:tc>
      </w:tr>
      <w:tr w:rsidR="000C7E33" w:rsidRPr="008A6FA1" w:rsidTr="00565041">
        <w:tc>
          <w:tcPr>
            <w:tcW w:w="6374" w:type="dxa"/>
          </w:tcPr>
          <w:p w:rsidR="000C7E33" w:rsidRPr="00190885" w:rsidRDefault="000C7E33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0C7E33" w:rsidRDefault="000C7E33" w:rsidP="00565041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0C7E33" w:rsidRPr="00190885" w:rsidRDefault="000C7E33" w:rsidP="00565041">
            <w:pPr>
              <w:rPr>
                <w:b/>
                <w:szCs w:val="28"/>
              </w:rPr>
            </w:pPr>
          </w:p>
        </w:tc>
      </w:tr>
      <w:tr w:rsidR="000C7E33" w:rsidRPr="008A6FA1" w:rsidTr="00565041">
        <w:tc>
          <w:tcPr>
            <w:tcW w:w="6374" w:type="dxa"/>
          </w:tcPr>
          <w:p w:rsidR="000C7E33" w:rsidRPr="00190885" w:rsidRDefault="000C7E33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0C7E33" w:rsidRDefault="000C7E33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0C7E33" w:rsidRPr="00190885" w:rsidRDefault="000C7E33" w:rsidP="00565041">
            <w:pPr>
              <w:rPr>
                <w:b/>
                <w:szCs w:val="28"/>
              </w:rPr>
            </w:pPr>
          </w:p>
        </w:tc>
      </w:tr>
      <w:tr w:rsidR="000C7E33" w:rsidRPr="008A6FA1" w:rsidTr="00565041">
        <w:tc>
          <w:tcPr>
            <w:tcW w:w="6374" w:type="dxa"/>
          </w:tcPr>
          <w:p w:rsidR="000C7E33" w:rsidRPr="00190885" w:rsidRDefault="000C7E33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0C7E33" w:rsidRPr="004D1434" w:rsidRDefault="000C7E33" w:rsidP="00565041">
            <w:pPr>
              <w:rPr>
                <w:szCs w:val="28"/>
              </w:rPr>
            </w:pPr>
            <w:r w:rsidRPr="004D1434">
              <w:rPr>
                <w:szCs w:val="28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</w:t>
            </w:r>
            <w:r>
              <w:rPr>
                <w:szCs w:val="28"/>
              </w:rPr>
              <w:t>она, Темрюкского района, Кубани</w:t>
            </w:r>
          </w:p>
          <w:p w:rsidR="000C7E33" w:rsidRPr="00190885" w:rsidRDefault="000C7E33" w:rsidP="00565041">
            <w:pPr>
              <w:rPr>
                <w:b/>
                <w:szCs w:val="28"/>
              </w:rPr>
            </w:pPr>
          </w:p>
        </w:tc>
      </w:tr>
      <w:tr w:rsidR="000C7E33" w:rsidRPr="008A6FA1" w:rsidTr="00565041">
        <w:tc>
          <w:tcPr>
            <w:tcW w:w="6374" w:type="dxa"/>
          </w:tcPr>
          <w:p w:rsidR="000C7E33" w:rsidRPr="00190885" w:rsidRDefault="000C7E33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0C7E33" w:rsidRDefault="000C7E33" w:rsidP="00565041">
            <w:pPr>
              <w:pStyle w:val="NoSpacing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и проведение торжественных праздничных  мероприятий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r w:rsidRPr="004D3D83">
              <w:rPr>
                <w:rFonts w:ascii="Times New Roman" w:hAnsi="Times New Roman"/>
                <w:sz w:val="28"/>
                <w:szCs w:val="28"/>
              </w:rPr>
              <w:t>памятных дат истории России и Кубани</w:t>
            </w: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территории Старотитаровского сельского поселения Темрюкского района</w:t>
            </w:r>
          </w:p>
          <w:p w:rsidR="000C7E33" w:rsidRPr="004D1434" w:rsidRDefault="000C7E33" w:rsidP="00565041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7E33" w:rsidRPr="008A6FA1" w:rsidTr="00565041">
        <w:tc>
          <w:tcPr>
            <w:tcW w:w="6374" w:type="dxa"/>
          </w:tcPr>
          <w:p w:rsidR="000C7E33" w:rsidRPr="00190885" w:rsidRDefault="000C7E33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0C7E33" w:rsidRPr="000C3C23" w:rsidRDefault="000C7E33" w:rsidP="00565041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0C7E33" w:rsidRPr="008A6FA1" w:rsidTr="00565041">
        <w:tc>
          <w:tcPr>
            <w:tcW w:w="6374" w:type="dxa"/>
          </w:tcPr>
          <w:p w:rsidR="000C7E33" w:rsidRPr="00190885" w:rsidRDefault="000C7E33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0C7E33" w:rsidRPr="004D3D83" w:rsidRDefault="000C7E33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«Нет милей родного края» праздничная программа посвященная празднованию «День Станицы»;</w:t>
            </w:r>
          </w:p>
          <w:p w:rsidR="000C7E33" w:rsidRPr="004D3D83" w:rsidRDefault="000C7E33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проведение траурных мероприятий;</w:t>
            </w:r>
          </w:p>
          <w:p w:rsidR="000C7E33" w:rsidRDefault="000C7E33" w:rsidP="00565041">
            <w:pPr>
              <w:rPr>
                <w:szCs w:val="28"/>
              </w:rPr>
            </w:pPr>
            <w:r>
              <w:rPr>
                <w:szCs w:val="28"/>
              </w:rPr>
              <w:t>- приобретение баннеров;</w:t>
            </w:r>
          </w:p>
          <w:p w:rsidR="000C7E33" w:rsidRDefault="000C7E33" w:rsidP="00565041">
            <w:pPr>
              <w:rPr>
                <w:szCs w:val="28"/>
              </w:rPr>
            </w:pPr>
            <w:r>
              <w:rPr>
                <w:szCs w:val="28"/>
              </w:rPr>
              <w:t>- приобретение флагов;</w:t>
            </w:r>
          </w:p>
          <w:p w:rsidR="000C7E33" w:rsidRDefault="000C7E33" w:rsidP="00565041">
            <w:pPr>
              <w:rPr>
                <w:szCs w:val="28"/>
              </w:rPr>
            </w:pPr>
            <w:r>
              <w:rPr>
                <w:szCs w:val="28"/>
              </w:rPr>
              <w:t>- приобретение плакатов и наклеек;</w:t>
            </w:r>
          </w:p>
          <w:p w:rsidR="000C7E33" w:rsidRDefault="000C7E33" w:rsidP="00565041">
            <w:pPr>
              <w:rPr>
                <w:szCs w:val="28"/>
              </w:rPr>
            </w:pPr>
            <w:r>
              <w:rPr>
                <w:szCs w:val="28"/>
              </w:rPr>
              <w:t>- д</w:t>
            </w:r>
            <w:r w:rsidRPr="00E43276">
              <w:rPr>
                <w:szCs w:val="28"/>
              </w:rPr>
              <w:t xml:space="preserve">емонтаж </w:t>
            </w:r>
            <w:r>
              <w:rPr>
                <w:szCs w:val="28"/>
              </w:rPr>
              <w:t>новогодней елки;</w:t>
            </w:r>
          </w:p>
          <w:p w:rsidR="000C7E33" w:rsidRPr="004D3D83" w:rsidRDefault="000C7E33" w:rsidP="00565041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E43276">
              <w:rPr>
                <w:szCs w:val="28"/>
              </w:rPr>
              <w:t>риобретение подарочных карт</w:t>
            </w:r>
          </w:p>
          <w:p w:rsidR="000C7E33" w:rsidRPr="006D2BB7" w:rsidRDefault="000C7E33" w:rsidP="00565041">
            <w:pPr>
              <w:rPr>
                <w:szCs w:val="28"/>
              </w:rPr>
            </w:pPr>
          </w:p>
        </w:tc>
      </w:tr>
      <w:tr w:rsidR="000C7E33" w:rsidRPr="008A6FA1" w:rsidTr="00565041">
        <w:tc>
          <w:tcPr>
            <w:tcW w:w="6374" w:type="dxa"/>
          </w:tcPr>
          <w:p w:rsidR="000C7E33" w:rsidRPr="00190885" w:rsidRDefault="000C7E33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0C7E33" w:rsidRDefault="000C7E33" w:rsidP="00565041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0C7E33" w:rsidRPr="00A46A72" w:rsidRDefault="000C7E33" w:rsidP="00565041">
            <w:pPr>
              <w:rPr>
                <w:szCs w:val="28"/>
              </w:rPr>
            </w:pPr>
          </w:p>
        </w:tc>
      </w:tr>
      <w:tr w:rsidR="000C7E33" w:rsidRPr="008A6FA1" w:rsidTr="00565041">
        <w:tc>
          <w:tcPr>
            <w:tcW w:w="6374" w:type="dxa"/>
          </w:tcPr>
          <w:p w:rsidR="000C7E33" w:rsidRPr="00190885" w:rsidRDefault="000C7E33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0C7E33" w:rsidRPr="00A46A72" w:rsidRDefault="000C7E33" w:rsidP="00565041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0C7E33" w:rsidRPr="008A6FA1" w:rsidTr="00565041">
        <w:tc>
          <w:tcPr>
            <w:tcW w:w="6374" w:type="dxa"/>
          </w:tcPr>
          <w:p w:rsidR="000C7E33" w:rsidRPr="00190885" w:rsidRDefault="000C7E33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0C7E33" w:rsidRPr="00190885" w:rsidRDefault="000C7E33" w:rsidP="00565041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0C7E33" w:rsidRPr="00190885" w:rsidRDefault="000C7E33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0C7E33" w:rsidRPr="008A6FA1" w:rsidTr="00565041">
        <w:tc>
          <w:tcPr>
            <w:tcW w:w="6374" w:type="dxa"/>
          </w:tcPr>
          <w:p w:rsidR="000C7E33" w:rsidRPr="00190885" w:rsidRDefault="000C7E33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0C7E33" w:rsidRPr="00190885" w:rsidRDefault="000C7E33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0C7E33" w:rsidRPr="00190885" w:rsidRDefault="000C7E33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0C7E33" w:rsidRPr="00190885" w:rsidRDefault="000C7E33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0C7E33" w:rsidRPr="00190885" w:rsidRDefault="000C7E33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0C7E33" w:rsidRPr="008A6FA1" w:rsidTr="00565041">
        <w:tc>
          <w:tcPr>
            <w:tcW w:w="6374" w:type="dxa"/>
          </w:tcPr>
          <w:p w:rsidR="000C7E33" w:rsidRPr="00190885" w:rsidRDefault="000C7E33" w:rsidP="0056504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117,8</w:t>
            </w:r>
          </w:p>
        </w:tc>
        <w:tc>
          <w:tcPr>
            <w:tcW w:w="1842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C7E33" w:rsidRPr="00190885" w:rsidRDefault="000C7E33" w:rsidP="00A22D1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117,8</w:t>
            </w:r>
          </w:p>
        </w:tc>
        <w:tc>
          <w:tcPr>
            <w:tcW w:w="2019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C7E33" w:rsidRPr="008A6FA1" w:rsidTr="00565041">
        <w:tc>
          <w:tcPr>
            <w:tcW w:w="6374" w:type="dxa"/>
          </w:tcPr>
          <w:p w:rsidR="000C7E33" w:rsidRPr="00190885" w:rsidRDefault="000C7E33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0C7E33" w:rsidRPr="00190885" w:rsidRDefault="000C7E33" w:rsidP="00A22D1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C7E33" w:rsidRPr="008A6FA1" w:rsidTr="00565041">
        <w:tc>
          <w:tcPr>
            <w:tcW w:w="6374" w:type="dxa"/>
          </w:tcPr>
          <w:p w:rsidR="000C7E33" w:rsidRPr="00190885" w:rsidRDefault="000C7E33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117,8</w:t>
            </w:r>
          </w:p>
        </w:tc>
        <w:tc>
          <w:tcPr>
            <w:tcW w:w="1842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C7E33" w:rsidRPr="00190885" w:rsidRDefault="000C7E33" w:rsidP="00A22D1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117,8</w:t>
            </w:r>
          </w:p>
        </w:tc>
        <w:tc>
          <w:tcPr>
            <w:tcW w:w="2019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C7E33" w:rsidRPr="008A6FA1" w:rsidTr="00565041">
        <w:tc>
          <w:tcPr>
            <w:tcW w:w="14560" w:type="dxa"/>
            <w:gridSpan w:val="6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C7E33" w:rsidRPr="008A6FA1" w:rsidTr="00565041">
        <w:tc>
          <w:tcPr>
            <w:tcW w:w="6374" w:type="dxa"/>
          </w:tcPr>
          <w:p w:rsidR="000C7E33" w:rsidRPr="00190885" w:rsidRDefault="000C7E33" w:rsidP="0056504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C7E33" w:rsidRPr="008A6FA1" w:rsidTr="00565041">
        <w:tc>
          <w:tcPr>
            <w:tcW w:w="6374" w:type="dxa"/>
          </w:tcPr>
          <w:p w:rsidR="000C7E33" w:rsidRPr="00190885" w:rsidRDefault="000C7E33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C7E33" w:rsidRPr="008A6FA1" w:rsidTr="00565041">
        <w:tc>
          <w:tcPr>
            <w:tcW w:w="6374" w:type="dxa"/>
          </w:tcPr>
          <w:p w:rsidR="000C7E33" w:rsidRPr="00190885" w:rsidRDefault="000C7E33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C7E33" w:rsidRPr="008A6FA1" w:rsidTr="00565041">
        <w:tc>
          <w:tcPr>
            <w:tcW w:w="14560" w:type="dxa"/>
            <w:gridSpan w:val="6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0C7E33" w:rsidRPr="008A6FA1" w:rsidTr="00565041">
        <w:tc>
          <w:tcPr>
            <w:tcW w:w="6374" w:type="dxa"/>
          </w:tcPr>
          <w:p w:rsidR="000C7E33" w:rsidRPr="00190885" w:rsidRDefault="000C7E33" w:rsidP="0056504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C7E33" w:rsidRPr="008A6FA1" w:rsidTr="00565041">
        <w:tc>
          <w:tcPr>
            <w:tcW w:w="6374" w:type="dxa"/>
          </w:tcPr>
          <w:p w:rsidR="000C7E33" w:rsidRPr="00190885" w:rsidRDefault="000C7E33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0C7E33" w:rsidRPr="00190885" w:rsidRDefault="000C7E33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0C7E33" w:rsidRPr="00190885" w:rsidRDefault="000C7E33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0C7E33" w:rsidRPr="00190885" w:rsidRDefault="000C7E33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0C7E33" w:rsidRPr="00190885" w:rsidRDefault="000C7E33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0C7E33" w:rsidRPr="00190885" w:rsidRDefault="000C7E33" w:rsidP="00565041">
            <w:pPr>
              <w:pStyle w:val="ConsPlusNormal0"/>
              <w:rPr>
                <w:szCs w:val="28"/>
              </w:rPr>
            </w:pPr>
          </w:p>
        </w:tc>
      </w:tr>
      <w:tr w:rsidR="000C7E33" w:rsidRPr="008A6FA1" w:rsidTr="00565041">
        <w:tc>
          <w:tcPr>
            <w:tcW w:w="6374" w:type="dxa"/>
          </w:tcPr>
          <w:p w:rsidR="000C7E33" w:rsidRPr="00190885" w:rsidRDefault="000C7E33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C7E33" w:rsidRPr="00190885" w:rsidRDefault="000C7E33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C7E33" w:rsidRPr="00950972" w:rsidRDefault="000C7E33" w:rsidP="00BB769B">
      <w:pPr>
        <w:jc w:val="center"/>
        <w:rPr>
          <w:b/>
          <w:szCs w:val="28"/>
        </w:rPr>
      </w:pPr>
    </w:p>
    <w:p w:rsidR="000C7E33" w:rsidRDefault="000C7E33" w:rsidP="00EF6F81">
      <w:pPr>
        <w:jc w:val="center"/>
        <w:rPr>
          <w:szCs w:val="28"/>
        </w:rPr>
        <w:sectPr w:rsidR="000C7E33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0C7E33" w:rsidRDefault="000C7E33" w:rsidP="00E57BE0">
      <w:pPr>
        <w:jc w:val="center"/>
        <w:outlineLvl w:val="0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0C7E33" w:rsidRPr="00E049E5" w:rsidRDefault="000C7E33" w:rsidP="00E57BE0">
      <w:pPr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0C7E33" w:rsidRDefault="000C7E33" w:rsidP="00225687">
      <w:pPr>
        <w:ind w:firstLine="709"/>
        <w:jc w:val="both"/>
      </w:pPr>
    </w:p>
    <w:p w:rsidR="000C7E33" w:rsidRDefault="000C7E33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0C7E33" w:rsidRDefault="000C7E33" w:rsidP="00EF6F81">
      <w:pPr>
        <w:jc w:val="center"/>
        <w:rPr>
          <w:szCs w:val="28"/>
        </w:rPr>
      </w:pPr>
    </w:p>
    <w:p w:rsidR="000C7E33" w:rsidRDefault="000C7E33" w:rsidP="00E57BE0">
      <w:pPr>
        <w:jc w:val="center"/>
        <w:outlineLvl w:val="0"/>
        <w:rPr>
          <w:b/>
          <w:szCs w:val="28"/>
        </w:rPr>
      </w:pPr>
      <w:r w:rsidRPr="00E57BE0">
        <w:rPr>
          <w:b/>
        </w:rPr>
        <w:t>Целевые показатели</w:t>
      </w:r>
      <w: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0C7E33" w:rsidRPr="00E049E5" w:rsidRDefault="000C7E33" w:rsidP="00E57BE0">
      <w:pPr>
        <w:jc w:val="center"/>
        <w:outlineLvl w:val="0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0C7E33" w:rsidTr="00565041">
        <w:tc>
          <w:tcPr>
            <w:tcW w:w="648" w:type="dxa"/>
            <w:vMerge w:val="restart"/>
            <w:vAlign w:val="center"/>
          </w:tcPr>
          <w:p w:rsidR="000C7E33" w:rsidRPr="00AC26F6" w:rsidRDefault="000C7E33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0C7E33" w:rsidRPr="00AC26F6" w:rsidRDefault="000C7E33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0C7E33" w:rsidRPr="00AC26F6" w:rsidRDefault="000C7E33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0C7E33" w:rsidRPr="00AC26F6" w:rsidRDefault="000C7E33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0C7E33" w:rsidRPr="00AC26F6" w:rsidRDefault="000C7E33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0C7E33" w:rsidTr="00565041">
        <w:tc>
          <w:tcPr>
            <w:tcW w:w="648" w:type="dxa"/>
            <w:vMerge/>
          </w:tcPr>
          <w:p w:rsidR="000C7E33" w:rsidRPr="00AC26F6" w:rsidRDefault="000C7E33" w:rsidP="00565041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0C7E33" w:rsidRPr="00AC26F6" w:rsidRDefault="000C7E33" w:rsidP="00565041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0C7E33" w:rsidRPr="00AC26F6" w:rsidRDefault="000C7E33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0C7E33" w:rsidRPr="00AC26F6" w:rsidRDefault="000C7E33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0C7E33" w:rsidRPr="00AC26F6" w:rsidRDefault="000C7E33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0C7E33" w:rsidRPr="00AC26F6" w:rsidRDefault="000C7E33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0C7E33" w:rsidTr="00565041">
        <w:tc>
          <w:tcPr>
            <w:tcW w:w="648" w:type="dxa"/>
          </w:tcPr>
          <w:p w:rsidR="000C7E33" w:rsidRPr="00AC26F6" w:rsidRDefault="000C7E33" w:rsidP="00565041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0C7E33" w:rsidRPr="00AC26F6" w:rsidRDefault="000C7E33" w:rsidP="00565041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0C7E33" w:rsidRPr="00AC26F6" w:rsidRDefault="000C7E33" w:rsidP="00565041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0C7E33" w:rsidRPr="00AC26F6" w:rsidRDefault="000C7E33" w:rsidP="00565041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0C7E33" w:rsidRPr="00AC26F6" w:rsidRDefault="000C7E33" w:rsidP="00565041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0C7E33" w:rsidRPr="00AC26F6" w:rsidRDefault="000C7E33" w:rsidP="00565041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0C7E33" w:rsidTr="00565041">
        <w:tc>
          <w:tcPr>
            <w:tcW w:w="648" w:type="dxa"/>
            <w:vAlign w:val="center"/>
          </w:tcPr>
          <w:p w:rsidR="000C7E33" w:rsidRDefault="000C7E33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7380" w:type="dxa"/>
          </w:tcPr>
          <w:p w:rsidR="000C7E33" w:rsidRPr="00E43276" w:rsidRDefault="000C7E33" w:rsidP="00565041">
            <w:pPr>
              <w:rPr>
                <w:szCs w:val="28"/>
              </w:rPr>
            </w:pPr>
            <w:r>
              <w:rPr>
                <w:szCs w:val="28"/>
              </w:rPr>
              <w:t>д</w:t>
            </w:r>
            <w:r w:rsidRPr="00E43276">
              <w:rPr>
                <w:szCs w:val="28"/>
              </w:rPr>
              <w:t xml:space="preserve">емонтаж </w:t>
            </w:r>
            <w:r>
              <w:rPr>
                <w:szCs w:val="28"/>
              </w:rPr>
              <w:t>новогодней елки</w:t>
            </w:r>
          </w:p>
        </w:tc>
        <w:tc>
          <w:tcPr>
            <w:tcW w:w="1620" w:type="dxa"/>
            <w:vAlign w:val="center"/>
          </w:tcPr>
          <w:p w:rsidR="000C7E33" w:rsidRPr="00AC26F6" w:rsidRDefault="000C7E33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0C7E33" w:rsidRPr="00AC26F6" w:rsidRDefault="000C7E33" w:rsidP="0056504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0C7E33" w:rsidRPr="00AC26F6" w:rsidRDefault="000C7E33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0C7E33" w:rsidRPr="00AC26F6" w:rsidRDefault="000C7E33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0C7E33" w:rsidTr="00565041">
        <w:tc>
          <w:tcPr>
            <w:tcW w:w="648" w:type="dxa"/>
            <w:vAlign w:val="center"/>
          </w:tcPr>
          <w:p w:rsidR="000C7E33" w:rsidRDefault="000C7E33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7380" w:type="dxa"/>
          </w:tcPr>
          <w:p w:rsidR="000C7E33" w:rsidRPr="00E43276" w:rsidRDefault="000C7E33" w:rsidP="00565041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E43276">
              <w:rPr>
                <w:szCs w:val="28"/>
              </w:rPr>
              <w:t>риобретение подарочных карт</w:t>
            </w:r>
          </w:p>
        </w:tc>
        <w:tc>
          <w:tcPr>
            <w:tcW w:w="1620" w:type="dxa"/>
            <w:vAlign w:val="center"/>
          </w:tcPr>
          <w:p w:rsidR="000C7E33" w:rsidRPr="00AC26F6" w:rsidRDefault="000C7E33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0C7E33" w:rsidRPr="00AC26F6" w:rsidRDefault="000C7E33" w:rsidP="0056504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0C7E33" w:rsidRPr="00AC26F6" w:rsidRDefault="000C7E33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0C7E33" w:rsidRPr="00AC26F6" w:rsidRDefault="000C7E33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</w:tr>
      <w:tr w:rsidR="000C7E33" w:rsidTr="00565041">
        <w:tc>
          <w:tcPr>
            <w:tcW w:w="648" w:type="dxa"/>
            <w:vAlign w:val="center"/>
          </w:tcPr>
          <w:p w:rsidR="000C7E33" w:rsidRDefault="000C7E33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7380" w:type="dxa"/>
          </w:tcPr>
          <w:p w:rsidR="000C7E33" w:rsidRPr="00AC26F6" w:rsidRDefault="000C7E33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«Нет милей родного края» праздничная программа посвященная празднованию «День Станицы»</w:t>
            </w:r>
          </w:p>
        </w:tc>
        <w:tc>
          <w:tcPr>
            <w:tcW w:w="1620" w:type="dxa"/>
            <w:vAlign w:val="center"/>
          </w:tcPr>
          <w:p w:rsidR="000C7E33" w:rsidRPr="00AC26F6" w:rsidRDefault="000C7E33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0C7E33" w:rsidRPr="00AC26F6" w:rsidRDefault="000C7E33" w:rsidP="0056504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0C7E33" w:rsidRPr="00AC26F6" w:rsidRDefault="000C7E33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0C7E33" w:rsidRPr="00AC26F6" w:rsidRDefault="000C7E33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0C7E33" w:rsidTr="00565041">
        <w:tc>
          <w:tcPr>
            <w:tcW w:w="648" w:type="dxa"/>
            <w:vAlign w:val="center"/>
          </w:tcPr>
          <w:p w:rsidR="000C7E33" w:rsidRDefault="000C7E33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7380" w:type="dxa"/>
          </w:tcPr>
          <w:p w:rsidR="000C7E33" w:rsidRPr="00AC26F6" w:rsidRDefault="000C7E33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проведение траурных мероприятий</w:t>
            </w:r>
          </w:p>
        </w:tc>
        <w:tc>
          <w:tcPr>
            <w:tcW w:w="1620" w:type="dxa"/>
            <w:vAlign w:val="center"/>
          </w:tcPr>
          <w:p w:rsidR="000C7E33" w:rsidRPr="00AC26F6" w:rsidRDefault="000C7E33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0C7E33" w:rsidRPr="00AC26F6" w:rsidRDefault="000C7E33" w:rsidP="0056504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0C7E33" w:rsidRPr="00AC26F6" w:rsidRDefault="000C7E33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0C7E33" w:rsidRPr="00AC26F6" w:rsidRDefault="000C7E33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0C7E33" w:rsidTr="00565041">
        <w:tc>
          <w:tcPr>
            <w:tcW w:w="648" w:type="dxa"/>
            <w:vAlign w:val="center"/>
          </w:tcPr>
          <w:p w:rsidR="000C7E33" w:rsidRDefault="000C7E33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7380" w:type="dxa"/>
          </w:tcPr>
          <w:p w:rsidR="000C7E33" w:rsidRPr="004D3D83" w:rsidRDefault="000C7E33" w:rsidP="00565041">
            <w:pPr>
              <w:rPr>
                <w:szCs w:val="28"/>
              </w:rPr>
            </w:pPr>
            <w:r>
              <w:rPr>
                <w:szCs w:val="28"/>
              </w:rPr>
              <w:t>приобретение баннеров</w:t>
            </w:r>
          </w:p>
        </w:tc>
        <w:tc>
          <w:tcPr>
            <w:tcW w:w="1620" w:type="dxa"/>
            <w:vAlign w:val="center"/>
          </w:tcPr>
          <w:p w:rsidR="000C7E33" w:rsidRDefault="000C7E33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C7E33" w:rsidRPr="00AC26F6" w:rsidRDefault="000C7E33" w:rsidP="0056504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0C7E33" w:rsidRDefault="000C7E33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0C7E33" w:rsidRDefault="000C7E33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0C7E33" w:rsidTr="00565041">
        <w:tc>
          <w:tcPr>
            <w:tcW w:w="648" w:type="dxa"/>
            <w:vAlign w:val="center"/>
          </w:tcPr>
          <w:p w:rsidR="000C7E33" w:rsidRDefault="000C7E33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7380" w:type="dxa"/>
          </w:tcPr>
          <w:p w:rsidR="000C7E33" w:rsidRPr="004D3D83" w:rsidRDefault="000C7E33" w:rsidP="00565041">
            <w:pPr>
              <w:rPr>
                <w:szCs w:val="28"/>
              </w:rPr>
            </w:pPr>
            <w:r>
              <w:rPr>
                <w:szCs w:val="28"/>
              </w:rPr>
              <w:t>приобретение флагов</w:t>
            </w:r>
          </w:p>
        </w:tc>
        <w:tc>
          <w:tcPr>
            <w:tcW w:w="1620" w:type="dxa"/>
            <w:vAlign w:val="center"/>
          </w:tcPr>
          <w:p w:rsidR="000C7E33" w:rsidRDefault="000C7E33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C7E33" w:rsidRPr="00AC26F6" w:rsidRDefault="000C7E33" w:rsidP="0056504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0C7E33" w:rsidRDefault="000C7E33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0C7E33" w:rsidRDefault="000C7E33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0C7E33" w:rsidTr="00565041">
        <w:tc>
          <w:tcPr>
            <w:tcW w:w="648" w:type="dxa"/>
            <w:vAlign w:val="center"/>
          </w:tcPr>
          <w:p w:rsidR="000C7E33" w:rsidRDefault="000C7E33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7380" w:type="dxa"/>
          </w:tcPr>
          <w:p w:rsidR="000C7E33" w:rsidRPr="004D3D83" w:rsidRDefault="000C7E33" w:rsidP="00565041">
            <w:pPr>
              <w:rPr>
                <w:szCs w:val="28"/>
              </w:rPr>
            </w:pPr>
            <w:r>
              <w:rPr>
                <w:szCs w:val="28"/>
              </w:rPr>
              <w:t>приобретение плакатов и наклеек</w:t>
            </w:r>
          </w:p>
        </w:tc>
        <w:tc>
          <w:tcPr>
            <w:tcW w:w="1620" w:type="dxa"/>
            <w:vAlign w:val="center"/>
          </w:tcPr>
          <w:p w:rsidR="000C7E33" w:rsidRDefault="000C7E33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C7E33" w:rsidRPr="00AC26F6" w:rsidRDefault="000C7E33" w:rsidP="0056504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0C7E33" w:rsidRDefault="000C7E33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0C7E33" w:rsidRDefault="000C7E33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</w:tr>
    </w:tbl>
    <w:p w:rsidR="000C7E33" w:rsidRDefault="000C7E33" w:rsidP="0054045D">
      <w:pPr>
        <w:pStyle w:val="ConsPlusNormal0"/>
        <w:jc w:val="center"/>
        <w:rPr>
          <w:b/>
        </w:rPr>
      </w:pPr>
    </w:p>
    <w:p w:rsidR="000C7E33" w:rsidRDefault="000C7E33" w:rsidP="0054045D">
      <w:pPr>
        <w:pStyle w:val="ConsPlusNormal0"/>
        <w:jc w:val="center"/>
        <w:rPr>
          <w:b/>
        </w:rPr>
      </w:pPr>
    </w:p>
    <w:p w:rsidR="000C7E33" w:rsidRDefault="000C7E33" w:rsidP="0054045D">
      <w:pPr>
        <w:pStyle w:val="ConsPlusNormal0"/>
        <w:jc w:val="center"/>
        <w:rPr>
          <w:b/>
        </w:rPr>
      </w:pPr>
    </w:p>
    <w:p w:rsidR="000C7E33" w:rsidRDefault="000C7E33" w:rsidP="0054045D">
      <w:pPr>
        <w:pStyle w:val="ConsPlusNormal0"/>
        <w:jc w:val="center"/>
        <w:rPr>
          <w:b/>
        </w:rPr>
      </w:pPr>
    </w:p>
    <w:p w:rsidR="000C7E33" w:rsidRDefault="000C7E33" w:rsidP="0054045D">
      <w:pPr>
        <w:pStyle w:val="ConsPlusNormal0"/>
        <w:jc w:val="center"/>
        <w:rPr>
          <w:b/>
        </w:rPr>
      </w:pPr>
    </w:p>
    <w:p w:rsidR="000C7E33" w:rsidRDefault="000C7E33" w:rsidP="0054045D">
      <w:pPr>
        <w:pStyle w:val="ConsPlusNormal0"/>
        <w:jc w:val="center"/>
        <w:rPr>
          <w:b/>
        </w:rPr>
      </w:pPr>
    </w:p>
    <w:p w:rsidR="000C7E33" w:rsidRPr="003C75F8" w:rsidRDefault="000C7E33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0C7E33" w:rsidRPr="003C75F8" w:rsidRDefault="000C7E33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0C7E33" w:rsidRPr="003C75F8" w:rsidRDefault="000C7E33" w:rsidP="0054045D">
      <w:pPr>
        <w:pStyle w:val="ConsPlusNormal0"/>
        <w:jc w:val="center"/>
        <w:rPr>
          <w:b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0C7E33" w:rsidRDefault="000C7E33" w:rsidP="0054045D">
      <w:pPr>
        <w:jc w:val="center"/>
        <w:rPr>
          <w:b/>
          <w:szCs w:val="28"/>
        </w:rPr>
      </w:pPr>
    </w:p>
    <w:p w:rsidR="000C7E33" w:rsidRPr="003C75F8" w:rsidRDefault="000C7E33" w:rsidP="0054045D">
      <w:pPr>
        <w:jc w:val="center"/>
        <w:rPr>
          <w:b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0C7E33" w:rsidRPr="00E57BE0" w:rsidTr="00565041">
        <w:tc>
          <w:tcPr>
            <w:tcW w:w="593" w:type="dxa"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0C7E33" w:rsidRPr="00E57BE0" w:rsidTr="00565041">
        <w:trPr>
          <w:gridAfter w:val="1"/>
          <w:wAfter w:w="82" w:type="dxa"/>
          <w:tblHeader/>
        </w:trPr>
        <w:tc>
          <w:tcPr>
            <w:tcW w:w="593" w:type="dxa"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8</w:t>
            </w:r>
          </w:p>
        </w:tc>
      </w:tr>
      <w:tr w:rsidR="000C7E33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0C7E33" w:rsidRPr="00D27D29" w:rsidRDefault="000C7E33" w:rsidP="00565041">
            <w:pPr>
              <w:jc w:val="center"/>
              <w:rPr>
                <w:sz w:val="24"/>
                <w:szCs w:val="24"/>
              </w:rPr>
            </w:pPr>
            <w:r w:rsidRPr="00D27D29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0C7E33" w:rsidRPr="00D27D29" w:rsidRDefault="000C7E33" w:rsidP="00565041">
            <w:pPr>
              <w:rPr>
                <w:sz w:val="24"/>
                <w:szCs w:val="24"/>
              </w:rPr>
            </w:pPr>
            <w:r w:rsidRPr="00D27D29">
              <w:rPr>
                <w:sz w:val="24"/>
                <w:szCs w:val="24"/>
              </w:rPr>
              <w:t>демонтаж новогодней елки</w:t>
            </w:r>
          </w:p>
        </w:tc>
        <w:tc>
          <w:tcPr>
            <w:tcW w:w="1220" w:type="dxa"/>
          </w:tcPr>
          <w:p w:rsidR="000C7E33" w:rsidRPr="00E57BE0" w:rsidRDefault="000C7E33" w:rsidP="00F278DB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0C7E33" w:rsidRPr="00E57BE0" w:rsidRDefault="000C7E33" w:rsidP="00F278DB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0C7E33" w:rsidRPr="00E57BE0" w:rsidRDefault="000C7E33" w:rsidP="00F278DB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 w:val="restart"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  <w:vMerge w:val="restart"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  <w:vMerge w:val="restart"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0C7E33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0C7E33" w:rsidRPr="00D27D29" w:rsidRDefault="000C7E33" w:rsidP="00565041">
            <w:pPr>
              <w:jc w:val="center"/>
              <w:rPr>
                <w:sz w:val="24"/>
                <w:szCs w:val="24"/>
              </w:rPr>
            </w:pPr>
            <w:r w:rsidRPr="00D27D29">
              <w:rPr>
                <w:sz w:val="24"/>
                <w:szCs w:val="24"/>
              </w:rPr>
              <w:t>2</w:t>
            </w:r>
          </w:p>
        </w:tc>
        <w:tc>
          <w:tcPr>
            <w:tcW w:w="2758" w:type="dxa"/>
          </w:tcPr>
          <w:p w:rsidR="000C7E33" w:rsidRPr="00D27D29" w:rsidRDefault="000C7E33" w:rsidP="00565041">
            <w:pPr>
              <w:rPr>
                <w:sz w:val="24"/>
                <w:szCs w:val="24"/>
              </w:rPr>
            </w:pPr>
            <w:r w:rsidRPr="00D27D29">
              <w:rPr>
                <w:sz w:val="24"/>
                <w:szCs w:val="24"/>
              </w:rPr>
              <w:t>приобретение подарочных карт</w:t>
            </w:r>
          </w:p>
        </w:tc>
        <w:tc>
          <w:tcPr>
            <w:tcW w:w="1220" w:type="dxa"/>
          </w:tcPr>
          <w:p w:rsidR="000C7E33" w:rsidRPr="00E57BE0" w:rsidRDefault="000C7E33" w:rsidP="00F278DB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0C7E33" w:rsidRPr="00E57BE0" w:rsidRDefault="000C7E33" w:rsidP="00F278DB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0C7E33" w:rsidRPr="00E57BE0" w:rsidRDefault="000C7E33" w:rsidP="00F278DB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0C7E33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3.</w:t>
            </w:r>
          </w:p>
        </w:tc>
        <w:tc>
          <w:tcPr>
            <w:tcW w:w="2758" w:type="dxa"/>
          </w:tcPr>
          <w:p w:rsidR="000C7E33" w:rsidRPr="00E57BE0" w:rsidRDefault="000C7E33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«Нет милей родного края» праздничная программа посвященная празднованию «День Станицы»</w:t>
            </w:r>
          </w:p>
        </w:tc>
        <w:tc>
          <w:tcPr>
            <w:tcW w:w="1220" w:type="dxa"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0C7E33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0C7E33" w:rsidRPr="00E57BE0" w:rsidRDefault="000C7E33" w:rsidP="00565041">
            <w:pPr>
              <w:rPr>
                <w:b/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проведение траурных мероприятий</w:t>
            </w:r>
          </w:p>
        </w:tc>
        <w:tc>
          <w:tcPr>
            <w:tcW w:w="1220" w:type="dxa"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0C7E33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58" w:type="dxa"/>
          </w:tcPr>
          <w:p w:rsidR="000C7E33" w:rsidRPr="00A13F24" w:rsidRDefault="000C7E33" w:rsidP="00565041">
            <w:pPr>
              <w:rPr>
                <w:sz w:val="24"/>
                <w:szCs w:val="24"/>
              </w:rPr>
            </w:pPr>
            <w:r w:rsidRPr="00A13F24">
              <w:rPr>
                <w:sz w:val="24"/>
                <w:szCs w:val="24"/>
              </w:rPr>
              <w:t>приобретение баннеров</w:t>
            </w:r>
          </w:p>
        </w:tc>
        <w:tc>
          <w:tcPr>
            <w:tcW w:w="1220" w:type="dxa"/>
          </w:tcPr>
          <w:p w:rsidR="000C7E33" w:rsidRPr="00E57BE0" w:rsidRDefault="000C7E33" w:rsidP="002C566F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0C7E33" w:rsidRPr="00E57BE0" w:rsidRDefault="000C7E33" w:rsidP="002C566F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0C7E33" w:rsidRPr="00E57BE0" w:rsidRDefault="000C7E33" w:rsidP="002C566F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0C7E33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758" w:type="dxa"/>
          </w:tcPr>
          <w:p w:rsidR="000C7E33" w:rsidRPr="00A13F24" w:rsidRDefault="000C7E33" w:rsidP="00565041">
            <w:pPr>
              <w:rPr>
                <w:sz w:val="24"/>
                <w:szCs w:val="24"/>
              </w:rPr>
            </w:pPr>
            <w:r w:rsidRPr="00A13F24">
              <w:rPr>
                <w:sz w:val="24"/>
                <w:szCs w:val="24"/>
              </w:rPr>
              <w:t>приобретение флагов</w:t>
            </w:r>
          </w:p>
        </w:tc>
        <w:tc>
          <w:tcPr>
            <w:tcW w:w="1220" w:type="dxa"/>
          </w:tcPr>
          <w:p w:rsidR="000C7E33" w:rsidRPr="00E57BE0" w:rsidRDefault="000C7E33" w:rsidP="002C566F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0C7E33" w:rsidRPr="00E57BE0" w:rsidRDefault="000C7E33" w:rsidP="002C566F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0C7E33" w:rsidRPr="00E57BE0" w:rsidRDefault="000C7E33" w:rsidP="002C566F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0C7E33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758" w:type="dxa"/>
          </w:tcPr>
          <w:p w:rsidR="000C7E33" w:rsidRPr="00A13F24" w:rsidRDefault="000C7E33" w:rsidP="00565041">
            <w:pPr>
              <w:rPr>
                <w:sz w:val="24"/>
                <w:szCs w:val="24"/>
              </w:rPr>
            </w:pPr>
            <w:r w:rsidRPr="00A13F24">
              <w:rPr>
                <w:sz w:val="24"/>
                <w:szCs w:val="24"/>
              </w:rPr>
              <w:t>приобретение плакатов и наклеек</w:t>
            </w:r>
          </w:p>
        </w:tc>
        <w:tc>
          <w:tcPr>
            <w:tcW w:w="1220" w:type="dxa"/>
          </w:tcPr>
          <w:p w:rsidR="000C7E33" w:rsidRPr="00E57BE0" w:rsidRDefault="000C7E33" w:rsidP="002C566F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0C7E33" w:rsidRPr="00E57BE0" w:rsidRDefault="000C7E33" w:rsidP="002C566F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0C7E33" w:rsidRPr="00E57BE0" w:rsidRDefault="000C7E33" w:rsidP="002C566F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0C7E33" w:rsidRPr="00E57BE0" w:rsidRDefault="000C7E33" w:rsidP="005650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0C7E33" w:rsidRPr="0054045D" w:rsidRDefault="000C7E33">
      <w:pPr>
        <w:rPr>
          <w:sz w:val="6"/>
          <w:szCs w:val="6"/>
        </w:rPr>
      </w:pPr>
    </w:p>
    <w:p w:rsidR="000C7E33" w:rsidRDefault="000C7E33" w:rsidP="00FA1A72">
      <w:pPr>
        <w:jc w:val="both"/>
        <w:rPr>
          <w:szCs w:val="28"/>
        </w:rPr>
      </w:pPr>
    </w:p>
    <w:p w:rsidR="000C7E33" w:rsidRDefault="000C7E33" w:rsidP="00CC0414">
      <w:pPr>
        <w:jc w:val="center"/>
        <w:rPr>
          <w:b/>
          <w:szCs w:val="28"/>
        </w:rPr>
      </w:pPr>
      <w:r w:rsidRPr="0092327A">
        <w:rPr>
          <w:b/>
          <w:szCs w:val="28"/>
        </w:rPr>
        <w:t>4</w:t>
      </w:r>
      <w:r w:rsidRPr="00D97F17">
        <w:rPr>
          <w:szCs w:val="28"/>
        </w:rPr>
        <w:t xml:space="preserve">. </w:t>
      </w:r>
      <w:r w:rsidRPr="00D97F17">
        <w:rPr>
          <w:b/>
          <w:szCs w:val="28"/>
        </w:rPr>
        <w:t xml:space="preserve">ПЕРЕЧЕНЬ ОСНОВНЫХ МЕРОПРИЯТИЙ </w:t>
      </w:r>
    </w:p>
    <w:p w:rsidR="000C7E33" w:rsidRPr="003C75F8" w:rsidRDefault="000C7E33" w:rsidP="00D97F17">
      <w:pPr>
        <w:pStyle w:val="ConsPlusNormal0"/>
        <w:jc w:val="center"/>
        <w:rPr>
          <w:b/>
        </w:rPr>
      </w:pP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0C7E33" w:rsidRDefault="000C7E33" w:rsidP="00CC0414">
      <w:pPr>
        <w:jc w:val="center"/>
        <w:rPr>
          <w:b/>
          <w:szCs w:val="28"/>
        </w:rPr>
      </w:pPr>
    </w:p>
    <w:p w:rsidR="000C7E33" w:rsidRPr="002175EF" w:rsidRDefault="000C7E33" w:rsidP="00CC0414">
      <w:pPr>
        <w:jc w:val="center"/>
        <w:rPr>
          <w:b/>
          <w:szCs w:val="28"/>
        </w:rPr>
      </w:pPr>
    </w:p>
    <w:p w:rsidR="000C7E33" w:rsidRPr="00FD34F6" w:rsidRDefault="000C7E33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C7E33" w:rsidRPr="00500747" w:rsidTr="0056504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B6573C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B6573C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B6573C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B6573C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B6573C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B6573C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7E33" w:rsidRPr="00B6573C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C7E33" w:rsidRPr="0050074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500747" w:rsidRDefault="000C7E33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500747" w:rsidRDefault="000C7E33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500747" w:rsidRDefault="000C7E33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500747" w:rsidRDefault="000C7E33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B6573C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B6573C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500747" w:rsidRDefault="000C7E33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7E33" w:rsidRPr="00500747" w:rsidRDefault="000C7E33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E33" w:rsidRPr="00500747" w:rsidTr="00565041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500747" w:rsidRDefault="000C7E33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500747" w:rsidRDefault="000C7E33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500747" w:rsidRDefault="000C7E33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500747" w:rsidRDefault="000C7E33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500747" w:rsidRDefault="000C7E33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B6573C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B6573C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B6573C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B6573C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500747" w:rsidRDefault="000C7E33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7E33" w:rsidRPr="00500747" w:rsidRDefault="000C7E33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7E33" w:rsidRDefault="000C7E33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C7E33" w:rsidRPr="00500747" w:rsidTr="00565041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500747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500747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500747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500747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500747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500747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500747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500747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500747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500747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7E33" w:rsidRPr="00500747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0C7E33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B6573C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B6573C" w:rsidRDefault="000C7E33" w:rsidP="00565041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7E33" w:rsidRPr="00D97F17" w:rsidRDefault="000C7E33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района, Темрюкского района, Кубани</w:t>
            </w:r>
          </w:p>
          <w:p w:rsidR="000C7E33" w:rsidRPr="007342B9" w:rsidRDefault="000C7E33" w:rsidP="00565041"/>
        </w:tc>
      </w:tr>
      <w:tr w:rsidR="000C7E33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B6573C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B6573C" w:rsidRDefault="000C7E33" w:rsidP="00565041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7E33" w:rsidRPr="005F0685" w:rsidRDefault="000C7E33" w:rsidP="00565041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торжественных праздничных  мероприятий и </w:t>
            </w:r>
            <w:r w:rsidRPr="005F0685">
              <w:rPr>
                <w:rFonts w:ascii="Times New Roman" w:hAnsi="Times New Roman"/>
                <w:sz w:val="24"/>
                <w:szCs w:val="24"/>
              </w:rPr>
              <w:t>памятных дат истории России и Кубани</w:t>
            </w: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территории Старотитаровского сельского поселения Темрюкского района</w:t>
            </w:r>
          </w:p>
          <w:p w:rsidR="000C7E33" w:rsidRPr="007342B9" w:rsidRDefault="000C7E33" w:rsidP="0056504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7E33" w:rsidRPr="00D97F17" w:rsidTr="00D97F17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D97F17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D97F17" w:rsidRDefault="000C7E33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Проведение мероприятий по организации и проведению государственных, международных и профессиональных праздников,  памятных дат и знаменательных событий для Краснодарского края, Темрюкского района и Старотитаровского сельского поселения Темрюкского района</w:t>
            </w:r>
          </w:p>
          <w:p w:rsidR="000C7E33" w:rsidRPr="00D97F17" w:rsidRDefault="000C7E33" w:rsidP="00565041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D97F17" w:rsidRDefault="000C7E33" w:rsidP="00D97F17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D97F17" w:rsidRDefault="000C7E33" w:rsidP="00565041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D97F17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D97F17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D97F17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D97F17" w:rsidRDefault="000C7E33" w:rsidP="00A22D1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D97F17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E33" w:rsidRPr="00D97F17" w:rsidRDefault="000C7E33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7E33" w:rsidRPr="00D97F17" w:rsidRDefault="000C7E33" w:rsidP="00565041">
            <w:pPr>
              <w:pStyle w:val="a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C7E33" w:rsidRPr="00D97F1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D97F17" w:rsidRDefault="000C7E33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D97F17" w:rsidRDefault="000C7E33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D97F17" w:rsidRDefault="000C7E33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D97F17" w:rsidRDefault="000C7E33" w:rsidP="00565041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D97F17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D97F17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D97F17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D97F17" w:rsidRDefault="000C7E33" w:rsidP="00A22D1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D97F17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D97F17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7E33" w:rsidRPr="00D97F17" w:rsidRDefault="000C7E33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C7E33" w:rsidRPr="00D97F17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D97F17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D97F17" w:rsidRDefault="000C7E33" w:rsidP="00565041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D97F17" w:rsidRDefault="000C7E33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D97F17" w:rsidRDefault="000C7E33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D97F17" w:rsidRDefault="000C7E33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D97F17" w:rsidRDefault="000C7E33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D97F17" w:rsidRDefault="000C7E33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D97F17" w:rsidRDefault="000C7E33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D97F17" w:rsidRDefault="000C7E33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D97F17" w:rsidRDefault="000C7E33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7E33" w:rsidRPr="00D97F17" w:rsidRDefault="000C7E33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C7E33" w:rsidRPr="00D97F17" w:rsidTr="00565041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D97F17" w:rsidRDefault="000C7E33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D97F17" w:rsidRDefault="000C7E33" w:rsidP="00565041">
            <w:pPr>
              <w:pStyle w:val="a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D97F17" w:rsidRDefault="000C7E33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D97F17" w:rsidRDefault="000C7E33" w:rsidP="00565041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D97F17" w:rsidRDefault="000C7E33" w:rsidP="00A22D1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D97F17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D97F17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D97F17" w:rsidRDefault="000C7E33" w:rsidP="00A22D1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D97F17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0C7E33" w:rsidRPr="00D97F17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C7E33" w:rsidRPr="00D97F17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7E33" w:rsidRPr="00D97F17" w:rsidTr="00565041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D97F17" w:rsidRDefault="000C7E33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D97F17" w:rsidRDefault="000C7E33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D97F17" w:rsidRDefault="000C7E33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D97F17" w:rsidRDefault="000C7E33" w:rsidP="00565041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D97F17" w:rsidRDefault="000C7E33" w:rsidP="00A22D1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D97F17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D97F17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D97F17" w:rsidRDefault="000C7E33" w:rsidP="00A22D1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D97F17" w:rsidRDefault="000C7E33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33" w:rsidRPr="00D97F17" w:rsidRDefault="000C7E33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C7E33" w:rsidRPr="00D97F17" w:rsidRDefault="000C7E33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0C7E33" w:rsidRPr="00D97F17" w:rsidRDefault="000C7E33" w:rsidP="00EF6F81">
      <w:pPr>
        <w:jc w:val="center"/>
        <w:rPr>
          <w:sz w:val="24"/>
          <w:szCs w:val="24"/>
        </w:rPr>
      </w:pPr>
    </w:p>
    <w:p w:rsidR="000C7E33" w:rsidRDefault="000C7E33" w:rsidP="00EF6F81">
      <w:pPr>
        <w:jc w:val="center"/>
        <w:rPr>
          <w:szCs w:val="28"/>
        </w:rPr>
        <w:sectPr w:rsidR="000C7E33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0C7E33" w:rsidRPr="00484E94" w:rsidRDefault="000C7E33" w:rsidP="0092327A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0C7E33" w:rsidRDefault="000C7E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0C7E33" w:rsidRPr="00484E94" w:rsidRDefault="000C7E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C7E33" w:rsidRPr="0016103B" w:rsidRDefault="000C7E33" w:rsidP="00DF59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0C7E33" w:rsidRPr="00484E94" w:rsidRDefault="000C7E33" w:rsidP="00DF59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0C7E33" w:rsidRDefault="000C7E33" w:rsidP="00DF59CE">
      <w:pPr>
        <w:suppressAutoHyphens/>
        <w:ind w:firstLine="709"/>
        <w:jc w:val="both"/>
      </w:pPr>
    </w:p>
    <w:p w:rsidR="000C7E33" w:rsidRPr="00484E94" w:rsidRDefault="000C7E33" w:rsidP="0092327A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0C7E33" w:rsidRPr="00484E94" w:rsidRDefault="000C7E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0C7E33" w:rsidRPr="00484E94" w:rsidRDefault="000C7E33" w:rsidP="00484E94">
      <w:pPr>
        <w:pStyle w:val="ConsPlusNormal0"/>
        <w:jc w:val="both"/>
        <w:rPr>
          <w:szCs w:val="28"/>
        </w:rPr>
      </w:pPr>
    </w:p>
    <w:p w:rsidR="000C7E33" w:rsidRPr="007F34E4" w:rsidRDefault="000C7E33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0C7E33" w:rsidRPr="007F34E4" w:rsidRDefault="000C7E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0C7E33" w:rsidRPr="007F34E4" w:rsidRDefault="000C7E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0C7E33" w:rsidRPr="007F34E4" w:rsidRDefault="000C7E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0C7E33" w:rsidRPr="007F34E4" w:rsidRDefault="000C7E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0C7E33" w:rsidRPr="007F34E4" w:rsidRDefault="000C7E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0C7E33" w:rsidRPr="007F34E4" w:rsidRDefault="000C7E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0C7E33" w:rsidRPr="007F34E4" w:rsidRDefault="000C7E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0C7E33" w:rsidRPr="007F34E4" w:rsidRDefault="000C7E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0C7E33" w:rsidRPr="007F34E4" w:rsidRDefault="000C7E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0C7E33" w:rsidRPr="007F34E4" w:rsidRDefault="000C7E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0C7E33" w:rsidRPr="007F34E4" w:rsidRDefault="000C7E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0C7E33" w:rsidRPr="007F34E4" w:rsidRDefault="000C7E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0C7E33" w:rsidRPr="007F34E4" w:rsidRDefault="000C7E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0C7E33" w:rsidRDefault="000C7E33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0C7E33" w:rsidRPr="007F34E4" w:rsidRDefault="000C7E33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0C7E33" w:rsidRPr="007F34E4" w:rsidRDefault="000C7E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0C7E33" w:rsidRPr="007F34E4" w:rsidRDefault="000C7E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0C7E33" w:rsidRPr="007F34E4" w:rsidRDefault="000C7E33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0C7E33" w:rsidRPr="007F34E4" w:rsidRDefault="000C7E33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0C7E33" w:rsidRPr="007F34E4" w:rsidRDefault="000C7E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0C7E33" w:rsidRPr="007F34E4" w:rsidRDefault="000C7E33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0C7E33" w:rsidRPr="007F34E4" w:rsidRDefault="000C7E33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0C7E33" w:rsidRPr="007F34E4" w:rsidRDefault="000C7E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0C7E33" w:rsidRPr="007F34E4" w:rsidRDefault="000C7E3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0C7E33" w:rsidRPr="007F34E4" w:rsidRDefault="000C7E33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0C7E33" w:rsidRPr="007F34E4" w:rsidRDefault="000C7E33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0C7E33" w:rsidRDefault="000C7E33" w:rsidP="00484E94">
      <w:pPr>
        <w:ind w:firstLine="709"/>
        <w:jc w:val="both"/>
        <w:rPr>
          <w:szCs w:val="28"/>
        </w:rPr>
      </w:pPr>
    </w:p>
    <w:p w:rsidR="000C7E33" w:rsidRDefault="000C7E33" w:rsidP="00484E94">
      <w:pPr>
        <w:ind w:firstLine="709"/>
        <w:jc w:val="both"/>
        <w:rPr>
          <w:szCs w:val="28"/>
        </w:rPr>
      </w:pPr>
    </w:p>
    <w:p w:rsidR="000C7E33" w:rsidRDefault="000C7E33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C7E33" w:rsidRDefault="000C7E33" w:rsidP="00010261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C7E33" w:rsidRDefault="000C7E33" w:rsidP="00DF59CE">
      <w:pPr>
        <w:rPr>
          <w:szCs w:val="28"/>
        </w:rPr>
        <w:sectPr w:rsidR="000C7E33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</w:t>
      </w:r>
      <w:bookmarkStart w:id="0" w:name="_GoBack"/>
      <w:bookmarkEnd w:id="0"/>
      <w:r>
        <w:rPr>
          <w:szCs w:val="28"/>
        </w:rPr>
        <w:t xml:space="preserve">                                                    Т.И. Опарина</w:t>
      </w:r>
    </w:p>
    <w:p w:rsidR="000C7E33" w:rsidRDefault="000C7E33" w:rsidP="001F5CA2">
      <w:pPr>
        <w:jc w:val="center"/>
        <w:rPr>
          <w:b/>
        </w:rPr>
      </w:pPr>
    </w:p>
    <w:sectPr w:rsidR="000C7E3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E33" w:rsidRDefault="000C7E33" w:rsidP="00EF6F81">
      <w:r>
        <w:separator/>
      </w:r>
    </w:p>
  </w:endnote>
  <w:endnote w:type="continuationSeparator" w:id="0">
    <w:p w:rsidR="000C7E33" w:rsidRDefault="000C7E33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E33" w:rsidRDefault="000C7E33" w:rsidP="00EF6F81">
      <w:r>
        <w:separator/>
      </w:r>
    </w:p>
  </w:footnote>
  <w:footnote w:type="continuationSeparator" w:id="0">
    <w:p w:rsidR="000C7E33" w:rsidRDefault="000C7E33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E33" w:rsidRDefault="000C7E33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E33" w:rsidRDefault="000C7E33">
    <w:pPr>
      <w:pStyle w:val="Header"/>
      <w:jc w:val="center"/>
    </w:pPr>
  </w:p>
  <w:p w:rsidR="000C7E33" w:rsidRDefault="000C7E33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C7E33" w:rsidRPr="001F5972" w:rsidRDefault="000C7E3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038B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C7E33"/>
    <w:rsid w:val="000D1B88"/>
    <w:rsid w:val="000D20D0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3CC5"/>
    <w:rsid w:val="00144845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1EAE"/>
    <w:rsid w:val="001E468C"/>
    <w:rsid w:val="001E7209"/>
    <w:rsid w:val="001F5972"/>
    <w:rsid w:val="001F5CA2"/>
    <w:rsid w:val="001F7787"/>
    <w:rsid w:val="0020737A"/>
    <w:rsid w:val="00207E3C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566F"/>
    <w:rsid w:val="002C7291"/>
    <w:rsid w:val="002D2249"/>
    <w:rsid w:val="002D5FA0"/>
    <w:rsid w:val="002D6BB0"/>
    <w:rsid w:val="002E291E"/>
    <w:rsid w:val="002E5323"/>
    <w:rsid w:val="002E62B4"/>
    <w:rsid w:val="00306055"/>
    <w:rsid w:val="003077F1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4656"/>
    <w:rsid w:val="003A5E11"/>
    <w:rsid w:val="003B019F"/>
    <w:rsid w:val="003B50F2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7C0C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3D83"/>
    <w:rsid w:val="004D4038"/>
    <w:rsid w:val="004E184B"/>
    <w:rsid w:val="004E660F"/>
    <w:rsid w:val="00500747"/>
    <w:rsid w:val="0050378D"/>
    <w:rsid w:val="0050519C"/>
    <w:rsid w:val="00506C43"/>
    <w:rsid w:val="00510D19"/>
    <w:rsid w:val="00522A7B"/>
    <w:rsid w:val="0053507E"/>
    <w:rsid w:val="0054045D"/>
    <w:rsid w:val="0054063E"/>
    <w:rsid w:val="005450A9"/>
    <w:rsid w:val="0055229B"/>
    <w:rsid w:val="00552EE9"/>
    <w:rsid w:val="00553CFA"/>
    <w:rsid w:val="00565041"/>
    <w:rsid w:val="005716FF"/>
    <w:rsid w:val="00571FAC"/>
    <w:rsid w:val="005750C3"/>
    <w:rsid w:val="0058240E"/>
    <w:rsid w:val="00587E4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0685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0EC0"/>
    <w:rsid w:val="00631501"/>
    <w:rsid w:val="00631920"/>
    <w:rsid w:val="006341E7"/>
    <w:rsid w:val="00634440"/>
    <w:rsid w:val="00645822"/>
    <w:rsid w:val="00653139"/>
    <w:rsid w:val="00655E0F"/>
    <w:rsid w:val="00656A26"/>
    <w:rsid w:val="006570F9"/>
    <w:rsid w:val="00660B50"/>
    <w:rsid w:val="00662F28"/>
    <w:rsid w:val="006705A4"/>
    <w:rsid w:val="00673EDF"/>
    <w:rsid w:val="0067563A"/>
    <w:rsid w:val="00676755"/>
    <w:rsid w:val="00682340"/>
    <w:rsid w:val="00682586"/>
    <w:rsid w:val="0068329E"/>
    <w:rsid w:val="006976D8"/>
    <w:rsid w:val="00697A60"/>
    <w:rsid w:val="006C4020"/>
    <w:rsid w:val="006C6075"/>
    <w:rsid w:val="006C707C"/>
    <w:rsid w:val="006D0695"/>
    <w:rsid w:val="006D2BB7"/>
    <w:rsid w:val="006E6721"/>
    <w:rsid w:val="006E70C7"/>
    <w:rsid w:val="006E7EDC"/>
    <w:rsid w:val="006F0022"/>
    <w:rsid w:val="006F3B7F"/>
    <w:rsid w:val="006F3DF6"/>
    <w:rsid w:val="006F4971"/>
    <w:rsid w:val="006F63DF"/>
    <w:rsid w:val="006F74BD"/>
    <w:rsid w:val="006F7D07"/>
    <w:rsid w:val="007009E5"/>
    <w:rsid w:val="007066D2"/>
    <w:rsid w:val="00707421"/>
    <w:rsid w:val="00710491"/>
    <w:rsid w:val="007342B9"/>
    <w:rsid w:val="00734314"/>
    <w:rsid w:val="00741C5B"/>
    <w:rsid w:val="00741FA6"/>
    <w:rsid w:val="00745D1A"/>
    <w:rsid w:val="00756022"/>
    <w:rsid w:val="0077761E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2CE2"/>
    <w:rsid w:val="0080648B"/>
    <w:rsid w:val="00806B35"/>
    <w:rsid w:val="0081373F"/>
    <w:rsid w:val="00823D33"/>
    <w:rsid w:val="00824605"/>
    <w:rsid w:val="00827AAA"/>
    <w:rsid w:val="008309DC"/>
    <w:rsid w:val="00831B7E"/>
    <w:rsid w:val="0084599C"/>
    <w:rsid w:val="00845C4E"/>
    <w:rsid w:val="00846A87"/>
    <w:rsid w:val="00855115"/>
    <w:rsid w:val="00862540"/>
    <w:rsid w:val="00863F8A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B7295"/>
    <w:rsid w:val="008C7F0B"/>
    <w:rsid w:val="008D176A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27A"/>
    <w:rsid w:val="0092378A"/>
    <w:rsid w:val="0092688F"/>
    <w:rsid w:val="009314D6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16B0"/>
    <w:rsid w:val="00972A9E"/>
    <w:rsid w:val="0097458B"/>
    <w:rsid w:val="009745F9"/>
    <w:rsid w:val="00983891"/>
    <w:rsid w:val="009838F0"/>
    <w:rsid w:val="00985657"/>
    <w:rsid w:val="009927A9"/>
    <w:rsid w:val="00994207"/>
    <w:rsid w:val="00994548"/>
    <w:rsid w:val="0099567A"/>
    <w:rsid w:val="009A1BB1"/>
    <w:rsid w:val="009A225A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2DF4"/>
    <w:rsid w:val="00A13F24"/>
    <w:rsid w:val="00A1507B"/>
    <w:rsid w:val="00A22D1A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27BA"/>
    <w:rsid w:val="00AA5C4B"/>
    <w:rsid w:val="00AA7594"/>
    <w:rsid w:val="00AB79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0F8A"/>
    <w:rsid w:val="00B07228"/>
    <w:rsid w:val="00B12FB3"/>
    <w:rsid w:val="00B149A9"/>
    <w:rsid w:val="00B1619A"/>
    <w:rsid w:val="00B2042B"/>
    <w:rsid w:val="00B20B96"/>
    <w:rsid w:val="00B2367E"/>
    <w:rsid w:val="00B23A0A"/>
    <w:rsid w:val="00B302FD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3CCC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1D8F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597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263F9"/>
    <w:rsid w:val="00D27D29"/>
    <w:rsid w:val="00D338B7"/>
    <w:rsid w:val="00D341F7"/>
    <w:rsid w:val="00D3506A"/>
    <w:rsid w:val="00D50A29"/>
    <w:rsid w:val="00D510F8"/>
    <w:rsid w:val="00D56DE3"/>
    <w:rsid w:val="00D57F3E"/>
    <w:rsid w:val="00D65A5D"/>
    <w:rsid w:val="00D66DD0"/>
    <w:rsid w:val="00D74072"/>
    <w:rsid w:val="00D7588E"/>
    <w:rsid w:val="00D814EC"/>
    <w:rsid w:val="00D91580"/>
    <w:rsid w:val="00D9235A"/>
    <w:rsid w:val="00D97F17"/>
    <w:rsid w:val="00DA07D9"/>
    <w:rsid w:val="00DA0DE0"/>
    <w:rsid w:val="00DA2C96"/>
    <w:rsid w:val="00DA4ED8"/>
    <w:rsid w:val="00DA5916"/>
    <w:rsid w:val="00DC605B"/>
    <w:rsid w:val="00DC787D"/>
    <w:rsid w:val="00DD1C2E"/>
    <w:rsid w:val="00DD49F6"/>
    <w:rsid w:val="00DD5F0A"/>
    <w:rsid w:val="00DE264F"/>
    <w:rsid w:val="00DE754D"/>
    <w:rsid w:val="00DF23BC"/>
    <w:rsid w:val="00DF59CE"/>
    <w:rsid w:val="00E00492"/>
    <w:rsid w:val="00E005C3"/>
    <w:rsid w:val="00E03A2A"/>
    <w:rsid w:val="00E049E5"/>
    <w:rsid w:val="00E17C37"/>
    <w:rsid w:val="00E21615"/>
    <w:rsid w:val="00E23571"/>
    <w:rsid w:val="00E24387"/>
    <w:rsid w:val="00E26841"/>
    <w:rsid w:val="00E336AE"/>
    <w:rsid w:val="00E33916"/>
    <w:rsid w:val="00E35913"/>
    <w:rsid w:val="00E43186"/>
    <w:rsid w:val="00E43276"/>
    <w:rsid w:val="00E5079C"/>
    <w:rsid w:val="00E57BE0"/>
    <w:rsid w:val="00E60BDE"/>
    <w:rsid w:val="00E70BC2"/>
    <w:rsid w:val="00E73688"/>
    <w:rsid w:val="00E746A1"/>
    <w:rsid w:val="00E803BD"/>
    <w:rsid w:val="00E83F87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19F1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278DB"/>
    <w:rsid w:val="00F31FEC"/>
    <w:rsid w:val="00F32117"/>
    <w:rsid w:val="00F36F38"/>
    <w:rsid w:val="00F43866"/>
    <w:rsid w:val="00F43926"/>
    <w:rsid w:val="00F441D3"/>
    <w:rsid w:val="00F44691"/>
    <w:rsid w:val="00F5420D"/>
    <w:rsid w:val="00F65DF0"/>
    <w:rsid w:val="00F677FC"/>
    <w:rsid w:val="00F67E40"/>
    <w:rsid w:val="00F707E1"/>
    <w:rsid w:val="00F80B7C"/>
    <w:rsid w:val="00F84016"/>
    <w:rsid w:val="00F84E9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A3C"/>
    <w:rsid w:val="00FA6985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E57BE0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12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2118</TotalTime>
  <Pages>11</Pages>
  <Words>1859</Words>
  <Characters>10599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209</cp:revision>
  <cp:lastPrinted>2021-06-11T06:36:00Z</cp:lastPrinted>
  <dcterms:created xsi:type="dcterms:W3CDTF">2018-08-07T11:48:00Z</dcterms:created>
  <dcterms:modified xsi:type="dcterms:W3CDTF">2022-12-29T12:19:00Z</dcterms:modified>
</cp:coreProperties>
</file>