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D47B17" w:rsidRPr="00EE5BAC" w:rsidTr="006E2C64">
        <w:tc>
          <w:tcPr>
            <w:tcW w:w="8934" w:type="dxa"/>
          </w:tcPr>
          <w:p w:rsidR="00D47B17" w:rsidRPr="00EE5BAC" w:rsidRDefault="00D47B17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D47B17" w:rsidRDefault="00D47B17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D47B17" w:rsidRDefault="00D47B17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D47B17" w:rsidRDefault="00D47B17" w:rsidP="00F4322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278</w:t>
            </w:r>
          </w:p>
          <w:p w:rsidR="00D47B17" w:rsidRPr="00EE5BAC" w:rsidRDefault="00D47B17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D47B17" w:rsidRDefault="00D47B17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D47B17" w:rsidRDefault="00D47B17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D47B17" w:rsidRDefault="00D47B17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D47B17" w:rsidRPr="00EE5BAC" w:rsidRDefault="00D47B17" w:rsidP="00E33A99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   от 28.10.2021№  213</w:t>
            </w:r>
          </w:p>
        </w:tc>
      </w:tr>
    </w:tbl>
    <w:p w:rsidR="00D47B17" w:rsidRPr="00885C29" w:rsidRDefault="00D47B17" w:rsidP="001157F7"/>
    <w:p w:rsidR="00D47B17" w:rsidRDefault="00D47B1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D47B17" w:rsidRPr="00AF62E1" w:rsidRDefault="00D47B17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D47B17" w:rsidRPr="00BB769B" w:rsidRDefault="00D47B17" w:rsidP="001157F7">
      <w:pPr>
        <w:jc w:val="center"/>
        <w:rPr>
          <w:b/>
        </w:rPr>
      </w:pPr>
    </w:p>
    <w:p w:rsidR="00D47B17" w:rsidRPr="00950972" w:rsidRDefault="00D47B1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D47B17" w:rsidRDefault="00D47B17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D47B17" w:rsidRPr="00AF62E1" w:rsidRDefault="00D47B17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D47B17" w:rsidRPr="00E72665" w:rsidRDefault="00D47B17" w:rsidP="006E2C64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47B17" w:rsidRPr="00855115" w:rsidRDefault="00D47B17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47B17" w:rsidRPr="00AD5ACD" w:rsidRDefault="00D47B17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47B17" w:rsidRPr="00190885" w:rsidRDefault="00D47B17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47B17" w:rsidRDefault="00D47B17" w:rsidP="00867DF2">
            <w:pPr>
              <w:rPr>
                <w:szCs w:val="28"/>
              </w:rPr>
            </w:pPr>
            <w:r>
              <w:t>1</w:t>
            </w:r>
            <w:r w:rsidRPr="003D6A48">
              <w:t xml:space="preserve">. Подпрограмма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D47B17" w:rsidRDefault="00D47B17" w:rsidP="003D6A48">
            <w:pPr>
              <w:rPr>
                <w:szCs w:val="28"/>
              </w:rPr>
            </w:pPr>
            <w:r>
              <w:t>2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D47B17" w:rsidRPr="003D6A48" w:rsidRDefault="00D47B17" w:rsidP="003D6A48">
            <w:pPr>
              <w:rPr>
                <w:szCs w:val="28"/>
              </w:rPr>
            </w:pP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47B17" w:rsidRPr="001352AC" w:rsidRDefault="00D47B17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D47B17" w:rsidRPr="001352AC" w:rsidRDefault="00D47B17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D47B17" w:rsidRPr="00190885" w:rsidRDefault="00D47B17" w:rsidP="00611CD3">
            <w:pPr>
              <w:rPr>
                <w:b/>
                <w:szCs w:val="28"/>
              </w:rPr>
            </w:pP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47B17" w:rsidRDefault="00D47B17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D47B17" w:rsidRDefault="00D47B17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D47B17" w:rsidRPr="009F22D5" w:rsidRDefault="00D47B17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47B17" w:rsidRPr="000C3C23" w:rsidRDefault="00D47B17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47B17" w:rsidRDefault="00D47B17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D47B17" w:rsidRDefault="00D47B17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D47B17" w:rsidRDefault="00D47B17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D47B17" w:rsidRDefault="00D47B17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D47B17" w:rsidRDefault="00D47B17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D47B17" w:rsidRDefault="00D47B17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D47B17" w:rsidRPr="000C3C23" w:rsidRDefault="00D47B17" w:rsidP="003C6838">
            <w:pPr>
              <w:rPr>
                <w:szCs w:val="28"/>
              </w:rPr>
            </w:pP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47B17" w:rsidRPr="00A46A72" w:rsidRDefault="00D47B17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47B17" w:rsidRPr="00A46A72" w:rsidRDefault="00D47B17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47B17" w:rsidRPr="00190885" w:rsidRDefault="00D47B17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D47B17" w:rsidRPr="00190885" w:rsidRDefault="00D47B17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D47B17" w:rsidRPr="00190885" w:rsidRDefault="00D47B17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D47B17" w:rsidRPr="00190885" w:rsidRDefault="00D47B17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D47B17" w:rsidRPr="00190885" w:rsidRDefault="00D47B17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D47B17" w:rsidRPr="00190885" w:rsidRDefault="00D47B17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157,2</w:t>
            </w:r>
          </w:p>
        </w:tc>
        <w:tc>
          <w:tcPr>
            <w:tcW w:w="1842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47B17" w:rsidRPr="00190885" w:rsidRDefault="00D47B17" w:rsidP="007E603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157,2</w:t>
            </w:r>
          </w:p>
        </w:tc>
        <w:tc>
          <w:tcPr>
            <w:tcW w:w="201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47B17" w:rsidRPr="00190885" w:rsidRDefault="00D47B17" w:rsidP="007E603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157,2</w:t>
            </w:r>
          </w:p>
        </w:tc>
        <w:tc>
          <w:tcPr>
            <w:tcW w:w="1842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47B17" w:rsidRPr="00190885" w:rsidRDefault="00D47B17" w:rsidP="007E603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157,2</w:t>
            </w:r>
          </w:p>
        </w:tc>
        <w:tc>
          <w:tcPr>
            <w:tcW w:w="201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47B17" w:rsidRPr="008A6FA1" w:rsidTr="003C6838">
        <w:tc>
          <w:tcPr>
            <w:tcW w:w="14560" w:type="dxa"/>
            <w:gridSpan w:val="6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47B17" w:rsidRPr="008A6FA1" w:rsidTr="003C6838">
        <w:tc>
          <w:tcPr>
            <w:tcW w:w="14560" w:type="dxa"/>
            <w:gridSpan w:val="6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</w:p>
        </w:tc>
      </w:tr>
      <w:tr w:rsidR="00D47B17" w:rsidRPr="008A6FA1" w:rsidTr="003C6838">
        <w:tc>
          <w:tcPr>
            <w:tcW w:w="6374" w:type="dxa"/>
          </w:tcPr>
          <w:p w:rsidR="00D47B17" w:rsidRPr="00190885" w:rsidRDefault="00D47B17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47B17" w:rsidRPr="00190885" w:rsidRDefault="00D47B1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47B17" w:rsidRPr="00F566E2" w:rsidRDefault="00D47B17" w:rsidP="006E50EB">
      <w:pPr>
        <w:jc w:val="center"/>
        <w:rPr>
          <w:b/>
          <w:szCs w:val="28"/>
        </w:rPr>
      </w:pPr>
      <w:r w:rsidRPr="00F566E2">
        <w:rPr>
          <w:b/>
        </w:rPr>
        <w:t xml:space="preserve">2. </w:t>
      </w:r>
      <w:r w:rsidRPr="00F566E2">
        <w:rPr>
          <w:b/>
          <w:szCs w:val="28"/>
        </w:rPr>
        <w:t xml:space="preserve">ЦЕЛЕВЫЕ ПОКАЗАТЕЛИ </w:t>
      </w:r>
    </w:p>
    <w:p w:rsidR="00D47B17" w:rsidRPr="00AF62E1" w:rsidRDefault="00D47B17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D47B17" w:rsidRDefault="00D47B1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47B17" w:rsidRPr="00AF62E1" w:rsidRDefault="00D47B17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D47B17" w:rsidRPr="00A74297" w:rsidRDefault="00D47B17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D47B17" w:rsidTr="003C6838">
        <w:tc>
          <w:tcPr>
            <w:tcW w:w="648" w:type="dxa"/>
            <w:vMerge w:val="restart"/>
            <w:vAlign w:val="center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47B17" w:rsidRPr="00AC26F6" w:rsidRDefault="00D47B17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47B17" w:rsidRPr="00AC26F6" w:rsidRDefault="00D47B17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D47B17" w:rsidTr="003C6838">
        <w:tc>
          <w:tcPr>
            <w:tcW w:w="648" w:type="dxa"/>
            <w:vMerge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D47B17" w:rsidRPr="00AC26F6" w:rsidRDefault="00D47B17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D47B17" w:rsidRPr="00AC26F6" w:rsidRDefault="00D47B17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D47B17" w:rsidTr="003C6838">
        <w:tc>
          <w:tcPr>
            <w:tcW w:w="648" w:type="dxa"/>
          </w:tcPr>
          <w:p w:rsidR="00D47B17" w:rsidRPr="00AC26F6" w:rsidRDefault="00D47B17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D47B17" w:rsidRPr="00AC26F6" w:rsidRDefault="00D47B17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D47B17" w:rsidRPr="00AC26F6" w:rsidRDefault="00D47B17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D47B17" w:rsidRPr="00AC26F6" w:rsidRDefault="00D47B17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D47B17" w:rsidRPr="00AC26F6" w:rsidRDefault="00D47B17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D47B17" w:rsidRPr="00AC26F6" w:rsidRDefault="00D47B17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D47B17" w:rsidTr="003C6838">
        <w:tc>
          <w:tcPr>
            <w:tcW w:w="648" w:type="dxa"/>
            <w:vAlign w:val="center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D47B17" w:rsidRPr="00AC26F6" w:rsidRDefault="00D47B17" w:rsidP="008D552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Подпрограммы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</w:tc>
      </w:tr>
      <w:tr w:rsidR="00D47B17" w:rsidTr="003C6838">
        <w:tc>
          <w:tcPr>
            <w:tcW w:w="648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D47B17" w:rsidRPr="00AC26F6" w:rsidRDefault="00D47B17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</w:p>
        </w:tc>
        <w:tc>
          <w:tcPr>
            <w:tcW w:w="162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D47B17" w:rsidTr="003C6838">
        <w:tc>
          <w:tcPr>
            <w:tcW w:w="648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D47B17" w:rsidRPr="00AC26F6" w:rsidRDefault="00D47B17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D47B17" w:rsidTr="003C6838">
        <w:tc>
          <w:tcPr>
            <w:tcW w:w="648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D47B17" w:rsidRPr="00AC26F6" w:rsidRDefault="00D47B17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D47B17" w:rsidTr="003C6838">
        <w:tc>
          <w:tcPr>
            <w:tcW w:w="648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D47B17" w:rsidRPr="00AC26F6" w:rsidRDefault="00D47B17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47B17" w:rsidRPr="00AC26F6" w:rsidRDefault="00D47B17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D47B17" w:rsidTr="003C6838">
        <w:tc>
          <w:tcPr>
            <w:tcW w:w="648" w:type="dxa"/>
            <w:vAlign w:val="center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</w:tc>
      </w:tr>
      <w:tr w:rsidR="00D47B17" w:rsidTr="003C6838">
        <w:tc>
          <w:tcPr>
            <w:tcW w:w="648" w:type="dxa"/>
            <w:vAlign w:val="center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D47B17" w:rsidRPr="00066141" w:rsidRDefault="00D47B17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D47B17" w:rsidRPr="00C25175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D47B17" w:rsidRPr="00C25175" w:rsidRDefault="00D47B17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47B17" w:rsidRPr="00C25175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D47B17" w:rsidRPr="00877383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D47B17" w:rsidTr="003C6838">
        <w:tc>
          <w:tcPr>
            <w:tcW w:w="648" w:type="dxa"/>
            <w:vAlign w:val="center"/>
          </w:tcPr>
          <w:p w:rsidR="00D47B17" w:rsidRPr="00AC26F6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D47B17" w:rsidRPr="00C25175" w:rsidRDefault="00D47B17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D47B17" w:rsidRPr="00C25175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D47B17" w:rsidRPr="00C25175" w:rsidRDefault="00D47B17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47B17" w:rsidRPr="00C25175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47B17" w:rsidRPr="00C25175" w:rsidRDefault="00D47B17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D47B17" w:rsidRPr="00225687" w:rsidRDefault="00D47B17">
      <w:pPr>
        <w:rPr>
          <w:sz w:val="6"/>
          <w:szCs w:val="6"/>
        </w:rPr>
      </w:pPr>
    </w:p>
    <w:p w:rsidR="00D47B17" w:rsidRDefault="00D47B17" w:rsidP="0054045D">
      <w:pPr>
        <w:pStyle w:val="ConsPlusNormal0"/>
        <w:jc w:val="center"/>
        <w:rPr>
          <w:b/>
        </w:rPr>
      </w:pPr>
    </w:p>
    <w:p w:rsidR="00D47B17" w:rsidRPr="003C75F8" w:rsidRDefault="00D47B1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D47B17" w:rsidRPr="003C75F8" w:rsidRDefault="00D47B1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D47B17" w:rsidRPr="00AF62E1" w:rsidRDefault="00D47B17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D47B17" w:rsidRDefault="00D47B17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D47B17" w:rsidRPr="004B4ECB" w:rsidTr="003C6838">
        <w:tc>
          <w:tcPr>
            <w:tcW w:w="594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D47B17" w:rsidRDefault="00D47B17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D47B17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D47B17" w:rsidRPr="004B4ECB" w:rsidRDefault="00D47B17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D47B17" w:rsidRPr="004B4ECB" w:rsidRDefault="00D47B17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D47B17" w:rsidRPr="004B4ECB" w:rsidRDefault="00D47B17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D47B17" w:rsidRPr="004B4ECB" w:rsidRDefault="00D47B17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D47B17" w:rsidRPr="004B4ECB" w:rsidRDefault="00D47B17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D47B17" w:rsidRPr="004B4ECB" w:rsidRDefault="00D47B17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D47B17" w:rsidRPr="004B4ECB" w:rsidRDefault="00D47B17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D47B17" w:rsidRPr="004B4ECB" w:rsidRDefault="00D47B17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D47B17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7B17" w:rsidRPr="004B4ECB" w:rsidRDefault="00D47B17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7B17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D47B17" w:rsidRPr="00310D49" w:rsidRDefault="00D47B17" w:rsidP="00647E8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Подпрограмма </w:t>
            </w:r>
            <w:r w:rsidRPr="00310D49">
              <w:rPr>
                <w:sz w:val="24"/>
                <w:szCs w:val="24"/>
              </w:rPr>
              <w:t>«Обеспечение первичных мер пожарной безопасности в Старотитаровском сельском поселении Темрюкского района»</w:t>
            </w:r>
          </w:p>
          <w:p w:rsidR="00D47B17" w:rsidRPr="004B4ECB" w:rsidRDefault="00D47B17" w:rsidP="00647E88">
            <w:pPr>
              <w:jc w:val="center"/>
              <w:rPr>
                <w:sz w:val="24"/>
                <w:szCs w:val="24"/>
              </w:rPr>
            </w:pPr>
          </w:p>
        </w:tc>
      </w:tr>
      <w:tr w:rsidR="00D47B17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B4ECB">
              <w:rPr>
                <w:sz w:val="24"/>
                <w:szCs w:val="24"/>
              </w:rPr>
              <w:t>.1</w:t>
            </w:r>
          </w:p>
        </w:tc>
        <w:tc>
          <w:tcPr>
            <w:tcW w:w="2761" w:type="dxa"/>
          </w:tcPr>
          <w:p w:rsidR="00D47B17" w:rsidRPr="00310D49" w:rsidRDefault="00D47B17" w:rsidP="007E1EF9">
            <w:pPr>
              <w:rPr>
                <w:sz w:val="24"/>
                <w:szCs w:val="24"/>
              </w:rPr>
            </w:pPr>
            <w:r w:rsidRPr="00310D49">
              <w:rPr>
                <w:sz w:val="24"/>
                <w:szCs w:val="24"/>
              </w:rPr>
              <w:t>приобретение и замена пожарных гидрантов для пер. Ильича, ул. Железнодорожная</w:t>
            </w:r>
          </w:p>
        </w:tc>
        <w:tc>
          <w:tcPr>
            <w:tcW w:w="1220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7B17" w:rsidRPr="004B4ECB" w:rsidRDefault="00D47B17" w:rsidP="007E1EF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47B17" w:rsidRPr="00FB3F3C" w:rsidRDefault="00D47B17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47B17" w:rsidRDefault="00D47B17" w:rsidP="007E1EF9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47B17" w:rsidRPr="00FC599C" w:rsidRDefault="00D47B17" w:rsidP="007E1EF9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47B17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D47B17" w:rsidRPr="0047049A" w:rsidRDefault="00D47B17" w:rsidP="007E1EF9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D47B17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D47B17" w:rsidRPr="00EC5069" w:rsidRDefault="00D47B17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обуви для обеспечения добровольной пожарной охраны</w:t>
            </w:r>
          </w:p>
        </w:tc>
        <w:tc>
          <w:tcPr>
            <w:tcW w:w="1220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D47B17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D47B17" w:rsidRPr="00EC5069" w:rsidRDefault="00D47B17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ранцев для обеспечения добровольной пожарной охраны</w:t>
            </w:r>
          </w:p>
        </w:tc>
        <w:tc>
          <w:tcPr>
            <w:tcW w:w="1220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7B17" w:rsidRPr="004B4ECB" w:rsidRDefault="00D47B17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D47B17" w:rsidRPr="004B4ECB" w:rsidTr="00647E88">
        <w:trPr>
          <w:gridAfter w:val="5"/>
          <w:wAfter w:w="9000" w:type="dxa"/>
          <w:trHeight w:val="355"/>
        </w:trPr>
        <w:tc>
          <w:tcPr>
            <w:tcW w:w="591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7B17" w:rsidRPr="0002538D" w:rsidRDefault="00D47B17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D47B17" w:rsidRPr="004B4ECB" w:rsidRDefault="00D47B1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D47B17" w:rsidRPr="004B4ECB" w:rsidRDefault="00D47B1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D47B17" w:rsidRPr="004B4ECB" w:rsidRDefault="00D47B1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D47B17" w:rsidRPr="004B4ECB" w:rsidRDefault="00D47B1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47B17" w:rsidRPr="00FC599C" w:rsidRDefault="00D47B1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7B17" w:rsidRPr="004B4ECB" w:rsidTr="0002538D">
        <w:tc>
          <w:tcPr>
            <w:tcW w:w="591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47B17" w:rsidRPr="004B4ECB" w:rsidRDefault="00D47B17"/>
        </w:tc>
        <w:tc>
          <w:tcPr>
            <w:tcW w:w="1800" w:type="dxa"/>
          </w:tcPr>
          <w:p w:rsidR="00D47B17" w:rsidRPr="004B4ECB" w:rsidRDefault="00D47B17"/>
        </w:tc>
        <w:tc>
          <w:tcPr>
            <w:tcW w:w="1800" w:type="dxa"/>
          </w:tcPr>
          <w:p w:rsidR="00D47B17" w:rsidRPr="004B4ECB" w:rsidRDefault="00D47B17"/>
        </w:tc>
        <w:tc>
          <w:tcPr>
            <w:tcW w:w="1800" w:type="dxa"/>
          </w:tcPr>
          <w:p w:rsidR="00D47B17" w:rsidRPr="004B4ECB" w:rsidRDefault="00D47B1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47B17" w:rsidRPr="004B4ECB" w:rsidRDefault="00D47B17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47B17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47B17" w:rsidRPr="0002538D" w:rsidRDefault="00D47B17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7B17" w:rsidRPr="009D2332" w:rsidRDefault="00D47B17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47B17" w:rsidRDefault="00D47B17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47B17" w:rsidRPr="004B4ECB" w:rsidRDefault="00D47B1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47B17" w:rsidRPr="00FC599C" w:rsidRDefault="00D47B17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47B17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47B17" w:rsidRPr="0002538D" w:rsidRDefault="00D47B17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D47B17" w:rsidRPr="004B4ECB" w:rsidRDefault="00D47B17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7B17" w:rsidRPr="009D2332" w:rsidRDefault="00D47B17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7B17" w:rsidRPr="004B4ECB" w:rsidRDefault="00D47B17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Default="00D47B17" w:rsidP="00FA1A72">
      <w:pPr>
        <w:jc w:val="both"/>
        <w:rPr>
          <w:szCs w:val="28"/>
        </w:rPr>
      </w:pPr>
    </w:p>
    <w:p w:rsidR="00D47B17" w:rsidRPr="00FD34F6" w:rsidRDefault="00D47B17">
      <w:pPr>
        <w:rPr>
          <w:sz w:val="6"/>
          <w:szCs w:val="6"/>
        </w:rPr>
      </w:pPr>
    </w:p>
    <w:p w:rsidR="00D47B17" w:rsidRDefault="00D47B17" w:rsidP="00CC0414">
      <w:pPr>
        <w:ind w:firstLine="709"/>
        <w:rPr>
          <w:sz w:val="24"/>
          <w:szCs w:val="24"/>
        </w:rPr>
      </w:pPr>
    </w:p>
    <w:p w:rsidR="00D47B17" w:rsidRDefault="00D47B17" w:rsidP="00EF6F81">
      <w:pPr>
        <w:jc w:val="center"/>
        <w:rPr>
          <w:szCs w:val="28"/>
        </w:rPr>
        <w:sectPr w:rsidR="00D47B1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47B17" w:rsidRPr="00484E94" w:rsidRDefault="00D47B17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47B17" w:rsidRDefault="00D47B1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D47B17" w:rsidRPr="00484E94" w:rsidRDefault="00D47B1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7B17" w:rsidRPr="0016103B" w:rsidRDefault="00D47B17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47B17" w:rsidRPr="00484E94" w:rsidRDefault="00D47B17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D47B17" w:rsidRDefault="00D47B17" w:rsidP="00484E94">
      <w:pPr>
        <w:jc w:val="both"/>
      </w:pPr>
    </w:p>
    <w:p w:rsidR="00D47B17" w:rsidRDefault="00D47B17" w:rsidP="00484E94">
      <w:pPr>
        <w:jc w:val="both"/>
      </w:pPr>
    </w:p>
    <w:p w:rsidR="00D47B17" w:rsidRPr="00484E94" w:rsidRDefault="00D47B17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47B17" w:rsidRPr="00484E94" w:rsidRDefault="00D47B1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47B17" w:rsidRDefault="00D47B17" w:rsidP="00484E94">
      <w:pPr>
        <w:pStyle w:val="ConsPlusNormal0"/>
        <w:jc w:val="both"/>
        <w:rPr>
          <w:szCs w:val="28"/>
        </w:rPr>
      </w:pPr>
    </w:p>
    <w:p w:rsidR="00D47B17" w:rsidRPr="00484E94" w:rsidRDefault="00D47B17" w:rsidP="00484E94">
      <w:pPr>
        <w:pStyle w:val="ConsPlusNormal0"/>
        <w:jc w:val="both"/>
        <w:rPr>
          <w:szCs w:val="28"/>
        </w:rPr>
      </w:pP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47B17" w:rsidRDefault="00D47B17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47B17" w:rsidRPr="007F34E4" w:rsidRDefault="00D47B17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47B17" w:rsidRPr="007F34E4" w:rsidRDefault="00D47B17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47B17" w:rsidRPr="007F34E4" w:rsidRDefault="00D47B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47B17" w:rsidRPr="007F34E4" w:rsidRDefault="00D47B17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47B17" w:rsidRPr="007F34E4" w:rsidRDefault="00D47B17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47B17" w:rsidRDefault="00D47B17" w:rsidP="00484E94">
      <w:pPr>
        <w:ind w:firstLine="709"/>
        <w:jc w:val="both"/>
        <w:rPr>
          <w:szCs w:val="28"/>
        </w:rPr>
      </w:pPr>
    </w:p>
    <w:p w:rsidR="00D47B17" w:rsidRDefault="00D47B17" w:rsidP="00484E94">
      <w:pPr>
        <w:ind w:firstLine="709"/>
        <w:jc w:val="both"/>
        <w:rPr>
          <w:szCs w:val="28"/>
        </w:rPr>
      </w:pPr>
    </w:p>
    <w:p w:rsidR="00D47B17" w:rsidRDefault="00D47B17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47B17" w:rsidRDefault="00D47B17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D47B17" w:rsidRDefault="00D47B17" w:rsidP="00D3554B">
      <w:pPr>
        <w:rPr>
          <w:szCs w:val="28"/>
        </w:rPr>
        <w:sectPr w:rsidR="00D47B1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D47B17" w:rsidRDefault="00D47B17" w:rsidP="001F5CA2">
      <w:pPr>
        <w:jc w:val="center"/>
        <w:rPr>
          <w:b/>
        </w:rPr>
      </w:pPr>
    </w:p>
    <w:sectPr w:rsidR="00D47B1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B17" w:rsidRDefault="00D47B17" w:rsidP="00EF6F81">
      <w:r>
        <w:separator/>
      </w:r>
    </w:p>
  </w:endnote>
  <w:endnote w:type="continuationSeparator" w:id="0">
    <w:p w:rsidR="00D47B17" w:rsidRDefault="00D47B1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B17" w:rsidRDefault="00D47B17" w:rsidP="00EF6F81">
      <w:r>
        <w:separator/>
      </w:r>
    </w:p>
  </w:footnote>
  <w:footnote w:type="continuationSeparator" w:id="0">
    <w:p w:rsidR="00D47B17" w:rsidRDefault="00D47B1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B17" w:rsidRDefault="00D47B1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B17" w:rsidRDefault="00D47B17">
    <w:pPr>
      <w:pStyle w:val="Header"/>
      <w:jc w:val="center"/>
    </w:pPr>
  </w:p>
  <w:p w:rsidR="00D47B17" w:rsidRDefault="00D47B1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47B17" w:rsidRPr="00EE5BAC" w:rsidRDefault="00D47B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58A3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6FCE"/>
    <w:rsid w:val="00067C9E"/>
    <w:rsid w:val="00073545"/>
    <w:rsid w:val="00073560"/>
    <w:rsid w:val="00084E42"/>
    <w:rsid w:val="00097D6B"/>
    <w:rsid w:val="000A5167"/>
    <w:rsid w:val="000A74C0"/>
    <w:rsid w:val="000B4AE6"/>
    <w:rsid w:val="000C1918"/>
    <w:rsid w:val="000C3C23"/>
    <w:rsid w:val="000C3FBF"/>
    <w:rsid w:val="000C4FF6"/>
    <w:rsid w:val="000C7BA2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26520"/>
    <w:rsid w:val="00130C48"/>
    <w:rsid w:val="001332FA"/>
    <w:rsid w:val="00133DC0"/>
    <w:rsid w:val="00133ECA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C221D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274B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19E1"/>
    <w:rsid w:val="00234771"/>
    <w:rsid w:val="00235168"/>
    <w:rsid w:val="00240624"/>
    <w:rsid w:val="00244C9F"/>
    <w:rsid w:val="00251B76"/>
    <w:rsid w:val="00253EAF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3D87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07D5"/>
    <w:rsid w:val="002D2249"/>
    <w:rsid w:val="002D6BB0"/>
    <w:rsid w:val="002E291E"/>
    <w:rsid w:val="002E5323"/>
    <w:rsid w:val="002E62B4"/>
    <w:rsid w:val="002F0295"/>
    <w:rsid w:val="002F7324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86039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74D"/>
    <w:rsid w:val="003D6A48"/>
    <w:rsid w:val="003D7675"/>
    <w:rsid w:val="003E0EC0"/>
    <w:rsid w:val="003E2B65"/>
    <w:rsid w:val="003E4DDE"/>
    <w:rsid w:val="003E500C"/>
    <w:rsid w:val="003E51DA"/>
    <w:rsid w:val="00400D95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E02BA"/>
    <w:rsid w:val="004E184B"/>
    <w:rsid w:val="004E24A6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4B84"/>
    <w:rsid w:val="005450A9"/>
    <w:rsid w:val="0055229B"/>
    <w:rsid w:val="00553CFA"/>
    <w:rsid w:val="005716FF"/>
    <w:rsid w:val="00571FAC"/>
    <w:rsid w:val="005750C3"/>
    <w:rsid w:val="005764D5"/>
    <w:rsid w:val="0058240E"/>
    <w:rsid w:val="00587259"/>
    <w:rsid w:val="00595B9D"/>
    <w:rsid w:val="005A449E"/>
    <w:rsid w:val="005A684E"/>
    <w:rsid w:val="005B3967"/>
    <w:rsid w:val="005B55C1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5F7BCE"/>
    <w:rsid w:val="00600FF4"/>
    <w:rsid w:val="006019B9"/>
    <w:rsid w:val="00605BED"/>
    <w:rsid w:val="0060710A"/>
    <w:rsid w:val="00611CD3"/>
    <w:rsid w:val="00611F63"/>
    <w:rsid w:val="0061350C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47E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449F"/>
    <w:rsid w:val="006943ED"/>
    <w:rsid w:val="006976D8"/>
    <w:rsid w:val="00697A60"/>
    <w:rsid w:val="006C4020"/>
    <w:rsid w:val="006C6075"/>
    <w:rsid w:val="006C6FEE"/>
    <w:rsid w:val="006C707C"/>
    <w:rsid w:val="006D0695"/>
    <w:rsid w:val="006D69F7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421D"/>
    <w:rsid w:val="00734314"/>
    <w:rsid w:val="00741C5B"/>
    <w:rsid w:val="00741FA6"/>
    <w:rsid w:val="00743F31"/>
    <w:rsid w:val="00745D1A"/>
    <w:rsid w:val="00753130"/>
    <w:rsid w:val="00754775"/>
    <w:rsid w:val="00756022"/>
    <w:rsid w:val="00782AE6"/>
    <w:rsid w:val="00782C4A"/>
    <w:rsid w:val="00783D2D"/>
    <w:rsid w:val="0078526C"/>
    <w:rsid w:val="0079282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EF9"/>
    <w:rsid w:val="007E3A7D"/>
    <w:rsid w:val="007E6035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6580"/>
    <w:rsid w:val="00867DF2"/>
    <w:rsid w:val="00876805"/>
    <w:rsid w:val="00877383"/>
    <w:rsid w:val="00877411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B2FCF"/>
    <w:rsid w:val="008B4655"/>
    <w:rsid w:val="008C7F0B"/>
    <w:rsid w:val="008D1ADA"/>
    <w:rsid w:val="008D361C"/>
    <w:rsid w:val="008D5527"/>
    <w:rsid w:val="008D5828"/>
    <w:rsid w:val="008D7F47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142B"/>
    <w:rsid w:val="009927A9"/>
    <w:rsid w:val="00994207"/>
    <w:rsid w:val="00994548"/>
    <w:rsid w:val="0099567A"/>
    <w:rsid w:val="009A1BB1"/>
    <w:rsid w:val="009A48A1"/>
    <w:rsid w:val="009B4C82"/>
    <w:rsid w:val="009B6578"/>
    <w:rsid w:val="009B7110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A78BE"/>
    <w:rsid w:val="00AC26F6"/>
    <w:rsid w:val="00AC6410"/>
    <w:rsid w:val="00AC6F55"/>
    <w:rsid w:val="00AD5ACD"/>
    <w:rsid w:val="00AD70E0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748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D6240"/>
    <w:rsid w:val="00BE244F"/>
    <w:rsid w:val="00BE4891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135C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5D26"/>
    <w:rsid w:val="00CA247E"/>
    <w:rsid w:val="00CA61D6"/>
    <w:rsid w:val="00CA63B2"/>
    <w:rsid w:val="00CA76C1"/>
    <w:rsid w:val="00CA7FCA"/>
    <w:rsid w:val="00CB0A32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47B17"/>
    <w:rsid w:val="00D50A29"/>
    <w:rsid w:val="00D510F8"/>
    <w:rsid w:val="00D57F3E"/>
    <w:rsid w:val="00D64876"/>
    <w:rsid w:val="00D659AC"/>
    <w:rsid w:val="00D65A5D"/>
    <w:rsid w:val="00D66DD0"/>
    <w:rsid w:val="00D74072"/>
    <w:rsid w:val="00D7588E"/>
    <w:rsid w:val="00D814EC"/>
    <w:rsid w:val="00D83439"/>
    <w:rsid w:val="00D83A9A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DF6202"/>
    <w:rsid w:val="00E00492"/>
    <w:rsid w:val="00E005C3"/>
    <w:rsid w:val="00E01403"/>
    <w:rsid w:val="00E03A2A"/>
    <w:rsid w:val="00E04E8B"/>
    <w:rsid w:val="00E103D2"/>
    <w:rsid w:val="00E17C37"/>
    <w:rsid w:val="00E21615"/>
    <w:rsid w:val="00E23571"/>
    <w:rsid w:val="00E24387"/>
    <w:rsid w:val="00E26337"/>
    <w:rsid w:val="00E26841"/>
    <w:rsid w:val="00E33916"/>
    <w:rsid w:val="00E33A99"/>
    <w:rsid w:val="00E33AB2"/>
    <w:rsid w:val="00E43186"/>
    <w:rsid w:val="00E5079C"/>
    <w:rsid w:val="00E60BDE"/>
    <w:rsid w:val="00E65D2D"/>
    <w:rsid w:val="00E667B1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44D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5367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22C"/>
    <w:rsid w:val="00F43866"/>
    <w:rsid w:val="00F43926"/>
    <w:rsid w:val="00F441D3"/>
    <w:rsid w:val="00F566E2"/>
    <w:rsid w:val="00F65DF0"/>
    <w:rsid w:val="00F677FC"/>
    <w:rsid w:val="00F67E40"/>
    <w:rsid w:val="00F707E1"/>
    <w:rsid w:val="00F80B7C"/>
    <w:rsid w:val="00F84016"/>
    <w:rsid w:val="00F8586D"/>
    <w:rsid w:val="00F862A4"/>
    <w:rsid w:val="00F922EA"/>
    <w:rsid w:val="00F923DF"/>
    <w:rsid w:val="00F92E4E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B72FF"/>
    <w:rsid w:val="00FC2799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21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2235</TotalTime>
  <Pages>11</Pages>
  <Words>1899</Words>
  <Characters>10828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280</cp:revision>
  <cp:lastPrinted>2021-09-03T06:31:00Z</cp:lastPrinted>
  <dcterms:created xsi:type="dcterms:W3CDTF">2018-08-07T11:48:00Z</dcterms:created>
  <dcterms:modified xsi:type="dcterms:W3CDTF">2022-12-29T12:33:00Z</dcterms:modified>
</cp:coreProperties>
</file>