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E1BD4" w:rsidRPr="00F945BC" w:rsidTr="00F945BC">
        <w:tc>
          <w:tcPr>
            <w:tcW w:w="8934" w:type="dxa"/>
          </w:tcPr>
          <w:p w:rsidR="001E1BD4" w:rsidRPr="00F945BC" w:rsidRDefault="001E1BD4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E1BD4" w:rsidRDefault="001E1BD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1E1BD4" w:rsidRDefault="001E1BD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</w:t>
            </w:r>
          </w:p>
          <w:p w:rsidR="001E1BD4" w:rsidRDefault="001E1BD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 Темрюкского района</w:t>
            </w:r>
          </w:p>
          <w:p w:rsidR="001E1BD4" w:rsidRDefault="001E1BD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szCs w:val="28"/>
              </w:rPr>
              <w:t>от 29.12.2022 г. № 277</w:t>
            </w:r>
          </w:p>
          <w:p w:rsidR="001E1BD4" w:rsidRPr="00EE5BAC" w:rsidRDefault="001E1BD4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E1BD4" w:rsidRPr="00EE5BAC" w:rsidRDefault="001E1BD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E1BD4" w:rsidRPr="00EE5BAC" w:rsidRDefault="001E1BD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E1BD4" w:rsidRPr="00EE5BAC" w:rsidRDefault="001E1BD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E1BD4" w:rsidRDefault="001E1BD4" w:rsidP="009E240D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217</w:t>
            </w:r>
          </w:p>
          <w:p w:rsidR="001E1BD4" w:rsidRPr="00F945BC" w:rsidRDefault="001E1BD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E1BD4" w:rsidRPr="00885C29" w:rsidRDefault="001E1BD4" w:rsidP="001157F7"/>
    <w:p w:rsidR="001E1BD4" w:rsidRDefault="001E1BD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E1BD4" w:rsidRPr="00250B58" w:rsidRDefault="001E1BD4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1E1BD4" w:rsidRDefault="001E1BD4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1E1BD4" w:rsidRPr="00950972" w:rsidRDefault="001E1BD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E1BD4" w:rsidRPr="00250B58" w:rsidRDefault="001E1BD4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1E1BD4" w:rsidRPr="00950972" w:rsidRDefault="001E1BD4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E1BD4" w:rsidRDefault="001E1BD4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1E1BD4" w:rsidRPr="00855115" w:rsidRDefault="001E1BD4" w:rsidP="00F9512D">
            <w:pPr>
              <w:rPr>
                <w:szCs w:val="28"/>
              </w:rPr>
            </w:pP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E1BD4" w:rsidRDefault="001E1BD4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E1BD4" w:rsidRPr="0096600F" w:rsidRDefault="001E1BD4" w:rsidP="00221E58">
            <w:pPr>
              <w:rPr>
                <w:szCs w:val="28"/>
              </w:rPr>
            </w:pP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E1BD4" w:rsidRDefault="001E1BD4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E1BD4" w:rsidRPr="00190885" w:rsidRDefault="001E1BD4" w:rsidP="00F9512D">
            <w:pPr>
              <w:rPr>
                <w:b/>
                <w:szCs w:val="28"/>
              </w:rPr>
            </w:pP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E1BD4" w:rsidRPr="00E823BE" w:rsidRDefault="001E1BD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1E1BD4" w:rsidRPr="009C4950" w:rsidRDefault="001E1BD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1E1BD4" w:rsidRPr="00190885" w:rsidRDefault="001E1BD4" w:rsidP="00221E58">
            <w:pPr>
              <w:rPr>
                <w:b/>
                <w:szCs w:val="28"/>
              </w:rPr>
            </w:pP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E1BD4" w:rsidRDefault="001E1BD4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1E1BD4" w:rsidRPr="00221E58" w:rsidRDefault="001E1BD4" w:rsidP="00221E58">
            <w:pPr>
              <w:contextualSpacing/>
              <w:rPr>
                <w:szCs w:val="28"/>
              </w:rPr>
            </w:pP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E1BD4" w:rsidRDefault="001E1BD4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1E1BD4" w:rsidRDefault="001E1BD4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E1BD4" w:rsidRPr="009F22D5" w:rsidRDefault="001E1BD4" w:rsidP="00A3694D">
            <w:pPr>
              <w:contextualSpacing/>
              <w:rPr>
                <w:szCs w:val="28"/>
              </w:rPr>
            </w:pP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1E1BD4" w:rsidRPr="000C3C23" w:rsidRDefault="001E1BD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E1BD4" w:rsidRDefault="001E1BD4" w:rsidP="00E64895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замена трубопроводов и запорной арматуры;</w:t>
            </w:r>
          </w:p>
          <w:p w:rsidR="001E1BD4" w:rsidRDefault="001E1BD4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1E1BD4" w:rsidRPr="000C3C23" w:rsidRDefault="001E1BD4" w:rsidP="009C4950">
            <w:pPr>
              <w:rPr>
                <w:szCs w:val="28"/>
              </w:rPr>
            </w:pP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E1BD4" w:rsidRPr="00A46A72" w:rsidRDefault="001E1BD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E1BD4" w:rsidRPr="00A46A72" w:rsidRDefault="001E1BD4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E1BD4" w:rsidRPr="00190885" w:rsidRDefault="001E1BD4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E1BD4" w:rsidRPr="00190885" w:rsidRDefault="001E1BD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E1BD4" w:rsidRPr="00190885" w:rsidRDefault="001E1BD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E1BD4" w:rsidRPr="00190885" w:rsidRDefault="001E1BD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E1BD4" w:rsidRPr="00190885" w:rsidRDefault="001E1BD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E1BD4" w:rsidRPr="00190885" w:rsidRDefault="001E1BD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2 297,7</w:t>
            </w:r>
          </w:p>
        </w:tc>
        <w:tc>
          <w:tcPr>
            <w:tcW w:w="1842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E1BD4" w:rsidRPr="00190885" w:rsidRDefault="001E1BD4" w:rsidP="00DD0FC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2 297,7</w:t>
            </w:r>
          </w:p>
        </w:tc>
        <w:tc>
          <w:tcPr>
            <w:tcW w:w="2019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E1BD4" w:rsidRPr="00190885" w:rsidRDefault="001E1BD4" w:rsidP="00DD0FC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2 297,7</w:t>
            </w:r>
          </w:p>
        </w:tc>
        <w:tc>
          <w:tcPr>
            <w:tcW w:w="1842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E1BD4" w:rsidRPr="00190885" w:rsidRDefault="001E1BD4" w:rsidP="00DD0FC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2 297,7</w:t>
            </w:r>
          </w:p>
        </w:tc>
        <w:tc>
          <w:tcPr>
            <w:tcW w:w="2019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E1BD4" w:rsidRPr="008A6FA1" w:rsidTr="00F9512D">
        <w:tc>
          <w:tcPr>
            <w:tcW w:w="14560" w:type="dxa"/>
            <w:gridSpan w:val="6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E1BD4" w:rsidRPr="008A6FA1" w:rsidTr="00F9512D">
        <w:tc>
          <w:tcPr>
            <w:tcW w:w="14560" w:type="dxa"/>
            <w:gridSpan w:val="6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E1BD4" w:rsidRPr="00190885" w:rsidRDefault="001E1BD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E1BD4" w:rsidRPr="00190885" w:rsidRDefault="001E1BD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E1BD4" w:rsidRPr="00190885" w:rsidRDefault="001E1BD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E1BD4" w:rsidRPr="00190885" w:rsidRDefault="001E1BD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E1BD4" w:rsidRPr="00190885" w:rsidRDefault="001E1BD4" w:rsidP="00F9512D">
            <w:pPr>
              <w:pStyle w:val="ConsPlusNormal0"/>
              <w:rPr>
                <w:szCs w:val="28"/>
              </w:rPr>
            </w:pPr>
          </w:p>
        </w:tc>
      </w:tr>
      <w:tr w:rsidR="001E1BD4" w:rsidRPr="008A6FA1" w:rsidTr="00F9512D">
        <w:tc>
          <w:tcPr>
            <w:tcW w:w="6374" w:type="dxa"/>
          </w:tcPr>
          <w:p w:rsidR="001E1BD4" w:rsidRPr="00190885" w:rsidRDefault="001E1BD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E1BD4" w:rsidRPr="00190885" w:rsidRDefault="001E1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E1BD4" w:rsidRDefault="001E1BD4" w:rsidP="000D52C5">
      <w:pPr>
        <w:rPr>
          <w:szCs w:val="28"/>
        </w:rPr>
      </w:pPr>
    </w:p>
    <w:p w:rsidR="001E1BD4" w:rsidRDefault="001E1BD4" w:rsidP="000D52C5">
      <w:pPr>
        <w:rPr>
          <w:szCs w:val="28"/>
        </w:rPr>
      </w:pPr>
    </w:p>
    <w:p w:rsidR="001E1BD4" w:rsidRDefault="001E1BD4" w:rsidP="00851726">
      <w:pPr>
        <w:pStyle w:val="ListParagraph"/>
        <w:ind w:left="360"/>
        <w:jc w:val="center"/>
        <w:rPr>
          <w:b/>
        </w:rPr>
      </w:pPr>
    </w:p>
    <w:p w:rsidR="001E1BD4" w:rsidRDefault="001E1BD4" w:rsidP="00851726">
      <w:pPr>
        <w:pStyle w:val="ListParagraph"/>
        <w:ind w:left="360"/>
        <w:jc w:val="center"/>
        <w:rPr>
          <w:b/>
        </w:rPr>
      </w:pPr>
    </w:p>
    <w:p w:rsidR="001E1BD4" w:rsidRDefault="001E1BD4" w:rsidP="00851726">
      <w:pPr>
        <w:pStyle w:val="ListParagraph"/>
        <w:ind w:left="360"/>
        <w:jc w:val="center"/>
        <w:rPr>
          <w:b/>
        </w:rPr>
      </w:pPr>
    </w:p>
    <w:p w:rsidR="001E1BD4" w:rsidRDefault="001E1BD4" w:rsidP="00851726">
      <w:pPr>
        <w:pStyle w:val="ListParagraph"/>
        <w:ind w:left="360"/>
        <w:jc w:val="center"/>
        <w:rPr>
          <w:b/>
        </w:rPr>
      </w:pPr>
    </w:p>
    <w:p w:rsidR="001E1BD4" w:rsidRDefault="001E1BD4" w:rsidP="00851726">
      <w:pPr>
        <w:pStyle w:val="ListParagraph"/>
        <w:ind w:left="360"/>
        <w:jc w:val="center"/>
        <w:rPr>
          <w:b/>
        </w:rPr>
      </w:pPr>
    </w:p>
    <w:p w:rsidR="001E1BD4" w:rsidRDefault="001E1BD4" w:rsidP="00851726">
      <w:pPr>
        <w:pStyle w:val="ListParagraph"/>
        <w:ind w:left="360"/>
        <w:jc w:val="center"/>
        <w:rPr>
          <w:b/>
        </w:rPr>
      </w:pPr>
    </w:p>
    <w:p w:rsidR="001E1BD4" w:rsidRDefault="001E1BD4" w:rsidP="00851726">
      <w:pPr>
        <w:pStyle w:val="ListParagraph"/>
        <w:ind w:left="360"/>
        <w:jc w:val="center"/>
        <w:rPr>
          <w:b/>
        </w:rPr>
      </w:pPr>
    </w:p>
    <w:p w:rsidR="001E1BD4" w:rsidRDefault="001E1BD4" w:rsidP="00851726">
      <w:pPr>
        <w:pStyle w:val="ListParagraph"/>
        <w:ind w:left="360"/>
        <w:jc w:val="center"/>
        <w:rPr>
          <w:b/>
        </w:rPr>
      </w:pPr>
    </w:p>
    <w:p w:rsidR="001E1BD4" w:rsidRDefault="001E1BD4" w:rsidP="00851726">
      <w:pPr>
        <w:pStyle w:val="ListParagraph"/>
        <w:ind w:left="360"/>
        <w:jc w:val="center"/>
        <w:rPr>
          <w:b/>
        </w:rPr>
      </w:pPr>
    </w:p>
    <w:p w:rsidR="001E1BD4" w:rsidRDefault="001E1BD4" w:rsidP="00851726">
      <w:pPr>
        <w:pStyle w:val="ListParagraph"/>
        <w:ind w:left="360"/>
        <w:jc w:val="center"/>
        <w:rPr>
          <w:b/>
        </w:rPr>
      </w:pPr>
    </w:p>
    <w:p w:rsidR="001E1BD4" w:rsidRDefault="001E1BD4" w:rsidP="00851726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E1BD4" w:rsidRPr="00250B58" w:rsidRDefault="001E1BD4" w:rsidP="00851726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1E1BD4" w:rsidRDefault="001E1BD4" w:rsidP="00851726">
      <w:pPr>
        <w:ind w:firstLine="709"/>
        <w:jc w:val="both"/>
      </w:pPr>
    </w:p>
    <w:p w:rsidR="001E1BD4" w:rsidRDefault="001E1BD4" w:rsidP="00851726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E1BD4" w:rsidRDefault="001E1BD4" w:rsidP="00851726">
      <w:pPr>
        <w:jc w:val="center"/>
        <w:rPr>
          <w:szCs w:val="28"/>
        </w:rPr>
      </w:pPr>
    </w:p>
    <w:p w:rsidR="001E1BD4" w:rsidRDefault="001E1BD4" w:rsidP="00851726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1E1BD4" w:rsidRPr="00250B58" w:rsidRDefault="001E1BD4" w:rsidP="00851726">
      <w:pPr>
        <w:jc w:val="center"/>
        <w:rPr>
          <w:b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E1BD4" w:rsidTr="004E6DFC">
        <w:tc>
          <w:tcPr>
            <w:tcW w:w="648" w:type="dxa"/>
            <w:vMerge w:val="restart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E1BD4" w:rsidRPr="00AC26F6" w:rsidRDefault="001E1BD4" w:rsidP="004E6DFC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E1BD4" w:rsidRPr="00AC26F6" w:rsidRDefault="001E1BD4" w:rsidP="004E6DFC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E1BD4" w:rsidTr="004E6DFC">
        <w:tc>
          <w:tcPr>
            <w:tcW w:w="648" w:type="dxa"/>
            <w:vMerge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E1BD4" w:rsidRPr="00AC26F6" w:rsidRDefault="001E1BD4" w:rsidP="004E6DFC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E1BD4" w:rsidRPr="00AC26F6" w:rsidRDefault="001E1BD4" w:rsidP="004E6DF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1E1BD4" w:rsidTr="004E6DFC">
        <w:tc>
          <w:tcPr>
            <w:tcW w:w="648" w:type="dxa"/>
          </w:tcPr>
          <w:p w:rsidR="001E1BD4" w:rsidRPr="00AC26F6" w:rsidRDefault="001E1BD4" w:rsidP="004E6DFC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E1BD4" w:rsidRPr="00AC26F6" w:rsidRDefault="001E1BD4" w:rsidP="004E6DFC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E1BD4" w:rsidRPr="00AC26F6" w:rsidRDefault="001E1BD4" w:rsidP="004E6DFC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E1BD4" w:rsidRPr="00AC26F6" w:rsidRDefault="001E1BD4" w:rsidP="004E6DFC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E1BD4" w:rsidRPr="00AC26F6" w:rsidRDefault="001E1BD4" w:rsidP="004E6DFC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E1BD4" w:rsidRPr="00AC26F6" w:rsidRDefault="001E1BD4" w:rsidP="004E6DFC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E1BD4" w:rsidTr="004E6DFC">
        <w:tc>
          <w:tcPr>
            <w:tcW w:w="648" w:type="dxa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E1BD4" w:rsidRDefault="001E1BD4" w:rsidP="004E6DFC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1E1BD4" w:rsidRPr="00AC26F6" w:rsidRDefault="001E1BD4" w:rsidP="004E6DFC">
            <w:pPr>
              <w:jc w:val="center"/>
              <w:rPr>
                <w:szCs w:val="28"/>
              </w:rPr>
            </w:pPr>
          </w:p>
        </w:tc>
      </w:tr>
      <w:tr w:rsidR="001E1BD4" w:rsidTr="004E6DFC">
        <w:tc>
          <w:tcPr>
            <w:tcW w:w="648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E1BD4" w:rsidRPr="00AC26F6" w:rsidRDefault="001E1BD4" w:rsidP="004E6DFC">
            <w:pPr>
              <w:rPr>
                <w:b/>
                <w:szCs w:val="28"/>
              </w:rPr>
            </w:pPr>
            <w:r>
              <w:rPr>
                <w:szCs w:val="28"/>
              </w:rPr>
              <w:t>замена трубопроводов и запорной арматуры</w:t>
            </w:r>
          </w:p>
        </w:tc>
        <w:tc>
          <w:tcPr>
            <w:tcW w:w="1620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2 910</w:t>
            </w:r>
          </w:p>
        </w:tc>
      </w:tr>
      <w:tr w:rsidR="001E1BD4" w:rsidTr="004E6DFC">
        <w:tc>
          <w:tcPr>
            <w:tcW w:w="648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E1BD4" w:rsidRPr="00AC26F6" w:rsidRDefault="001E1BD4" w:rsidP="004E6DFC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</w:p>
        </w:tc>
      </w:tr>
      <w:tr w:rsidR="001E1BD4" w:rsidTr="004E6DFC">
        <w:tc>
          <w:tcPr>
            <w:tcW w:w="648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1E1BD4" w:rsidRDefault="001E1BD4" w:rsidP="004E6DFC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1E1BD4" w:rsidRPr="00AC26F6" w:rsidRDefault="001E1BD4" w:rsidP="004E6DFC">
            <w:pPr>
              <w:jc w:val="center"/>
              <w:rPr>
                <w:szCs w:val="28"/>
              </w:rPr>
            </w:pPr>
          </w:p>
        </w:tc>
      </w:tr>
      <w:tr w:rsidR="001E1BD4" w:rsidTr="004E6DFC">
        <w:tc>
          <w:tcPr>
            <w:tcW w:w="648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E1BD4" w:rsidRPr="00C25175" w:rsidRDefault="001E1BD4" w:rsidP="004E6DFC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</w:tc>
        <w:tc>
          <w:tcPr>
            <w:tcW w:w="1620" w:type="dxa"/>
            <w:vAlign w:val="center"/>
          </w:tcPr>
          <w:p w:rsidR="001E1BD4" w:rsidRPr="00C25175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E1BD4" w:rsidRPr="00C25175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E1BD4" w:rsidRPr="00C25175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1E1BD4" w:rsidRPr="00877383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E1BD4" w:rsidTr="004E6DFC">
        <w:tc>
          <w:tcPr>
            <w:tcW w:w="648" w:type="dxa"/>
            <w:vAlign w:val="center"/>
          </w:tcPr>
          <w:p w:rsidR="001E1BD4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1E1BD4" w:rsidRPr="009A338E" w:rsidRDefault="001E1BD4" w:rsidP="004E6DFC">
            <w:pPr>
              <w:rPr>
                <w:szCs w:val="28"/>
              </w:rPr>
            </w:pPr>
            <w:r w:rsidRPr="009A338E">
              <w:rPr>
                <w:szCs w:val="28"/>
              </w:rPr>
              <w:t>техническое обслуживание газопровода</w:t>
            </w:r>
          </w:p>
        </w:tc>
        <w:tc>
          <w:tcPr>
            <w:tcW w:w="1620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усл. ед.</w:t>
            </w:r>
          </w:p>
        </w:tc>
        <w:tc>
          <w:tcPr>
            <w:tcW w:w="900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E1BD4" w:rsidRPr="00AC26F6" w:rsidRDefault="001E1BD4" w:rsidP="004E6D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E1BD4" w:rsidTr="004E6DFC">
        <w:tc>
          <w:tcPr>
            <w:tcW w:w="648" w:type="dxa"/>
            <w:vAlign w:val="center"/>
          </w:tcPr>
          <w:p w:rsidR="001E1BD4" w:rsidRDefault="001E1BD4" w:rsidP="004E6DFC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E1BD4" w:rsidRPr="00C25175" w:rsidRDefault="001E1BD4" w:rsidP="004E6DFC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E1BD4" w:rsidRPr="00C25175" w:rsidRDefault="001E1BD4" w:rsidP="004E6DFC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E1BD4" w:rsidRPr="00C25175" w:rsidRDefault="001E1BD4" w:rsidP="004E6DFC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E1BD4" w:rsidRPr="00C25175" w:rsidRDefault="001E1BD4" w:rsidP="004E6DFC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E1BD4" w:rsidRPr="00C25175" w:rsidRDefault="001E1BD4" w:rsidP="004E6DFC">
            <w:pPr>
              <w:jc w:val="center"/>
              <w:rPr>
                <w:szCs w:val="28"/>
              </w:rPr>
            </w:pPr>
          </w:p>
        </w:tc>
      </w:tr>
    </w:tbl>
    <w:p w:rsidR="001E1BD4" w:rsidRDefault="001E1BD4" w:rsidP="00851726">
      <w:pPr>
        <w:jc w:val="center"/>
        <w:rPr>
          <w:b/>
          <w:szCs w:val="28"/>
        </w:rPr>
      </w:pPr>
    </w:p>
    <w:p w:rsidR="001E1BD4" w:rsidRPr="003C75F8" w:rsidRDefault="001E1BD4" w:rsidP="00851726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E1BD4" w:rsidRPr="003C75F8" w:rsidRDefault="001E1BD4" w:rsidP="00851726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E1BD4" w:rsidRPr="00250B58" w:rsidRDefault="001E1BD4" w:rsidP="00851726">
      <w:pPr>
        <w:jc w:val="center"/>
        <w:rPr>
          <w:b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1E1BD4" w:rsidRPr="00F032F5" w:rsidRDefault="001E1BD4" w:rsidP="00851726">
      <w:pPr>
        <w:jc w:val="center"/>
        <w:rPr>
          <w:b/>
          <w:szCs w:val="28"/>
        </w:rPr>
      </w:pPr>
    </w:p>
    <w:p w:rsidR="001E1BD4" w:rsidRPr="003C75F8" w:rsidRDefault="001E1BD4" w:rsidP="00851726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E1BD4" w:rsidRPr="00C404E0" w:rsidTr="004E6DFC">
        <w:tc>
          <w:tcPr>
            <w:tcW w:w="730" w:type="dxa"/>
          </w:tcPr>
          <w:p w:rsidR="001E1BD4" w:rsidRPr="00C404E0" w:rsidRDefault="001E1BD4" w:rsidP="004E6DF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E1BD4" w:rsidRPr="00C404E0" w:rsidRDefault="001E1BD4" w:rsidP="004E6DF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E1BD4" w:rsidRPr="00C404E0" w:rsidRDefault="001E1BD4" w:rsidP="004E6DF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E1BD4" w:rsidRPr="00C404E0" w:rsidRDefault="001E1BD4" w:rsidP="004E6DF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E1BD4" w:rsidRPr="00C404E0" w:rsidRDefault="001E1BD4" w:rsidP="004E6DF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E1BD4" w:rsidRPr="00C404E0" w:rsidRDefault="001E1BD4" w:rsidP="004E6DF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E1BD4" w:rsidRPr="00C404E0" w:rsidRDefault="001E1BD4" w:rsidP="004E6DF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E1BD4" w:rsidRPr="00C404E0" w:rsidRDefault="001E1BD4" w:rsidP="004E6DF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E1BD4" w:rsidRPr="0054045D" w:rsidRDefault="001E1BD4" w:rsidP="0085172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E1BD4" w:rsidRPr="000B0521" w:rsidTr="004E6DFC">
        <w:tc>
          <w:tcPr>
            <w:tcW w:w="726" w:type="dxa"/>
          </w:tcPr>
          <w:p w:rsidR="001E1BD4" w:rsidRPr="000B0521" w:rsidRDefault="001E1BD4" w:rsidP="004E6DF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E1BD4" w:rsidRPr="000B0521" w:rsidRDefault="001E1BD4" w:rsidP="004E6DF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E1BD4" w:rsidRPr="000B0521" w:rsidRDefault="001E1BD4" w:rsidP="004E6DF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E1BD4" w:rsidRPr="000B0521" w:rsidRDefault="001E1BD4" w:rsidP="004E6DF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E1BD4" w:rsidRPr="000B0521" w:rsidRDefault="001E1BD4" w:rsidP="004E6DF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E1BD4" w:rsidRPr="000B0521" w:rsidRDefault="001E1BD4" w:rsidP="004E6DF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E1BD4" w:rsidRPr="000B0521" w:rsidRDefault="001E1BD4" w:rsidP="004E6DF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E1BD4" w:rsidRPr="000B0521" w:rsidRDefault="001E1BD4" w:rsidP="004E6DF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E1BD4" w:rsidRPr="00F945BC" w:rsidTr="004E6DFC">
        <w:tc>
          <w:tcPr>
            <w:tcW w:w="726" w:type="dxa"/>
          </w:tcPr>
          <w:p w:rsidR="001E1BD4" w:rsidRPr="00C404E0" w:rsidRDefault="001E1BD4" w:rsidP="004E6DF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E1BD4" w:rsidRPr="00817133" w:rsidRDefault="001E1BD4" w:rsidP="004E6DF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1E1BD4" w:rsidRPr="00C404E0" w:rsidRDefault="001E1BD4" w:rsidP="004E6DFC">
            <w:pPr>
              <w:jc w:val="center"/>
              <w:rPr>
                <w:sz w:val="24"/>
                <w:szCs w:val="24"/>
              </w:rPr>
            </w:pPr>
          </w:p>
        </w:tc>
      </w:tr>
      <w:tr w:rsidR="001E1BD4" w:rsidRPr="00F945BC" w:rsidTr="004E6DFC">
        <w:tc>
          <w:tcPr>
            <w:tcW w:w="726" w:type="dxa"/>
          </w:tcPr>
          <w:p w:rsidR="001E1BD4" w:rsidRPr="00C404E0" w:rsidRDefault="001E1BD4" w:rsidP="004E6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E1BD4" w:rsidRPr="00465F55" w:rsidRDefault="001E1BD4" w:rsidP="004E6DFC">
            <w:pPr>
              <w:rPr>
                <w:sz w:val="24"/>
                <w:szCs w:val="24"/>
              </w:rPr>
            </w:pPr>
            <w:r w:rsidRPr="00465F55">
              <w:rPr>
                <w:sz w:val="24"/>
                <w:szCs w:val="24"/>
              </w:rPr>
              <w:t>замена трубопроводов и запорной арматуры</w:t>
            </w:r>
          </w:p>
        </w:tc>
        <w:tc>
          <w:tcPr>
            <w:tcW w:w="1519" w:type="dxa"/>
            <w:vAlign w:val="center"/>
          </w:tcPr>
          <w:p w:rsidR="001E1BD4" w:rsidRDefault="001E1BD4" w:rsidP="004E6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46" w:type="dxa"/>
          </w:tcPr>
          <w:p w:rsidR="001E1BD4" w:rsidRPr="00B51199" w:rsidRDefault="001E1BD4" w:rsidP="004E6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E1BD4" w:rsidRPr="00F57EFB" w:rsidRDefault="001E1BD4" w:rsidP="004E6DF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E1BD4" w:rsidRPr="00F57EFB" w:rsidRDefault="001E1BD4" w:rsidP="004E6DF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E1BD4" w:rsidRPr="00F57EFB" w:rsidRDefault="001E1BD4" w:rsidP="004E6DF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E1BD4" w:rsidRPr="00F945BC" w:rsidRDefault="001E1BD4" w:rsidP="004E6DF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E1BD4" w:rsidRPr="00F945BC" w:rsidTr="004E6DFC">
        <w:tc>
          <w:tcPr>
            <w:tcW w:w="726" w:type="dxa"/>
          </w:tcPr>
          <w:p w:rsidR="001E1BD4" w:rsidRPr="00C404E0" w:rsidRDefault="001E1BD4" w:rsidP="004E6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E1BD4" w:rsidRPr="00215EF9" w:rsidRDefault="001E1BD4" w:rsidP="004E6DFC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1E1BD4" w:rsidRPr="00F945BC" w:rsidRDefault="001E1BD4" w:rsidP="004E6DFC">
            <w:pPr>
              <w:jc w:val="center"/>
              <w:rPr>
                <w:szCs w:val="28"/>
              </w:rPr>
            </w:pPr>
          </w:p>
        </w:tc>
      </w:tr>
      <w:tr w:rsidR="001E1BD4" w:rsidRPr="00F945BC" w:rsidTr="004E6DFC">
        <w:tc>
          <w:tcPr>
            <w:tcW w:w="726" w:type="dxa"/>
          </w:tcPr>
          <w:p w:rsidR="001E1BD4" w:rsidRDefault="001E1BD4" w:rsidP="004E6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E1BD4" w:rsidRPr="00937FF1" w:rsidRDefault="001E1BD4" w:rsidP="004E6DFC">
            <w:pPr>
              <w:rPr>
                <w:sz w:val="24"/>
                <w:szCs w:val="24"/>
              </w:rPr>
            </w:pPr>
            <w:r w:rsidRPr="00937FF1">
              <w:rPr>
                <w:sz w:val="24"/>
                <w:szCs w:val="24"/>
              </w:rPr>
              <w:t>техническое обслуживание газопровода</w:t>
            </w:r>
          </w:p>
        </w:tc>
        <w:tc>
          <w:tcPr>
            <w:tcW w:w="1519" w:type="dxa"/>
            <w:vAlign w:val="center"/>
          </w:tcPr>
          <w:p w:rsidR="001E1BD4" w:rsidRPr="00C404E0" w:rsidRDefault="001E1BD4" w:rsidP="004E6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E1BD4" w:rsidRPr="00B51199" w:rsidRDefault="001E1BD4" w:rsidP="004E6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E1BD4" w:rsidRPr="00F57EFB" w:rsidRDefault="001E1BD4" w:rsidP="004E6DF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E1BD4" w:rsidRPr="00F57EFB" w:rsidRDefault="001E1BD4" w:rsidP="004E6DF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E1BD4" w:rsidRPr="00F57EFB" w:rsidRDefault="001E1BD4" w:rsidP="004E6DF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E1BD4" w:rsidRPr="00F945BC" w:rsidRDefault="001E1BD4" w:rsidP="004E6DF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E1BD4" w:rsidRPr="00F945BC" w:rsidTr="004E6DFC">
        <w:tc>
          <w:tcPr>
            <w:tcW w:w="726" w:type="dxa"/>
          </w:tcPr>
          <w:p w:rsidR="001E1BD4" w:rsidRDefault="001E1BD4" w:rsidP="004E6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E1BD4" w:rsidRPr="00817133" w:rsidRDefault="001E1BD4" w:rsidP="004E6DFC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количество мероприятий, необходимых для ввода в эксплуатацию объектов инженерной инфраструктуры</w:t>
            </w:r>
          </w:p>
        </w:tc>
        <w:tc>
          <w:tcPr>
            <w:tcW w:w="1519" w:type="dxa"/>
            <w:vAlign w:val="center"/>
          </w:tcPr>
          <w:p w:rsidR="001E1BD4" w:rsidRPr="00C404E0" w:rsidRDefault="001E1BD4" w:rsidP="004E6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E1BD4" w:rsidRPr="00F945BC" w:rsidRDefault="001E1BD4" w:rsidP="004E6DF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E1BD4" w:rsidRDefault="001E1BD4" w:rsidP="004E6DF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1E1BD4" w:rsidRPr="00F945BC" w:rsidRDefault="001E1BD4" w:rsidP="004E6DF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1E1BD4" w:rsidRPr="00F57EFB" w:rsidRDefault="001E1BD4" w:rsidP="004E6DF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E1BD4" w:rsidRPr="00F57EFB" w:rsidRDefault="001E1BD4" w:rsidP="004E6DF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E1BD4" w:rsidRPr="00E57BE0" w:rsidRDefault="001E1BD4" w:rsidP="004E6DF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E1BD4" w:rsidRDefault="001E1BD4" w:rsidP="00851726">
      <w:pPr>
        <w:jc w:val="both"/>
        <w:rPr>
          <w:szCs w:val="28"/>
        </w:rPr>
      </w:pPr>
    </w:p>
    <w:p w:rsidR="001E1BD4" w:rsidRDefault="001E1BD4" w:rsidP="00851726">
      <w:pPr>
        <w:jc w:val="both"/>
        <w:rPr>
          <w:szCs w:val="28"/>
        </w:rPr>
      </w:pPr>
    </w:p>
    <w:p w:rsidR="001E1BD4" w:rsidRDefault="001E1BD4" w:rsidP="000D52C5">
      <w:pPr>
        <w:rPr>
          <w:szCs w:val="28"/>
        </w:rPr>
      </w:pPr>
    </w:p>
    <w:p w:rsidR="001E1BD4" w:rsidRDefault="001E1BD4" w:rsidP="000D52C5">
      <w:pPr>
        <w:rPr>
          <w:szCs w:val="28"/>
        </w:rPr>
      </w:pPr>
      <w:r>
        <w:rPr>
          <w:szCs w:val="28"/>
        </w:rPr>
        <w:t>Заместитель главы</w:t>
      </w:r>
    </w:p>
    <w:p w:rsidR="001E1BD4" w:rsidRDefault="001E1BD4" w:rsidP="000D52C5">
      <w:pPr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E1BD4" w:rsidRDefault="001E1BD4" w:rsidP="000D52C5">
      <w:pPr>
        <w:rPr>
          <w:b/>
        </w:rPr>
      </w:pPr>
      <w:r>
        <w:t>поселения Темрюкского района                                                                                                                             Е.М. Зимина</w:t>
      </w:r>
    </w:p>
    <w:p w:rsidR="001E1BD4" w:rsidRDefault="001E1BD4">
      <w:pPr>
        <w:rPr>
          <w:szCs w:val="28"/>
        </w:rPr>
      </w:pPr>
    </w:p>
    <w:sectPr w:rsidR="001E1BD4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BD4" w:rsidRDefault="001E1BD4" w:rsidP="00EF6F81">
      <w:r>
        <w:separator/>
      </w:r>
    </w:p>
  </w:endnote>
  <w:endnote w:type="continuationSeparator" w:id="0">
    <w:p w:rsidR="001E1BD4" w:rsidRDefault="001E1BD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BD4" w:rsidRDefault="001E1BD4" w:rsidP="00EF6F81">
      <w:r>
        <w:separator/>
      </w:r>
    </w:p>
  </w:footnote>
  <w:footnote w:type="continuationSeparator" w:id="0">
    <w:p w:rsidR="001E1BD4" w:rsidRDefault="001E1BD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BD4" w:rsidRDefault="001E1BD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BD4" w:rsidRDefault="001E1BD4">
    <w:pPr>
      <w:pStyle w:val="Header"/>
      <w:jc w:val="center"/>
    </w:pPr>
  </w:p>
  <w:p w:rsidR="001E1BD4" w:rsidRDefault="001E1BD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E1BD4" w:rsidRPr="00F945BC" w:rsidRDefault="001E1BD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C3D"/>
    <w:rsid w:val="00001F8B"/>
    <w:rsid w:val="000020DB"/>
    <w:rsid w:val="00002E86"/>
    <w:rsid w:val="00004796"/>
    <w:rsid w:val="00010261"/>
    <w:rsid w:val="00017FA2"/>
    <w:rsid w:val="00023F4D"/>
    <w:rsid w:val="00030F55"/>
    <w:rsid w:val="00031DF9"/>
    <w:rsid w:val="000348BC"/>
    <w:rsid w:val="0003562F"/>
    <w:rsid w:val="00036BA0"/>
    <w:rsid w:val="00043237"/>
    <w:rsid w:val="00046F33"/>
    <w:rsid w:val="000519D6"/>
    <w:rsid w:val="000520B4"/>
    <w:rsid w:val="0005300F"/>
    <w:rsid w:val="0005555B"/>
    <w:rsid w:val="000669A4"/>
    <w:rsid w:val="00067C9E"/>
    <w:rsid w:val="00073545"/>
    <w:rsid w:val="0008158E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D52C5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0D29"/>
    <w:rsid w:val="00143C57"/>
    <w:rsid w:val="00145E87"/>
    <w:rsid w:val="0015265A"/>
    <w:rsid w:val="00153625"/>
    <w:rsid w:val="0015372F"/>
    <w:rsid w:val="00154016"/>
    <w:rsid w:val="0016103B"/>
    <w:rsid w:val="00162358"/>
    <w:rsid w:val="0016483A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1BD4"/>
    <w:rsid w:val="001E468C"/>
    <w:rsid w:val="001E7209"/>
    <w:rsid w:val="001F25CD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22DB"/>
    <w:rsid w:val="00284AEB"/>
    <w:rsid w:val="002937AE"/>
    <w:rsid w:val="00294D66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1AD"/>
    <w:rsid w:val="002E291E"/>
    <w:rsid w:val="002E5323"/>
    <w:rsid w:val="002E62B4"/>
    <w:rsid w:val="003010A4"/>
    <w:rsid w:val="00306055"/>
    <w:rsid w:val="00324FC7"/>
    <w:rsid w:val="00325B03"/>
    <w:rsid w:val="00326F04"/>
    <w:rsid w:val="003335DB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8BB"/>
    <w:rsid w:val="003A0AD1"/>
    <w:rsid w:val="003A15B5"/>
    <w:rsid w:val="003A3ADE"/>
    <w:rsid w:val="003A5E11"/>
    <w:rsid w:val="003B019F"/>
    <w:rsid w:val="003B4B63"/>
    <w:rsid w:val="003C0C91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C79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5F5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E6CCF"/>
    <w:rsid w:val="004E6DFC"/>
    <w:rsid w:val="004F106C"/>
    <w:rsid w:val="004F504A"/>
    <w:rsid w:val="0050378D"/>
    <w:rsid w:val="0050519C"/>
    <w:rsid w:val="00506C43"/>
    <w:rsid w:val="00510D19"/>
    <w:rsid w:val="005110C7"/>
    <w:rsid w:val="00520BAF"/>
    <w:rsid w:val="005346A1"/>
    <w:rsid w:val="0053507E"/>
    <w:rsid w:val="0054045D"/>
    <w:rsid w:val="0054063E"/>
    <w:rsid w:val="00541A25"/>
    <w:rsid w:val="005450A9"/>
    <w:rsid w:val="00547264"/>
    <w:rsid w:val="00551202"/>
    <w:rsid w:val="0055229B"/>
    <w:rsid w:val="00553CFA"/>
    <w:rsid w:val="005559C7"/>
    <w:rsid w:val="00561B23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3ED4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4F4C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5691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7DE"/>
    <w:rsid w:val="00815BF7"/>
    <w:rsid w:val="00817133"/>
    <w:rsid w:val="00823D33"/>
    <w:rsid w:val="00824605"/>
    <w:rsid w:val="008261B5"/>
    <w:rsid w:val="00827AAA"/>
    <w:rsid w:val="00827FDC"/>
    <w:rsid w:val="00831B7E"/>
    <w:rsid w:val="00842311"/>
    <w:rsid w:val="0084599C"/>
    <w:rsid w:val="00845C4E"/>
    <w:rsid w:val="00846A87"/>
    <w:rsid w:val="00851726"/>
    <w:rsid w:val="00855115"/>
    <w:rsid w:val="00855965"/>
    <w:rsid w:val="00876805"/>
    <w:rsid w:val="00877383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8F3E6F"/>
    <w:rsid w:val="009013AF"/>
    <w:rsid w:val="00904240"/>
    <w:rsid w:val="00910293"/>
    <w:rsid w:val="00911DA9"/>
    <w:rsid w:val="009147D6"/>
    <w:rsid w:val="0092378A"/>
    <w:rsid w:val="0092688F"/>
    <w:rsid w:val="00937318"/>
    <w:rsid w:val="00937FF1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A338E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40D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0DC4"/>
    <w:rsid w:val="00A71BA7"/>
    <w:rsid w:val="00A737FD"/>
    <w:rsid w:val="00A74297"/>
    <w:rsid w:val="00A757AF"/>
    <w:rsid w:val="00A7591C"/>
    <w:rsid w:val="00A76C37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35F2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17803"/>
    <w:rsid w:val="00B2042B"/>
    <w:rsid w:val="00B20B96"/>
    <w:rsid w:val="00B2367E"/>
    <w:rsid w:val="00B23A0A"/>
    <w:rsid w:val="00B24FD0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0CA1"/>
    <w:rsid w:val="00B71075"/>
    <w:rsid w:val="00B72FEF"/>
    <w:rsid w:val="00B745B8"/>
    <w:rsid w:val="00B76896"/>
    <w:rsid w:val="00B85358"/>
    <w:rsid w:val="00B86C1B"/>
    <w:rsid w:val="00B86DD3"/>
    <w:rsid w:val="00B87333"/>
    <w:rsid w:val="00B87A68"/>
    <w:rsid w:val="00B946DD"/>
    <w:rsid w:val="00B94A0C"/>
    <w:rsid w:val="00BA5003"/>
    <w:rsid w:val="00BA5B89"/>
    <w:rsid w:val="00BA76D6"/>
    <w:rsid w:val="00BA7AFB"/>
    <w:rsid w:val="00BB0A7D"/>
    <w:rsid w:val="00BB0CFF"/>
    <w:rsid w:val="00BB43B3"/>
    <w:rsid w:val="00BB769B"/>
    <w:rsid w:val="00BB7F9E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4AB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3536"/>
    <w:rsid w:val="00CF500C"/>
    <w:rsid w:val="00CF53E2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0D85"/>
    <w:rsid w:val="00D510F8"/>
    <w:rsid w:val="00D57F3E"/>
    <w:rsid w:val="00D65A5D"/>
    <w:rsid w:val="00D66DD0"/>
    <w:rsid w:val="00D67385"/>
    <w:rsid w:val="00D74072"/>
    <w:rsid w:val="00D7588E"/>
    <w:rsid w:val="00D814EC"/>
    <w:rsid w:val="00D85246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0FC3"/>
    <w:rsid w:val="00DD19BF"/>
    <w:rsid w:val="00DD1C2E"/>
    <w:rsid w:val="00DD1EF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7FD"/>
    <w:rsid w:val="00E33916"/>
    <w:rsid w:val="00E43186"/>
    <w:rsid w:val="00E5079C"/>
    <w:rsid w:val="00E57BE0"/>
    <w:rsid w:val="00E60BDE"/>
    <w:rsid w:val="00E6284E"/>
    <w:rsid w:val="00E64895"/>
    <w:rsid w:val="00E64AB4"/>
    <w:rsid w:val="00E6543F"/>
    <w:rsid w:val="00E70BC2"/>
    <w:rsid w:val="00E72665"/>
    <w:rsid w:val="00E73688"/>
    <w:rsid w:val="00E73774"/>
    <w:rsid w:val="00E746A1"/>
    <w:rsid w:val="00E803BD"/>
    <w:rsid w:val="00E823BE"/>
    <w:rsid w:val="00E84B65"/>
    <w:rsid w:val="00E87B77"/>
    <w:rsid w:val="00E96452"/>
    <w:rsid w:val="00E968BB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196F"/>
    <w:rsid w:val="00F230FF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196B"/>
    <w:rsid w:val="00FF5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3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2407</TotalTime>
  <Pages>6</Pages>
  <Words>960</Words>
  <Characters>5473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247</cp:revision>
  <cp:lastPrinted>2021-06-11T06:36:00Z</cp:lastPrinted>
  <dcterms:created xsi:type="dcterms:W3CDTF">2018-08-07T11:48:00Z</dcterms:created>
  <dcterms:modified xsi:type="dcterms:W3CDTF">2022-12-29T12:39:00Z</dcterms:modified>
</cp:coreProperties>
</file>