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1141A2" w:rsidRPr="00064846" w:rsidTr="00064846">
        <w:tc>
          <w:tcPr>
            <w:tcW w:w="8934" w:type="dxa"/>
          </w:tcPr>
          <w:p w:rsidR="001141A2" w:rsidRPr="00064846" w:rsidRDefault="001141A2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1141A2" w:rsidRDefault="001141A2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</w:p>
          <w:p w:rsidR="001141A2" w:rsidRDefault="001141A2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1141A2" w:rsidRDefault="001141A2" w:rsidP="00515088">
            <w:pPr>
              <w:suppressAutoHyphens/>
              <w:ind w:right="32"/>
              <w:jc w:val="right"/>
              <w:rPr>
                <w:szCs w:val="28"/>
              </w:rPr>
            </w:pPr>
            <w:r>
              <w:rPr>
                <w:szCs w:val="28"/>
              </w:rPr>
              <w:t>от 29.12.2022 г. № 276</w:t>
            </w:r>
          </w:p>
          <w:p w:rsidR="001141A2" w:rsidRDefault="001141A2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141A2" w:rsidRPr="00EE5BAC" w:rsidRDefault="001141A2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141A2" w:rsidRPr="00EE5BAC" w:rsidRDefault="001141A2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141A2" w:rsidRPr="00EE5BAC" w:rsidRDefault="001141A2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141A2" w:rsidRPr="00EE5BAC" w:rsidRDefault="001141A2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141A2" w:rsidRPr="00EE5BAC" w:rsidRDefault="001141A2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141A2" w:rsidRPr="00064846" w:rsidRDefault="001141A2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223</w:t>
            </w:r>
          </w:p>
        </w:tc>
      </w:tr>
    </w:tbl>
    <w:p w:rsidR="001141A2" w:rsidRPr="00885C29" w:rsidRDefault="001141A2" w:rsidP="001157F7"/>
    <w:p w:rsidR="001141A2" w:rsidRDefault="001141A2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141A2" w:rsidRDefault="001141A2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1141A2" w:rsidRPr="00631DB2" w:rsidRDefault="001141A2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1141A2" w:rsidRDefault="001141A2" w:rsidP="00BB769B">
      <w:pPr>
        <w:jc w:val="center"/>
        <w:rPr>
          <w:b/>
          <w:szCs w:val="28"/>
        </w:rPr>
      </w:pPr>
    </w:p>
    <w:p w:rsidR="001141A2" w:rsidRPr="00950972" w:rsidRDefault="001141A2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141A2" w:rsidRPr="00631DB2" w:rsidRDefault="001141A2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1141A2" w:rsidRPr="00950972" w:rsidRDefault="001141A2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141A2" w:rsidRPr="00855115" w:rsidRDefault="001141A2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141A2" w:rsidRDefault="001141A2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141A2" w:rsidRPr="00157189" w:rsidRDefault="001141A2" w:rsidP="006F209F">
            <w:pPr>
              <w:rPr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141A2" w:rsidRDefault="001141A2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1141A2" w:rsidRPr="00190885" w:rsidRDefault="001141A2" w:rsidP="006F209F">
            <w:pPr>
              <w:rPr>
                <w:b/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1141A2" w:rsidRDefault="001141A2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1141A2" w:rsidRPr="00190885" w:rsidRDefault="001141A2" w:rsidP="006F209F">
            <w:pPr>
              <w:rPr>
                <w:b/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141A2" w:rsidRDefault="001141A2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>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1141A2" w:rsidRPr="00A56F12" w:rsidRDefault="001141A2" w:rsidP="006F209F">
            <w:pPr>
              <w:rPr>
                <w:b/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141A2" w:rsidRDefault="001141A2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</w:p>
          <w:p w:rsidR="001141A2" w:rsidRPr="004D1434" w:rsidRDefault="001141A2" w:rsidP="006F209F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1141A2" w:rsidRPr="000C3C23" w:rsidRDefault="001141A2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141A2" w:rsidRPr="006C0885" w:rsidRDefault="001141A2" w:rsidP="006F209F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1141A2" w:rsidRPr="006D2BB7" w:rsidRDefault="001141A2" w:rsidP="006F209F">
            <w:pPr>
              <w:rPr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141A2" w:rsidRDefault="001141A2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1141A2" w:rsidRPr="00A46A72" w:rsidRDefault="001141A2" w:rsidP="006F209F">
            <w:pPr>
              <w:rPr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141A2" w:rsidRPr="00A46A72" w:rsidRDefault="001141A2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141A2" w:rsidRPr="00190885" w:rsidRDefault="001141A2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141A2" w:rsidRPr="00190885" w:rsidRDefault="001141A2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141A2" w:rsidRPr="00190885" w:rsidRDefault="001141A2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141A2" w:rsidRPr="00190885" w:rsidRDefault="001141A2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141A2" w:rsidRPr="00190885" w:rsidRDefault="001141A2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141A2" w:rsidRPr="00190885" w:rsidRDefault="001141A2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10,5</w:t>
            </w:r>
          </w:p>
        </w:tc>
        <w:tc>
          <w:tcPr>
            <w:tcW w:w="1842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141A2" w:rsidRPr="00190885" w:rsidRDefault="001141A2" w:rsidP="002362B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10,5</w:t>
            </w:r>
          </w:p>
        </w:tc>
        <w:tc>
          <w:tcPr>
            <w:tcW w:w="201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141A2" w:rsidRPr="00190885" w:rsidRDefault="001141A2" w:rsidP="002362B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10,5</w:t>
            </w:r>
          </w:p>
        </w:tc>
        <w:tc>
          <w:tcPr>
            <w:tcW w:w="1842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141A2" w:rsidRPr="00190885" w:rsidRDefault="001141A2" w:rsidP="002362B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10,5</w:t>
            </w:r>
          </w:p>
        </w:tc>
        <w:tc>
          <w:tcPr>
            <w:tcW w:w="201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141A2" w:rsidRPr="008A6FA1" w:rsidTr="006F209F">
        <w:tc>
          <w:tcPr>
            <w:tcW w:w="14560" w:type="dxa"/>
            <w:gridSpan w:val="6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141A2" w:rsidRPr="008A6FA1" w:rsidTr="006F209F">
        <w:tc>
          <w:tcPr>
            <w:tcW w:w="14560" w:type="dxa"/>
            <w:gridSpan w:val="6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</w:p>
        </w:tc>
      </w:tr>
      <w:tr w:rsidR="001141A2" w:rsidRPr="008A6FA1" w:rsidTr="006F209F">
        <w:tc>
          <w:tcPr>
            <w:tcW w:w="6374" w:type="dxa"/>
          </w:tcPr>
          <w:p w:rsidR="001141A2" w:rsidRPr="00190885" w:rsidRDefault="001141A2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141A2" w:rsidRPr="00190885" w:rsidRDefault="001141A2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141A2" w:rsidRPr="00950972" w:rsidRDefault="001141A2" w:rsidP="00BB769B">
      <w:pPr>
        <w:jc w:val="center"/>
        <w:rPr>
          <w:b/>
          <w:szCs w:val="28"/>
        </w:rPr>
      </w:pPr>
    </w:p>
    <w:p w:rsidR="001141A2" w:rsidRDefault="001141A2" w:rsidP="00EF6F81">
      <w:pPr>
        <w:jc w:val="center"/>
        <w:rPr>
          <w:szCs w:val="28"/>
        </w:rPr>
        <w:sectPr w:rsidR="001141A2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141A2" w:rsidRDefault="001141A2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1141A2" w:rsidRPr="00631DB2" w:rsidRDefault="001141A2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1141A2" w:rsidRDefault="001141A2" w:rsidP="00225687">
      <w:pPr>
        <w:ind w:firstLine="709"/>
        <w:jc w:val="both"/>
      </w:pPr>
    </w:p>
    <w:p w:rsidR="001141A2" w:rsidRDefault="001141A2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141A2" w:rsidRDefault="001141A2" w:rsidP="00EF6F81">
      <w:pPr>
        <w:jc w:val="center"/>
        <w:rPr>
          <w:szCs w:val="28"/>
        </w:rPr>
      </w:pPr>
    </w:p>
    <w:p w:rsidR="001141A2" w:rsidRPr="00631DB2" w:rsidRDefault="001141A2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1141A2" w:rsidRPr="00A74297" w:rsidRDefault="001141A2" w:rsidP="00225687">
      <w:pPr>
        <w:jc w:val="center"/>
        <w:rPr>
          <w:b/>
          <w:szCs w:val="28"/>
        </w:rPr>
      </w:pPr>
    </w:p>
    <w:p w:rsidR="001141A2" w:rsidRDefault="001141A2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1141A2" w:rsidTr="006F209F">
        <w:tc>
          <w:tcPr>
            <w:tcW w:w="648" w:type="dxa"/>
            <w:vMerge w:val="restart"/>
            <w:vAlign w:val="center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141A2" w:rsidRPr="00AC26F6" w:rsidRDefault="001141A2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141A2" w:rsidRPr="00AC26F6" w:rsidRDefault="001141A2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141A2" w:rsidTr="006F209F">
        <w:tc>
          <w:tcPr>
            <w:tcW w:w="648" w:type="dxa"/>
            <w:vMerge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141A2" w:rsidRPr="00AC26F6" w:rsidRDefault="001141A2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141A2" w:rsidRPr="00AC26F6" w:rsidRDefault="001141A2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1141A2" w:rsidTr="006F209F">
        <w:tc>
          <w:tcPr>
            <w:tcW w:w="648" w:type="dxa"/>
          </w:tcPr>
          <w:p w:rsidR="001141A2" w:rsidRPr="00AC26F6" w:rsidRDefault="001141A2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141A2" w:rsidRPr="00AC26F6" w:rsidRDefault="001141A2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141A2" w:rsidRPr="00AC26F6" w:rsidRDefault="001141A2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141A2" w:rsidRPr="00AC26F6" w:rsidRDefault="001141A2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141A2" w:rsidRPr="00AC26F6" w:rsidRDefault="001141A2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141A2" w:rsidRPr="00AC26F6" w:rsidRDefault="001141A2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141A2" w:rsidTr="006F209F">
        <w:tc>
          <w:tcPr>
            <w:tcW w:w="648" w:type="dxa"/>
            <w:vAlign w:val="center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1141A2" w:rsidRPr="006C0885" w:rsidRDefault="001141A2" w:rsidP="006F209F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1141A2" w:rsidRPr="00AC26F6" w:rsidRDefault="001141A2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1141A2" w:rsidRPr="00AC26F6" w:rsidRDefault="001141A2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1141A2" w:rsidRPr="00A74297" w:rsidRDefault="001141A2" w:rsidP="00225687">
      <w:pPr>
        <w:jc w:val="center"/>
        <w:rPr>
          <w:b/>
          <w:szCs w:val="28"/>
        </w:rPr>
      </w:pPr>
    </w:p>
    <w:p w:rsidR="001141A2" w:rsidRPr="00225687" w:rsidRDefault="001141A2">
      <w:pPr>
        <w:rPr>
          <w:sz w:val="6"/>
          <w:szCs w:val="6"/>
        </w:rPr>
      </w:pPr>
    </w:p>
    <w:p w:rsidR="001141A2" w:rsidRDefault="001141A2" w:rsidP="0054045D">
      <w:pPr>
        <w:pStyle w:val="ConsPlusNormal0"/>
        <w:jc w:val="center"/>
        <w:rPr>
          <w:b/>
        </w:rPr>
      </w:pPr>
    </w:p>
    <w:p w:rsidR="001141A2" w:rsidRDefault="001141A2" w:rsidP="0054045D">
      <w:pPr>
        <w:pStyle w:val="ConsPlusNormal0"/>
        <w:jc w:val="center"/>
        <w:rPr>
          <w:b/>
        </w:rPr>
      </w:pPr>
    </w:p>
    <w:p w:rsidR="001141A2" w:rsidRDefault="001141A2" w:rsidP="0054045D">
      <w:pPr>
        <w:pStyle w:val="ConsPlusNormal0"/>
        <w:jc w:val="center"/>
        <w:rPr>
          <w:b/>
        </w:rPr>
      </w:pPr>
    </w:p>
    <w:p w:rsidR="001141A2" w:rsidRDefault="001141A2" w:rsidP="0054045D">
      <w:pPr>
        <w:pStyle w:val="ConsPlusNormal0"/>
        <w:jc w:val="center"/>
        <w:rPr>
          <w:b/>
        </w:rPr>
      </w:pPr>
    </w:p>
    <w:p w:rsidR="001141A2" w:rsidRDefault="001141A2" w:rsidP="0054045D">
      <w:pPr>
        <w:pStyle w:val="ConsPlusNormal0"/>
        <w:jc w:val="center"/>
        <w:rPr>
          <w:b/>
        </w:rPr>
      </w:pPr>
    </w:p>
    <w:p w:rsidR="001141A2" w:rsidRPr="003C75F8" w:rsidRDefault="001141A2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1141A2" w:rsidRPr="003C75F8" w:rsidRDefault="001141A2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141A2" w:rsidRPr="00631DB2" w:rsidRDefault="001141A2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1141A2" w:rsidRPr="003C75F8" w:rsidRDefault="001141A2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1141A2" w:rsidRPr="00515088" w:rsidTr="006F209F">
        <w:tc>
          <w:tcPr>
            <w:tcW w:w="593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1141A2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1141A2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1141A2" w:rsidRPr="00515088" w:rsidRDefault="001141A2" w:rsidP="006F209F">
            <w:pPr>
              <w:pStyle w:val="a0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1141A2" w:rsidRPr="00515088" w:rsidRDefault="001141A2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1141A2" w:rsidRPr="00515088" w:rsidRDefault="001141A2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1141A2" w:rsidRDefault="001141A2" w:rsidP="0054045D">
      <w:pPr>
        <w:jc w:val="center"/>
        <w:rPr>
          <w:b/>
          <w:szCs w:val="28"/>
        </w:rPr>
      </w:pPr>
    </w:p>
    <w:p w:rsidR="001141A2" w:rsidRPr="003C75F8" w:rsidRDefault="001141A2" w:rsidP="0054045D">
      <w:pPr>
        <w:jc w:val="center"/>
        <w:rPr>
          <w:b/>
          <w:szCs w:val="28"/>
        </w:rPr>
      </w:pPr>
    </w:p>
    <w:p w:rsidR="001141A2" w:rsidRPr="0054045D" w:rsidRDefault="001141A2">
      <w:pPr>
        <w:rPr>
          <w:sz w:val="6"/>
          <w:szCs w:val="6"/>
        </w:rPr>
      </w:pPr>
    </w:p>
    <w:p w:rsidR="001141A2" w:rsidRDefault="001141A2" w:rsidP="00FA1A72">
      <w:pPr>
        <w:jc w:val="both"/>
        <w:rPr>
          <w:szCs w:val="28"/>
        </w:rPr>
      </w:pPr>
    </w:p>
    <w:p w:rsidR="001141A2" w:rsidRDefault="001141A2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1141A2" w:rsidRPr="00631DB2" w:rsidRDefault="001141A2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1141A2" w:rsidRDefault="001141A2" w:rsidP="00CC0414">
      <w:pPr>
        <w:jc w:val="center"/>
        <w:rPr>
          <w:b/>
          <w:szCs w:val="28"/>
        </w:rPr>
      </w:pPr>
    </w:p>
    <w:p w:rsidR="001141A2" w:rsidRDefault="001141A2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141A2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141A2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41A2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A2" w:rsidRPr="00500747" w:rsidRDefault="001141A2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141A2" w:rsidRDefault="001141A2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141A2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A2" w:rsidRPr="00500747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1141A2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A2" w:rsidRPr="00956CCE" w:rsidRDefault="001141A2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1141A2" w:rsidRPr="0072468C" w:rsidRDefault="001141A2" w:rsidP="006F209F"/>
        </w:tc>
      </w:tr>
      <w:tr w:rsidR="001141A2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A2" w:rsidRPr="008977E5" w:rsidRDefault="001141A2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</w:p>
          <w:p w:rsidR="001141A2" w:rsidRPr="0072468C" w:rsidRDefault="001141A2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141A2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956CCE" w:rsidRDefault="001141A2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содержание, косметический ремонт и ремонт памятников истории и 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1141A2" w:rsidRPr="0072468C" w:rsidRDefault="001141A2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41A2" w:rsidRPr="0072468C" w:rsidRDefault="001141A2" w:rsidP="006F209F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141A2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2362B0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141A2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2362B0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141A2" w:rsidRPr="00B6573C" w:rsidTr="00F91AF3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353748" w:rsidRDefault="001141A2" w:rsidP="00353748">
            <w:pPr>
              <w:jc w:val="center"/>
              <w:rPr>
                <w:sz w:val="24"/>
                <w:szCs w:val="24"/>
              </w:rPr>
            </w:pPr>
            <w:r w:rsidRPr="00353748">
              <w:rPr>
                <w:sz w:val="24"/>
                <w:szCs w:val="24"/>
              </w:rPr>
              <w:t>10,5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353748" w:rsidRDefault="001141A2" w:rsidP="002362B0">
            <w:pPr>
              <w:jc w:val="center"/>
              <w:rPr>
                <w:sz w:val="24"/>
                <w:szCs w:val="24"/>
              </w:rPr>
            </w:pPr>
            <w:r w:rsidRPr="00353748">
              <w:rPr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141A2" w:rsidRPr="00B6573C" w:rsidTr="00F91AF3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353748" w:rsidRDefault="001141A2" w:rsidP="00353748">
            <w:pPr>
              <w:jc w:val="center"/>
              <w:rPr>
                <w:sz w:val="24"/>
                <w:szCs w:val="24"/>
              </w:rPr>
            </w:pPr>
            <w:r w:rsidRPr="00353748">
              <w:rPr>
                <w:sz w:val="24"/>
                <w:szCs w:val="24"/>
              </w:rPr>
              <w:t>10,5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353748" w:rsidRDefault="001141A2" w:rsidP="002362B0">
            <w:pPr>
              <w:jc w:val="center"/>
              <w:rPr>
                <w:sz w:val="24"/>
                <w:szCs w:val="24"/>
              </w:rPr>
            </w:pPr>
            <w:r w:rsidRPr="00353748">
              <w:rPr>
                <w:sz w:val="24"/>
                <w:szCs w:val="24"/>
              </w:rP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1A2" w:rsidRPr="00B6573C" w:rsidRDefault="001141A2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141A2" w:rsidRPr="00B6573C" w:rsidRDefault="001141A2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141A2" w:rsidRDefault="001141A2" w:rsidP="00EF6F81">
      <w:pPr>
        <w:jc w:val="center"/>
        <w:rPr>
          <w:szCs w:val="28"/>
        </w:rPr>
      </w:pPr>
    </w:p>
    <w:p w:rsidR="001141A2" w:rsidRDefault="001141A2" w:rsidP="00EF6F81">
      <w:pPr>
        <w:jc w:val="center"/>
        <w:rPr>
          <w:szCs w:val="28"/>
        </w:rPr>
        <w:sectPr w:rsidR="001141A2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141A2" w:rsidRPr="00484E94" w:rsidRDefault="001141A2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141A2" w:rsidRPr="00484E94" w:rsidRDefault="001141A2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1141A2" w:rsidRPr="00484E94" w:rsidRDefault="001141A2" w:rsidP="00484E94">
      <w:pPr>
        <w:pStyle w:val="ConsPlusNormal0"/>
        <w:jc w:val="center"/>
        <w:rPr>
          <w:szCs w:val="28"/>
        </w:rPr>
      </w:pPr>
    </w:p>
    <w:p w:rsidR="001141A2" w:rsidRPr="0016103B" w:rsidRDefault="001141A2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141A2" w:rsidRPr="00484E94" w:rsidRDefault="001141A2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141A2" w:rsidRPr="00484E94" w:rsidRDefault="001141A2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1141A2" w:rsidRDefault="001141A2" w:rsidP="00484E94">
      <w:pPr>
        <w:jc w:val="both"/>
      </w:pPr>
    </w:p>
    <w:p w:rsidR="001141A2" w:rsidRPr="00484E94" w:rsidRDefault="001141A2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141A2" w:rsidRPr="00484E94" w:rsidRDefault="001141A2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141A2" w:rsidRPr="00484E94" w:rsidRDefault="001141A2" w:rsidP="00484E94">
      <w:pPr>
        <w:pStyle w:val="ConsPlusNormal0"/>
        <w:jc w:val="both"/>
        <w:rPr>
          <w:szCs w:val="28"/>
        </w:rPr>
      </w:pP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1141A2" w:rsidRDefault="001141A2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1141A2" w:rsidRPr="007F34E4" w:rsidRDefault="001141A2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1141A2" w:rsidRPr="007F34E4" w:rsidRDefault="001141A2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1141A2" w:rsidRPr="007F34E4" w:rsidRDefault="001141A2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1141A2" w:rsidRPr="007F34E4" w:rsidRDefault="001141A2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141A2" w:rsidRPr="007F34E4" w:rsidRDefault="001141A2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1141A2" w:rsidRDefault="001141A2" w:rsidP="00484E94">
      <w:pPr>
        <w:ind w:firstLine="709"/>
        <w:jc w:val="both"/>
        <w:rPr>
          <w:szCs w:val="28"/>
        </w:rPr>
      </w:pPr>
    </w:p>
    <w:p w:rsidR="001141A2" w:rsidRDefault="001141A2" w:rsidP="00484E94">
      <w:pPr>
        <w:ind w:firstLine="709"/>
        <w:jc w:val="both"/>
        <w:rPr>
          <w:szCs w:val="28"/>
        </w:rPr>
      </w:pPr>
    </w:p>
    <w:p w:rsidR="001141A2" w:rsidRDefault="001141A2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141A2" w:rsidRDefault="001141A2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141A2" w:rsidRDefault="001141A2" w:rsidP="00956CCE">
      <w:pPr>
        <w:rPr>
          <w:szCs w:val="28"/>
        </w:rPr>
        <w:sectPr w:rsidR="001141A2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1141A2" w:rsidRDefault="001141A2" w:rsidP="001F5CA2">
      <w:pPr>
        <w:jc w:val="center"/>
        <w:rPr>
          <w:b/>
        </w:rPr>
      </w:pPr>
    </w:p>
    <w:sectPr w:rsidR="001141A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1A2" w:rsidRDefault="001141A2" w:rsidP="00EF6F81">
      <w:r>
        <w:separator/>
      </w:r>
    </w:p>
  </w:endnote>
  <w:endnote w:type="continuationSeparator" w:id="0">
    <w:p w:rsidR="001141A2" w:rsidRDefault="001141A2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1A2" w:rsidRDefault="001141A2" w:rsidP="00EF6F81">
      <w:r>
        <w:separator/>
      </w:r>
    </w:p>
  </w:footnote>
  <w:footnote w:type="continuationSeparator" w:id="0">
    <w:p w:rsidR="001141A2" w:rsidRDefault="001141A2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1A2" w:rsidRDefault="001141A2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141A2" w:rsidRDefault="001141A2">
    <w:pPr>
      <w:pStyle w:val="Header"/>
      <w:jc w:val="center"/>
    </w:pPr>
  </w:p>
  <w:p w:rsidR="001141A2" w:rsidRDefault="001141A2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141A2" w:rsidRPr="00064846" w:rsidRDefault="001141A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01FA"/>
    <w:rsid w:val="00023F4D"/>
    <w:rsid w:val="00031DF9"/>
    <w:rsid w:val="000348BC"/>
    <w:rsid w:val="0003562F"/>
    <w:rsid w:val="00036BA0"/>
    <w:rsid w:val="000413AC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1A2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62B0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5936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3748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711D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E2D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96E9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5422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18D4"/>
    <w:rsid w:val="00F84016"/>
    <w:rsid w:val="00F8586D"/>
    <w:rsid w:val="00F91AF3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8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2080</TotalTime>
  <Pages>11</Pages>
  <Words>1828</Words>
  <Characters>10426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190</cp:revision>
  <cp:lastPrinted>2021-06-11T06:36:00Z</cp:lastPrinted>
  <dcterms:created xsi:type="dcterms:W3CDTF">2018-08-07T11:48:00Z</dcterms:created>
  <dcterms:modified xsi:type="dcterms:W3CDTF">2022-12-29T12:37:00Z</dcterms:modified>
</cp:coreProperties>
</file>