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64179" w:rsidRPr="005E024B" w:rsidTr="005E024B">
        <w:tc>
          <w:tcPr>
            <w:tcW w:w="8934" w:type="dxa"/>
          </w:tcPr>
          <w:p w:rsidR="00D64179" w:rsidRPr="005E024B" w:rsidRDefault="00D64179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64179" w:rsidRDefault="00D64179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</w:p>
          <w:p w:rsidR="00D64179" w:rsidRDefault="00D64179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64179" w:rsidRDefault="00D64179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szCs w:val="28"/>
              </w:rPr>
              <w:t>от 29.12.2022 г. № 275</w:t>
            </w:r>
          </w:p>
          <w:p w:rsidR="00D64179" w:rsidRPr="00EE5BAC" w:rsidRDefault="00D64179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64179" w:rsidRPr="00EE5BAC" w:rsidRDefault="00D64179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64179" w:rsidRPr="00EE5BAC" w:rsidRDefault="00D64179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64179" w:rsidRPr="00EE5BAC" w:rsidRDefault="00D64179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64179" w:rsidRPr="00EE5BAC" w:rsidRDefault="00D64179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2166</w:t>
            </w:r>
          </w:p>
          <w:p w:rsidR="00D64179" w:rsidRPr="005E024B" w:rsidRDefault="00D64179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D64179" w:rsidRPr="00885C29" w:rsidRDefault="00D64179" w:rsidP="001157F7"/>
    <w:p w:rsidR="00D64179" w:rsidRDefault="00D6417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64179" w:rsidRDefault="00D64179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Default="00D64179" w:rsidP="00BB769B">
      <w:pPr>
        <w:jc w:val="center"/>
        <w:rPr>
          <w:b/>
          <w:szCs w:val="28"/>
        </w:rPr>
      </w:pPr>
    </w:p>
    <w:p w:rsidR="00D64179" w:rsidRPr="00950972" w:rsidRDefault="00D6417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64179" w:rsidRDefault="00D64179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Pr="00950972" w:rsidRDefault="00D64179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D64179" w:rsidRPr="00855115" w:rsidRDefault="00D64179" w:rsidP="00AA7AF2">
            <w:pPr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64179" w:rsidRDefault="00D64179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64179" w:rsidRPr="00157189" w:rsidRDefault="00D64179" w:rsidP="00AA7AF2">
            <w:pPr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Default="00D64179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64179" w:rsidRPr="00190885" w:rsidRDefault="00D64179" w:rsidP="00AA7AF2">
            <w:pPr>
              <w:rPr>
                <w:b/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Default="00D64179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64179" w:rsidRPr="00190885" w:rsidRDefault="00D64179" w:rsidP="00AA7AF2">
            <w:pPr>
              <w:rPr>
                <w:b/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Default="00D64179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D64179" w:rsidRPr="004E0B9F" w:rsidRDefault="00D64179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64179" w:rsidRPr="000C3C23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Pr="001A617B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64179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64179" w:rsidRPr="00A46A72" w:rsidRDefault="00D64179" w:rsidP="00AA7AF2">
            <w:pPr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64179" w:rsidRPr="00A46A72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64179" w:rsidRPr="00190885" w:rsidRDefault="00D64179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64179" w:rsidRPr="00190885" w:rsidRDefault="00D64179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64179" w:rsidRPr="00190885" w:rsidRDefault="00D64179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64179" w:rsidRPr="00190885" w:rsidRDefault="00D64179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64179" w:rsidRPr="00190885" w:rsidRDefault="00D64179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64179" w:rsidRPr="00190885" w:rsidRDefault="00D64179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268,5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4972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268,5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64179" w:rsidRPr="00190885" w:rsidRDefault="00D64179" w:rsidP="004972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268,5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4972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268,5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4179" w:rsidRPr="008A6FA1" w:rsidTr="00AA7AF2">
        <w:tc>
          <w:tcPr>
            <w:tcW w:w="14560" w:type="dxa"/>
            <w:gridSpan w:val="6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4179" w:rsidRPr="008A6FA1" w:rsidTr="00AA7AF2">
        <w:tc>
          <w:tcPr>
            <w:tcW w:w="14560" w:type="dxa"/>
            <w:gridSpan w:val="6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</w:p>
        </w:tc>
      </w:tr>
      <w:tr w:rsidR="00D64179" w:rsidRPr="008A6FA1" w:rsidTr="00AA7AF2">
        <w:tc>
          <w:tcPr>
            <w:tcW w:w="6374" w:type="dxa"/>
          </w:tcPr>
          <w:p w:rsidR="00D64179" w:rsidRPr="00190885" w:rsidRDefault="00D64179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4179" w:rsidRPr="00190885" w:rsidRDefault="00D64179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4179" w:rsidRDefault="00D64179" w:rsidP="00753FD7">
      <w:pPr>
        <w:jc w:val="center"/>
        <w:rPr>
          <w:b/>
        </w:rPr>
      </w:pPr>
    </w:p>
    <w:p w:rsidR="00D64179" w:rsidRDefault="00D64179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D64179" w:rsidRDefault="00D64179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Default="00D64179" w:rsidP="00A374D6">
      <w:pPr>
        <w:jc w:val="center"/>
      </w:pPr>
    </w:p>
    <w:p w:rsidR="00D64179" w:rsidRDefault="00D6417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64179" w:rsidRDefault="00D64179" w:rsidP="00EF6F81">
      <w:pPr>
        <w:jc w:val="center"/>
        <w:rPr>
          <w:szCs w:val="28"/>
        </w:rPr>
      </w:pPr>
    </w:p>
    <w:p w:rsidR="00D64179" w:rsidRDefault="00D64179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Default="00D6417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64179" w:rsidTr="00AA7AF2">
        <w:tc>
          <w:tcPr>
            <w:tcW w:w="648" w:type="dxa"/>
            <w:vMerge w:val="restart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64179" w:rsidRPr="00AC26F6" w:rsidRDefault="00D64179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64179" w:rsidRPr="00AC26F6" w:rsidRDefault="00D64179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64179" w:rsidTr="00AA7AF2">
        <w:tc>
          <w:tcPr>
            <w:tcW w:w="648" w:type="dxa"/>
            <w:vMerge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64179" w:rsidRPr="00AC26F6" w:rsidRDefault="00D64179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64179" w:rsidRPr="00AC26F6" w:rsidRDefault="00D64179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64179" w:rsidTr="00AA7AF2">
        <w:tc>
          <w:tcPr>
            <w:tcW w:w="648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64179" w:rsidRPr="00AC26F6" w:rsidRDefault="00D64179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64179" w:rsidTr="00AA7AF2">
        <w:tc>
          <w:tcPr>
            <w:tcW w:w="648" w:type="dxa"/>
            <w:vAlign w:val="center"/>
          </w:tcPr>
          <w:p w:rsidR="00D64179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D64179" w:rsidRDefault="00D64179" w:rsidP="00AA7AF2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D64179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D64179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64179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64179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D64179" w:rsidRDefault="00D64179" w:rsidP="00AA7AF2">
            <w:pPr>
              <w:jc w:val="center"/>
              <w:rPr>
                <w:szCs w:val="28"/>
              </w:rPr>
            </w:pPr>
          </w:p>
        </w:tc>
      </w:tr>
      <w:tr w:rsidR="00D64179" w:rsidTr="00AA7AF2">
        <w:tc>
          <w:tcPr>
            <w:tcW w:w="648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D64179" w:rsidRPr="00AC26F6" w:rsidRDefault="00D64179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  <w:tc>
          <w:tcPr>
            <w:tcW w:w="162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64179" w:rsidRPr="00AC26F6" w:rsidRDefault="00D64179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64179" w:rsidRPr="00A74297" w:rsidRDefault="00D64179" w:rsidP="00225687">
      <w:pPr>
        <w:jc w:val="center"/>
        <w:rPr>
          <w:b/>
          <w:szCs w:val="28"/>
        </w:rPr>
      </w:pPr>
    </w:p>
    <w:p w:rsidR="00D64179" w:rsidRPr="00225687" w:rsidRDefault="00D64179">
      <w:pPr>
        <w:rPr>
          <w:sz w:val="6"/>
          <w:szCs w:val="6"/>
        </w:rPr>
      </w:pPr>
    </w:p>
    <w:p w:rsidR="00D64179" w:rsidRDefault="00D64179" w:rsidP="0054045D">
      <w:pPr>
        <w:pStyle w:val="ConsPlusNormal0"/>
        <w:jc w:val="center"/>
        <w:rPr>
          <w:b/>
        </w:rPr>
      </w:pPr>
    </w:p>
    <w:p w:rsidR="00D64179" w:rsidRDefault="00D64179" w:rsidP="0054045D">
      <w:pPr>
        <w:pStyle w:val="ConsPlusNormal0"/>
        <w:jc w:val="center"/>
        <w:rPr>
          <w:b/>
        </w:rPr>
      </w:pPr>
    </w:p>
    <w:p w:rsidR="00D64179" w:rsidRDefault="00D64179" w:rsidP="0054045D">
      <w:pPr>
        <w:pStyle w:val="ConsPlusNormal0"/>
        <w:jc w:val="center"/>
        <w:rPr>
          <w:b/>
        </w:rPr>
      </w:pPr>
    </w:p>
    <w:p w:rsidR="00D64179" w:rsidRDefault="00D64179" w:rsidP="0054045D">
      <w:pPr>
        <w:pStyle w:val="ConsPlusNormal0"/>
        <w:jc w:val="center"/>
        <w:rPr>
          <w:b/>
        </w:rPr>
      </w:pPr>
    </w:p>
    <w:p w:rsidR="00D64179" w:rsidRDefault="00D64179" w:rsidP="0054045D">
      <w:pPr>
        <w:pStyle w:val="ConsPlusNormal0"/>
        <w:jc w:val="center"/>
        <w:rPr>
          <w:b/>
        </w:rPr>
      </w:pPr>
    </w:p>
    <w:p w:rsidR="00D64179" w:rsidRPr="003C75F8" w:rsidRDefault="00D6417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64179" w:rsidRPr="003C75F8" w:rsidRDefault="00D6417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64179" w:rsidRDefault="00D64179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Default="00D64179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D64179" w:rsidRPr="005E5E02" w:rsidTr="00AA7AF2">
        <w:tc>
          <w:tcPr>
            <w:tcW w:w="594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D64179" w:rsidRPr="005E5E02" w:rsidRDefault="00D64179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D64179" w:rsidRPr="005E5E02" w:rsidTr="00AA7AF2">
        <w:trPr>
          <w:tblHeader/>
        </w:trPr>
        <w:tc>
          <w:tcPr>
            <w:tcW w:w="468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D64179" w:rsidRPr="005E5E02" w:rsidTr="00AA7AF2">
        <w:tc>
          <w:tcPr>
            <w:tcW w:w="468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64179" w:rsidRDefault="00D64179" w:rsidP="00AA7AF2">
            <w:pPr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техническое обслуживание газопровода</w:t>
            </w:r>
          </w:p>
          <w:p w:rsidR="00D64179" w:rsidRPr="008D1958" w:rsidRDefault="00D64179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4179" w:rsidRPr="008D1958" w:rsidRDefault="00D64179" w:rsidP="00AA7AF2">
            <w:pPr>
              <w:jc w:val="center"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D64179" w:rsidRPr="005E5E02" w:rsidRDefault="00D64179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4179" w:rsidRPr="005E5E02" w:rsidRDefault="00D64179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4179" w:rsidRPr="005E5E02" w:rsidRDefault="00D64179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D64179" w:rsidRPr="005E5E02" w:rsidRDefault="00D64179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4179" w:rsidRPr="005E5E02" w:rsidRDefault="00D64179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4179" w:rsidRPr="005E5E02" w:rsidTr="00AA7AF2">
        <w:tc>
          <w:tcPr>
            <w:tcW w:w="468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D64179" w:rsidRPr="00A374D6" w:rsidRDefault="00D64179" w:rsidP="00AA7AF2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выполнение работ, неразрывно связанных со строительством газопровода к пер. Юность</w:t>
            </w:r>
          </w:p>
        </w:tc>
        <w:tc>
          <w:tcPr>
            <w:tcW w:w="122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4179" w:rsidRPr="005E5E02" w:rsidRDefault="00D64179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D64179" w:rsidRPr="0054045D" w:rsidRDefault="00D64179">
      <w:pPr>
        <w:rPr>
          <w:sz w:val="6"/>
          <w:szCs w:val="6"/>
        </w:rPr>
      </w:pPr>
    </w:p>
    <w:p w:rsidR="00D64179" w:rsidRDefault="00D64179" w:rsidP="00FA1A72">
      <w:pPr>
        <w:jc w:val="both"/>
        <w:rPr>
          <w:szCs w:val="28"/>
        </w:rPr>
      </w:pPr>
    </w:p>
    <w:p w:rsidR="00D64179" w:rsidRDefault="00D64179" w:rsidP="00FA1A72">
      <w:pPr>
        <w:jc w:val="both"/>
        <w:rPr>
          <w:szCs w:val="28"/>
        </w:rPr>
      </w:pPr>
    </w:p>
    <w:p w:rsidR="00D64179" w:rsidRPr="00753FD7" w:rsidRDefault="00D64179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D64179" w:rsidRDefault="00D64179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D64179" w:rsidRDefault="00D64179" w:rsidP="00CC0414">
      <w:pPr>
        <w:jc w:val="center"/>
        <w:rPr>
          <w:b/>
          <w:szCs w:val="28"/>
        </w:rPr>
      </w:pPr>
    </w:p>
    <w:p w:rsidR="00D64179" w:rsidRDefault="00D6417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64179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64179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179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500747" w:rsidRDefault="00D64179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179" w:rsidRDefault="00D6417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64179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F872FB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64179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Default="00D64179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D64179" w:rsidRPr="00A374D6" w:rsidRDefault="00D64179" w:rsidP="00015613">
            <w:pPr>
              <w:rPr>
                <w:b/>
                <w:sz w:val="24"/>
                <w:szCs w:val="24"/>
              </w:rPr>
            </w:pPr>
          </w:p>
        </w:tc>
      </w:tr>
      <w:tr w:rsidR="00D64179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A374D6" w:rsidRDefault="00D64179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D64179" w:rsidRPr="00A374D6" w:rsidRDefault="00D64179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179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72468C" w:rsidRDefault="00D64179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9" w:rsidRPr="0072468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64179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64179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4972C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64179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179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79" w:rsidRPr="00B6573C" w:rsidRDefault="00D64179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64179" w:rsidRPr="00B6573C" w:rsidRDefault="00D64179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64179" w:rsidRDefault="00D64179" w:rsidP="00EF6F81">
      <w:pPr>
        <w:jc w:val="center"/>
        <w:rPr>
          <w:szCs w:val="28"/>
        </w:rPr>
      </w:pPr>
    </w:p>
    <w:p w:rsidR="00D64179" w:rsidRDefault="00D64179" w:rsidP="00EF6F81">
      <w:pPr>
        <w:jc w:val="center"/>
        <w:rPr>
          <w:szCs w:val="28"/>
        </w:rPr>
        <w:sectPr w:rsidR="00D6417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64179" w:rsidRDefault="00D64179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64179" w:rsidRPr="00484E94" w:rsidRDefault="00D64179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64179" w:rsidRDefault="00D6417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D64179" w:rsidRDefault="00D6417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4179" w:rsidRPr="00484E94" w:rsidRDefault="00D6417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4179" w:rsidRPr="0016103B" w:rsidRDefault="00D64179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64179" w:rsidRDefault="00D64179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64179" w:rsidRDefault="00D64179" w:rsidP="00F0726C">
      <w:pPr>
        <w:suppressAutoHyphens/>
        <w:jc w:val="both"/>
        <w:rPr>
          <w:szCs w:val="28"/>
          <w:lang w:eastAsia="ar-SA"/>
        </w:rPr>
      </w:pPr>
    </w:p>
    <w:p w:rsidR="00D64179" w:rsidRPr="00484E94" w:rsidRDefault="00D64179" w:rsidP="00F0726C">
      <w:pPr>
        <w:suppressAutoHyphens/>
        <w:jc w:val="both"/>
        <w:rPr>
          <w:szCs w:val="28"/>
          <w:lang w:eastAsia="ar-SA"/>
        </w:rPr>
      </w:pPr>
    </w:p>
    <w:p w:rsidR="00D64179" w:rsidRPr="00484E94" w:rsidRDefault="00D64179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64179" w:rsidRDefault="00D6417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64179" w:rsidRPr="00484E94" w:rsidRDefault="00D6417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64179" w:rsidRDefault="00D64179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64179" w:rsidRPr="007F34E4" w:rsidRDefault="00D64179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64179" w:rsidRPr="007F34E4" w:rsidRDefault="00D64179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64179" w:rsidRPr="007F34E4" w:rsidRDefault="00D6417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64179" w:rsidRPr="007F34E4" w:rsidRDefault="00D64179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64179" w:rsidRPr="007F34E4" w:rsidRDefault="00D64179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64179" w:rsidRDefault="00D64179" w:rsidP="006E0053">
      <w:pPr>
        <w:rPr>
          <w:szCs w:val="28"/>
        </w:rPr>
      </w:pPr>
    </w:p>
    <w:p w:rsidR="00D64179" w:rsidRDefault="00D64179" w:rsidP="006E0053">
      <w:pPr>
        <w:rPr>
          <w:szCs w:val="28"/>
        </w:rPr>
      </w:pPr>
    </w:p>
    <w:p w:rsidR="00D64179" w:rsidRDefault="00D64179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D64179" w:rsidRDefault="00D64179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D64179" w:rsidRDefault="00D64179" w:rsidP="00484E94">
      <w:pPr>
        <w:ind w:firstLine="709"/>
        <w:jc w:val="both"/>
        <w:rPr>
          <w:szCs w:val="28"/>
        </w:rPr>
      </w:pPr>
    </w:p>
    <w:p w:rsidR="00D64179" w:rsidRDefault="00D64179" w:rsidP="00010261">
      <w:pPr>
        <w:jc w:val="both"/>
        <w:rPr>
          <w:szCs w:val="28"/>
        </w:rPr>
        <w:sectPr w:rsidR="00D6417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D64179" w:rsidRDefault="00D64179" w:rsidP="001F5CA2">
      <w:pPr>
        <w:jc w:val="center"/>
        <w:rPr>
          <w:b/>
        </w:rPr>
      </w:pPr>
    </w:p>
    <w:sectPr w:rsidR="00D6417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179" w:rsidRDefault="00D64179" w:rsidP="00EF6F81">
      <w:r>
        <w:separator/>
      </w:r>
    </w:p>
  </w:endnote>
  <w:endnote w:type="continuationSeparator" w:id="0">
    <w:p w:rsidR="00D64179" w:rsidRDefault="00D6417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179" w:rsidRDefault="00D64179" w:rsidP="00EF6F81">
      <w:r>
        <w:separator/>
      </w:r>
    </w:p>
  </w:footnote>
  <w:footnote w:type="continuationSeparator" w:id="0">
    <w:p w:rsidR="00D64179" w:rsidRDefault="00D6417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79" w:rsidRDefault="00D6417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79" w:rsidRDefault="00D64179">
    <w:pPr>
      <w:pStyle w:val="Header"/>
      <w:jc w:val="center"/>
    </w:pPr>
  </w:p>
  <w:p w:rsidR="00D64179" w:rsidRDefault="00D6417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64179" w:rsidRPr="005E024B" w:rsidRDefault="00D6417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049F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921E7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140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0CB3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0C7"/>
    <w:rsid w:val="002A7838"/>
    <w:rsid w:val="002B074B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B29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400F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1B3D"/>
    <w:rsid w:val="00413494"/>
    <w:rsid w:val="00424008"/>
    <w:rsid w:val="004258A2"/>
    <w:rsid w:val="00434175"/>
    <w:rsid w:val="004408E3"/>
    <w:rsid w:val="0044102D"/>
    <w:rsid w:val="00441A14"/>
    <w:rsid w:val="00441B89"/>
    <w:rsid w:val="004425D3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972CB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660F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2507"/>
    <w:rsid w:val="005E3ACA"/>
    <w:rsid w:val="005E5E02"/>
    <w:rsid w:val="005E7A49"/>
    <w:rsid w:val="005F1199"/>
    <w:rsid w:val="005F59AA"/>
    <w:rsid w:val="005F6D45"/>
    <w:rsid w:val="005F74CC"/>
    <w:rsid w:val="005F7AB0"/>
    <w:rsid w:val="00600FF4"/>
    <w:rsid w:val="006044FA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27B6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6E07"/>
    <w:rsid w:val="00827AAA"/>
    <w:rsid w:val="0083158E"/>
    <w:rsid w:val="00831B7E"/>
    <w:rsid w:val="00836DBA"/>
    <w:rsid w:val="00842371"/>
    <w:rsid w:val="0084599C"/>
    <w:rsid w:val="00845C4E"/>
    <w:rsid w:val="00846A87"/>
    <w:rsid w:val="008510FC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958"/>
    <w:rsid w:val="008D1ADA"/>
    <w:rsid w:val="008D2543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50E1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55"/>
    <w:rsid w:val="009B6578"/>
    <w:rsid w:val="009C0A30"/>
    <w:rsid w:val="009C3754"/>
    <w:rsid w:val="009C65D1"/>
    <w:rsid w:val="009D244C"/>
    <w:rsid w:val="009D4103"/>
    <w:rsid w:val="009D5DA6"/>
    <w:rsid w:val="009D6765"/>
    <w:rsid w:val="009E137A"/>
    <w:rsid w:val="009E1504"/>
    <w:rsid w:val="009E288A"/>
    <w:rsid w:val="009F1C7A"/>
    <w:rsid w:val="009F2245"/>
    <w:rsid w:val="009F22D5"/>
    <w:rsid w:val="009F3787"/>
    <w:rsid w:val="00A03E7E"/>
    <w:rsid w:val="00A1507B"/>
    <w:rsid w:val="00A23788"/>
    <w:rsid w:val="00A30613"/>
    <w:rsid w:val="00A30B42"/>
    <w:rsid w:val="00A30FFE"/>
    <w:rsid w:val="00A35B08"/>
    <w:rsid w:val="00A374D6"/>
    <w:rsid w:val="00A44BB5"/>
    <w:rsid w:val="00A46A72"/>
    <w:rsid w:val="00A47DA3"/>
    <w:rsid w:val="00A56C25"/>
    <w:rsid w:val="00A629AB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07A2D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CD9"/>
    <w:rsid w:val="00C71CC2"/>
    <w:rsid w:val="00C72F57"/>
    <w:rsid w:val="00C74D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10B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4179"/>
    <w:rsid w:val="00D65A5D"/>
    <w:rsid w:val="00D66DD0"/>
    <w:rsid w:val="00D7385B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055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46748"/>
    <w:rsid w:val="00E5079C"/>
    <w:rsid w:val="00E60BDE"/>
    <w:rsid w:val="00E70BC2"/>
    <w:rsid w:val="00E73688"/>
    <w:rsid w:val="00E746A1"/>
    <w:rsid w:val="00E803BD"/>
    <w:rsid w:val="00E81C7C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2FB1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251C3"/>
    <w:rsid w:val="00F31FEC"/>
    <w:rsid w:val="00F32117"/>
    <w:rsid w:val="00F36151"/>
    <w:rsid w:val="00F36F38"/>
    <w:rsid w:val="00F43866"/>
    <w:rsid w:val="00F43926"/>
    <w:rsid w:val="00F43CFC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312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4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2128</TotalTime>
  <Pages>9</Pages>
  <Words>1607</Words>
  <Characters>9165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2022-12-29T12:44:00Z</dcterms:modified>
</cp:coreProperties>
</file>