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F21DA3" w:rsidRPr="00064846" w:rsidTr="00064846">
        <w:tc>
          <w:tcPr>
            <w:tcW w:w="8934" w:type="dxa"/>
          </w:tcPr>
          <w:p w:rsidR="00F21DA3" w:rsidRPr="00064846" w:rsidRDefault="00F21DA3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21DA3" w:rsidRDefault="00F21DA3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21DA3" w:rsidRDefault="00F21DA3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F21DA3" w:rsidRPr="00EE5BAC" w:rsidRDefault="00F21DA3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28.12.2022 г. № 273</w:t>
            </w:r>
          </w:p>
          <w:p w:rsidR="00F21DA3" w:rsidRPr="00EE5BAC" w:rsidRDefault="00F21DA3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21DA3" w:rsidRPr="00EE5BAC" w:rsidRDefault="00F21DA3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21DA3" w:rsidRPr="00EE5BAC" w:rsidRDefault="00F21DA3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21DA3" w:rsidRPr="00EE5BAC" w:rsidRDefault="00F21DA3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21DA3" w:rsidRPr="00064846" w:rsidRDefault="00F21DA3" w:rsidP="005B10CA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211</w:t>
            </w:r>
          </w:p>
        </w:tc>
      </w:tr>
    </w:tbl>
    <w:p w:rsidR="00F21DA3" w:rsidRPr="00885C29" w:rsidRDefault="00F21DA3" w:rsidP="001157F7"/>
    <w:p w:rsidR="00F21DA3" w:rsidRDefault="00F21DA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21DA3" w:rsidRPr="00F36F5A" w:rsidRDefault="00F21DA3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F21DA3" w:rsidRDefault="00F21DA3" w:rsidP="00BB769B">
      <w:pPr>
        <w:jc w:val="center"/>
        <w:rPr>
          <w:b/>
          <w:szCs w:val="28"/>
        </w:rPr>
      </w:pPr>
    </w:p>
    <w:p w:rsidR="00F21DA3" w:rsidRPr="00950972" w:rsidRDefault="00F21DA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21DA3" w:rsidRPr="00F36F5A" w:rsidRDefault="00F21DA3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F21DA3" w:rsidRPr="00631DB2" w:rsidRDefault="00F21DA3" w:rsidP="00515088">
      <w:pPr>
        <w:tabs>
          <w:tab w:val="left" w:pos="4264"/>
        </w:tabs>
        <w:jc w:val="center"/>
        <w:rPr>
          <w:b/>
          <w:szCs w:val="28"/>
        </w:rPr>
      </w:pPr>
    </w:p>
    <w:p w:rsidR="00F21DA3" w:rsidRPr="00950972" w:rsidRDefault="00F21DA3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21DA3" w:rsidRPr="00855115" w:rsidRDefault="00F21DA3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21DA3" w:rsidRDefault="00F21DA3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21DA3" w:rsidRPr="00157189" w:rsidRDefault="00F21DA3" w:rsidP="006F209F">
            <w:pPr>
              <w:rPr>
                <w:szCs w:val="28"/>
              </w:rPr>
            </w:pP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21DA3" w:rsidRDefault="00F21DA3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21DA3" w:rsidRPr="00190885" w:rsidRDefault="00F21DA3" w:rsidP="006F209F">
            <w:pPr>
              <w:rPr>
                <w:b/>
                <w:szCs w:val="28"/>
              </w:rPr>
            </w:pP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21DA3" w:rsidRDefault="00F21DA3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21DA3" w:rsidRPr="00190885" w:rsidRDefault="00F21DA3" w:rsidP="006F209F">
            <w:pPr>
              <w:rPr>
                <w:b/>
                <w:szCs w:val="28"/>
              </w:rPr>
            </w:pP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21DA3" w:rsidRDefault="00F21DA3" w:rsidP="006F209F">
            <w:pPr>
              <w:rPr>
                <w:szCs w:val="28"/>
              </w:rPr>
            </w:pPr>
            <w:r w:rsidRPr="009C269D">
              <w:rPr>
                <w:szCs w:val="28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szCs w:val="28"/>
              </w:rPr>
              <w:t xml:space="preserve">Старотитаровского </w:t>
            </w:r>
            <w:r w:rsidRPr="009C269D">
              <w:rPr>
                <w:szCs w:val="28"/>
              </w:rPr>
              <w:t>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F21DA3" w:rsidRPr="00A56F12" w:rsidRDefault="00F21DA3" w:rsidP="006F209F">
            <w:pPr>
              <w:rPr>
                <w:b/>
                <w:szCs w:val="28"/>
              </w:rPr>
            </w:pP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21DA3" w:rsidRPr="009C269D" w:rsidRDefault="00F21DA3" w:rsidP="00C76CC6">
            <w:pPr>
              <w:pStyle w:val="a"/>
              <w:rPr>
                <w:rFonts w:ascii="Times New Roman" w:hAnsi="Times New Roman"/>
                <w:sz w:val="28"/>
                <w:szCs w:val="28"/>
              </w:rPr>
            </w:pPr>
            <w:r w:rsidRPr="009C269D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Старотитаровского </w:t>
            </w:r>
            <w:r w:rsidRPr="009C269D">
              <w:rPr>
                <w:rFonts w:ascii="Times New Roman" w:hAnsi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F21DA3" w:rsidRPr="004D1434" w:rsidRDefault="00F21DA3" w:rsidP="006F209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F21DA3" w:rsidRPr="000C3C23" w:rsidRDefault="00F21DA3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21DA3" w:rsidRPr="00C76CC6" w:rsidRDefault="00F21DA3" w:rsidP="00C76CC6">
            <w:pPr>
              <w:pStyle w:val="a0"/>
              <w:rPr>
                <w:rFonts w:ascii="Times New Roman" w:hAnsi="Times New Roman" w:cs="Times New Roman"/>
                <w:szCs w:val="28"/>
              </w:rPr>
            </w:pPr>
            <w:r w:rsidRPr="00C76CC6">
              <w:rPr>
                <w:rFonts w:ascii="Times New Roman" w:hAnsi="Times New Roman" w:cs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21DA3" w:rsidRDefault="00F21DA3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21DA3" w:rsidRPr="00A46A72" w:rsidRDefault="00F21DA3" w:rsidP="006F209F">
            <w:pPr>
              <w:rPr>
                <w:szCs w:val="28"/>
              </w:rPr>
            </w:pP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21DA3" w:rsidRPr="00A46A72" w:rsidRDefault="00F21DA3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21DA3" w:rsidRPr="00190885" w:rsidRDefault="00F21DA3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21DA3" w:rsidRPr="00190885" w:rsidRDefault="00F21DA3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21DA3" w:rsidRPr="00190885" w:rsidRDefault="00F21DA3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21DA3" w:rsidRPr="00190885" w:rsidRDefault="00F21DA3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21DA3" w:rsidRPr="00190885" w:rsidRDefault="00F21DA3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21DA3" w:rsidRPr="00190885" w:rsidRDefault="00F21DA3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21DA3" w:rsidRPr="00190885" w:rsidRDefault="00F21DA3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362,6</w:t>
            </w:r>
          </w:p>
        </w:tc>
        <w:tc>
          <w:tcPr>
            <w:tcW w:w="1842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1DA3" w:rsidRPr="00190885" w:rsidRDefault="00F21DA3" w:rsidP="00FB084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362,6</w:t>
            </w:r>
          </w:p>
        </w:tc>
        <w:tc>
          <w:tcPr>
            <w:tcW w:w="2019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21DA3" w:rsidRPr="00190885" w:rsidRDefault="00F21DA3" w:rsidP="00FB084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362,6</w:t>
            </w:r>
          </w:p>
        </w:tc>
        <w:tc>
          <w:tcPr>
            <w:tcW w:w="1842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1DA3" w:rsidRPr="00190885" w:rsidRDefault="00F21DA3" w:rsidP="00FB084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362,6</w:t>
            </w:r>
          </w:p>
        </w:tc>
        <w:tc>
          <w:tcPr>
            <w:tcW w:w="2019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1DA3" w:rsidRPr="008A6FA1" w:rsidTr="006F209F">
        <w:tc>
          <w:tcPr>
            <w:tcW w:w="14560" w:type="dxa"/>
            <w:gridSpan w:val="6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1DA3" w:rsidRPr="008A6FA1" w:rsidTr="006F209F">
        <w:tc>
          <w:tcPr>
            <w:tcW w:w="14560" w:type="dxa"/>
            <w:gridSpan w:val="6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21DA3" w:rsidRPr="00190885" w:rsidRDefault="00F21DA3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21DA3" w:rsidRPr="00190885" w:rsidRDefault="00F21DA3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21DA3" w:rsidRPr="00190885" w:rsidRDefault="00F21DA3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21DA3" w:rsidRPr="00190885" w:rsidRDefault="00F21DA3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21DA3" w:rsidRPr="00190885" w:rsidRDefault="00F21DA3" w:rsidP="006F209F">
            <w:pPr>
              <w:pStyle w:val="ConsPlusNormal0"/>
              <w:rPr>
                <w:szCs w:val="28"/>
              </w:rPr>
            </w:pPr>
          </w:p>
        </w:tc>
      </w:tr>
      <w:tr w:rsidR="00F21DA3" w:rsidRPr="008A6FA1" w:rsidTr="006F209F">
        <w:tc>
          <w:tcPr>
            <w:tcW w:w="6374" w:type="dxa"/>
          </w:tcPr>
          <w:p w:rsidR="00F21DA3" w:rsidRPr="00190885" w:rsidRDefault="00F21DA3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21DA3" w:rsidRPr="00190885" w:rsidRDefault="00F21DA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21DA3" w:rsidRPr="00950972" w:rsidRDefault="00F21DA3" w:rsidP="00BB769B">
      <w:pPr>
        <w:jc w:val="center"/>
        <w:rPr>
          <w:b/>
          <w:szCs w:val="28"/>
        </w:rPr>
      </w:pPr>
    </w:p>
    <w:p w:rsidR="00F21DA3" w:rsidRDefault="00F21DA3" w:rsidP="00EF6F81">
      <w:pPr>
        <w:jc w:val="center"/>
        <w:rPr>
          <w:szCs w:val="28"/>
        </w:rPr>
        <w:sectPr w:rsidR="00F21DA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21DA3" w:rsidRDefault="00F21DA3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F21DA3" w:rsidRPr="00F36F5A" w:rsidRDefault="00F21DA3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F21DA3" w:rsidRDefault="00F21DA3" w:rsidP="00225687">
      <w:pPr>
        <w:ind w:firstLine="709"/>
        <w:jc w:val="both"/>
      </w:pPr>
    </w:p>
    <w:p w:rsidR="00F21DA3" w:rsidRDefault="00F21DA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21DA3" w:rsidRDefault="00F21DA3" w:rsidP="00EF6F81">
      <w:pPr>
        <w:jc w:val="center"/>
        <w:rPr>
          <w:szCs w:val="28"/>
        </w:rPr>
      </w:pPr>
    </w:p>
    <w:p w:rsidR="00F21DA3" w:rsidRPr="00F36F5A" w:rsidRDefault="00F21DA3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F21DA3" w:rsidRPr="00631DB2" w:rsidRDefault="00F21DA3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F21DA3" w:rsidTr="006F209F">
        <w:tc>
          <w:tcPr>
            <w:tcW w:w="648" w:type="dxa"/>
            <w:vMerge w:val="restart"/>
            <w:vAlign w:val="center"/>
          </w:tcPr>
          <w:p w:rsidR="00F21DA3" w:rsidRPr="00AC26F6" w:rsidRDefault="00F21DA3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21DA3" w:rsidRPr="00AC26F6" w:rsidRDefault="00F21DA3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21DA3" w:rsidRPr="00AC26F6" w:rsidRDefault="00F21DA3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21DA3" w:rsidRPr="00AC26F6" w:rsidRDefault="00F21DA3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21DA3" w:rsidRPr="00AC26F6" w:rsidRDefault="00F21DA3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21DA3" w:rsidTr="006F209F">
        <w:tc>
          <w:tcPr>
            <w:tcW w:w="648" w:type="dxa"/>
            <w:vMerge/>
          </w:tcPr>
          <w:p w:rsidR="00F21DA3" w:rsidRPr="00AC26F6" w:rsidRDefault="00F21DA3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21DA3" w:rsidRPr="00AC26F6" w:rsidRDefault="00F21DA3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21DA3" w:rsidRPr="00AC26F6" w:rsidRDefault="00F21DA3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21DA3" w:rsidRPr="00AC26F6" w:rsidRDefault="00F21DA3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21DA3" w:rsidRPr="00AC26F6" w:rsidRDefault="00F21DA3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F21DA3" w:rsidRPr="00AC26F6" w:rsidRDefault="00F21DA3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F21DA3" w:rsidTr="006F209F">
        <w:tc>
          <w:tcPr>
            <w:tcW w:w="648" w:type="dxa"/>
          </w:tcPr>
          <w:p w:rsidR="00F21DA3" w:rsidRPr="00AC26F6" w:rsidRDefault="00F21DA3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21DA3" w:rsidRPr="00AC26F6" w:rsidRDefault="00F21DA3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21DA3" w:rsidRPr="00AC26F6" w:rsidRDefault="00F21DA3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21DA3" w:rsidRPr="00AC26F6" w:rsidRDefault="00F21DA3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21DA3" w:rsidRPr="00AC26F6" w:rsidRDefault="00F21DA3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21DA3" w:rsidRPr="00AC26F6" w:rsidRDefault="00F21DA3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21DA3" w:rsidTr="006F209F">
        <w:tc>
          <w:tcPr>
            <w:tcW w:w="648" w:type="dxa"/>
            <w:vAlign w:val="center"/>
          </w:tcPr>
          <w:p w:rsidR="00F21DA3" w:rsidRPr="00AC26F6" w:rsidRDefault="00F21DA3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F21DA3" w:rsidRPr="008903E0" w:rsidRDefault="00F21DA3" w:rsidP="008903E0">
            <w:pPr>
              <w:pStyle w:val="a0"/>
              <w:rPr>
                <w:b/>
                <w:sz w:val="28"/>
                <w:szCs w:val="28"/>
              </w:rPr>
            </w:pPr>
            <w:r w:rsidRPr="008903E0">
              <w:rPr>
                <w:rFonts w:ascii="Times New Roman" w:hAnsi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F21DA3" w:rsidRPr="00AC26F6" w:rsidRDefault="00F21DA3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F21DA3" w:rsidRPr="00AC26F6" w:rsidRDefault="00F21DA3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21DA3" w:rsidRPr="00AC26F6" w:rsidRDefault="00F21DA3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F21DA3" w:rsidRPr="00AC26F6" w:rsidRDefault="00F21DA3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F21DA3" w:rsidRPr="00A74297" w:rsidRDefault="00F21DA3" w:rsidP="00225687">
      <w:pPr>
        <w:jc w:val="center"/>
        <w:rPr>
          <w:b/>
          <w:szCs w:val="28"/>
        </w:rPr>
      </w:pPr>
    </w:p>
    <w:p w:rsidR="00F21DA3" w:rsidRPr="00225687" w:rsidRDefault="00F21DA3">
      <w:pPr>
        <w:rPr>
          <w:sz w:val="6"/>
          <w:szCs w:val="6"/>
        </w:rPr>
      </w:pPr>
    </w:p>
    <w:p w:rsidR="00F21DA3" w:rsidRDefault="00F21DA3" w:rsidP="0054045D">
      <w:pPr>
        <w:pStyle w:val="ConsPlusNormal0"/>
        <w:jc w:val="center"/>
        <w:rPr>
          <w:b/>
        </w:rPr>
      </w:pPr>
    </w:p>
    <w:p w:rsidR="00F21DA3" w:rsidRDefault="00F21DA3" w:rsidP="0054045D">
      <w:pPr>
        <w:pStyle w:val="ConsPlusNormal0"/>
        <w:jc w:val="center"/>
        <w:rPr>
          <w:b/>
        </w:rPr>
      </w:pPr>
    </w:p>
    <w:p w:rsidR="00F21DA3" w:rsidRDefault="00F21DA3" w:rsidP="0054045D">
      <w:pPr>
        <w:pStyle w:val="ConsPlusNormal0"/>
        <w:jc w:val="center"/>
        <w:rPr>
          <w:b/>
        </w:rPr>
      </w:pPr>
    </w:p>
    <w:p w:rsidR="00F21DA3" w:rsidRDefault="00F21DA3" w:rsidP="0054045D">
      <w:pPr>
        <w:pStyle w:val="ConsPlusNormal0"/>
        <w:jc w:val="center"/>
        <w:rPr>
          <w:b/>
        </w:rPr>
      </w:pPr>
    </w:p>
    <w:p w:rsidR="00F21DA3" w:rsidRDefault="00F21DA3" w:rsidP="0054045D">
      <w:pPr>
        <w:pStyle w:val="ConsPlusNormal0"/>
        <w:jc w:val="center"/>
        <w:rPr>
          <w:b/>
        </w:rPr>
      </w:pPr>
    </w:p>
    <w:p w:rsidR="00F21DA3" w:rsidRDefault="00F21DA3" w:rsidP="0054045D">
      <w:pPr>
        <w:pStyle w:val="ConsPlusNormal0"/>
        <w:jc w:val="center"/>
        <w:rPr>
          <w:b/>
        </w:rPr>
      </w:pPr>
    </w:p>
    <w:p w:rsidR="00F21DA3" w:rsidRDefault="00F21DA3" w:rsidP="0054045D">
      <w:pPr>
        <w:pStyle w:val="ConsPlusNormal0"/>
        <w:jc w:val="center"/>
        <w:rPr>
          <w:b/>
        </w:rPr>
      </w:pPr>
    </w:p>
    <w:p w:rsidR="00F21DA3" w:rsidRDefault="00F21DA3" w:rsidP="0054045D">
      <w:pPr>
        <w:pStyle w:val="ConsPlusNormal0"/>
        <w:jc w:val="center"/>
        <w:rPr>
          <w:b/>
        </w:rPr>
      </w:pPr>
    </w:p>
    <w:p w:rsidR="00F21DA3" w:rsidRDefault="00F21DA3" w:rsidP="0054045D">
      <w:pPr>
        <w:pStyle w:val="ConsPlusNormal0"/>
        <w:jc w:val="center"/>
        <w:rPr>
          <w:b/>
        </w:rPr>
      </w:pPr>
    </w:p>
    <w:p w:rsidR="00F21DA3" w:rsidRDefault="00F21DA3" w:rsidP="0054045D">
      <w:pPr>
        <w:pStyle w:val="ConsPlusNormal0"/>
        <w:jc w:val="center"/>
        <w:rPr>
          <w:b/>
        </w:rPr>
      </w:pPr>
    </w:p>
    <w:p w:rsidR="00F21DA3" w:rsidRDefault="00F21DA3" w:rsidP="0054045D">
      <w:pPr>
        <w:pStyle w:val="ConsPlusNormal0"/>
        <w:jc w:val="center"/>
        <w:rPr>
          <w:b/>
        </w:rPr>
      </w:pPr>
    </w:p>
    <w:p w:rsidR="00F21DA3" w:rsidRDefault="00F21DA3" w:rsidP="0054045D">
      <w:pPr>
        <w:pStyle w:val="ConsPlusNormal0"/>
        <w:jc w:val="center"/>
        <w:rPr>
          <w:b/>
        </w:rPr>
      </w:pPr>
    </w:p>
    <w:p w:rsidR="00F21DA3" w:rsidRPr="003C75F8" w:rsidRDefault="00F21DA3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F21DA3" w:rsidRPr="003C75F8" w:rsidRDefault="00F21DA3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21DA3" w:rsidRPr="00F36F5A" w:rsidRDefault="00F21DA3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F21DA3" w:rsidRPr="003C75F8" w:rsidRDefault="00F21DA3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F21DA3" w:rsidRPr="00515088" w:rsidTr="006F209F">
        <w:tc>
          <w:tcPr>
            <w:tcW w:w="593" w:type="dxa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F21DA3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F21DA3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F21DA3" w:rsidRPr="000319AE" w:rsidRDefault="00F21DA3" w:rsidP="000319AE">
            <w:pPr>
              <w:pStyle w:val="a0"/>
            </w:pPr>
            <w:r w:rsidRPr="000319AE">
              <w:rPr>
                <w:rFonts w:ascii="Times New Roman" w:hAnsi="Times New Roman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F21DA3" w:rsidRPr="00515088" w:rsidRDefault="00F21DA3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F21DA3" w:rsidRDefault="00F21DA3" w:rsidP="0054045D">
      <w:pPr>
        <w:jc w:val="center"/>
        <w:rPr>
          <w:b/>
          <w:szCs w:val="28"/>
        </w:rPr>
      </w:pPr>
    </w:p>
    <w:p w:rsidR="00F21DA3" w:rsidRPr="003C75F8" w:rsidRDefault="00F21DA3" w:rsidP="0054045D">
      <w:pPr>
        <w:jc w:val="center"/>
        <w:rPr>
          <w:b/>
          <w:szCs w:val="28"/>
        </w:rPr>
      </w:pPr>
    </w:p>
    <w:p w:rsidR="00F21DA3" w:rsidRPr="0054045D" w:rsidRDefault="00F21DA3">
      <w:pPr>
        <w:rPr>
          <w:sz w:val="6"/>
          <w:szCs w:val="6"/>
        </w:rPr>
      </w:pPr>
    </w:p>
    <w:p w:rsidR="00F21DA3" w:rsidRDefault="00F21DA3" w:rsidP="00FA1A72">
      <w:pPr>
        <w:jc w:val="both"/>
        <w:rPr>
          <w:szCs w:val="28"/>
        </w:rPr>
      </w:pPr>
    </w:p>
    <w:p w:rsidR="00F21DA3" w:rsidRDefault="00F21DA3" w:rsidP="00FA1A72">
      <w:pPr>
        <w:jc w:val="both"/>
        <w:rPr>
          <w:szCs w:val="28"/>
        </w:rPr>
      </w:pPr>
    </w:p>
    <w:p w:rsidR="00F21DA3" w:rsidRDefault="00F21DA3" w:rsidP="00FA1A72">
      <w:pPr>
        <w:jc w:val="both"/>
        <w:rPr>
          <w:szCs w:val="28"/>
        </w:rPr>
      </w:pPr>
    </w:p>
    <w:p w:rsidR="00F21DA3" w:rsidRDefault="00F21DA3" w:rsidP="00FA1A72">
      <w:pPr>
        <w:jc w:val="both"/>
        <w:rPr>
          <w:szCs w:val="28"/>
        </w:rPr>
      </w:pPr>
    </w:p>
    <w:p w:rsidR="00F21DA3" w:rsidRDefault="00F21DA3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F21DA3" w:rsidRPr="00F36F5A" w:rsidRDefault="00F21DA3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F21DA3" w:rsidRDefault="00F21DA3" w:rsidP="00CC0414">
      <w:pPr>
        <w:jc w:val="center"/>
        <w:rPr>
          <w:b/>
          <w:szCs w:val="28"/>
        </w:rPr>
      </w:pPr>
    </w:p>
    <w:p w:rsidR="00F21DA3" w:rsidRDefault="00F21DA3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21DA3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21DA3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DA3" w:rsidRPr="00500747" w:rsidRDefault="00F21DA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A3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DA3" w:rsidRPr="00500747" w:rsidRDefault="00F21DA3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1DA3" w:rsidRDefault="00F21DA3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21DA3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500747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DA3" w:rsidRPr="00500747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21DA3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DA3" w:rsidRPr="000319AE" w:rsidRDefault="00F21DA3" w:rsidP="0003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19AE">
              <w:rPr>
                <w:sz w:val="24"/>
                <w:szCs w:val="24"/>
              </w:rPr>
              <w:t>еализация прав лиц, замещавших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F21DA3" w:rsidRPr="0072468C" w:rsidRDefault="00F21DA3" w:rsidP="006F209F"/>
        </w:tc>
      </w:tr>
      <w:tr w:rsidR="00F21DA3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DA3" w:rsidRPr="000319AE" w:rsidRDefault="00F21DA3" w:rsidP="000319AE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319AE">
              <w:rPr>
                <w:rFonts w:ascii="Times New Roman" w:hAnsi="Times New Roman"/>
              </w:rPr>
              <w:t>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</w:t>
            </w:r>
          </w:p>
          <w:p w:rsidR="00F21DA3" w:rsidRPr="0072468C" w:rsidRDefault="00F21DA3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DA3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72468C" w:rsidRDefault="00F21DA3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922FDF" w:rsidRDefault="00F21DA3" w:rsidP="00922FDF">
            <w:pPr>
              <w:jc w:val="center"/>
              <w:rPr>
                <w:sz w:val="24"/>
                <w:szCs w:val="24"/>
                <w:lang w:eastAsia="ru-RU"/>
              </w:rPr>
            </w:pPr>
            <w:r w:rsidRPr="00922FDF">
              <w:rPr>
                <w:sz w:val="24"/>
                <w:szCs w:val="24"/>
              </w:rPr>
              <w:t>362,</w:t>
            </w:r>
            <w:r w:rsidRPr="00922FDF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FB084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DA3" w:rsidRPr="0072468C" w:rsidRDefault="00F21DA3" w:rsidP="006F209F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>лучшение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21DA3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FB084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21DA3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FB084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21DA3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A518AD" w:rsidRDefault="00F21DA3" w:rsidP="00D46DCD">
            <w:pPr>
              <w:jc w:val="center"/>
              <w:rPr>
                <w:sz w:val="24"/>
                <w:szCs w:val="24"/>
              </w:rPr>
            </w:pPr>
            <w:r w:rsidRPr="00A518A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62,6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A518AD" w:rsidRDefault="00F21DA3" w:rsidP="00FB0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DA3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A518AD" w:rsidRDefault="00F21DA3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A518AD" w:rsidRDefault="00F21DA3" w:rsidP="00FB08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DA3" w:rsidRPr="00B6573C" w:rsidRDefault="00F21DA3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21DA3" w:rsidRPr="00B6573C" w:rsidRDefault="00F21DA3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21DA3" w:rsidRDefault="00F21DA3" w:rsidP="00EF6F81">
      <w:pPr>
        <w:jc w:val="center"/>
        <w:rPr>
          <w:szCs w:val="28"/>
        </w:rPr>
      </w:pPr>
    </w:p>
    <w:p w:rsidR="00F21DA3" w:rsidRDefault="00F21DA3" w:rsidP="00EF6F81">
      <w:pPr>
        <w:jc w:val="center"/>
        <w:rPr>
          <w:szCs w:val="28"/>
        </w:rPr>
        <w:sectPr w:rsidR="00F21DA3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21DA3" w:rsidRPr="00484E94" w:rsidRDefault="00F21DA3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21DA3" w:rsidRPr="00484E94" w:rsidRDefault="00F21DA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21DA3" w:rsidRPr="00484E94" w:rsidRDefault="00F21DA3" w:rsidP="00484E94">
      <w:pPr>
        <w:pStyle w:val="ConsPlusNormal0"/>
        <w:jc w:val="center"/>
        <w:rPr>
          <w:szCs w:val="28"/>
        </w:rPr>
      </w:pPr>
    </w:p>
    <w:p w:rsidR="00F21DA3" w:rsidRPr="0016103B" w:rsidRDefault="00F21DA3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21DA3" w:rsidRPr="00484E94" w:rsidRDefault="00F21DA3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21DA3" w:rsidRPr="00484E94" w:rsidRDefault="00F21DA3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F21DA3" w:rsidRDefault="00F21DA3" w:rsidP="00484E94">
      <w:pPr>
        <w:jc w:val="both"/>
      </w:pPr>
    </w:p>
    <w:p w:rsidR="00F21DA3" w:rsidRPr="00484E94" w:rsidRDefault="00F21DA3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21DA3" w:rsidRPr="00484E94" w:rsidRDefault="00F21DA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21DA3" w:rsidRPr="00484E94" w:rsidRDefault="00F21DA3" w:rsidP="00484E94">
      <w:pPr>
        <w:pStyle w:val="ConsPlusNormal0"/>
        <w:jc w:val="both"/>
        <w:rPr>
          <w:szCs w:val="28"/>
        </w:rPr>
      </w:pP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F21DA3" w:rsidRDefault="00F21DA3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F21DA3" w:rsidRPr="007F34E4" w:rsidRDefault="00F21DA3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F21DA3" w:rsidRPr="007F34E4" w:rsidRDefault="00F21DA3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F21DA3" w:rsidRPr="007F34E4" w:rsidRDefault="00F21DA3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F21DA3" w:rsidRPr="007F34E4" w:rsidRDefault="00F21DA3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21DA3" w:rsidRPr="007F34E4" w:rsidRDefault="00F21DA3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F21DA3" w:rsidRDefault="00F21DA3" w:rsidP="00484E94">
      <w:pPr>
        <w:ind w:firstLine="709"/>
        <w:jc w:val="both"/>
        <w:rPr>
          <w:szCs w:val="28"/>
        </w:rPr>
      </w:pPr>
    </w:p>
    <w:p w:rsidR="00F21DA3" w:rsidRDefault="00F21DA3" w:rsidP="00484E94">
      <w:pPr>
        <w:ind w:firstLine="709"/>
        <w:jc w:val="both"/>
        <w:rPr>
          <w:szCs w:val="28"/>
        </w:rPr>
      </w:pPr>
    </w:p>
    <w:p w:rsidR="00F21DA3" w:rsidRDefault="00F21DA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21DA3" w:rsidRDefault="00F21DA3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21DA3" w:rsidRDefault="00F21DA3" w:rsidP="00956CCE">
      <w:pPr>
        <w:rPr>
          <w:szCs w:val="28"/>
        </w:rPr>
        <w:sectPr w:rsidR="00F21DA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F21DA3" w:rsidRDefault="00F21DA3" w:rsidP="00B123A0"/>
    <w:sectPr w:rsidR="00F21DA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DA3" w:rsidRDefault="00F21DA3" w:rsidP="00EF6F81">
      <w:r>
        <w:separator/>
      </w:r>
    </w:p>
  </w:endnote>
  <w:endnote w:type="continuationSeparator" w:id="0">
    <w:p w:rsidR="00F21DA3" w:rsidRDefault="00F21DA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DA3" w:rsidRDefault="00F21DA3" w:rsidP="00EF6F81">
      <w:r>
        <w:separator/>
      </w:r>
    </w:p>
  </w:footnote>
  <w:footnote w:type="continuationSeparator" w:id="0">
    <w:p w:rsidR="00F21DA3" w:rsidRDefault="00F21DA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DA3" w:rsidRDefault="00F21DA3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DA3" w:rsidRDefault="00F21DA3">
    <w:pPr>
      <w:pStyle w:val="Header"/>
      <w:jc w:val="center"/>
    </w:pPr>
  </w:p>
  <w:p w:rsidR="00F21DA3" w:rsidRDefault="00F21DA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21DA3" w:rsidRPr="00064846" w:rsidRDefault="00F21DA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0FF6"/>
    <w:rsid w:val="0019577F"/>
    <w:rsid w:val="001A1BB4"/>
    <w:rsid w:val="001B6CFF"/>
    <w:rsid w:val="001B7870"/>
    <w:rsid w:val="001B7AD5"/>
    <w:rsid w:val="001C70CF"/>
    <w:rsid w:val="001D080B"/>
    <w:rsid w:val="001D1214"/>
    <w:rsid w:val="001D4E9D"/>
    <w:rsid w:val="001D7910"/>
    <w:rsid w:val="001E468C"/>
    <w:rsid w:val="001E7209"/>
    <w:rsid w:val="001F57BB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33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2E6476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2D03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372F0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5999"/>
    <w:rsid w:val="00506C43"/>
    <w:rsid w:val="00510D19"/>
    <w:rsid w:val="00515088"/>
    <w:rsid w:val="00534F4F"/>
    <w:rsid w:val="0053507E"/>
    <w:rsid w:val="0054045D"/>
    <w:rsid w:val="0054063E"/>
    <w:rsid w:val="005450A9"/>
    <w:rsid w:val="00551254"/>
    <w:rsid w:val="0055229B"/>
    <w:rsid w:val="00553CFA"/>
    <w:rsid w:val="005716FF"/>
    <w:rsid w:val="00571FAC"/>
    <w:rsid w:val="00572B25"/>
    <w:rsid w:val="005750C3"/>
    <w:rsid w:val="0058240E"/>
    <w:rsid w:val="00595B9D"/>
    <w:rsid w:val="005A449E"/>
    <w:rsid w:val="005A684E"/>
    <w:rsid w:val="005B10CA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356"/>
    <w:rsid w:val="00611F63"/>
    <w:rsid w:val="00614039"/>
    <w:rsid w:val="00617E6B"/>
    <w:rsid w:val="00631501"/>
    <w:rsid w:val="00631920"/>
    <w:rsid w:val="00631DB2"/>
    <w:rsid w:val="006341E7"/>
    <w:rsid w:val="00634440"/>
    <w:rsid w:val="0064773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0772D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4723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2FDF"/>
    <w:rsid w:val="0092378A"/>
    <w:rsid w:val="0092688F"/>
    <w:rsid w:val="00931B09"/>
    <w:rsid w:val="00937318"/>
    <w:rsid w:val="00944B19"/>
    <w:rsid w:val="00944C39"/>
    <w:rsid w:val="00950972"/>
    <w:rsid w:val="00950F83"/>
    <w:rsid w:val="00953D8F"/>
    <w:rsid w:val="00956CCE"/>
    <w:rsid w:val="00956FDA"/>
    <w:rsid w:val="009624C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5A68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15DD"/>
    <w:rsid w:val="00A44BB5"/>
    <w:rsid w:val="00A46A72"/>
    <w:rsid w:val="00A47DA3"/>
    <w:rsid w:val="00A518AD"/>
    <w:rsid w:val="00A52731"/>
    <w:rsid w:val="00A56C25"/>
    <w:rsid w:val="00A56F12"/>
    <w:rsid w:val="00A57DAE"/>
    <w:rsid w:val="00A643EC"/>
    <w:rsid w:val="00A67E38"/>
    <w:rsid w:val="00A70430"/>
    <w:rsid w:val="00A71BA7"/>
    <w:rsid w:val="00A72438"/>
    <w:rsid w:val="00A7379B"/>
    <w:rsid w:val="00A737FD"/>
    <w:rsid w:val="00A74297"/>
    <w:rsid w:val="00A7591C"/>
    <w:rsid w:val="00A77D4F"/>
    <w:rsid w:val="00A811B2"/>
    <w:rsid w:val="00A84785"/>
    <w:rsid w:val="00A96A8D"/>
    <w:rsid w:val="00A96DF7"/>
    <w:rsid w:val="00AA0D84"/>
    <w:rsid w:val="00AA5C4B"/>
    <w:rsid w:val="00AA7594"/>
    <w:rsid w:val="00AC26F6"/>
    <w:rsid w:val="00AC6410"/>
    <w:rsid w:val="00AC6F55"/>
    <w:rsid w:val="00AD7804"/>
    <w:rsid w:val="00AE09CA"/>
    <w:rsid w:val="00AE1D70"/>
    <w:rsid w:val="00AE7059"/>
    <w:rsid w:val="00AF1DE5"/>
    <w:rsid w:val="00AF3593"/>
    <w:rsid w:val="00AF35BD"/>
    <w:rsid w:val="00AF362F"/>
    <w:rsid w:val="00B07228"/>
    <w:rsid w:val="00B123A0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C26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77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02AB"/>
    <w:rsid w:val="00CA247E"/>
    <w:rsid w:val="00CA61D6"/>
    <w:rsid w:val="00CA63B2"/>
    <w:rsid w:val="00CA76C1"/>
    <w:rsid w:val="00CB24FB"/>
    <w:rsid w:val="00CB6D46"/>
    <w:rsid w:val="00CC0414"/>
    <w:rsid w:val="00CC0FFD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6DCD"/>
    <w:rsid w:val="00D50A29"/>
    <w:rsid w:val="00D510F8"/>
    <w:rsid w:val="00D5268F"/>
    <w:rsid w:val="00D54C27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D6A49"/>
    <w:rsid w:val="00DE12E4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2F4E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324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0D67"/>
    <w:rsid w:val="00F162F0"/>
    <w:rsid w:val="00F21DA3"/>
    <w:rsid w:val="00F23492"/>
    <w:rsid w:val="00F24FE0"/>
    <w:rsid w:val="00F31FEC"/>
    <w:rsid w:val="00F32117"/>
    <w:rsid w:val="00F36F38"/>
    <w:rsid w:val="00F36F5A"/>
    <w:rsid w:val="00F43866"/>
    <w:rsid w:val="00F43926"/>
    <w:rsid w:val="00F441D3"/>
    <w:rsid w:val="00F51AD1"/>
    <w:rsid w:val="00F65DF0"/>
    <w:rsid w:val="00F677FC"/>
    <w:rsid w:val="00F67E40"/>
    <w:rsid w:val="00F707E1"/>
    <w:rsid w:val="00F80B7C"/>
    <w:rsid w:val="00F84016"/>
    <w:rsid w:val="00F852D7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084E"/>
    <w:rsid w:val="00FB1780"/>
    <w:rsid w:val="00FC2799"/>
    <w:rsid w:val="00FD34F6"/>
    <w:rsid w:val="00FD486E"/>
    <w:rsid w:val="00FD579D"/>
    <w:rsid w:val="00FF1C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0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2138</TotalTime>
  <Pages>11</Pages>
  <Words>1694</Words>
  <Characters>9658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208</cp:revision>
  <cp:lastPrinted>2022-08-12T10:16:00Z</cp:lastPrinted>
  <dcterms:created xsi:type="dcterms:W3CDTF">2018-08-07T11:48:00Z</dcterms:created>
  <dcterms:modified xsi:type="dcterms:W3CDTF">2022-12-28T10:58:00Z</dcterms:modified>
</cp:coreProperties>
</file>