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C13C3D" w:rsidRDefault="00C13C3D" w:rsidP="00AA0F0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269</w:t>
      </w:r>
    </w:p>
    <w:p w:rsidR="00C13C3D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Pr="00D737C3" w:rsidRDefault="00C13C3D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C13C3D" w:rsidRPr="00D737C3" w:rsidRDefault="00C13C3D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8C1A19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сельских территорий в Старотитаровском сельском поселении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C13C3D" w:rsidRDefault="00C13C3D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Pr="00D737C3" w:rsidRDefault="00C13C3D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C13C3D" w:rsidRPr="006069E5">
        <w:tc>
          <w:tcPr>
            <w:tcW w:w="1162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C13C3D" w:rsidRPr="006069E5">
        <w:tc>
          <w:tcPr>
            <w:tcW w:w="1162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C13C3D" w:rsidRPr="0064236D" w:rsidRDefault="00C13C3D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C13C3D" w:rsidRPr="006069E5">
        <w:trPr>
          <w:tblHeader/>
        </w:trPr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</w:t>
            </w:r>
            <w:r w:rsidRPr="004E0B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385B">
              <w:rPr>
                <w:rFonts w:ascii="Times New Roman" w:hAnsi="Times New Roman" w:cs="Times New Roman"/>
              </w:rPr>
              <w:t>территории поселения объектами  инженерной инфраструктуры</w:t>
            </w:r>
          </w:p>
        </w:tc>
        <w:tc>
          <w:tcPr>
            <w:tcW w:w="941" w:type="dxa"/>
            <w:vAlign w:val="center"/>
          </w:tcPr>
          <w:p w:rsidR="00C13C3D" w:rsidRPr="006069E5" w:rsidRDefault="00C13C3D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992 0502 6210110230 414</w:t>
            </w: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13C3D" w:rsidRPr="007A5CB9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.1. Осуществлены мероприятия по строительству, ремонту и обслуживанию системы газоснабжения</w:t>
            </w:r>
          </w:p>
        </w:tc>
        <w:tc>
          <w:tcPr>
            <w:tcW w:w="941" w:type="dxa"/>
            <w:vAlign w:val="center"/>
          </w:tcPr>
          <w:p w:rsidR="00C13C3D" w:rsidRPr="006069E5" w:rsidRDefault="00C13C3D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C13C3D" w:rsidRPr="006069E5" w:rsidRDefault="00C13C3D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C13C3D" w:rsidRPr="00B07AF4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07AF4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B07AF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C13C3D" w:rsidRPr="006069E5">
        <w:tc>
          <w:tcPr>
            <w:tcW w:w="115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13C3D" w:rsidRPr="006069E5" w:rsidRDefault="00C13C3D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13C3D" w:rsidRDefault="00C13C3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C13C3D" w:rsidRDefault="00C13C3D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C13C3D" w:rsidRPr="0064236D" w:rsidRDefault="00C13C3D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Pr="001E42D2">
        <w:rPr>
          <w:rFonts w:ascii="Times New Roman" w:hAnsi="Times New Roman" w:cs="Times New Roman"/>
          <w:sz w:val="28"/>
          <w:szCs w:val="28"/>
        </w:rPr>
        <w:t>А.Ю. Лобыцина</w:t>
      </w:r>
    </w:p>
    <w:sectPr w:rsidR="00C13C3D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C3D" w:rsidRDefault="00C13C3D" w:rsidP="007D6942">
      <w:r>
        <w:separator/>
      </w:r>
    </w:p>
  </w:endnote>
  <w:endnote w:type="continuationSeparator" w:id="0">
    <w:p w:rsidR="00C13C3D" w:rsidRDefault="00C13C3D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C3D" w:rsidRDefault="00C13C3D" w:rsidP="007D6942">
      <w:r>
        <w:separator/>
      </w:r>
    </w:p>
  </w:footnote>
  <w:footnote w:type="continuationSeparator" w:id="0">
    <w:p w:rsidR="00C13C3D" w:rsidRDefault="00C13C3D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3D" w:rsidRDefault="00C13C3D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C13C3D" w:rsidRPr="00A80EF1" w:rsidRDefault="00C13C3D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351F5"/>
    <w:rsid w:val="000471A7"/>
    <w:rsid w:val="000677DD"/>
    <w:rsid w:val="00092349"/>
    <w:rsid w:val="000A1CD9"/>
    <w:rsid w:val="000F5077"/>
    <w:rsid w:val="001057E4"/>
    <w:rsid w:val="00120544"/>
    <w:rsid w:val="00130F43"/>
    <w:rsid w:val="001471D0"/>
    <w:rsid w:val="00164E78"/>
    <w:rsid w:val="0016687B"/>
    <w:rsid w:val="00176447"/>
    <w:rsid w:val="001B7323"/>
    <w:rsid w:val="001D011F"/>
    <w:rsid w:val="001E42D2"/>
    <w:rsid w:val="001E7088"/>
    <w:rsid w:val="001F2603"/>
    <w:rsid w:val="00203F45"/>
    <w:rsid w:val="00206D5E"/>
    <w:rsid w:val="00212251"/>
    <w:rsid w:val="00234471"/>
    <w:rsid w:val="00250BFB"/>
    <w:rsid w:val="00285170"/>
    <w:rsid w:val="00294148"/>
    <w:rsid w:val="002A054F"/>
    <w:rsid w:val="0032383C"/>
    <w:rsid w:val="003432B5"/>
    <w:rsid w:val="003454FC"/>
    <w:rsid w:val="00352444"/>
    <w:rsid w:val="00393B47"/>
    <w:rsid w:val="003A1A1D"/>
    <w:rsid w:val="003C7B36"/>
    <w:rsid w:val="004227BB"/>
    <w:rsid w:val="004335C1"/>
    <w:rsid w:val="004336F7"/>
    <w:rsid w:val="00452B4E"/>
    <w:rsid w:val="0049599F"/>
    <w:rsid w:val="004A3654"/>
    <w:rsid w:val="004C466D"/>
    <w:rsid w:val="004D5D87"/>
    <w:rsid w:val="004E0B9F"/>
    <w:rsid w:val="004F4502"/>
    <w:rsid w:val="004F53C4"/>
    <w:rsid w:val="00527254"/>
    <w:rsid w:val="00546AAB"/>
    <w:rsid w:val="00551570"/>
    <w:rsid w:val="00564935"/>
    <w:rsid w:val="005B0797"/>
    <w:rsid w:val="005E372B"/>
    <w:rsid w:val="005F7D28"/>
    <w:rsid w:val="006069E5"/>
    <w:rsid w:val="0063306A"/>
    <w:rsid w:val="0064236D"/>
    <w:rsid w:val="0064344A"/>
    <w:rsid w:val="0067380F"/>
    <w:rsid w:val="00675641"/>
    <w:rsid w:val="006811EE"/>
    <w:rsid w:val="00682270"/>
    <w:rsid w:val="00682450"/>
    <w:rsid w:val="006F2B84"/>
    <w:rsid w:val="006F7FF6"/>
    <w:rsid w:val="00705B7B"/>
    <w:rsid w:val="0071727A"/>
    <w:rsid w:val="00780C3B"/>
    <w:rsid w:val="007A5CB9"/>
    <w:rsid w:val="007D6942"/>
    <w:rsid w:val="007F7199"/>
    <w:rsid w:val="0080164D"/>
    <w:rsid w:val="0081247D"/>
    <w:rsid w:val="00851081"/>
    <w:rsid w:val="00854355"/>
    <w:rsid w:val="008955A6"/>
    <w:rsid w:val="008A6FA1"/>
    <w:rsid w:val="008C1A19"/>
    <w:rsid w:val="008C28BE"/>
    <w:rsid w:val="00905C09"/>
    <w:rsid w:val="0093061C"/>
    <w:rsid w:val="00960535"/>
    <w:rsid w:val="0096355C"/>
    <w:rsid w:val="00963883"/>
    <w:rsid w:val="009D37BC"/>
    <w:rsid w:val="00A10279"/>
    <w:rsid w:val="00A24EA6"/>
    <w:rsid w:val="00A41751"/>
    <w:rsid w:val="00A417F1"/>
    <w:rsid w:val="00A63C9E"/>
    <w:rsid w:val="00A76F19"/>
    <w:rsid w:val="00A80EF1"/>
    <w:rsid w:val="00A9268B"/>
    <w:rsid w:val="00AA0F09"/>
    <w:rsid w:val="00AC03D6"/>
    <w:rsid w:val="00AC4B7D"/>
    <w:rsid w:val="00B07AF4"/>
    <w:rsid w:val="00B47DD0"/>
    <w:rsid w:val="00B75B97"/>
    <w:rsid w:val="00C13C3D"/>
    <w:rsid w:val="00C35E09"/>
    <w:rsid w:val="00C71732"/>
    <w:rsid w:val="00C74FCF"/>
    <w:rsid w:val="00C7608E"/>
    <w:rsid w:val="00CB64CE"/>
    <w:rsid w:val="00CC0F3B"/>
    <w:rsid w:val="00D568F1"/>
    <w:rsid w:val="00D737C3"/>
    <w:rsid w:val="00D7385B"/>
    <w:rsid w:val="00DB24AE"/>
    <w:rsid w:val="00DB721F"/>
    <w:rsid w:val="00DC6D6A"/>
    <w:rsid w:val="00E1176A"/>
    <w:rsid w:val="00E3318F"/>
    <w:rsid w:val="00E57E39"/>
    <w:rsid w:val="00E67030"/>
    <w:rsid w:val="00E73D5F"/>
    <w:rsid w:val="00E8140E"/>
    <w:rsid w:val="00E85FDC"/>
    <w:rsid w:val="00EC460A"/>
    <w:rsid w:val="00F10576"/>
    <w:rsid w:val="00F13090"/>
    <w:rsid w:val="00F20843"/>
    <w:rsid w:val="00F233BB"/>
    <w:rsid w:val="00F40D21"/>
    <w:rsid w:val="00F4487B"/>
    <w:rsid w:val="00F8232B"/>
    <w:rsid w:val="00F8787E"/>
    <w:rsid w:val="00FB7A7F"/>
    <w:rsid w:val="00FC282F"/>
    <w:rsid w:val="00FC4C64"/>
    <w:rsid w:val="00FF5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4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300</TotalTime>
  <Pages>2</Pages>
  <Words>199</Words>
  <Characters>1138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71</cp:revision>
  <cp:lastPrinted>2021-07-05T12:26:00Z</cp:lastPrinted>
  <dcterms:created xsi:type="dcterms:W3CDTF">2021-05-31T11:19:00Z</dcterms:created>
  <dcterms:modified xsi:type="dcterms:W3CDTF">2022-12-28T06:46:00Z</dcterms:modified>
</cp:coreProperties>
</file>