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340EAF" w:rsidRDefault="00340EAF" w:rsidP="001F322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27.12.2022 г. № 268</w:t>
      </w:r>
    </w:p>
    <w:p w:rsidR="00340EAF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Pr="00D737C3" w:rsidRDefault="00340EAF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340EAF" w:rsidRPr="00D737C3" w:rsidRDefault="00340EAF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0F2A1C">
        <w:rPr>
          <w:rFonts w:ascii="Times New Roman" w:hAnsi="Times New Roman" w:cs="Times New Roman"/>
          <w:b/>
          <w:bCs/>
          <w:sz w:val="28"/>
          <w:szCs w:val="28"/>
        </w:rPr>
        <w:t>«Комплексное развитие системы благоустройства на территории Старотитаровского сельского поселения Темрюкского района»</w:t>
      </w:r>
      <w: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на 2023 год</w:t>
      </w:r>
    </w:p>
    <w:p w:rsidR="00340EAF" w:rsidRDefault="00340EAF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Pr="00D737C3" w:rsidRDefault="00340EAF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340EAF" w:rsidRPr="006069E5">
        <w:tc>
          <w:tcPr>
            <w:tcW w:w="1162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340EAF" w:rsidRPr="006069E5">
        <w:tc>
          <w:tcPr>
            <w:tcW w:w="1162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340EAF" w:rsidRPr="0064236D" w:rsidRDefault="00340EAF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340EAF" w:rsidRPr="006069E5">
        <w:trPr>
          <w:tblHeader/>
        </w:trPr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3411" w:type="dxa"/>
            <w:gridSpan w:val="9"/>
          </w:tcPr>
          <w:p w:rsidR="00340EA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AF3ADF">
              <w:rPr>
                <w:rFonts w:ascii="Times New Roman" w:hAnsi="Times New Roman" w:cs="Times New Roman"/>
              </w:rPr>
              <w:t>«Обеспечение деятельности муниципального бюджетного учреждения «Организация системы благоустройства»»</w:t>
            </w:r>
          </w:p>
          <w:p w:rsidR="00340EAF" w:rsidRPr="006069E5" w:rsidRDefault="00340EAF" w:rsidP="008669E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Default="00340EAF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Создание условий для обеспечения деятельности МБУ «Организация системы благоустройства»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992 0503 6310100590 611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1327,6</w:t>
            </w:r>
          </w:p>
        </w:tc>
        <w:tc>
          <w:tcPr>
            <w:tcW w:w="1080" w:type="dxa"/>
          </w:tcPr>
          <w:p w:rsidR="00340EAF" w:rsidRPr="006069E5" w:rsidRDefault="00340EAF" w:rsidP="00533B1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2659,4</w:t>
            </w:r>
          </w:p>
        </w:tc>
        <w:tc>
          <w:tcPr>
            <w:tcW w:w="1080" w:type="dxa"/>
          </w:tcPr>
          <w:p w:rsidR="00340EAF" w:rsidRPr="006069E5" w:rsidRDefault="00340EAF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2659,4</w:t>
            </w:r>
          </w:p>
        </w:tc>
        <w:tc>
          <w:tcPr>
            <w:tcW w:w="1134" w:type="dxa"/>
          </w:tcPr>
          <w:p w:rsidR="00340EAF" w:rsidRPr="006069E5" w:rsidRDefault="00340EAF" w:rsidP="00AC05F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2659,4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 xml:space="preserve">Заключение соглашения </w:t>
            </w:r>
            <w:r w:rsidRPr="00B150A3">
              <w:rPr>
                <w:rFonts w:ascii="Times New Roman" w:hAnsi="Times New Roman" w:cs="Times New Roman"/>
              </w:rPr>
              <w:t>о порядке и условиях предоставления субсидии на финансовое обеспечение выполнения муниципального задания на оказание муниципальных услуг  (выполнение работ)</w:t>
            </w:r>
          </w:p>
          <w:p w:rsidR="00340EAF" w:rsidRPr="007A5CB9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A417F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417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24685E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</w:t>
            </w:r>
            <w:r w:rsidRPr="0024685E">
              <w:rPr>
                <w:rFonts w:ascii="Times New Roman" w:hAnsi="Times New Roman" w:cs="Times New Roman"/>
              </w:rPr>
              <w:t>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3411" w:type="dxa"/>
            <w:gridSpan w:val="9"/>
          </w:tcPr>
          <w:p w:rsidR="00340EAF" w:rsidRPr="00967F4E" w:rsidRDefault="00340EAF" w:rsidP="008669E9">
            <w:pPr>
              <w:jc w:val="center"/>
              <w:rPr>
                <w:rFonts w:ascii="Times New Roman" w:hAnsi="Times New Roman" w:cs="Times New Roman"/>
              </w:rPr>
            </w:pPr>
            <w:r w:rsidRPr="00967F4E">
              <w:rPr>
                <w:rFonts w:ascii="Times New Roman" w:hAnsi="Times New Roman" w:cs="Times New Roman"/>
              </w:rPr>
              <w:t>Подпрограмма «Прочее благоустройство территорий общего пользования Старотитаровского сельского поселения Темрюкского района»</w:t>
            </w:r>
          </w:p>
          <w:p w:rsidR="00340EAF" w:rsidRPr="00BF6D41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516" w:type="dxa"/>
          </w:tcPr>
          <w:p w:rsidR="00340EAF" w:rsidRDefault="00340EAF" w:rsidP="00954C8E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Pr="006069E5" w:rsidRDefault="00340EAF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Мероприятия по прочему благоустройству  и технический надзор за благоустройством дворовых и общественных территорий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340EAF" w:rsidRPr="006069E5" w:rsidRDefault="00340EAF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174,8</w:t>
            </w:r>
          </w:p>
        </w:tc>
        <w:tc>
          <w:tcPr>
            <w:tcW w:w="1080" w:type="dxa"/>
          </w:tcPr>
          <w:p w:rsidR="00340EAF" w:rsidRPr="006069E5" w:rsidRDefault="00340EAF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080" w:type="dxa"/>
          </w:tcPr>
          <w:p w:rsidR="00340EAF" w:rsidRPr="006069E5" w:rsidRDefault="00340EAF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  <w:tc>
          <w:tcPr>
            <w:tcW w:w="1134" w:type="dxa"/>
          </w:tcPr>
          <w:p w:rsidR="00340EAF" w:rsidRPr="006069E5" w:rsidRDefault="00340EAF" w:rsidP="00B50FF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175,0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336F1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2.1.1. Осуществлены  мероприятия по у</w:t>
            </w:r>
            <w:r w:rsidRPr="00867F65">
              <w:rPr>
                <w:rFonts w:ascii="Times New Roman" w:hAnsi="Times New Roman" w:cs="Times New Roman"/>
              </w:rPr>
              <w:t>лучшени</w:t>
            </w:r>
            <w:r>
              <w:rPr>
                <w:rFonts w:ascii="Times New Roman" w:hAnsi="Times New Roman" w:cs="Times New Roman"/>
              </w:rPr>
              <w:t>ю</w:t>
            </w:r>
            <w:r w:rsidRPr="00867F65">
              <w:rPr>
                <w:rFonts w:ascii="Times New Roman" w:hAnsi="Times New Roman" w:cs="Times New Roman"/>
              </w:rPr>
              <w:t xml:space="preserve"> экологической обстановки и создание комфортных условий для проживания на территории Старотитаровского сельского поселения Темрюкского района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49599F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2516" w:type="dxa"/>
          </w:tcPr>
          <w:p w:rsidR="00340EA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Мероприятия по содержанию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992 0503 6320110340 244</w:t>
            </w:r>
          </w:p>
        </w:tc>
        <w:tc>
          <w:tcPr>
            <w:tcW w:w="1260" w:type="dxa"/>
          </w:tcPr>
          <w:p w:rsidR="00340EAF" w:rsidRPr="006069E5" w:rsidRDefault="00340EAF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340EAF" w:rsidRPr="006069E5" w:rsidRDefault="00340EAF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080" w:type="dxa"/>
          </w:tcPr>
          <w:p w:rsidR="00340EAF" w:rsidRPr="006069E5" w:rsidRDefault="00340EAF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  <w:tc>
          <w:tcPr>
            <w:tcW w:w="1134" w:type="dxa"/>
          </w:tcPr>
          <w:p w:rsidR="00340EAF" w:rsidRPr="006069E5" w:rsidRDefault="00340EAF" w:rsidP="00E0735E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8,7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2.2.1. Осуществлены  мероприятия по обеспечению бесперебойного функционирования </w:t>
            </w:r>
            <w:r w:rsidRPr="0029793F">
              <w:rPr>
                <w:rFonts w:ascii="Times New Roman" w:hAnsi="Times New Roman" w:cs="Times New Roman"/>
              </w:rPr>
              <w:t>Мемориала Боевой славы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5F732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49599F" w:rsidRDefault="00340EAF" w:rsidP="005F732A">
            <w:pPr>
              <w:ind w:firstLine="0"/>
              <w:jc w:val="left"/>
              <w:rPr>
                <w:rFonts w:ascii="Times New Roman" w:hAnsi="Times New Roman" w:cs="Times New Roman"/>
                <w:color w:val="FF0000"/>
              </w:rPr>
            </w:pPr>
            <w:r w:rsidRPr="0024685E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24685E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5F732A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3411" w:type="dxa"/>
            <w:gridSpan w:val="9"/>
          </w:tcPr>
          <w:p w:rsidR="00340EA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BF6D41">
              <w:rPr>
                <w:rFonts w:ascii="Times New Roman" w:hAnsi="Times New Roman" w:cs="Times New Roman"/>
              </w:rPr>
              <w:t>одпрограмм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а</w:t>
            </w:r>
            <w:r w:rsidRPr="00BF6D41">
              <w:rPr>
                <w:rFonts w:ascii="Times New Roman" w:hAnsi="Times New Roman" w:cs="Times New Roman"/>
              </w:rPr>
              <w:t xml:space="preserve"> «Организация уличного освещения Старотитаровского сельского поселения Темрюкского района»</w:t>
            </w:r>
          </w:p>
          <w:p w:rsidR="00340EAF" w:rsidRPr="00AF3ADF" w:rsidRDefault="00340EAF" w:rsidP="008669E9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516" w:type="dxa"/>
          </w:tcPr>
          <w:p w:rsidR="00340EAF" w:rsidRDefault="00340EAF" w:rsidP="00AF3AD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340EAF" w:rsidRDefault="00340EAF" w:rsidP="003429F7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Техническое содержание и обслуживание светильников и ламп уличного освещения, систем аппаратуры автоматики</w:t>
            </w:r>
          </w:p>
          <w:p w:rsidR="00340EAF" w:rsidRPr="006069E5" w:rsidRDefault="00340EAF" w:rsidP="008669E9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992 0503 6330110350 244</w:t>
            </w:r>
          </w:p>
        </w:tc>
        <w:tc>
          <w:tcPr>
            <w:tcW w:w="1260" w:type="dxa"/>
          </w:tcPr>
          <w:p w:rsidR="00340EAF" w:rsidRPr="006069E5" w:rsidRDefault="00340EAF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340EAF" w:rsidRPr="006069E5" w:rsidRDefault="00340EAF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262,5</w:t>
            </w:r>
          </w:p>
        </w:tc>
        <w:tc>
          <w:tcPr>
            <w:tcW w:w="1080" w:type="dxa"/>
          </w:tcPr>
          <w:p w:rsidR="00340EAF" w:rsidRPr="006069E5" w:rsidRDefault="00340EAF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340EAF" w:rsidRPr="006069E5" w:rsidRDefault="00340EAF" w:rsidP="000A2560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262,5</w:t>
            </w:r>
          </w:p>
        </w:tc>
      </w:tr>
      <w:tr w:rsidR="00340EAF" w:rsidRPr="006069E5">
        <w:tc>
          <w:tcPr>
            <w:tcW w:w="1151" w:type="dxa"/>
          </w:tcPr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340EAF" w:rsidRDefault="00340EAF" w:rsidP="000B56F5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340EAF" w:rsidRPr="006069E5" w:rsidRDefault="00340EAF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3.1.1. Осуществлены  мероприятия по п</w:t>
            </w:r>
            <w:r w:rsidRPr="00336F1A">
              <w:rPr>
                <w:rFonts w:ascii="Times New Roman" w:hAnsi="Times New Roman" w:cs="Times New Roman"/>
              </w:rPr>
              <w:t>оддержк</w:t>
            </w:r>
            <w:r>
              <w:rPr>
                <w:rFonts w:ascii="Times New Roman" w:hAnsi="Times New Roman" w:cs="Times New Roman"/>
              </w:rPr>
              <w:t>е</w:t>
            </w:r>
            <w:r w:rsidRPr="00336F1A">
              <w:rPr>
                <w:rFonts w:ascii="Times New Roman" w:hAnsi="Times New Roman" w:cs="Times New Roman"/>
              </w:rPr>
              <w:t xml:space="preserve"> технической исправности уличного освещения</w:t>
            </w:r>
          </w:p>
        </w:tc>
        <w:tc>
          <w:tcPr>
            <w:tcW w:w="941" w:type="dxa"/>
            <w:vAlign w:val="center"/>
          </w:tcPr>
          <w:p w:rsidR="00340EAF" w:rsidRPr="006069E5" w:rsidRDefault="00340EAF" w:rsidP="00A0201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340EAF" w:rsidRPr="006069E5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340EAF" w:rsidRPr="00AE1814" w:rsidRDefault="00340EAF" w:rsidP="00A0201C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AE1814">
              <w:rPr>
                <w:rFonts w:ascii="Times New Roman" w:hAnsi="Times New Roman" w:cs="Times New Roman"/>
              </w:rPr>
              <w:t>31.12.202</w:t>
            </w:r>
            <w:r>
              <w:rPr>
                <w:rFonts w:ascii="Times New Roman" w:hAnsi="Times New Roman" w:cs="Times New Roman"/>
              </w:rPr>
              <w:t>3</w:t>
            </w:r>
            <w:r w:rsidRPr="00AE1814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340EAF" w:rsidRPr="006069E5" w:rsidRDefault="00340EAF" w:rsidP="00A0201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40EAF" w:rsidRDefault="00340EA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340EAF" w:rsidRDefault="00340EAF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340EAF" w:rsidRPr="0064236D" w:rsidRDefault="00340EAF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sectPr w:rsidR="00340EAF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EAF" w:rsidRDefault="00340EAF" w:rsidP="007D6942">
      <w:r>
        <w:separator/>
      </w:r>
    </w:p>
  </w:endnote>
  <w:endnote w:type="continuationSeparator" w:id="0">
    <w:p w:rsidR="00340EAF" w:rsidRDefault="00340EAF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EAF" w:rsidRDefault="00340EAF" w:rsidP="007D6942">
      <w:r>
        <w:separator/>
      </w:r>
    </w:p>
  </w:footnote>
  <w:footnote w:type="continuationSeparator" w:id="0">
    <w:p w:rsidR="00340EAF" w:rsidRDefault="00340EAF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0EAF" w:rsidRDefault="00340EAF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340EAF" w:rsidRPr="00A80EF1" w:rsidRDefault="00340EAF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4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12E4E"/>
    <w:rsid w:val="000471A7"/>
    <w:rsid w:val="000677DD"/>
    <w:rsid w:val="000777E4"/>
    <w:rsid w:val="00092349"/>
    <w:rsid w:val="000A1CD9"/>
    <w:rsid w:val="000A2560"/>
    <w:rsid w:val="000B49E9"/>
    <w:rsid w:val="000B56F5"/>
    <w:rsid w:val="000C3D77"/>
    <w:rsid w:val="000F2A1C"/>
    <w:rsid w:val="000F5077"/>
    <w:rsid w:val="000F75A3"/>
    <w:rsid w:val="001057E4"/>
    <w:rsid w:val="0011488C"/>
    <w:rsid w:val="00120544"/>
    <w:rsid w:val="00125796"/>
    <w:rsid w:val="00130F43"/>
    <w:rsid w:val="001471D0"/>
    <w:rsid w:val="001608A0"/>
    <w:rsid w:val="00164E78"/>
    <w:rsid w:val="00172D66"/>
    <w:rsid w:val="00185F36"/>
    <w:rsid w:val="0018768F"/>
    <w:rsid w:val="001B7323"/>
    <w:rsid w:val="001D011F"/>
    <w:rsid w:val="001E7088"/>
    <w:rsid w:val="001F2603"/>
    <w:rsid w:val="001F3221"/>
    <w:rsid w:val="00206D5E"/>
    <w:rsid w:val="00212251"/>
    <w:rsid w:val="00232962"/>
    <w:rsid w:val="00240DF8"/>
    <w:rsid w:val="0024685E"/>
    <w:rsid w:val="00250BFB"/>
    <w:rsid w:val="00251F5A"/>
    <w:rsid w:val="00285170"/>
    <w:rsid w:val="00287F42"/>
    <w:rsid w:val="00294148"/>
    <w:rsid w:val="0029793F"/>
    <w:rsid w:val="002A054F"/>
    <w:rsid w:val="002F49BE"/>
    <w:rsid w:val="002F6A31"/>
    <w:rsid w:val="00320321"/>
    <w:rsid w:val="0032383C"/>
    <w:rsid w:val="00336F1A"/>
    <w:rsid w:val="00340EAF"/>
    <w:rsid w:val="003429F7"/>
    <w:rsid w:val="003432B5"/>
    <w:rsid w:val="003454FC"/>
    <w:rsid w:val="00352444"/>
    <w:rsid w:val="00385E56"/>
    <w:rsid w:val="00393B47"/>
    <w:rsid w:val="003A1A1D"/>
    <w:rsid w:val="003C38F1"/>
    <w:rsid w:val="003C7B36"/>
    <w:rsid w:val="003D747F"/>
    <w:rsid w:val="003D7694"/>
    <w:rsid w:val="003F2D98"/>
    <w:rsid w:val="004227BB"/>
    <w:rsid w:val="004335C1"/>
    <w:rsid w:val="00452B4E"/>
    <w:rsid w:val="00472DFB"/>
    <w:rsid w:val="004950ED"/>
    <w:rsid w:val="0049599F"/>
    <w:rsid w:val="004B761A"/>
    <w:rsid w:val="004C466D"/>
    <w:rsid w:val="004D5D87"/>
    <w:rsid w:val="004E0B9F"/>
    <w:rsid w:val="004E1784"/>
    <w:rsid w:val="004F53C4"/>
    <w:rsid w:val="00533B1F"/>
    <w:rsid w:val="005366A2"/>
    <w:rsid w:val="005448A7"/>
    <w:rsid w:val="0054691E"/>
    <w:rsid w:val="00546AAB"/>
    <w:rsid w:val="00564935"/>
    <w:rsid w:val="00584CF8"/>
    <w:rsid w:val="005A5E3F"/>
    <w:rsid w:val="005B0797"/>
    <w:rsid w:val="005B2C24"/>
    <w:rsid w:val="005C0CEC"/>
    <w:rsid w:val="005E372B"/>
    <w:rsid w:val="005F732A"/>
    <w:rsid w:val="006069E5"/>
    <w:rsid w:val="0064236D"/>
    <w:rsid w:val="00657AB8"/>
    <w:rsid w:val="0067380F"/>
    <w:rsid w:val="006811EE"/>
    <w:rsid w:val="00682270"/>
    <w:rsid w:val="00682450"/>
    <w:rsid w:val="006F0FE3"/>
    <w:rsid w:val="006F2B84"/>
    <w:rsid w:val="00702C6D"/>
    <w:rsid w:val="00705B7B"/>
    <w:rsid w:val="007101DF"/>
    <w:rsid w:val="0071727A"/>
    <w:rsid w:val="00780C3B"/>
    <w:rsid w:val="007A5CB9"/>
    <w:rsid w:val="007D6942"/>
    <w:rsid w:val="007F7199"/>
    <w:rsid w:val="0080164D"/>
    <w:rsid w:val="0081247D"/>
    <w:rsid w:val="00814570"/>
    <w:rsid w:val="00851081"/>
    <w:rsid w:val="008669E9"/>
    <w:rsid w:val="00867F65"/>
    <w:rsid w:val="00890AF9"/>
    <w:rsid w:val="008955A6"/>
    <w:rsid w:val="008A6FA1"/>
    <w:rsid w:val="008B5C63"/>
    <w:rsid w:val="008C1A19"/>
    <w:rsid w:val="008C28BE"/>
    <w:rsid w:val="008E6FA9"/>
    <w:rsid w:val="00905C09"/>
    <w:rsid w:val="00916317"/>
    <w:rsid w:val="00954C8E"/>
    <w:rsid w:val="00960535"/>
    <w:rsid w:val="0096355C"/>
    <w:rsid w:val="00963883"/>
    <w:rsid w:val="00967F4E"/>
    <w:rsid w:val="00974F1D"/>
    <w:rsid w:val="009D2659"/>
    <w:rsid w:val="009D37BC"/>
    <w:rsid w:val="00A0201C"/>
    <w:rsid w:val="00A10279"/>
    <w:rsid w:val="00A24EA6"/>
    <w:rsid w:val="00A41751"/>
    <w:rsid w:val="00A417F1"/>
    <w:rsid w:val="00A63C9E"/>
    <w:rsid w:val="00A80EF1"/>
    <w:rsid w:val="00A9268B"/>
    <w:rsid w:val="00AC03D6"/>
    <w:rsid w:val="00AC05FE"/>
    <w:rsid w:val="00AC272C"/>
    <w:rsid w:val="00AC4B7D"/>
    <w:rsid w:val="00AD3966"/>
    <w:rsid w:val="00AE1814"/>
    <w:rsid w:val="00AF3ADF"/>
    <w:rsid w:val="00B150A3"/>
    <w:rsid w:val="00B216B7"/>
    <w:rsid w:val="00B47DD0"/>
    <w:rsid w:val="00B50FF0"/>
    <w:rsid w:val="00B75B97"/>
    <w:rsid w:val="00BF6D41"/>
    <w:rsid w:val="00C35E09"/>
    <w:rsid w:val="00C71732"/>
    <w:rsid w:val="00C74FCF"/>
    <w:rsid w:val="00C7608E"/>
    <w:rsid w:val="00C84C61"/>
    <w:rsid w:val="00CB64CE"/>
    <w:rsid w:val="00CC0F3B"/>
    <w:rsid w:val="00CE050C"/>
    <w:rsid w:val="00D20829"/>
    <w:rsid w:val="00D25B9A"/>
    <w:rsid w:val="00D418AE"/>
    <w:rsid w:val="00D737C3"/>
    <w:rsid w:val="00D7385B"/>
    <w:rsid w:val="00DB24AE"/>
    <w:rsid w:val="00DB2A7E"/>
    <w:rsid w:val="00DB31CC"/>
    <w:rsid w:val="00DB721F"/>
    <w:rsid w:val="00DC6D6A"/>
    <w:rsid w:val="00E01366"/>
    <w:rsid w:val="00E0735E"/>
    <w:rsid w:val="00E3318F"/>
    <w:rsid w:val="00E57E39"/>
    <w:rsid w:val="00E67030"/>
    <w:rsid w:val="00E73D5F"/>
    <w:rsid w:val="00E8140E"/>
    <w:rsid w:val="00EB3269"/>
    <w:rsid w:val="00EC6447"/>
    <w:rsid w:val="00F10576"/>
    <w:rsid w:val="00F20843"/>
    <w:rsid w:val="00F226EF"/>
    <w:rsid w:val="00F233BB"/>
    <w:rsid w:val="00F255AF"/>
    <w:rsid w:val="00F2569A"/>
    <w:rsid w:val="00F352F4"/>
    <w:rsid w:val="00F40D21"/>
    <w:rsid w:val="00F4487B"/>
    <w:rsid w:val="00F678F3"/>
    <w:rsid w:val="00F8232B"/>
    <w:rsid w:val="00FC4C64"/>
    <w:rsid w:val="00FC72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6863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387</TotalTime>
  <Pages>4</Pages>
  <Words>509</Words>
  <Characters>2902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112</cp:revision>
  <cp:lastPrinted>2021-07-05T12:26:00Z</cp:lastPrinted>
  <dcterms:created xsi:type="dcterms:W3CDTF">2021-05-31T11:19:00Z</dcterms:created>
  <dcterms:modified xsi:type="dcterms:W3CDTF">2022-12-28T06:49:00Z</dcterms:modified>
</cp:coreProperties>
</file>