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267</w:t>
      </w:r>
    </w:p>
    <w:p w:rsidR="00B649B1" w:rsidRDefault="00B649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Pr="00D737C3" w:rsidRDefault="00B649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B649B1" w:rsidRPr="00876237" w:rsidRDefault="00B649B1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«О подготовке землеустроительной документации на территории</w:t>
      </w:r>
    </w:p>
    <w:p w:rsidR="00B649B1" w:rsidRPr="00876237" w:rsidRDefault="00B649B1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Старотитаровского сельского поселения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B649B1" w:rsidRDefault="00B649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Pr="00D737C3" w:rsidRDefault="00B649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B649B1" w:rsidRPr="006069E5">
        <w:tc>
          <w:tcPr>
            <w:tcW w:w="1162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B649B1" w:rsidRPr="006069E5">
        <w:tc>
          <w:tcPr>
            <w:tcW w:w="1162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B649B1" w:rsidRPr="0064236D" w:rsidRDefault="00B649B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B649B1" w:rsidRPr="006069E5">
        <w:trPr>
          <w:tblHeader/>
        </w:trPr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B649B1" w:rsidRPr="006069E5"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B649B1" w:rsidRPr="006069E5" w:rsidRDefault="00B649B1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41" w:type="dxa"/>
            <w:vAlign w:val="center"/>
          </w:tcPr>
          <w:p w:rsidR="00B649B1" w:rsidRPr="006069E5" w:rsidRDefault="00B649B1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649B1" w:rsidRPr="008B5654" w:rsidRDefault="00B649B1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B5654">
              <w:rPr>
                <w:rFonts w:ascii="Times New Roman" w:hAnsi="Times New Roman" w:cs="Times New Roman"/>
              </w:rPr>
              <w:t>Начальник отдела по имущественным вопросам и вопросам ЖКХ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992 0412 5910110160 244</w:t>
            </w:r>
          </w:p>
        </w:tc>
        <w:tc>
          <w:tcPr>
            <w:tcW w:w="1260" w:type="dxa"/>
          </w:tcPr>
          <w:p w:rsidR="00B649B1" w:rsidRPr="006069E5" w:rsidRDefault="00B649B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649B1" w:rsidRPr="006069E5" w:rsidRDefault="00B649B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649B1" w:rsidRPr="006069E5" w:rsidRDefault="00B649B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649B1" w:rsidRPr="006069E5" w:rsidRDefault="00B649B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B649B1" w:rsidRPr="006069E5"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B649B1" w:rsidRPr="007A5CB9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</w:t>
            </w:r>
            <w:r w:rsidRPr="00E57BE0">
              <w:t xml:space="preserve"> </w:t>
            </w:r>
            <w:r w:rsidRPr="008B5654">
              <w:rPr>
                <w:rFonts w:ascii="Times New Roman" w:hAnsi="Times New Roman" w:cs="Times New Roman"/>
              </w:rPr>
              <w:t>подготовк</w:t>
            </w:r>
            <w:r>
              <w:rPr>
                <w:rFonts w:ascii="Times New Roman" w:hAnsi="Times New Roman" w:cs="Times New Roman"/>
              </w:rPr>
              <w:t>и</w:t>
            </w:r>
            <w:r w:rsidRPr="008B5654">
              <w:rPr>
                <w:rFonts w:ascii="Times New Roman" w:hAnsi="Times New Roman" w:cs="Times New Roman"/>
              </w:rPr>
              <w:t xml:space="preserve"> межевого плана на земельные участки</w:t>
            </w:r>
          </w:p>
        </w:tc>
        <w:tc>
          <w:tcPr>
            <w:tcW w:w="941" w:type="dxa"/>
            <w:vAlign w:val="center"/>
          </w:tcPr>
          <w:p w:rsidR="00B649B1" w:rsidRPr="006069E5" w:rsidRDefault="00B649B1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649B1" w:rsidRPr="006069E5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649B1" w:rsidRPr="0024685E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B649B1" w:rsidRDefault="00B649B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B649B1" w:rsidRPr="0064236D" w:rsidRDefault="00B649B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А.Ю. Лобыцина  </w:t>
      </w:r>
    </w:p>
    <w:sectPr w:rsidR="00B649B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9B1" w:rsidRDefault="00B649B1" w:rsidP="007D6942">
      <w:r>
        <w:separator/>
      </w:r>
    </w:p>
  </w:endnote>
  <w:endnote w:type="continuationSeparator" w:id="0">
    <w:p w:rsidR="00B649B1" w:rsidRDefault="00B649B1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9B1" w:rsidRDefault="00B649B1" w:rsidP="007D6942">
      <w:r>
        <w:separator/>
      </w:r>
    </w:p>
  </w:footnote>
  <w:footnote w:type="continuationSeparator" w:id="0">
    <w:p w:rsidR="00B649B1" w:rsidRDefault="00B649B1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B1" w:rsidRDefault="00B649B1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B649B1" w:rsidRPr="00A80EF1" w:rsidRDefault="00B649B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97ABE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35AC"/>
    <w:rsid w:val="00115768"/>
    <w:rsid w:val="00120544"/>
    <w:rsid w:val="00125796"/>
    <w:rsid w:val="00130F43"/>
    <w:rsid w:val="001471D0"/>
    <w:rsid w:val="001542EB"/>
    <w:rsid w:val="00164E78"/>
    <w:rsid w:val="00166C53"/>
    <w:rsid w:val="00172D66"/>
    <w:rsid w:val="00185F36"/>
    <w:rsid w:val="0018768F"/>
    <w:rsid w:val="001B7323"/>
    <w:rsid w:val="001C4424"/>
    <w:rsid w:val="001D011F"/>
    <w:rsid w:val="001E7088"/>
    <w:rsid w:val="001F2603"/>
    <w:rsid w:val="00206D5E"/>
    <w:rsid w:val="00212251"/>
    <w:rsid w:val="002246DC"/>
    <w:rsid w:val="002365B5"/>
    <w:rsid w:val="00240DF8"/>
    <w:rsid w:val="0024685E"/>
    <w:rsid w:val="00250BFB"/>
    <w:rsid w:val="00285170"/>
    <w:rsid w:val="00287F42"/>
    <w:rsid w:val="002918E7"/>
    <w:rsid w:val="00294148"/>
    <w:rsid w:val="0029793F"/>
    <w:rsid w:val="002A054F"/>
    <w:rsid w:val="002B2635"/>
    <w:rsid w:val="002E44B7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635E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4236D"/>
    <w:rsid w:val="0067380F"/>
    <w:rsid w:val="00677896"/>
    <w:rsid w:val="006811EE"/>
    <w:rsid w:val="00682270"/>
    <w:rsid w:val="00682450"/>
    <w:rsid w:val="00692F34"/>
    <w:rsid w:val="006B7CCA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33765"/>
    <w:rsid w:val="00845A5D"/>
    <w:rsid w:val="00851081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3F9B"/>
    <w:rsid w:val="008E6FA9"/>
    <w:rsid w:val="00905C09"/>
    <w:rsid w:val="00915046"/>
    <w:rsid w:val="00916317"/>
    <w:rsid w:val="00930E70"/>
    <w:rsid w:val="00954C8E"/>
    <w:rsid w:val="00960535"/>
    <w:rsid w:val="0096355C"/>
    <w:rsid w:val="00963883"/>
    <w:rsid w:val="00967F4E"/>
    <w:rsid w:val="00987929"/>
    <w:rsid w:val="009C2CF1"/>
    <w:rsid w:val="009D2659"/>
    <w:rsid w:val="009D37BC"/>
    <w:rsid w:val="009D6819"/>
    <w:rsid w:val="00A0201C"/>
    <w:rsid w:val="00A10279"/>
    <w:rsid w:val="00A24EA6"/>
    <w:rsid w:val="00A36CC3"/>
    <w:rsid w:val="00A41751"/>
    <w:rsid w:val="00A417F1"/>
    <w:rsid w:val="00A63C9E"/>
    <w:rsid w:val="00A80EF1"/>
    <w:rsid w:val="00A9268B"/>
    <w:rsid w:val="00AB3DF4"/>
    <w:rsid w:val="00AC03D6"/>
    <w:rsid w:val="00AC21A3"/>
    <w:rsid w:val="00AC272C"/>
    <w:rsid w:val="00AC4B7D"/>
    <w:rsid w:val="00AD1F69"/>
    <w:rsid w:val="00AD3966"/>
    <w:rsid w:val="00AE1814"/>
    <w:rsid w:val="00AF3ADF"/>
    <w:rsid w:val="00B150A3"/>
    <w:rsid w:val="00B47DD0"/>
    <w:rsid w:val="00B649B1"/>
    <w:rsid w:val="00B75B97"/>
    <w:rsid w:val="00B80DD0"/>
    <w:rsid w:val="00B80FE0"/>
    <w:rsid w:val="00B975E4"/>
    <w:rsid w:val="00BC61DC"/>
    <w:rsid w:val="00BF6D41"/>
    <w:rsid w:val="00C27A6B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3114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6D6A"/>
    <w:rsid w:val="00E01366"/>
    <w:rsid w:val="00E3318F"/>
    <w:rsid w:val="00E57BE0"/>
    <w:rsid w:val="00E57E39"/>
    <w:rsid w:val="00E67030"/>
    <w:rsid w:val="00E73D5F"/>
    <w:rsid w:val="00E8140E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387</TotalTime>
  <Pages>2</Pages>
  <Words>206</Words>
  <Characters>1175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129</cp:revision>
  <cp:lastPrinted>2021-07-05T12:26:00Z</cp:lastPrinted>
  <dcterms:created xsi:type="dcterms:W3CDTF">2021-05-31T11:19:00Z</dcterms:created>
  <dcterms:modified xsi:type="dcterms:W3CDTF">2022-12-28T06:52:00Z</dcterms:modified>
</cp:coreProperties>
</file>