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266</w:t>
      </w:r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 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 xml:space="preserve"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2D1A4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>разработка ПСД на установку видеонаблюдения: объект - Сквер  по ул. Ленина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7E1EF9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134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первичными средствами пожаротушения  и средствами защиты</w:t>
            </w:r>
            <w:r w:rsidRPr="00121AED">
              <w:t xml:space="preserve"> </w:t>
            </w:r>
            <w:r w:rsidRPr="00C57F83">
              <w:rPr>
                <w:rFonts w:ascii="Times New Roman" w:hAnsi="Times New Roman" w:cs="Times New Roman"/>
              </w:rPr>
              <w:t>добровольной пожарной охраны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080" w:type="dxa"/>
          </w:tcPr>
          <w:p w:rsidR="00470D61" w:rsidRPr="006069E5" w:rsidRDefault="00470D61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0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А.Ю. Лобыцина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D61" w:rsidRDefault="00470D61" w:rsidP="007D6942">
      <w:r>
        <w:separator/>
      </w:r>
    </w:p>
  </w:endnote>
  <w:endnote w:type="continuationSeparator" w:id="0">
    <w:p w:rsidR="00470D61" w:rsidRDefault="00470D6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D61" w:rsidRDefault="00470D61" w:rsidP="007D6942">
      <w:r>
        <w:separator/>
      </w:r>
    </w:p>
  </w:footnote>
  <w:footnote w:type="continuationSeparator" w:id="0">
    <w:p w:rsidR="00470D61" w:rsidRDefault="00470D6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61" w:rsidRDefault="00470D61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470D6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0D6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366A2"/>
    <w:rsid w:val="0054691E"/>
    <w:rsid w:val="00546AAB"/>
    <w:rsid w:val="00555C25"/>
    <w:rsid w:val="00564935"/>
    <w:rsid w:val="00580DF5"/>
    <w:rsid w:val="00584CF8"/>
    <w:rsid w:val="005B0797"/>
    <w:rsid w:val="005B60FB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60FBA"/>
    <w:rsid w:val="00780C3B"/>
    <w:rsid w:val="007A15D7"/>
    <w:rsid w:val="007A5CB9"/>
    <w:rsid w:val="007D6942"/>
    <w:rsid w:val="007E1EF9"/>
    <w:rsid w:val="007F7199"/>
    <w:rsid w:val="0080164D"/>
    <w:rsid w:val="008032DD"/>
    <w:rsid w:val="00807C66"/>
    <w:rsid w:val="0081247D"/>
    <w:rsid w:val="00827962"/>
    <w:rsid w:val="00833765"/>
    <w:rsid w:val="00843816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F6D41"/>
    <w:rsid w:val="00C00C0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B1257"/>
    <w:rsid w:val="00ED5D9D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99E"/>
    <w:rsid w:val="00F8232B"/>
    <w:rsid w:val="00F8266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5</Pages>
  <Words>645</Words>
  <Characters>3677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156</cp:revision>
  <cp:lastPrinted>2021-07-05T12:26:00Z</cp:lastPrinted>
  <dcterms:created xsi:type="dcterms:W3CDTF">2021-05-31T11:19:00Z</dcterms:created>
  <dcterms:modified xsi:type="dcterms:W3CDTF">2022-12-28T06:57:00Z</dcterms:modified>
</cp:coreProperties>
</file>