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265</w:t>
      </w:r>
    </w:p>
    <w:p w:rsidR="00DC5B72" w:rsidRPr="00A0260D" w:rsidRDefault="00DC5B7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B72" w:rsidRPr="00D737C3" w:rsidRDefault="00DC5B7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DC5B7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C5B72" w:rsidRPr="00413CF2" w:rsidRDefault="00DC5B72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C5B72" w:rsidRDefault="00DC5B72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C5B72" w:rsidRPr="006069E5">
        <w:tc>
          <w:tcPr>
            <w:tcW w:w="1162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C5B72" w:rsidRPr="006069E5">
        <w:tc>
          <w:tcPr>
            <w:tcW w:w="1162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C5B72" w:rsidRPr="0064236D" w:rsidRDefault="00DC5B7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DC5B72" w:rsidRPr="006069E5">
        <w:trPr>
          <w:tblHeader/>
        </w:trPr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DC5B72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DC5B72" w:rsidRPr="00686280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117CAC" w:rsidRDefault="00DC5B72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DC5B72" w:rsidRPr="006069E5" w:rsidRDefault="00DC5B72" w:rsidP="00816436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8B5654" w:rsidRDefault="00DC5B7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DC5B72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7A5CB9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F54578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Pr="006069E5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C5B72" w:rsidRPr="00930D5F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DC5B72" w:rsidRPr="0027457E" w:rsidRDefault="00DC5B72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DC5B72" w:rsidRPr="006069E5" w:rsidRDefault="00DC5B72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DC5B72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E11BE4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DC5B72" w:rsidRPr="006069E5" w:rsidRDefault="00DC5B72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E23ECE" w:rsidRDefault="00DC5B7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992 0502 6120110210 244</w:t>
            </w: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DC5B72" w:rsidRPr="007A5CB9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C5B72" w:rsidRDefault="00DC5B7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DC5B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C5B72" w:rsidRDefault="00DC5B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C5B72" w:rsidRPr="0064236D" w:rsidRDefault="00DC5B7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А.Ю. Лобыцина</w:t>
      </w:r>
    </w:p>
    <w:sectPr w:rsidR="00DC5B72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B72" w:rsidRDefault="00DC5B72" w:rsidP="007D6942">
      <w:r>
        <w:separator/>
      </w:r>
    </w:p>
  </w:endnote>
  <w:endnote w:type="continuationSeparator" w:id="0">
    <w:p w:rsidR="00DC5B72" w:rsidRDefault="00DC5B7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B72" w:rsidRDefault="00DC5B72" w:rsidP="007D6942">
      <w:r>
        <w:separator/>
      </w:r>
    </w:p>
  </w:footnote>
  <w:footnote w:type="continuationSeparator" w:id="0">
    <w:p w:rsidR="00DC5B72" w:rsidRDefault="00DC5B7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B72" w:rsidRDefault="00DC5B7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C5B72" w:rsidRPr="00A80EF1" w:rsidRDefault="00DC5B7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A0B5D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B7323"/>
    <w:rsid w:val="001D011F"/>
    <w:rsid w:val="001E2BA2"/>
    <w:rsid w:val="001E7088"/>
    <w:rsid w:val="001F2603"/>
    <w:rsid w:val="00206D5E"/>
    <w:rsid w:val="00212251"/>
    <w:rsid w:val="00213678"/>
    <w:rsid w:val="00223BE5"/>
    <w:rsid w:val="002246DC"/>
    <w:rsid w:val="00240DF8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302555"/>
    <w:rsid w:val="003100C2"/>
    <w:rsid w:val="00312ADD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747F"/>
    <w:rsid w:val="003F1BDD"/>
    <w:rsid w:val="003F2D98"/>
    <w:rsid w:val="00411A30"/>
    <w:rsid w:val="00413CF2"/>
    <w:rsid w:val="004227BB"/>
    <w:rsid w:val="004335C1"/>
    <w:rsid w:val="00452B4E"/>
    <w:rsid w:val="00461630"/>
    <w:rsid w:val="0046190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E372B"/>
    <w:rsid w:val="006069E5"/>
    <w:rsid w:val="0061250E"/>
    <w:rsid w:val="0063505A"/>
    <w:rsid w:val="00635D37"/>
    <w:rsid w:val="00641C11"/>
    <w:rsid w:val="0064236D"/>
    <w:rsid w:val="006538A2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B1718"/>
    <w:rsid w:val="006C284F"/>
    <w:rsid w:val="006C330B"/>
    <w:rsid w:val="006C44B7"/>
    <w:rsid w:val="006F1FB0"/>
    <w:rsid w:val="006F2B84"/>
    <w:rsid w:val="006F34C7"/>
    <w:rsid w:val="006F6D5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F3ADF"/>
    <w:rsid w:val="00B0475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E752B"/>
    <w:rsid w:val="00BF6D41"/>
    <w:rsid w:val="00C15BA4"/>
    <w:rsid w:val="00C26DA5"/>
    <w:rsid w:val="00C27A6B"/>
    <w:rsid w:val="00C35E09"/>
    <w:rsid w:val="00C400CB"/>
    <w:rsid w:val="00C4036D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AB6"/>
    <w:rsid w:val="00D03ABD"/>
    <w:rsid w:val="00D046B1"/>
    <w:rsid w:val="00D0612F"/>
    <w:rsid w:val="00D102AB"/>
    <w:rsid w:val="00D20829"/>
    <w:rsid w:val="00D52FB4"/>
    <w:rsid w:val="00D5605F"/>
    <w:rsid w:val="00D70BE1"/>
    <w:rsid w:val="00D737C3"/>
    <w:rsid w:val="00D7385B"/>
    <w:rsid w:val="00D83205"/>
    <w:rsid w:val="00DA618F"/>
    <w:rsid w:val="00DA770A"/>
    <w:rsid w:val="00DB24AE"/>
    <w:rsid w:val="00DB2A7E"/>
    <w:rsid w:val="00DB31CC"/>
    <w:rsid w:val="00DB6469"/>
    <w:rsid w:val="00DB721F"/>
    <w:rsid w:val="00DC5B72"/>
    <w:rsid w:val="00DC6D6A"/>
    <w:rsid w:val="00E01366"/>
    <w:rsid w:val="00E11BE4"/>
    <w:rsid w:val="00E23ECE"/>
    <w:rsid w:val="00E3318F"/>
    <w:rsid w:val="00E43A84"/>
    <w:rsid w:val="00E44637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459</TotalTime>
  <Pages>2</Pages>
  <Words>324</Words>
  <Characters>1847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179</cp:revision>
  <cp:lastPrinted>2021-07-05T12:26:00Z</cp:lastPrinted>
  <dcterms:created xsi:type="dcterms:W3CDTF">2021-05-31T11:19:00Z</dcterms:created>
  <dcterms:modified xsi:type="dcterms:W3CDTF">2022-12-28T05:53:00Z</dcterms:modified>
</cp:coreProperties>
</file>