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A19" w:rsidRDefault="00075A19" w:rsidP="00BE5B1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075A19" w:rsidRDefault="00075A19" w:rsidP="00BE5B1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075A19" w:rsidRDefault="00075A19" w:rsidP="00BE5B1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075A19" w:rsidRDefault="00075A19" w:rsidP="00BE5B1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27.12.2022 г. № 263</w:t>
      </w:r>
    </w:p>
    <w:p w:rsidR="00075A19" w:rsidRPr="00B9521B" w:rsidRDefault="00075A19" w:rsidP="00B9521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75A19" w:rsidRPr="00D737C3" w:rsidRDefault="00075A19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75A19" w:rsidRDefault="00075A19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075A19" w:rsidRPr="00B9521B" w:rsidRDefault="00075A19" w:rsidP="00B9521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 w:rsidRPr="00B9521B">
        <w:rPr>
          <w:b/>
          <w:bCs/>
        </w:rPr>
        <w:t xml:space="preserve"> </w:t>
      </w:r>
      <w:r w:rsidRPr="00B9521B">
        <w:rPr>
          <w:rFonts w:ascii="Times New Roman" w:hAnsi="Times New Roman" w:cs="Times New Roman"/>
          <w:b/>
          <w:bCs/>
          <w:sz w:val="28"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B9521B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075A19" w:rsidRPr="003500BD" w:rsidRDefault="00075A19" w:rsidP="00B9521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075A19" w:rsidRPr="006069E5">
        <w:tc>
          <w:tcPr>
            <w:tcW w:w="1162" w:type="dxa"/>
            <w:vMerge w:val="restart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075A19" w:rsidRPr="006069E5">
        <w:tc>
          <w:tcPr>
            <w:tcW w:w="1162" w:type="dxa"/>
            <w:vMerge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075A19" w:rsidRPr="006069E5" w:rsidRDefault="00075A1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075A19" w:rsidRPr="006069E5" w:rsidRDefault="00075A1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075A19" w:rsidRPr="006069E5" w:rsidRDefault="00075A1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075A19" w:rsidRPr="006069E5" w:rsidRDefault="00075A1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075A19" w:rsidRPr="0064236D" w:rsidRDefault="00075A19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075A19" w:rsidRPr="006069E5">
        <w:trPr>
          <w:tblHeader/>
        </w:trPr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075A19" w:rsidRPr="006069E5"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9"/>
          </w:tcPr>
          <w:p w:rsidR="00075A19" w:rsidRDefault="00075A19" w:rsidP="00B952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9521B">
              <w:rPr>
                <w:rFonts w:ascii="Times New Roman" w:hAnsi="Times New Roman" w:cs="Times New Roman"/>
              </w:rPr>
              <w:t>Подпрограмм</w:t>
            </w:r>
            <w:bookmarkStart w:id="0" w:name="_GoBack"/>
            <w:bookmarkEnd w:id="0"/>
            <w:r w:rsidRPr="00B9521B">
              <w:rPr>
                <w:rFonts w:ascii="Times New Roman" w:hAnsi="Times New Roman" w:cs="Times New Roman"/>
              </w:rPr>
              <w:t>а «Совершенствование деятельности МБУ «ФОСК «Виктория» по предоставлению муниципальных услуг»</w:t>
            </w:r>
          </w:p>
          <w:p w:rsidR="00075A19" w:rsidRPr="00B9521B" w:rsidRDefault="00075A19" w:rsidP="00B952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5A19" w:rsidRPr="006069E5"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075A19" w:rsidRPr="006069E5" w:rsidRDefault="00075A19" w:rsidP="0000646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>физической культуры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>Старотитаровского сельского поселения Темрюкского района</w:t>
            </w:r>
          </w:p>
        </w:tc>
        <w:tc>
          <w:tcPr>
            <w:tcW w:w="941" w:type="dxa"/>
            <w:vAlign w:val="center"/>
          </w:tcPr>
          <w:p w:rsidR="00075A19" w:rsidRPr="006069E5" w:rsidRDefault="00075A19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75A19" w:rsidRDefault="00075A19" w:rsidP="00BA2BC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521B">
              <w:rPr>
                <w:rFonts w:ascii="Times New Roman" w:hAnsi="Times New Roman" w:cs="Times New Roman"/>
              </w:rPr>
              <w:t>Директор муниципального бюджетного учреждения «Физкультурно-оздоровительный спортивный клуб «Виктория»» Старотитаровско</w:t>
            </w:r>
          </w:p>
          <w:p w:rsidR="00075A19" w:rsidRPr="00B9521B" w:rsidRDefault="00075A19" w:rsidP="00BA2BC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521B">
              <w:rPr>
                <w:rFonts w:ascii="Times New Roman" w:hAnsi="Times New Roman" w:cs="Times New Roman"/>
              </w:rPr>
              <w:t>го сельского поселения Темрюкского района</w:t>
            </w:r>
          </w:p>
          <w:p w:rsidR="00075A19" w:rsidRPr="00DD68EE" w:rsidRDefault="00075A19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992 1102 7110100330 611</w:t>
            </w:r>
          </w:p>
        </w:tc>
        <w:tc>
          <w:tcPr>
            <w:tcW w:w="1260" w:type="dxa"/>
          </w:tcPr>
          <w:p w:rsidR="00075A19" w:rsidRPr="006069E5" w:rsidRDefault="00075A19" w:rsidP="005A36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1205,7</w:t>
            </w:r>
          </w:p>
        </w:tc>
        <w:tc>
          <w:tcPr>
            <w:tcW w:w="1080" w:type="dxa"/>
          </w:tcPr>
          <w:p w:rsidR="00075A19" w:rsidRPr="006069E5" w:rsidRDefault="00075A19" w:rsidP="005A36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1483,6</w:t>
            </w:r>
          </w:p>
        </w:tc>
        <w:tc>
          <w:tcPr>
            <w:tcW w:w="1080" w:type="dxa"/>
          </w:tcPr>
          <w:p w:rsidR="00075A19" w:rsidRPr="006069E5" w:rsidRDefault="00075A19" w:rsidP="005A36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1417,6</w:t>
            </w:r>
          </w:p>
        </w:tc>
        <w:tc>
          <w:tcPr>
            <w:tcW w:w="1134" w:type="dxa"/>
          </w:tcPr>
          <w:p w:rsidR="00075A19" w:rsidRPr="006069E5" w:rsidRDefault="00075A19" w:rsidP="005A36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1694,8</w:t>
            </w:r>
          </w:p>
        </w:tc>
      </w:tr>
      <w:tr w:rsidR="00075A19" w:rsidRPr="006069E5"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075A19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075A19" w:rsidRPr="00580DF5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075A19" w:rsidRPr="007A5CB9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075A19" w:rsidRPr="006069E5" w:rsidRDefault="00075A19" w:rsidP="00D93DD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75A19" w:rsidRPr="006069E5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075A19" w:rsidRPr="0024685E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</w:t>
            </w:r>
          </w:p>
        </w:tc>
        <w:tc>
          <w:tcPr>
            <w:tcW w:w="180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075A19" w:rsidRPr="006069E5"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075A19" w:rsidRPr="006069E5" w:rsidRDefault="00075A1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075A19" w:rsidRPr="006069E5" w:rsidRDefault="00075A19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075A19" w:rsidRPr="00B975E4" w:rsidRDefault="00075A1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075A19" w:rsidRDefault="00075A1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5A19" w:rsidRPr="00D87360"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9"/>
          </w:tcPr>
          <w:p w:rsidR="00075A19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87360">
              <w:rPr>
                <w:rFonts w:ascii="Times New Roman" w:hAnsi="Times New Roman" w:cs="Times New Roman"/>
              </w:rPr>
              <w:t>Подпрограмма «Развитие массового спорта в Старотитаровском сельском поселении Темрюкского района»</w:t>
            </w:r>
          </w:p>
          <w:p w:rsidR="00075A19" w:rsidRPr="00D87360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5A19" w:rsidRPr="006069E5"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16" w:type="dxa"/>
          </w:tcPr>
          <w:p w:rsidR="00075A19" w:rsidRPr="006069E5" w:rsidRDefault="00075A19" w:rsidP="00BA2BC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075A19" w:rsidRPr="00BA2BC5" w:rsidRDefault="00075A19" w:rsidP="00BA2BC5">
            <w:pPr>
              <w:ind w:firstLine="0"/>
              <w:rPr>
                <w:rFonts w:ascii="Times New Roman" w:hAnsi="Times New Roman" w:cs="Times New Roman"/>
              </w:rPr>
            </w:pPr>
            <w:r w:rsidRPr="00BA2BC5">
              <w:rPr>
                <w:rFonts w:ascii="Times New Roman" w:hAnsi="Times New Roman" w:cs="Times New Roman"/>
              </w:rPr>
              <w:t>проведение спортивно массовых мероприятий</w:t>
            </w:r>
          </w:p>
          <w:p w:rsidR="00075A19" w:rsidRPr="006069E5" w:rsidRDefault="00075A1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075A19" w:rsidRPr="006069E5" w:rsidRDefault="00075A19" w:rsidP="00D93DD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75A19" w:rsidRPr="00B9521B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521B">
              <w:rPr>
                <w:rFonts w:ascii="Times New Roman" w:hAnsi="Times New Roman" w:cs="Times New Roman"/>
              </w:rPr>
              <w:t>Директор муниципального бюджетного учреждения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075A19" w:rsidRPr="00DD68EE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075A19" w:rsidRPr="006069E5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075A19" w:rsidRPr="006069E5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992 1102 7120100380 611</w:t>
            </w:r>
          </w:p>
        </w:tc>
        <w:tc>
          <w:tcPr>
            <w:tcW w:w="1260" w:type="dxa"/>
          </w:tcPr>
          <w:p w:rsidR="00075A19" w:rsidRPr="006069E5" w:rsidRDefault="00075A19" w:rsidP="00AA6D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080" w:type="dxa"/>
          </w:tcPr>
          <w:p w:rsidR="00075A19" w:rsidRPr="006069E5" w:rsidRDefault="00075A19" w:rsidP="00AA6D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080" w:type="dxa"/>
          </w:tcPr>
          <w:p w:rsidR="00075A19" w:rsidRPr="006069E5" w:rsidRDefault="00075A19" w:rsidP="00AA6D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</w:tcPr>
          <w:p w:rsidR="00075A19" w:rsidRPr="006069E5" w:rsidRDefault="00075A19" w:rsidP="00AA6D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075A19" w:rsidRPr="006069E5"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075A19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075A19" w:rsidRPr="00580DF5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075A19" w:rsidRPr="007A5CB9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075A19" w:rsidRPr="006069E5" w:rsidRDefault="00075A19" w:rsidP="00D93DD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75A19" w:rsidRPr="006069E5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075A19" w:rsidRPr="0024685E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</w:t>
            </w:r>
          </w:p>
        </w:tc>
        <w:tc>
          <w:tcPr>
            <w:tcW w:w="180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075A19" w:rsidRPr="006069E5"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075A19" w:rsidRPr="006069E5" w:rsidRDefault="00075A1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075A19" w:rsidRPr="006069E5" w:rsidRDefault="00075A19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075A19" w:rsidRPr="00B975E4" w:rsidRDefault="00075A1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075A19" w:rsidRDefault="00075A1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5A19" w:rsidRPr="006069E5"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411" w:type="dxa"/>
            <w:gridSpan w:val="9"/>
          </w:tcPr>
          <w:p w:rsidR="00075A19" w:rsidRPr="00240A6A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40A6A">
              <w:rPr>
                <w:rFonts w:ascii="Times New Roman" w:hAnsi="Times New Roman" w:cs="Times New Roman"/>
              </w:rPr>
              <w:t xml:space="preserve">Подпрограмма «Создание условий для занятия физической культурой и спортом на территории Старотитаровского сельского поселения Темрюкского района»  </w:t>
            </w:r>
          </w:p>
        </w:tc>
      </w:tr>
      <w:tr w:rsidR="00075A19" w:rsidRPr="006069E5"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075A19" w:rsidRPr="006069E5" w:rsidRDefault="00075A19" w:rsidP="004D645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075A19" w:rsidRPr="006069E5" w:rsidRDefault="00075A1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51D95">
              <w:rPr>
                <w:rFonts w:ascii="Times New Roman" w:hAnsi="Times New Roman" w:cs="Times New Roman"/>
              </w:rPr>
              <w:t>разработка проектно-сметной документации для реконструкции Стадиона (зем. участок</w:t>
            </w:r>
          </w:p>
        </w:tc>
        <w:tc>
          <w:tcPr>
            <w:tcW w:w="941" w:type="dxa"/>
            <w:vAlign w:val="center"/>
          </w:tcPr>
          <w:p w:rsidR="00075A19" w:rsidRPr="006069E5" w:rsidRDefault="00075A19" w:rsidP="00D93DD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75A19" w:rsidRPr="00B9521B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521B">
              <w:rPr>
                <w:rFonts w:ascii="Times New Roman" w:hAnsi="Times New Roman" w:cs="Times New Roman"/>
              </w:rPr>
              <w:t>Директор муниципального бюджетного учреждения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075A19" w:rsidRPr="00DD68EE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075A19" w:rsidRPr="006069E5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075A19" w:rsidRPr="006069E5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992 1102 7130100390 611</w:t>
            </w:r>
          </w:p>
        </w:tc>
        <w:tc>
          <w:tcPr>
            <w:tcW w:w="1260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075A19" w:rsidRPr="006069E5"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075A19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075A19" w:rsidRPr="00580DF5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075A19" w:rsidRPr="007A5CB9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075A19" w:rsidRPr="006069E5" w:rsidRDefault="00075A19" w:rsidP="00D93DD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75A19" w:rsidRPr="006069E5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075A19" w:rsidRPr="0024685E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</w:t>
            </w:r>
          </w:p>
        </w:tc>
        <w:tc>
          <w:tcPr>
            <w:tcW w:w="180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075A19" w:rsidRDefault="00075A19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5A19" w:rsidRDefault="00075A19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5A19" w:rsidRDefault="00075A19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5A19" w:rsidRDefault="00075A19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075A19" w:rsidRDefault="00075A19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075A19" w:rsidRPr="0064236D" w:rsidRDefault="00075A19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А.Ю. Лобыцина </w:t>
      </w:r>
    </w:p>
    <w:sectPr w:rsidR="00075A19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A19" w:rsidRDefault="00075A19" w:rsidP="007D6942">
      <w:r>
        <w:separator/>
      </w:r>
    </w:p>
  </w:endnote>
  <w:endnote w:type="continuationSeparator" w:id="0">
    <w:p w:rsidR="00075A19" w:rsidRDefault="00075A19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A19" w:rsidRDefault="00075A19" w:rsidP="007D6942">
      <w:r>
        <w:separator/>
      </w:r>
    </w:p>
  </w:footnote>
  <w:footnote w:type="continuationSeparator" w:id="0">
    <w:p w:rsidR="00075A19" w:rsidRDefault="00075A19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A19" w:rsidRDefault="00075A19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075A19" w:rsidRPr="00A80EF1" w:rsidRDefault="00075A19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4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06460"/>
    <w:rsid w:val="00012E4E"/>
    <w:rsid w:val="000174DA"/>
    <w:rsid w:val="00021570"/>
    <w:rsid w:val="000471A7"/>
    <w:rsid w:val="00051D95"/>
    <w:rsid w:val="000677DD"/>
    <w:rsid w:val="00075A19"/>
    <w:rsid w:val="00076146"/>
    <w:rsid w:val="00092349"/>
    <w:rsid w:val="000A1CD9"/>
    <w:rsid w:val="000B49E9"/>
    <w:rsid w:val="000B56F5"/>
    <w:rsid w:val="000D610F"/>
    <w:rsid w:val="000F1792"/>
    <w:rsid w:val="000F2A1C"/>
    <w:rsid w:val="000F5077"/>
    <w:rsid w:val="000F75A3"/>
    <w:rsid w:val="001057E4"/>
    <w:rsid w:val="00115768"/>
    <w:rsid w:val="00115C64"/>
    <w:rsid w:val="00120544"/>
    <w:rsid w:val="00125796"/>
    <w:rsid w:val="00130F43"/>
    <w:rsid w:val="001471D0"/>
    <w:rsid w:val="00164E78"/>
    <w:rsid w:val="00172D66"/>
    <w:rsid w:val="00185F36"/>
    <w:rsid w:val="0018768F"/>
    <w:rsid w:val="001B7323"/>
    <w:rsid w:val="001C07A2"/>
    <w:rsid w:val="001D011F"/>
    <w:rsid w:val="001E7088"/>
    <w:rsid w:val="001F2603"/>
    <w:rsid w:val="00206D5E"/>
    <w:rsid w:val="00212251"/>
    <w:rsid w:val="002246DC"/>
    <w:rsid w:val="00240A6A"/>
    <w:rsid w:val="00240DF8"/>
    <w:rsid w:val="00241A34"/>
    <w:rsid w:val="00244277"/>
    <w:rsid w:val="0024685E"/>
    <w:rsid w:val="00250BFB"/>
    <w:rsid w:val="002629B1"/>
    <w:rsid w:val="00285170"/>
    <w:rsid w:val="00287CA6"/>
    <w:rsid w:val="00287F42"/>
    <w:rsid w:val="00294148"/>
    <w:rsid w:val="0029793F"/>
    <w:rsid w:val="002A054F"/>
    <w:rsid w:val="002B2635"/>
    <w:rsid w:val="002B3A4F"/>
    <w:rsid w:val="002C78C8"/>
    <w:rsid w:val="002D6B95"/>
    <w:rsid w:val="00302555"/>
    <w:rsid w:val="00322B49"/>
    <w:rsid w:val="0032383C"/>
    <w:rsid w:val="00336F1A"/>
    <w:rsid w:val="0034154A"/>
    <w:rsid w:val="003432B5"/>
    <w:rsid w:val="003454FC"/>
    <w:rsid w:val="003500BD"/>
    <w:rsid w:val="00352444"/>
    <w:rsid w:val="00364D1A"/>
    <w:rsid w:val="003751AA"/>
    <w:rsid w:val="003821EC"/>
    <w:rsid w:val="00385E56"/>
    <w:rsid w:val="00393B47"/>
    <w:rsid w:val="003A1A1D"/>
    <w:rsid w:val="003C7B36"/>
    <w:rsid w:val="003D106F"/>
    <w:rsid w:val="003D747F"/>
    <w:rsid w:val="003F1BDD"/>
    <w:rsid w:val="003F2D98"/>
    <w:rsid w:val="004227BB"/>
    <w:rsid w:val="004335C1"/>
    <w:rsid w:val="00452B4E"/>
    <w:rsid w:val="00472DFB"/>
    <w:rsid w:val="00477E9D"/>
    <w:rsid w:val="0049599F"/>
    <w:rsid w:val="004C466D"/>
    <w:rsid w:val="004D08C1"/>
    <w:rsid w:val="004D5D87"/>
    <w:rsid w:val="004D6453"/>
    <w:rsid w:val="004E0B9F"/>
    <w:rsid w:val="004E1784"/>
    <w:rsid w:val="004E41F2"/>
    <w:rsid w:val="004F53C4"/>
    <w:rsid w:val="00503F7E"/>
    <w:rsid w:val="005366A2"/>
    <w:rsid w:val="0054691E"/>
    <w:rsid w:val="00546AAB"/>
    <w:rsid w:val="00555C25"/>
    <w:rsid w:val="00564935"/>
    <w:rsid w:val="00580DF5"/>
    <w:rsid w:val="00584CF8"/>
    <w:rsid w:val="005A0D90"/>
    <w:rsid w:val="005A36C7"/>
    <w:rsid w:val="005B0797"/>
    <w:rsid w:val="005D0125"/>
    <w:rsid w:val="005E372B"/>
    <w:rsid w:val="006069E5"/>
    <w:rsid w:val="00635D37"/>
    <w:rsid w:val="0064236D"/>
    <w:rsid w:val="0067380F"/>
    <w:rsid w:val="006811EE"/>
    <w:rsid w:val="00682270"/>
    <w:rsid w:val="00682450"/>
    <w:rsid w:val="006B1054"/>
    <w:rsid w:val="006D3EC1"/>
    <w:rsid w:val="006E7F3F"/>
    <w:rsid w:val="006F1FB0"/>
    <w:rsid w:val="006F2B84"/>
    <w:rsid w:val="0070118C"/>
    <w:rsid w:val="00705B7B"/>
    <w:rsid w:val="0071727A"/>
    <w:rsid w:val="0071770D"/>
    <w:rsid w:val="00741D3B"/>
    <w:rsid w:val="00776A0F"/>
    <w:rsid w:val="00780C3B"/>
    <w:rsid w:val="007A5CB9"/>
    <w:rsid w:val="007B53DC"/>
    <w:rsid w:val="007B77D5"/>
    <w:rsid w:val="007D5A36"/>
    <w:rsid w:val="007D6942"/>
    <w:rsid w:val="007F7199"/>
    <w:rsid w:val="0080164D"/>
    <w:rsid w:val="008032DD"/>
    <w:rsid w:val="008116A6"/>
    <w:rsid w:val="0081247D"/>
    <w:rsid w:val="0082162F"/>
    <w:rsid w:val="00833765"/>
    <w:rsid w:val="00851081"/>
    <w:rsid w:val="00856713"/>
    <w:rsid w:val="0086157F"/>
    <w:rsid w:val="00867F65"/>
    <w:rsid w:val="00874FC3"/>
    <w:rsid w:val="00876237"/>
    <w:rsid w:val="008955A6"/>
    <w:rsid w:val="008A6FA1"/>
    <w:rsid w:val="008B5654"/>
    <w:rsid w:val="008C0505"/>
    <w:rsid w:val="008C1A19"/>
    <w:rsid w:val="008C28BE"/>
    <w:rsid w:val="008C3B45"/>
    <w:rsid w:val="008D3C2C"/>
    <w:rsid w:val="008E6FA9"/>
    <w:rsid w:val="00905C09"/>
    <w:rsid w:val="0091231C"/>
    <w:rsid w:val="00916317"/>
    <w:rsid w:val="009178F6"/>
    <w:rsid w:val="00930E70"/>
    <w:rsid w:val="00943806"/>
    <w:rsid w:val="00954C8E"/>
    <w:rsid w:val="00960535"/>
    <w:rsid w:val="0096355C"/>
    <w:rsid w:val="00963883"/>
    <w:rsid w:val="00963AA6"/>
    <w:rsid w:val="00967F4E"/>
    <w:rsid w:val="009760C4"/>
    <w:rsid w:val="0098228E"/>
    <w:rsid w:val="0099006E"/>
    <w:rsid w:val="009916E6"/>
    <w:rsid w:val="009A7CC2"/>
    <w:rsid w:val="009C2CF1"/>
    <w:rsid w:val="009D2659"/>
    <w:rsid w:val="009D37BC"/>
    <w:rsid w:val="009D6338"/>
    <w:rsid w:val="00A0201C"/>
    <w:rsid w:val="00A10279"/>
    <w:rsid w:val="00A24EA6"/>
    <w:rsid w:val="00A41751"/>
    <w:rsid w:val="00A417F1"/>
    <w:rsid w:val="00A63C9E"/>
    <w:rsid w:val="00A7379B"/>
    <w:rsid w:val="00A80EF1"/>
    <w:rsid w:val="00A9268B"/>
    <w:rsid w:val="00AA6D12"/>
    <w:rsid w:val="00AC03D6"/>
    <w:rsid w:val="00AC272C"/>
    <w:rsid w:val="00AC4B7D"/>
    <w:rsid w:val="00AD1F69"/>
    <w:rsid w:val="00AD3966"/>
    <w:rsid w:val="00AE1814"/>
    <w:rsid w:val="00AF3ADF"/>
    <w:rsid w:val="00B05BE6"/>
    <w:rsid w:val="00B05C63"/>
    <w:rsid w:val="00B150A3"/>
    <w:rsid w:val="00B47DD0"/>
    <w:rsid w:val="00B75B97"/>
    <w:rsid w:val="00B80DD0"/>
    <w:rsid w:val="00B80FE0"/>
    <w:rsid w:val="00B90E2F"/>
    <w:rsid w:val="00B9521B"/>
    <w:rsid w:val="00B975E4"/>
    <w:rsid w:val="00BA2BC5"/>
    <w:rsid w:val="00BC61DC"/>
    <w:rsid w:val="00BD3F21"/>
    <w:rsid w:val="00BE5B19"/>
    <w:rsid w:val="00BF6D41"/>
    <w:rsid w:val="00C26FF2"/>
    <w:rsid w:val="00C27A6B"/>
    <w:rsid w:val="00C33EA9"/>
    <w:rsid w:val="00C35E09"/>
    <w:rsid w:val="00C400CB"/>
    <w:rsid w:val="00C71732"/>
    <w:rsid w:val="00C74FCF"/>
    <w:rsid w:val="00C7608E"/>
    <w:rsid w:val="00C95192"/>
    <w:rsid w:val="00CB195E"/>
    <w:rsid w:val="00CB64CE"/>
    <w:rsid w:val="00CC0F3B"/>
    <w:rsid w:val="00CD668E"/>
    <w:rsid w:val="00CE4593"/>
    <w:rsid w:val="00CF3AB6"/>
    <w:rsid w:val="00D046B1"/>
    <w:rsid w:val="00D0612F"/>
    <w:rsid w:val="00D102AB"/>
    <w:rsid w:val="00D20829"/>
    <w:rsid w:val="00D5605F"/>
    <w:rsid w:val="00D602FD"/>
    <w:rsid w:val="00D70BE1"/>
    <w:rsid w:val="00D737C3"/>
    <w:rsid w:val="00D7385B"/>
    <w:rsid w:val="00D87360"/>
    <w:rsid w:val="00D93DD1"/>
    <w:rsid w:val="00DA618F"/>
    <w:rsid w:val="00DB24AE"/>
    <w:rsid w:val="00DB2A7E"/>
    <w:rsid w:val="00DB31CC"/>
    <w:rsid w:val="00DB721F"/>
    <w:rsid w:val="00DC58F5"/>
    <w:rsid w:val="00DC6D6A"/>
    <w:rsid w:val="00DD68EE"/>
    <w:rsid w:val="00E01366"/>
    <w:rsid w:val="00E23D36"/>
    <w:rsid w:val="00E3318F"/>
    <w:rsid w:val="00E57BE0"/>
    <w:rsid w:val="00E57E39"/>
    <w:rsid w:val="00E67030"/>
    <w:rsid w:val="00E73D5F"/>
    <w:rsid w:val="00E8140E"/>
    <w:rsid w:val="00ED3983"/>
    <w:rsid w:val="00EF1BAD"/>
    <w:rsid w:val="00EF3939"/>
    <w:rsid w:val="00F10576"/>
    <w:rsid w:val="00F14138"/>
    <w:rsid w:val="00F14534"/>
    <w:rsid w:val="00F20843"/>
    <w:rsid w:val="00F233BB"/>
    <w:rsid w:val="00F2569A"/>
    <w:rsid w:val="00F27FC1"/>
    <w:rsid w:val="00F352F4"/>
    <w:rsid w:val="00F40D21"/>
    <w:rsid w:val="00F4487B"/>
    <w:rsid w:val="00F8232B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  <w:style w:type="paragraph" w:customStyle="1" w:styleId="a1">
    <w:name w:val="Знак Знак Знак Знак Знак Знак Знак Знак Знак Знак"/>
    <w:basedOn w:val="Normal"/>
    <w:uiPriority w:val="99"/>
    <w:rsid w:val="007D5A36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964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440</TotalTime>
  <Pages>4</Pages>
  <Words>484</Words>
  <Characters>2760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152</cp:revision>
  <cp:lastPrinted>2021-07-05T12:26:00Z</cp:lastPrinted>
  <dcterms:created xsi:type="dcterms:W3CDTF">2021-05-31T11:19:00Z</dcterms:created>
  <dcterms:modified xsi:type="dcterms:W3CDTF">2022-12-28T06:00:00Z</dcterms:modified>
</cp:coreProperties>
</file>