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6D55D4" w:rsidRDefault="006D55D4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262</w:t>
      </w:r>
    </w:p>
    <w:p w:rsidR="006D55D4" w:rsidRPr="00A0260D" w:rsidRDefault="006D55D4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D55D4" w:rsidRPr="00D737C3" w:rsidRDefault="006D55D4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6D55D4" w:rsidRPr="006131E8" w:rsidRDefault="006D55D4" w:rsidP="006131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>«Развитие информационного общества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6D55D4" w:rsidRPr="00413CF2" w:rsidRDefault="006D55D4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6D55D4" w:rsidRPr="006069E5">
        <w:tc>
          <w:tcPr>
            <w:tcW w:w="1162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6D55D4" w:rsidRPr="006069E5">
        <w:tc>
          <w:tcPr>
            <w:tcW w:w="1162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6D55D4" w:rsidRPr="0064236D" w:rsidRDefault="006D55D4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6D55D4" w:rsidRPr="006069E5">
        <w:trPr>
          <w:tblHeader/>
        </w:trPr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D55D4" w:rsidRPr="006069E5" w:rsidRDefault="006D55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6D55D4" w:rsidRDefault="006D55D4" w:rsidP="00104C80">
            <w:pPr>
              <w:jc w:val="center"/>
              <w:rPr>
                <w:rFonts w:ascii="Times New Roman" w:hAnsi="Times New Roman" w:cs="Times New Roman"/>
              </w:rPr>
            </w:pPr>
            <w:r w:rsidRPr="002E5136">
              <w:rPr>
                <w:rFonts w:ascii="Times New Roman" w:hAnsi="Times New Roman" w:cs="Times New Roman"/>
              </w:rPr>
              <w:t>Подпрограмма «Развитие, эксплуатация и обслуживание информационно - коммуникационных технологий»</w:t>
            </w:r>
          </w:p>
          <w:p w:rsidR="006D55D4" w:rsidRPr="002E5136" w:rsidRDefault="006D55D4" w:rsidP="00104C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57" w:type="dxa"/>
            <w:gridSpan w:val="2"/>
          </w:tcPr>
          <w:p w:rsidR="006D55D4" w:rsidRPr="006069E5" w:rsidRDefault="006D55D4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B01502" w:rsidRDefault="006D55D4" w:rsidP="00FC0ADE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6D55D4" w:rsidRPr="006069E5" w:rsidRDefault="006D55D4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134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бесперебойной работы администрации Старотитаровского сельского поселения Темрюкского района</w:t>
            </w:r>
          </w:p>
          <w:p w:rsidR="006D55D4" w:rsidRPr="006069E5" w:rsidRDefault="006D55D4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57" w:type="dxa"/>
            <w:gridSpan w:val="2"/>
          </w:tcPr>
          <w:p w:rsidR="006D55D4" w:rsidRPr="006069E5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  <w:p w:rsidR="006D55D4" w:rsidRPr="006069E5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134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6069E5" w:rsidRDefault="006D55D4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8B5654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Pr="006069E5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D55D4" w:rsidRPr="00930D5F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D55D4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5D4" w:rsidRPr="006069E5">
        <w:tc>
          <w:tcPr>
            <w:tcW w:w="1151" w:type="dxa"/>
          </w:tcPr>
          <w:p w:rsidR="006D55D4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6D55D4" w:rsidRPr="00DB55E3" w:rsidRDefault="006D55D4" w:rsidP="007D0FC1">
            <w:pPr>
              <w:jc w:val="center"/>
              <w:rPr>
                <w:rFonts w:ascii="Times New Roman" w:hAnsi="Times New Roman" w:cs="Times New Roman"/>
              </w:rPr>
            </w:pPr>
            <w:r w:rsidRPr="00DB55E3">
              <w:rPr>
                <w:rFonts w:ascii="Times New Roman" w:hAnsi="Times New Roman" w:cs="Times New Roman"/>
              </w:rPr>
              <w:t>Подпрограмма 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6D55D4" w:rsidRDefault="006D55D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6069E5" w:rsidRDefault="006D55D4" w:rsidP="00E32CD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E23ECE" w:rsidRDefault="006D55D4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080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134" w:type="dxa"/>
          </w:tcPr>
          <w:p w:rsidR="006D55D4" w:rsidRPr="006069E5" w:rsidRDefault="006D55D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222814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Pr="00222814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убликации</w:t>
            </w:r>
            <w:r w:rsidRPr="00222814">
              <w:rPr>
                <w:rFonts w:ascii="Times New Roman" w:hAnsi="Times New Roman" w:cs="Times New Roman"/>
                <w:color w:val="000000"/>
              </w:rPr>
              <w:t xml:space="preserve"> официальных материалов нормативных и правовых актов органов местного самоуправления</w:t>
            </w:r>
          </w:p>
          <w:p w:rsidR="006D55D4" w:rsidRPr="007A5CB9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7" w:type="dxa"/>
            <w:gridSpan w:val="2"/>
          </w:tcPr>
          <w:p w:rsidR="006D55D4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D55D4" w:rsidRPr="007A5CB9" w:rsidRDefault="006D55D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E23ECE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80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80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4" w:type="dxa"/>
          </w:tcPr>
          <w:p w:rsidR="006D55D4" w:rsidRPr="006069E5" w:rsidRDefault="006D55D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6D55D4" w:rsidRPr="006069E5">
        <w:tc>
          <w:tcPr>
            <w:tcW w:w="1151" w:type="dxa"/>
          </w:tcPr>
          <w:p w:rsidR="006D55D4" w:rsidRPr="006069E5" w:rsidRDefault="006D55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6D55D4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D55D4" w:rsidRPr="007A5CB9" w:rsidRDefault="006D55D4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бесперебойному функционированию сайта администрации и информационное освещение деятельности администрации</w:t>
            </w:r>
          </w:p>
        </w:tc>
        <w:tc>
          <w:tcPr>
            <w:tcW w:w="900" w:type="dxa"/>
            <w:vAlign w:val="center"/>
          </w:tcPr>
          <w:p w:rsidR="006D55D4" w:rsidRPr="006069E5" w:rsidRDefault="006D55D4" w:rsidP="007B2DB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D55D4" w:rsidRPr="00F54578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6D55D4" w:rsidRPr="006069E5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D55D4" w:rsidRPr="0024685E" w:rsidRDefault="006D55D4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D55D4" w:rsidRPr="006069E5" w:rsidRDefault="006D55D4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6D55D4" w:rsidRDefault="006D55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55D4" w:rsidRDefault="006D55D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D55D4" w:rsidRDefault="006D55D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6D55D4" w:rsidRPr="0064236D" w:rsidRDefault="006D55D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6D55D4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5D4" w:rsidRDefault="006D55D4" w:rsidP="007D6942">
      <w:r>
        <w:separator/>
      </w:r>
    </w:p>
  </w:endnote>
  <w:endnote w:type="continuationSeparator" w:id="0">
    <w:p w:rsidR="006D55D4" w:rsidRDefault="006D55D4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5D4" w:rsidRDefault="006D55D4" w:rsidP="007D6942">
      <w:r>
        <w:separator/>
      </w:r>
    </w:p>
  </w:footnote>
  <w:footnote w:type="continuationSeparator" w:id="0">
    <w:p w:rsidR="006D55D4" w:rsidRDefault="006D55D4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5D4" w:rsidRDefault="006D55D4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6D55D4" w:rsidRPr="00A80EF1" w:rsidRDefault="006D55D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47875"/>
    <w:multiLevelType w:val="multilevel"/>
    <w:tmpl w:val="A1F6DED6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494F"/>
    <w:rsid w:val="00005E02"/>
    <w:rsid w:val="00006012"/>
    <w:rsid w:val="00012E4E"/>
    <w:rsid w:val="000174DA"/>
    <w:rsid w:val="00021570"/>
    <w:rsid w:val="00026B99"/>
    <w:rsid w:val="00035E83"/>
    <w:rsid w:val="000430CD"/>
    <w:rsid w:val="000471A7"/>
    <w:rsid w:val="0005160B"/>
    <w:rsid w:val="000677DD"/>
    <w:rsid w:val="00076146"/>
    <w:rsid w:val="00081249"/>
    <w:rsid w:val="00092349"/>
    <w:rsid w:val="00095904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4C80"/>
    <w:rsid w:val="001057E4"/>
    <w:rsid w:val="00115768"/>
    <w:rsid w:val="00117CAC"/>
    <w:rsid w:val="00120544"/>
    <w:rsid w:val="00121AED"/>
    <w:rsid w:val="00124A03"/>
    <w:rsid w:val="00125796"/>
    <w:rsid w:val="00130F43"/>
    <w:rsid w:val="001471D0"/>
    <w:rsid w:val="00164E78"/>
    <w:rsid w:val="001701F1"/>
    <w:rsid w:val="00172D66"/>
    <w:rsid w:val="00185F36"/>
    <w:rsid w:val="0018768F"/>
    <w:rsid w:val="00190F7F"/>
    <w:rsid w:val="00196D48"/>
    <w:rsid w:val="001978B4"/>
    <w:rsid w:val="001A0745"/>
    <w:rsid w:val="001B7323"/>
    <w:rsid w:val="001D011F"/>
    <w:rsid w:val="001D745F"/>
    <w:rsid w:val="001E2BA2"/>
    <w:rsid w:val="001E640A"/>
    <w:rsid w:val="001E7088"/>
    <w:rsid w:val="001F0220"/>
    <w:rsid w:val="001F2603"/>
    <w:rsid w:val="00206D5E"/>
    <w:rsid w:val="00212251"/>
    <w:rsid w:val="00222814"/>
    <w:rsid w:val="00223BE5"/>
    <w:rsid w:val="002246DC"/>
    <w:rsid w:val="00240DF8"/>
    <w:rsid w:val="0024514E"/>
    <w:rsid w:val="0024685E"/>
    <w:rsid w:val="00250BFB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2E4C5D"/>
    <w:rsid w:val="002E5136"/>
    <w:rsid w:val="00302555"/>
    <w:rsid w:val="00314CD2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5A2B"/>
    <w:rsid w:val="003D747F"/>
    <w:rsid w:val="003F0026"/>
    <w:rsid w:val="003F1BDD"/>
    <w:rsid w:val="003F2D98"/>
    <w:rsid w:val="00411A30"/>
    <w:rsid w:val="00413CF2"/>
    <w:rsid w:val="004227BB"/>
    <w:rsid w:val="004335C1"/>
    <w:rsid w:val="00447210"/>
    <w:rsid w:val="00452B4E"/>
    <w:rsid w:val="00461630"/>
    <w:rsid w:val="00461901"/>
    <w:rsid w:val="00472DFB"/>
    <w:rsid w:val="004759B2"/>
    <w:rsid w:val="00477E9D"/>
    <w:rsid w:val="0049599F"/>
    <w:rsid w:val="004B1646"/>
    <w:rsid w:val="004C466D"/>
    <w:rsid w:val="004D08C1"/>
    <w:rsid w:val="004D5D87"/>
    <w:rsid w:val="004E0B9F"/>
    <w:rsid w:val="004E1784"/>
    <w:rsid w:val="004F53C4"/>
    <w:rsid w:val="00500FE0"/>
    <w:rsid w:val="00527FB6"/>
    <w:rsid w:val="005366A2"/>
    <w:rsid w:val="0054691E"/>
    <w:rsid w:val="00546AAB"/>
    <w:rsid w:val="00555C25"/>
    <w:rsid w:val="00564935"/>
    <w:rsid w:val="00580DF5"/>
    <w:rsid w:val="00584CF8"/>
    <w:rsid w:val="005A7398"/>
    <w:rsid w:val="005B0797"/>
    <w:rsid w:val="005B660E"/>
    <w:rsid w:val="005C6BF4"/>
    <w:rsid w:val="005D1982"/>
    <w:rsid w:val="005D3043"/>
    <w:rsid w:val="005E372B"/>
    <w:rsid w:val="006069E5"/>
    <w:rsid w:val="00611E67"/>
    <w:rsid w:val="0061250E"/>
    <w:rsid w:val="006131E8"/>
    <w:rsid w:val="006155CB"/>
    <w:rsid w:val="0063505A"/>
    <w:rsid w:val="00635D37"/>
    <w:rsid w:val="00641C11"/>
    <w:rsid w:val="0064236D"/>
    <w:rsid w:val="006635A4"/>
    <w:rsid w:val="00664C9A"/>
    <w:rsid w:val="0067380F"/>
    <w:rsid w:val="00674168"/>
    <w:rsid w:val="006811EE"/>
    <w:rsid w:val="00682270"/>
    <w:rsid w:val="00682450"/>
    <w:rsid w:val="00683FDD"/>
    <w:rsid w:val="0068538B"/>
    <w:rsid w:val="00686280"/>
    <w:rsid w:val="006A4E2B"/>
    <w:rsid w:val="006C44B7"/>
    <w:rsid w:val="006D55D4"/>
    <w:rsid w:val="006D6E83"/>
    <w:rsid w:val="006F1FB0"/>
    <w:rsid w:val="006F2B84"/>
    <w:rsid w:val="0070118C"/>
    <w:rsid w:val="00705B7B"/>
    <w:rsid w:val="00707AE8"/>
    <w:rsid w:val="0071727A"/>
    <w:rsid w:val="0071770D"/>
    <w:rsid w:val="00725BCB"/>
    <w:rsid w:val="007407E1"/>
    <w:rsid w:val="00780C3B"/>
    <w:rsid w:val="007A5CB9"/>
    <w:rsid w:val="007B2DBD"/>
    <w:rsid w:val="007D0FC1"/>
    <w:rsid w:val="007D6942"/>
    <w:rsid w:val="007F7199"/>
    <w:rsid w:val="0080164D"/>
    <w:rsid w:val="008032DD"/>
    <w:rsid w:val="008109D5"/>
    <w:rsid w:val="0081247D"/>
    <w:rsid w:val="00816436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5582"/>
    <w:rsid w:val="008B5654"/>
    <w:rsid w:val="008C0505"/>
    <w:rsid w:val="008C1A19"/>
    <w:rsid w:val="008C28BE"/>
    <w:rsid w:val="008C3B45"/>
    <w:rsid w:val="008D2DFC"/>
    <w:rsid w:val="008E131A"/>
    <w:rsid w:val="008E6FA9"/>
    <w:rsid w:val="008F23E5"/>
    <w:rsid w:val="008F4795"/>
    <w:rsid w:val="00905C09"/>
    <w:rsid w:val="0091430F"/>
    <w:rsid w:val="00916317"/>
    <w:rsid w:val="00930D5F"/>
    <w:rsid w:val="00930E70"/>
    <w:rsid w:val="0095107E"/>
    <w:rsid w:val="00954C8E"/>
    <w:rsid w:val="00960535"/>
    <w:rsid w:val="0096196B"/>
    <w:rsid w:val="0096355C"/>
    <w:rsid w:val="00963883"/>
    <w:rsid w:val="00967F4E"/>
    <w:rsid w:val="00974AFB"/>
    <w:rsid w:val="0099019D"/>
    <w:rsid w:val="009905BD"/>
    <w:rsid w:val="009B5396"/>
    <w:rsid w:val="009C2CF1"/>
    <w:rsid w:val="009D0193"/>
    <w:rsid w:val="009D2659"/>
    <w:rsid w:val="009D37BC"/>
    <w:rsid w:val="009E7341"/>
    <w:rsid w:val="00A0201C"/>
    <w:rsid w:val="00A0260D"/>
    <w:rsid w:val="00A07C8B"/>
    <w:rsid w:val="00A07DCD"/>
    <w:rsid w:val="00A10279"/>
    <w:rsid w:val="00A1246C"/>
    <w:rsid w:val="00A24EA6"/>
    <w:rsid w:val="00A345A3"/>
    <w:rsid w:val="00A36C24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B0724"/>
    <w:rsid w:val="00AB2DDE"/>
    <w:rsid w:val="00AC03D6"/>
    <w:rsid w:val="00AC272C"/>
    <w:rsid w:val="00AC4B7D"/>
    <w:rsid w:val="00AD1F69"/>
    <w:rsid w:val="00AD3966"/>
    <w:rsid w:val="00AE1814"/>
    <w:rsid w:val="00AE67C7"/>
    <w:rsid w:val="00AF3ADF"/>
    <w:rsid w:val="00B01502"/>
    <w:rsid w:val="00B150A3"/>
    <w:rsid w:val="00B47DD0"/>
    <w:rsid w:val="00B5479D"/>
    <w:rsid w:val="00B61CEF"/>
    <w:rsid w:val="00B75B97"/>
    <w:rsid w:val="00B76953"/>
    <w:rsid w:val="00B76AFB"/>
    <w:rsid w:val="00B80DD0"/>
    <w:rsid w:val="00B80FE0"/>
    <w:rsid w:val="00B866D3"/>
    <w:rsid w:val="00B975E4"/>
    <w:rsid w:val="00BC61DC"/>
    <w:rsid w:val="00BD3303"/>
    <w:rsid w:val="00BE752B"/>
    <w:rsid w:val="00BF2256"/>
    <w:rsid w:val="00BF6D41"/>
    <w:rsid w:val="00C15BA4"/>
    <w:rsid w:val="00C21ED0"/>
    <w:rsid w:val="00C26DA5"/>
    <w:rsid w:val="00C27A6B"/>
    <w:rsid w:val="00C34FA0"/>
    <w:rsid w:val="00C35E09"/>
    <w:rsid w:val="00C400CB"/>
    <w:rsid w:val="00C4036D"/>
    <w:rsid w:val="00C57F83"/>
    <w:rsid w:val="00C60C7D"/>
    <w:rsid w:val="00C71732"/>
    <w:rsid w:val="00C74FCF"/>
    <w:rsid w:val="00C75317"/>
    <w:rsid w:val="00C7608E"/>
    <w:rsid w:val="00C92BDE"/>
    <w:rsid w:val="00CA2D3B"/>
    <w:rsid w:val="00CB195E"/>
    <w:rsid w:val="00CB64CE"/>
    <w:rsid w:val="00CC0F3B"/>
    <w:rsid w:val="00CC221A"/>
    <w:rsid w:val="00CD668E"/>
    <w:rsid w:val="00CE4593"/>
    <w:rsid w:val="00CF35A2"/>
    <w:rsid w:val="00CF3AB6"/>
    <w:rsid w:val="00D046B1"/>
    <w:rsid w:val="00D05C12"/>
    <w:rsid w:val="00D0612F"/>
    <w:rsid w:val="00D102AB"/>
    <w:rsid w:val="00D20829"/>
    <w:rsid w:val="00D21A1C"/>
    <w:rsid w:val="00D5605F"/>
    <w:rsid w:val="00D70BE1"/>
    <w:rsid w:val="00D737C3"/>
    <w:rsid w:val="00D7385B"/>
    <w:rsid w:val="00DA44B5"/>
    <w:rsid w:val="00DA618F"/>
    <w:rsid w:val="00DB24AE"/>
    <w:rsid w:val="00DB2A7E"/>
    <w:rsid w:val="00DB31CC"/>
    <w:rsid w:val="00DB55E3"/>
    <w:rsid w:val="00DB6469"/>
    <w:rsid w:val="00DB721F"/>
    <w:rsid w:val="00DC1055"/>
    <w:rsid w:val="00DC6D6A"/>
    <w:rsid w:val="00DC7281"/>
    <w:rsid w:val="00E01366"/>
    <w:rsid w:val="00E11BE4"/>
    <w:rsid w:val="00E23ECE"/>
    <w:rsid w:val="00E32CDD"/>
    <w:rsid w:val="00E3318F"/>
    <w:rsid w:val="00E54550"/>
    <w:rsid w:val="00E56035"/>
    <w:rsid w:val="00E57BE0"/>
    <w:rsid w:val="00E57E39"/>
    <w:rsid w:val="00E67030"/>
    <w:rsid w:val="00E67806"/>
    <w:rsid w:val="00E724E6"/>
    <w:rsid w:val="00E73D5F"/>
    <w:rsid w:val="00E75A18"/>
    <w:rsid w:val="00E8140E"/>
    <w:rsid w:val="00E932F3"/>
    <w:rsid w:val="00EE5DC8"/>
    <w:rsid w:val="00EF3D19"/>
    <w:rsid w:val="00F03B2B"/>
    <w:rsid w:val="00F10576"/>
    <w:rsid w:val="00F14138"/>
    <w:rsid w:val="00F20843"/>
    <w:rsid w:val="00F233BB"/>
    <w:rsid w:val="00F2569A"/>
    <w:rsid w:val="00F25FF7"/>
    <w:rsid w:val="00F27FC1"/>
    <w:rsid w:val="00F352F4"/>
    <w:rsid w:val="00F40D21"/>
    <w:rsid w:val="00F41BC1"/>
    <w:rsid w:val="00F44314"/>
    <w:rsid w:val="00F4487B"/>
    <w:rsid w:val="00F54578"/>
    <w:rsid w:val="00F61611"/>
    <w:rsid w:val="00F63481"/>
    <w:rsid w:val="00F6733D"/>
    <w:rsid w:val="00F8232B"/>
    <w:rsid w:val="00FA75AC"/>
    <w:rsid w:val="00FC0ADE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27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564</TotalTime>
  <Pages>4</Pages>
  <Words>489</Words>
  <Characters>2788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213</cp:revision>
  <cp:lastPrinted>2021-07-05T12:26:00Z</cp:lastPrinted>
  <dcterms:created xsi:type="dcterms:W3CDTF">2021-05-31T11:19:00Z</dcterms:created>
  <dcterms:modified xsi:type="dcterms:W3CDTF">2022-12-28T06:03:00Z</dcterms:modified>
</cp:coreProperties>
</file>