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259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Pr="00D737C3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874032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763,2</w:t>
            </w:r>
          </w:p>
        </w:tc>
        <w:tc>
          <w:tcPr>
            <w:tcW w:w="1080" w:type="dxa"/>
          </w:tcPr>
          <w:p w:rsidR="00874032" w:rsidRPr="006069E5" w:rsidRDefault="00874032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080" w:type="dxa"/>
          </w:tcPr>
          <w:p w:rsidR="00874032" w:rsidRPr="006069E5" w:rsidRDefault="00874032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134" w:type="dxa"/>
          </w:tcPr>
          <w:p w:rsidR="00874032" w:rsidRPr="006069E5" w:rsidRDefault="00874032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1417,6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E23ECE">
              <w:rPr>
                <w:rFonts w:ascii="Times New Roman" w:hAnsi="Times New Roman" w:cs="Times New Roman"/>
              </w:rPr>
              <w:t xml:space="preserve">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1791,2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1963,6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1963,6</w:t>
            </w: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2411,1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277,6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348,6</w:t>
            </w: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348,6</w:t>
            </w: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428,7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А.Ю. Лобыцина 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032" w:rsidRDefault="00874032" w:rsidP="007D6942">
      <w:r>
        <w:separator/>
      </w:r>
    </w:p>
  </w:endnote>
  <w:endnote w:type="continuationSeparator" w:id="0">
    <w:p w:rsidR="00874032" w:rsidRDefault="0087403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032" w:rsidRDefault="00874032" w:rsidP="007D6942">
      <w:r>
        <w:separator/>
      </w:r>
    </w:p>
  </w:footnote>
  <w:footnote w:type="continuationSeparator" w:id="0">
    <w:p w:rsidR="00874032" w:rsidRDefault="0087403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32" w:rsidRDefault="0087403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40DF8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72DFB"/>
    <w:rsid w:val="00477E9D"/>
    <w:rsid w:val="0049599F"/>
    <w:rsid w:val="004B7CB8"/>
    <w:rsid w:val="004C466D"/>
    <w:rsid w:val="004D08C1"/>
    <w:rsid w:val="004D5D87"/>
    <w:rsid w:val="004E0B9F"/>
    <w:rsid w:val="004E1784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C61DC"/>
    <w:rsid w:val="00BD4951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6D6A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479</TotalTime>
  <Pages>4</Pages>
  <Words>524</Words>
  <Characters>2990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176</cp:revision>
  <cp:lastPrinted>2021-12-27T06:08:00Z</cp:lastPrinted>
  <dcterms:created xsi:type="dcterms:W3CDTF">2021-05-31T11:19:00Z</dcterms:created>
  <dcterms:modified xsi:type="dcterms:W3CDTF">2022-12-28T06:13:00Z</dcterms:modified>
</cp:coreProperties>
</file>