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E9" w:rsidRPr="00206D5E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D04E9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D04E9" w:rsidRDefault="00AD04E9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D04E9" w:rsidRPr="00D737C3" w:rsidRDefault="00AD04E9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27.12.2022 г. № 253</w:t>
      </w:r>
    </w:p>
    <w:p w:rsidR="00AD04E9" w:rsidRPr="005A2E63" w:rsidRDefault="00AD04E9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Pr="005A2E63" w:rsidRDefault="00AD04E9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Default="00AD04E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Pr="00D737C3" w:rsidRDefault="00AD04E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D04E9" w:rsidRPr="00D737C3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33765">
        <w:rPr>
          <w:rFonts w:ascii="Times New Roman" w:hAnsi="Times New Roman" w:cs="Times New Roman"/>
          <w:b/>
          <w:bCs/>
          <w:sz w:val="28"/>
          <w:szCs w:val="28"/>
        </w:rPr>
        <w:t>«Противодействие коррупции в  Старотитаровском сельском поселении Темрюкского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2023 год</w:t>
      </w:r>
    </w:p>
    <w:p w:rsidR="00AD04E9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Pr="00D737C3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D04E9" w:rsidRPr="006069E5">
        <w:tc>
          <w:tcPr>
            <w:tcW w:w="1162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D04E9" w:rsidRPr="006069E5">
        <w:tc>
          <w:tcPr>
            <w:tcW w:w="1162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D04E9" w:rsidRPr="0064236D" w:rsidRDefault="00AD04E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D04E9" w:rsidRPr="006069E5">
        <w:trPr>
          <w:tblHeader/>
        </w:trPr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D04E9" w:rsidRPr="00580DF5" w:rsidRDefault="00AD04E9" w:rsidP="00580DF5">
            <w:pPr>
              <w:ind w:right="253" w:firstLine="0"/>
              <w:rPr>
                <w:rFonts w:ascii="Times New Roman" w:hAnsi="Times New Roman" w:cs="Times New Roman"/>
              </w:rPr>
            </w:pPr>
            <w:r w:rsidRPr="00580DF5">
              <w:rPr>
                <w:rFonts w:ascii="Times New Roman" w:hAnsi="Times New Roman" w:cs="Times New Roman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AD04E9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</w:t>
            </w:r>
          </w:p>
          <w:p w:rsidR="00AD04E9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D04E9" w:rsidRPr="006069E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AD04E9" w:rsidRPr="006069E5" w:rsidRDefault="00AD04E9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D04E9" w:rsidRPr="00580DF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992 0705 6410110120 244</w:t>
            </w:r>
          </w:p>
        </w:tc>
        <w:tc>
          <w:tcPr>
            <w:tcW w:w="126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D04E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D04E9" w:rsidRPr="00580DF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снижению</w:t>
            </w:r>
            <w:r w:rsidRPr="00580DF5">
              <w:rPr>
                <w:rFonts w:ascii="Times New Roman" w:hAnsi="Times New Roman" w:cs="Times New Roman"/>
              </w:rPr>
              <w:t xml:space="preserve">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AD04E9" w:rsidRPr="007A5CB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AD04E9" w:rsidRPr="006069E5" w:rsidRDefault="00AD04E9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D04E9" w:rsidRPr="006069E5" w:rsidRDefault="00AD04E9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D04E9" w:rsidRPr="0024685E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AD04E9" w:rsidRDefault="00AD04E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D04E9" w:rsidRPr="0064236D" w:rsidRDefault="00AD04E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AD04E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4E9" w:rsidRDefault="00AD04E9" w:rsidP="007D6942">
      <w:r>
        <w:separator/>
      </w:r>
    </w:p>
  </w:endnote>
  <w:endnote w:type="continuationSeparator" w:id="0">
    <w:p w:rsidR="00AD04E9" w:rsidRDefault="00AD04E9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4E9" w:rsidRDefault="00AD04E9" w:rsidP="007D6942">
      <w:r>
        <w:separator/>
      </w:r>
    </w:p>
  </w:footnote>
  <w:footnote w:type="continuationSeparator" w:id="0">
    <w:p w:rsidR="00AD04E9" w:rsidRDefault="00AD04E9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4E9" w:rsidRDefault="00AD04E9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AD04E9" w:rsidRPr="00A80EF1" w:rsidRDefault="00AD04E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304C1"/>
    <w:rsid w:val="000471A7"/>
    <w:rsid w:val="000677DD"/>
    <w:rsid w:val="00092349"/>
    <w:rsid w:val="000A1CD9"/>
    <w:rsid w:val="000B49E9"/>
    <w:rsid w:val="000B56F5"/>
    <w:rsid w:val="000F2A1C"/>
    <w:rsid w:val="000F5077"/>
    <w:rsid w:val="000F75A3"/>
    <w:rsid w:val="001057E4"/>
    <w:rsid w:val="00120544"/>
    <w:rsid w:val="00124565"/>
    <w:rsid w:val="00125796"/>
    <w:rsid w:val="00130F43"/>
    <w:rsid w:val="001471D0"/>
    <w:rsid w:val="00164E78"/>
    <w:rsid w:val="00172D66"/>
    <w:rsid w:val="00185F36"/>
    <w:rsid w:val="0018768F"/>
    <w:rsid w:val="001A64FD"/>
    <w:rsid w:val="001B7323"/>
    <w:rsid w:val="001D011F"/>
    <w:rsid w:val="001E7088"/>
    <w:rsid w:val="001F2603"/>
    <w:rsid w:val="0020654C"/>
    <w:rsid w:val="00206D5E"/>
    <w:rsid w:val="00212251"/>
    <w:rsid w:val="002321C2"/>
    <w:rsid w:val="002337D3"/>
    <w:rsid w:val="00240DF8"/>
    <w:rsid w:val="0024685E"/>
    <w:rsid w:val="00250BFB"/>
    <w:rsid w:val="00285170"/>
    <w:rsid w:val="00287F42"/>
    <w:rsid w:val="00294148"/>
    <w:rsid w:val="0029793F"/>
    <w:rsid w:val="002A054F"/>
    <w:rsid w:val="0032383C"/>
    <w:rsid w:val="00336F1A"/>
    <w:rsid w:val="003432B5"/>
    <w:rsid w:val="003454FC"/>
    <w:rsid w:val="00352444"/>
    <w:rsid w:val="00385E56"/>
    <w:rsid w:val="00393B47"/>
    <w:rsid w:val="003A1A1D"/>
    <w:rsid w:val="003C7B36"/>
    <w:rsid w:val="003D747F"/>
    <w:rsid w:val="003F2D98"/>
    <w:rsid w:val="004227BB"/>
    <w:rsid w:val="004335C1"/>
    <w:rsid w:val="00452B4E"/>
    <w:rsid w:val="004535BB"/>
    <w:rsid w:val="00472DFB"/>
    <w:rsid w:val="00474B52"/>
    <w:rsid w:val="0049599F"/>
    <w:rsid w:val="004C466D"/>
    <w:rsid w:val="004D5D87"/>
    <w:rsid w:val="004E0B9F"/>
    <w:rsid w:val="004E1784"/>
    <w:rsid w:val="004E263B"/>
    <w:rsid w:val="004F53C4"/>
    <w:rsid w:val="005366A2"/>
    <w:rsid w:val="0054691E"/>
    <w:rsid w:val="00546AAB"/>
    <w:rsid w:val="00564935"/>
    <w:rsid w:val="00580DF5"/>
    <w:rsid w:val="00584CF8"/>
    <w:rsid w:val="005A2E63"/>
    <w:rsid w:val="005B0797"/>
    <w:rsid w:val="005C748A"/>
    <w:rsid w:val="005E372B"/>
    <w:rsid w:val="006069E5"/>
    <w:rsid w:val="00623C60"/>
    <w:rsid w:val="0064236D"/>
    <w:rsid w:val="0067380F"/>
    <w:rsid w:val="006811EE"/>
    <w:rsid w:val="00682270"/>
    <w:rsid w:val="00682450"/>
    <w:rsid w:val="006F2B84"/>
    <w:rsid w:val="00703C19"/>
    <w:rsid w:val="00705B7B"/>
    <w:rsid w:val="0071727A"/>
    <w:rsid w:val="007212F6"/>
    <w:rsid w:val="0073448B"/>
    <w:rsid w:val="007436EC"/>
    <w:rsid w:val="0077192B"/>
    <w:rsid w:val="00780C3B"/>
    <w:rsid w:val="007A5CB9"/>
    <w:rsid w:val="007D6942"/>
    <w:rsid w:val="007D756F"/>
    <w:rsid w:val="007E7564"/>
    <w:rsid w:val="007F7199"/>
    <w:rsid w:val="0080164D"/>
    <w:rsid w:val="0081247D"/>
    <w:rsid w:val="00833765"/>
    <w:rsid w:val="00851081"/>
    <w:rsid w:val="00867F65"/>
    <w:rsid w:val="008934FD"/>
    <w:rsid w:val="008955A6"/>
    <w:rsid w:val="008A6FA1"/>
    <w:rsid w:val="008C0505"/>
    <w:rsid w:val="008C1A19"/>
    <w:rsid w:val="008C28BE"/>
    <w:rsid w:val="008C35C9"/>
    <w:rsid w:val="008E6FA9"/>
    <w:rsid w:val="00905C09"/>
    <w:rsid w:val="00916317"/>
    <w:rsid w:val="00954C8E"/>
    <w:rsid w:val="00960535"/>
    <w:rsid w:val="0096355C"/>
    <w:rsid w:val="00963883"/>
    <w:rsid w:val="00967F4E"/>
    <w:rsid w:val="009B3DCF"/>
    <w:rsid w:val="009B41DE"/>
    <w:rsid w:val="009D2659"/>
    <w:rsid w:val="009D37BC"/>
    <w:rsid w:val="009F42EE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4E9"/>
    <w:rsid w:val="00AD3966"/>
    <w:rsid w:val="00AE1814"/>
    <w:rsid w:val="00AF3ADF"/>
    <w:rsid w:val="00B150A3"/>
    <w:rsid w:val="00B47981"/>
    <w:rsid w:val="00B47DD0"/>
    <w:rsid w:val="00B75B97"/>
    <w:rsid w:val="00BF6D41"/>
    <w:rsid w:val="00C35E09"/>
    <w:rsid w:val="00C400CB"/>
    <w:rsid w:val="00C71732"/>
    <w:rsid w:val="00C74FCF"/>
    <w:rsid w:val="00C7608E"/>
    <w:rsid w:val="00CB64CE"/>
    <w:rsid w:val="00CC0F3B"/>
    <w:rsid w:val="00D102AB"/>
    <w:rsid w:val="00D20829"/>
    <w:rsid w:val="00D70BE1"/>
    <w:rsid w:val="00D737C3"/>
    <w:rsid w:val="00D7385B"/>
    <w:rsid w:val="00DB24AE"/>
    <w:rsid w:val="00DB2A7E"/>
    <w:rsid w:val="00DB31CC"/>
    <w:rsid w:val="00DB721F"/>
    <w:rsid w:val="00DC6D6A"/>
    <w:rsid w:val="00E01366"/>
    <w:rsid w:val="00E3318F"/>
    <w:rsid w:val="00E57E39"/>
    <w:rsid w:val="00E60313"/>
    <w:rsid w:val="00E67030"/>
    <w:rsid w:val="00E73D5F"/>
    <w:rsid w:val="00E8140E"/>
    <w:rsid w:val="00F01381"/>
    <w:rsid w:val="00F10576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348</TotalTime>
  <Pages>2</Pages>
  <Words>241</Words>
  <Characters>1380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100</cp:revision>
  <cp:lastPrinted>2021-12-27T06:14:00Z</cp:lastPrinted>
  <dcterms:created xsi:type="dcterms:W3CDTF">2021-05-31T11:19:00Z</dcterms:created>
  <dcterms:modified xsi:type="dcterms:W3CDTF">2022-12-28T10:20:00Z</dcterms:modified>
</cp:coreProperties>
</file>