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10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E7010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E7010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3E7010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E7010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11.11.2022 г. № 228</w:t>
      </w:r>
    </w:p>
    <w:p w:rsidR="003E7010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7010" w:rsidRPr="00206D5E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3E7010" w:rsidRDefault="003E701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3E7010" w:rsidRDefault="003E701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E7010" w:rsidRPr="00D737C3" w:rsidRDefault="003E7010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28.12.2021 № 287</w:t>
      </w:r>
    </w:p>
    <w:p w:rsidR="003E7010" w:rsidRDefault="003E7010" w:rsidP="00B90E2F">
      <w:pPr>
        <w:jc w:val="center"/>
        <w:rPr>
          <w:b/>
          <w:bCs/>
        </w:rPr>
      </w:pPr>
    </w:p>
    <w:p w:rsidR="003E7010" w:rsidRDefault="003E70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E7010" w:rsidRPr="00D737C3" w:rsidRDefault="003E70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E7010" w:rsidRDefault="003E70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E7010" w:rsidRPr="003500BD" w:rsidRDefault="003E7010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DC58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3E7010" w:rsidRPr="003500BD" w:rsidRDefault="003E7010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E7010" w:rsidRPr="006069E5">
        <w:tc>
          <w:tcPr>
            <w:tcW w:w="1162" w:type="dxa"/>
            <w:vMerge w:val="restart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E7010" w:rsidRPr="006069E5">
        <w:tc>
          <w:tcPr>
            <w:tcW w:w="1162" w:type="dxa"/>
            <w:vMerge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E7010" w:rsidRPr="006069E5" w:rsidRDefault="003E70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E7010" w:rsidRPr="006069E5" w:rsidRDefault="003E70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E7010" w:rsidRPr="006069E5" w:rsidRDefault="003E70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E7010" w:rsidRPr="006069E5" w:rsidRDefault="003E70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E7010" w:rsidRPr="0064236D" w:rsidRDefault="003E701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E7010" w:rsidRPr="006069E5">
        <w:trPr>
          <w:tblHeader/>
        </w:trPr>
        <w:tc>
          <w:tcPr>
            <w:tcW w:w="1151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E7010" w:rsidRPr="006069E5" w:rsidRDefault="003E70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E7010" w:rsidRPr="006069E5">
        <w:tc>
          <w:tcPr>
            <w:tcW w:w="1151" w:type="dxa"/>
          </w:tcPr>
          <w:p w:rsidR="003E7010" w:rsidRPr="006069E5" w:rsidRDefault="003E70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E7010" w:rsidRPr="006069E5" w:rsidRDefault="003E70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E7010" w:rsidRPr="006069E5" w:rsidRDefault="003E7010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3E7010" w:rsidRPr="006069E5" w:rsidRDefault="003E7010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E7010" w:rsidRPr="00DD68EE" w:rsidRDefault="003E7010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E7010" w:rsidRPr="006069E5" w:rsidRDefault="003E70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3E7010" w:rsidRPr="006069E5" w:rsidRDefault="003E70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3E7010" w:rsidRPr="006069E5" w:rsidRDefault="003E7010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080" w:type="dxa"/>
          </w:tcPr>
          <w:p w:rsidR="003E7010" w:rsidRPr="006069E5" w:rsidRDefault="003E7010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080" w:type="dxa"/>
          </w:tcPr>
          <w:p w:rsidR="003E7010" w:rsidRPr="006069E5" w:rsidRDefault="003E7010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34" w:type="dxa"/>
          </w:tcPr>
          <w:p w:rsidR="003E7010" w:rsidRPr="006069E5" w:rsidRDefault="003E7010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129,5</w:t>
            </w:r>
          </w:p>
        </w:tc>
      </w:tr>
      <w:tr w:rsidR="003E7010" w:rsidRPr="006069E5">
        <w:tc>
          <w:tcPr>
            <w:tcW w:w="1151" w:type="dxa"/>
          </w:tcPr>
          <w:p w:rsidR="003E7010" w:rsidRPr="006069E5" w:rsidRDefault="003E70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E7010" w:rsidRDefault="003E7010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E7010" w:rsidRDefault="003E7010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3E7010" w:rsidRPr="007A5CB9" w:rsidRDefault="003E7010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3E7010" w:rsidRPr="006069E5" w:rsidRDefault="003E7010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E7010" w:rsidRDefault="003E7010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3E7010" w:rsidRPr="006069E5" w:rsidRDefault="003E7010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3E7010" w:rsidRPr="0024685E" w:rsidRDefault="003E7010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3E7010" w:rsidRPr="006069E5" w:rsidRDefault="003E70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E7010" w:rsidRPr="006069E5" w:rsidRDefault="003E70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E7010" w:rsidRPr="006069E5" w:rsidRDefault="003E70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E7010" w:rsidRPr="006069E5" w:rsidRDefault="003E70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E7010" w:rsidRPr="006069E5" w:rsidRDefault="003E70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E7010" w:rsidRDefault="003E70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7010" w:rsidRDefault="003E70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7010" w:rsidRDefault="003E70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7010" w:rsidRDefault="003E70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E7010" w:rsidRDefault="003E70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E7010" w:rsidRPr="0064236D" w:rsidRDefault="003E701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А.Ю. Лобыцина</w:t>
      </w:r>
    </w:p>
    <w:sectPr w:rsidR="003E7010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010" w:rsidRDefault="003E7010" w:rsidP="007D6942">
      <w:r>
        <w:separator/>
      </w:r>
    </w:p>
  </w:endnote>
  <w:endnote w:type="continuationSeparator" w:id="0">
    <w:p w:rsidR="003E7010" w:rsidRDefault="003E7010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010" w:rsidRDefault="003E7010" w:rsidP="007D6942">
      <w:r>
        <w:separator/>
      </w:r>
    </w:p>
  </w:footnote>
  <w:footnote w:type="continuationSeparator" w:id="0">
    <w:p w:rsidR="003E7010" w:rsidRDefault="003E7010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010" w:rsidRDefault="003E7010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E7010" w:rsidRPr="00A80EF1" w:rsidRDefault="003E701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3336"/>
    <w:rsid w:val="000D610F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31841"/>
    <w:rsid w:val="001471D0"/>
    <w:rsid w:val="00150F07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D49D9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1063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E7010"/>
    <w:rsid w:val="003F1BDD"/>
    <w:rsid w:val="003F2D98"/>
    <w:rsid w:val="004227BB"/>
    <w:rsid w:val="004328D4"/>
    <w:rsid w:val="004335C1"/>
    <w:rsid w:val="00442452"/>
    <w:rsid w:val="004460CE"/>
    <w:rsid w:val="00452B4E"/>
    <w:rsid w:val="00472DFB"/>
    <w:rsid w:val="00477E9D"/>
    <w:rsid w:val="0049599F"/>
    <w:rsid w:val="004B46F7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0D1D"/>
    <w:rsid w:val="005E372B"/>
    <w:rsid w:val="005F5A1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0674E"/>
    <w:rsid w:val="0071727A"/>
    <w:rsid w:val="0071770D"/>
    <w:rsid w:val="00741D3B"/>
    <w:rsid w:val="00780C3B"/>
    <w:rsid w:val="007A03D5"/>
    <w:rsid w:val="007A1468"/>
    <w:rsid w:val="007A5CB9"/>
    <w:rsid w:val="007B53DC"/>
    <w:rsid w:val="007B77D5"/>
    <w:rsid w:val="007D6942"/>
    <w:rsid w:val="007E4731"/>
    <w:rsid w:val="007F55FD"/>
    <w:rsid w:val="007F7199"/>
    <w:rsid w:val="0080164D"/>
    <w:rsid w:val="008032DD"/>
    <w:rsid w:val="00806413"/>
    <w:rsid w:val="0081247D"/>
    <w:rsid w:val="00833765"/>
    <w:rsid w:val="00851081"/>
    <w:rsid w:val="00856713"/>
    <w:rsid w:val="00857FAC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2F04"/>
    <w:rsid w:val="008E6FA9"/>
    <w:rsid w:val="00905C09"/>
    <w:rsid w:val="00916317"/>
    <w:rsid w:val="009260C7"/>
    <w:rsid w:val="00930E70"/>
    <w:rsid w:val="0094556B"/>
    <w:rsid w:val="00954C8E"/>
    <w:rsid w:val="00960535"/>
    <w:rsid w:val="0096355C"/>
    <w:rsid w:val="00963883"/>
    <w:rsid w:val="00967F4E"/>
    <w:rsid w:val="0098228E"/>
    <w:rsid w:val="00992E05"/>
    <w:rsid w:val="009A7A78"/>
    <w:rsid w:val="009C0381"/>
    <w:rsid w:val="009C2CF1"/>
    <w:rsid w:val="009D2659"/>
    <w:rsid w:val="009D37BC"/>
    <w:rsid w:val="009D6338"/>
    <w:rsid w:val="00A0201C"/>
    <w:rsid w:val="00A10279"/>
    <w:rsid w:val="00A1790A"/>
    <w:rsid w:val="00A24EA6"/>
    <w:rsid w:val="00A41751"/>
    <w:rsid w:val="00A417F1"/>
    <w:rsid w:val="00A5480C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E4F09"/>
    <w:rsid w:val="00AF3ADF"/>
    <w:rsid w:val="00AF685C"/>
    <w:rsid w:val="00B05BE6"/>
    <w:rsid w:val="00B12657"/>
    <w:rsid w:val="00B150A3"/>
    <w:rsid w:val="00B47DD0"/>
    <w:rsid w:val="00B75B97"/>
    <w:rsid w:val="00B80DD0"/>
    <w:rsid w:val="00B80FE0"/>
    <w:rsid w:val="00B85962"/>
    <w:rsid w:val="00B90E2F"/>
    <w:rsid w:val="00B975E4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46D3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7E47"/>
    <w:rsid w:val="00E23D36"/>
    <w:rsid w:val="00E3318F"/>
    <w:rsid w:val="00E55A10"/>
    <w:rsid w:val="00E57BE0"/>
    <w:rsid w:val="00E57E39"/>
    <w:rsid w:val="00E67030"/>
    <w:rsid w:val="00E73D5F"/>
    <w:rsid w:val="00E8140E"/>
    <w:rsid w:val="00EA2696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415</TotalTime>
  <Pages>2</Pages>
  <Words>232</Words>
  <Characters>1323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145</cp:revision>
  <cp:lastPrinted>2021-12-22T10:45:00Z</cp:lastPrinted>
  <dcterms:created xsi:type="dcterms:W3CDTF">2021-05-31T11:19:00Z</dcterms:created>
  <dcterms:modified xsi:type="dcterms:W3CDTF">2022-11-11T08:29:00Z</dcterms:modified>
</cp:coreProperties>
</file>