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290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45290" w:rsidRPr="00206D5E" w:rsidRDefault="00A45290" w:rsidP="00B501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50178">
        <w:rPr>
          <w:rFonts w:ascii="Times New Roman" w:hAnsi="Times New Roman" w:cs="Times New Roman"/>
          <w:sz w:val="28"/>
          <w:szCs w:val="28"/>
        </w:rPr>
        <w:t xml:space="preserve"> </w:t>
      </w:r>
      <w:r w:rsidRPr="00206D5E">
        <w:rPr>
          <w:rFonts w:ascii="Times New Roman" w:hAnsi="Times New Roman" w:cs="Times New Roman"/>
          <w:sz w:val="28"/>
          <w:szCs w:val="28"/>
        </w:rPr>
        <w:t>Порядку принятия решения о разработке,</w:t>
      </w:r>
    </w:p>
    <w:p w:rsidR="00A45290" w:rsidRPr="00206D5E" w:rsidRDefault="00A45290" w:rsidP="00B5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45290" w:rsidRPr="00206D5E" w:rsidRDefault="00A45290" w:rsidP="00B5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45290" w:rsidRPr="00206D5E" w:rsidRDefault="00A45290" w:rsidP="00B5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A45290" w:rsidRPr="00206D5E" w:rsidRDefault="00A45290" w:rsidP="00B5017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45290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11.11.2022 г. № 223</w:t>
      </w:r>
    </w:p>
    <w:p w:rsidR="00A45290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5290" w:rsidRPr="00206D5E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45290" w:rsidRPr="00206D5E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45290" w:rsidRPr="00206D5E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45290" w:rsidRPr="00206D5E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45290" w:rsidRPr="00206D5E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 Старотитаровского сельского</w:t>
      </w:r>
    </w:p>
    <w:p w:rsidR="00A45290" w:rsidRPr="00206D5E" w:rsidRDefault="00A45290" w:rsidP="00206D5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45290" w:rsidRPr="008A6FA1" w:rsidRDefault="00A4529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45290" w:rsidRPr="008A6FA1" w:rsidRDefault="00A45290" w:rsidP="00193A44">
      <w:pPr>
        <w:ind w:right="1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Старотитаровского сельского поселения </w:t>
      </w:r>
      <w:r w:rsidRPr="008A6FA1">
        <w:rPr>
          <w:rFonts w:ascii="Times New Roman" w:hAnsi="Times New Roman" w:cs="Times New Roman"/>
          <w:b/>
          <w:sz w:val="28"/>
          <w:szCs w:val="28"/>
        </w:rPr>
        <w:t>Темрюкск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8A6FA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A45290" w:rsidRPr="008A6FA1" w:rsidRDefault="00A45290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A45290" w:rsidRDefault="00A45290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418" w:type="dxa"/>
            <w:vMerge w:val="restart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19088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45290" w:rsidRPr="00190885" w:rsidRDefault="00A45290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45290" w:rsidRPr="00190885" w:rsidRDefault="00A45290" w:rsidP="0019088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88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502ED7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14560" w:type="dxa"/>
            <w:gridSpan w:val="6"/>
          </w:tcPr>
          <w:p w:rsidR="00A45290" w:rsidRPr="00190885" w:rsidRDefault="00A45290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реализацией проектов или программ &lt;3&gt;</w:t>
            </w: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80164D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14560" w:type="dxa"/>
            <w:gridSpan w:val="6"/>
          </w:tcPr>
          <w:p w:rsidR="00A45290" w:rsidRPr="00190885" w:rsidRDefault="00A45290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45290" w:rsidRPr="00190885" w:rsidRDefault="00A45290" w:rsidP="00190885">
            <w:pPr>
              <w:pStyle w:val="ConsPlusNormal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&lt;3&gt;</w:t>
            </w: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1-й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2-й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....</w:t>
            </w:r>
          </w:p>
        </w:tc>
        <w:tc>
          <w:tcPr>
            <w:tcW w:w="1418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E57E39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№-й год реализации</w:t>
            </w:r>
          </w:p>
        </w:tc>
        <w:tc>
          <w:tcPr>
            <w:tcW w:w="1418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6374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842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18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1489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A45290" w:rsidRPr="00190885" w:rsidRDefault="00A45290" w:rsidP="0032383C">
            <w:pPr>
              <w:pStyle w:val="ConsPlusNormal"/>
              <w:rPr>
                <w:szCs w:val="28"/>
              </w:rPr>
            </w:pPr>
          </w:p>
        </w:tc>
      </w:tr>
      <w:tr w:rsidR="00A45290" w:rsidRPr="008A6FA1" w:rsidTr="00190885">
        <w:tc>
          <w:tcPr>
            <w:tcW w:w="14560" w:type="dxa"/>
            <w:gridSpan w:val="6"/>
          </w:tcPr>
          <w:p w:rsidR="00A45290" w:rsidRPr="00190885" w:rsidRDefault="00A45290" w:rsidP="00190885">
            <w:pPr>
              <w:pStyle w:val="ConsPlusNormal"/>
              <w:ind w:firstLine="283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--------------------------------</w:t>
            </w:r>
          </w:p>
          <w:p w:rsidR="00A45290" w:rsidRPr="00190885" w:rsidRDefault="00A45290" w:rsidP="00190885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&lt;1&gt; Указывается аббревиатура (например, СЦ1, СЦ2).</w:t>
            </w:r>
          </w:p>
          <w:p w:rsidR="00A45290" w:rsidRPr="00190885" w:rsidRDefault="00A45290" w:rsidP="00190885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190885">
              <w:rPr>
                <w:szCs w:val="28"/>
              </w:rPr>
              <w:t>&lt;2&gt; Указывает</w:t>
            </w:r>
            <w:bookmarkStart w:id="0" w:name="_GoBack"/>
            <w:bookmarkEnd w:id="0"/>
            <w:r w:rsidRPr="00190885">
              <w:rPr>
                <w:szCs w:val="28"/>
              </w:rPr>
              <w:t>ся с точностью до одного знака после запятой.</w:t>
            </w:r>
          </w:p>
          <w:p w:rsidR="00A45290" w:rsidRPr="00190885" w:rsidRDefault="00A45290" w:rsidP="00190885">
            <w:pPr>
              <w:pStyle w:val="ConsPlusNormal"/>
              <w:ind w:firstLine="709"/>
              <w:rPr>
                <w:szCs w:val="28"/>
              </w:rPr>
            </w:pPr>
            <w:r w:rsidRPr="00190885">
              <w:rPr>
                <w:szCs w:val="28"/>
              </w:rPr>
              <w:t>&lt;3&gt; Указывается при наличии указанных расходов.</w:t>
            </w:r>
          </w:p>
        </w:tc>
      </w:tr>
    </w:tbl>
    <w:p w:rsidR="00A45290" w:rsidRDefault="00A45290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45290" w:rsidRDefault="00A45290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45290" w:rsidRPr="008A6FA1" w:rsidRDefault="00A45290" w:rsidP="00AA2C5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А.Ю. Лобыцина</w:t>
      </w:r>
    </w:p>
    <w:sectPr w:rsidR="00A45290" w:rsidRPr="008A6FA1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90" w:rsidRDefault="00A45290" w:rsidP="007D6942">
      <w:r>
        <w:separator/>
      </w:r>
    </w:p>
  </w:endnote>
  <w:endnote w:type="continuationSeparator" w:id="0">
    <w:p w:rsidR="00A45290" w:rsidRDefault="00A4529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90" w:rsidRDefault="00A45290" w:rsidP="007D6942">
      <w:r>
        <w:separator/>
      </w:r>
    </w:p>
  </w:footnote>
  <w:footnote w:type="continuationSeparator" w:id="0">
    <w:p w:rsidR="00A45290" w:rsidRDefault="00A4529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90" w:rsidRDefault="00A45290">
    <w:pPr>
      <w:pStyle w:val="Header"/>
    </w:pPr>
    <w:r>
      <w:rPr>
        <w:noProof/>
      </w:rPr>
      <w:pict>
        <v:rect id="Прямоугольник 3" o:spid="_x0000_s2049" style="position:absolute;left:0;text-align:left;margin-left:610.6pt;margin-top:191.3pt;width:204.95pt;height:219.35pt;rotation:8558309fd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" o:allowincell="f" stroked="f">
          <v:textbox style="layout-flow:vertical">
            <w:txbxContent>
              <w:p w:rsidR="00A45290" w:rsidRPr="00190885" w:rsidRDefault="00A4529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3B6C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F26BF"/>
    <w:rsid w:val="001057E4"/>
    <w:rsid w:val="00136EF1"/>
    <w:rsid w:val="001474D1"/>
    <w:rsid w:val="00190885"/>
    <w:rsid w:val="00192BD4"/>
    <w:rsid w:val="00193A44"/>
    <w:rsid w:val="00206D5E"/>
    <w:rsid w:val="00220013"/>
    <w:rsid w:val="00225E34"/>
    <w:rsid w:val="0027343D"/>
    <w:rsid w:val="00287661"/>
    <w:rsid w:val="00294148"/>
    <w:rsid w:val="00294BBD"/>
    <w:rsid w:val="002B72FB"/>
    <w:rsid w:val="0032383C"/>
    <w:rsid w:val="00323E27"/>
    <w:rsid w:val="003A1A1D"/>
    <w:rsid w:val="003C7B36"/>
    <w:rsid w:val="0044469F"/>
    <w:rsid w:val="004B654B"/>
    <w:rsid w:val="004D5D87"/>
    <w:rsid w:val="004F42E6"/>
    <w:rsid w:val="00502ED7"/>
    <w:rsid w:val="00544C8B"/>
    <w:rsid w:val="005C3147"/>
    <w:rsid w:val="005F5592"/>
    <w:rsid w:val="005F7EC5"/>
    <w:rsid w:val="006773F0"/>
    <w:rsid w:val="006844E9"/>
    <w:rsid w:val="006F6C0F"/>
    <w:rsid w:val="007D3B6C"/>
    <w:rsid w:val="007D6942"/>
    <w:rsid w:val="007D7903"/>
    <w:rsid w:val="0080164D"/>
    <w:rsid w:val="008A6FA1"/>
    <w:rsid w:val="00950972"/>
    <w:rsid w:val="0096355C"/>
    <w:rsid w:val="009C5839"/>
    <w:rsid w:val="00A45290"/>
    <w:rsid w:val="00AA2C58"/>
    <w:rsid w:val="00AB4A81"/>
    <w:rsid w:val="00B50178"/>
    <w:rsid w:val="00B75B97"/>
    <w:rsid w:val="00B86CE3"/>
    <w:rsid w:val="00BC7EF9"/>
    <w:rsid w:val="00C448B4"/>
    <w:rsid w:val="00CB3E9B"/>
    <w:rsid w:val="00CB6216"/>
    <w:rsid w:val="00CC2F78"/>
    <w:rsid w:val="00D066D9"/>
    <w:rsid w:val="00DB721F"/>
    <w:rsid w:val="00DC6D6A"/>
    <w:rsid w:val="00DD6A7A"/>
    <w:rsid w:val="00E04424"/>
    <w:rsid w:val="00E426C1"/>
    <w:rsid w:val="00E57E39"/>
    <w:rsid w:val="00EA38AF"/>
    <w:rsid w:val="00EE411E"/>
    <w:rsid w:val="00F233BB"/>
    <w:rsid w:val="00F558A0"/>
    <w:rsid w:val="00F855C1"/>
    <w:rsid w:val="00F95BB5"/>
    <w:rsid w:val="00FC4C64"/>
    <w:rsid w:val="00FD69A4"/>
    <w:rsid w:val="00FE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</Pages>
  <Words>311</Words>
  <Characters>1776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34</cp:revision>
  <cp:lastPrinted>2021-06-03T05:52:00Z</cp:lastPrinted>
  <dcterms:created xsi:type="dcterms:W3CDTF">2021-05-31T11:19:00Z</dcterms:created>
  <dcterms:modified xsi:type="dcterms:W3CDTF">2022-11-11T08:39:00Z</dcterms:modified>
</cp:coreProperties>
</file>