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EB7808" w:rsidRPr="00DF2090" w:rsidTr="00DF2090">
        <w:tc>
          <w:tcPr>
            <w:tcW w:w="8934" w:type="dxa"/>
          </w:tcPr>
          <w:p w:rsidR="00EB7808" w:rsidRPr="00DF2090" w:rsidRDefault="00EB7808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B7808" w:rsidRDefault="00EB7808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ПРИЛОЖЕНИЕ </w:t>
            </w:r>
          </w:p>
          <w:p w:rsidR="00EB7808" w:rsidRDefault="00EB7808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</w:t>
            </w:r>
          </w:p>
          <w:p w:rsidR="00EB7808" w:rsidRDefault="00EB7808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поселения Темрюкского района</w:t>
            </w:r>
          </w:p>
          <w:p w:rsidR="00EB7808" w:rsidRDefault="00EB7808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11.11.2022 г. № 222</w:t>
            </w:r>
          </w:p>
          <w:p w:rsidR="00EB7808" w:rsidRDefault="00EB7808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EB7808" w:rsidRPr="00EE5BAC" w:rsidRDefault="00EB7808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EB7808" w:rsidRDefault="00EB7808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</w:t>
            </w:r>
          </w:p>
          <w:p w:rsidR="00EB7808" w:rsidRPr="00EE5BAC" w:rsidRDefault="00EB7808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B7808" w:rsidRPr="00EE5BAC" w:rsidRDefault="00EB7808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EB7808" w:rsidRPr="00EE5BAC" w:rsidRDefault="00EB7808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EB7808" w:rsidRPr="00DF2090" w:rsidRDefault="00EB7808" w:rsidP="000336F7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от 28.10.2021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214</w:t>
            </w:r>
          </w:p>
        </w:tc>
      </w:tr>
    </w:tbl>
    <w:p w:rsidR="00EB7808" w:rsidRPr="00885C29" w:rsidRDefault="00EB7808" w:rsidP="001157F7"/>
    <w:p w:rsidR="00EB7808" w:rsidRDefault="00EB7808" w:rsidP="001157F7">
      <w:pPr>
        <w:jc w:val="center"/>
        <w:rPr>
          <w:b/>
        </w:rPr>
      </w:pPr>
    </w:p>
    <w:p w:rsidR="00EB7808" w:rsidRDefault="00EB7808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B7808" w:rsidRPr="00FC3BBA" w:rsidRDefault="00EB7808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EB7808" w:rsidRDefault="00EB7808" w:rsidP="00BB769B">
      <w:pPr>
        <w:jc w:val="center"/>
        <w:rPr>
          <w:b/>
          <w:szCs w:val="28"/>
        </w:rPr>
      </w:pPr>
    </w:p>
    <w:p w:rsidR="00EB7808" w:rsidRPr="00950972" w:rsidRDefault="00EB7808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B7808" w:rsidRPr="00950972" w:rsidRDefault="00EB7808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EB7808" w:rsidRPr="00FC3BBA" w:rsidRDefault="00EB7808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EB7808" w:rsidRDefault="00EB7808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B7808" w:rsidRPr="00855115" w:rsidRDefault="00EB7808" w:rsidP="000870F9">
            <w:pPr>
              <w:rPr>
                <w:szCs w:val="28"/>
              </w:rPr>
            </w:pPr>
            <w:r>
              <w:rPr>
                <w:szCs w:val="28"/>
              </w:rPr>
              <w:t>Отдел по имущественным вопросам и вопросам ЖКХ администрации Старотитаровского сельского поселения Темрюкского района</w:t>
            </w: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B7808" w:rsidRDefault="00EB7808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EB7808" w:rsidRPr="00157189" w:rsidRDefault="00EB7808" w:rsidP="000870F9">
            <w:pPr>
              <w:rPr>
                <w:szCs w:val="28"/>
              </w:rPr>
            </w:pP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B7808" w:rsidRDefault="00EB7808" w:rsidP="000870F9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EB7808" w:rsidRPr="00190885" w:rsidRDefault="00EB7808" w:rsidP="000870F9">
            <w:pPr>
              <w:rPr>
                <w:b/>
                <w:szCs w:val="28"/>
              </w:rPr>
            </w:pP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B7808" w:rsidRDefault="00EB7808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EB7808" w:rsidRPr="00190885" w:rsidRDefault="00EB7808" w:rsidP="000870F9">
            <w:pPr>
              <w:rPr>
                <w:b/>
                <w:szCs w:val="28"/>
              </w:rPr>
            </w:pP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B7808" w:rsidRPr="00E40609" w:rsidRDefault="00EB7808" w:rsidP="0059637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E40609">
              <w:rPr>
                <w:szCs w:val="28"/>
              </w:rPr>
              <w:t xml:space="preserve">беспечение устойчивого территориального развития </w:t>
            </w:r>
            <w:r>
              <w:rPr>
                <w:szCs w:val="28"/>
              </w:rPr>
              <w:t xml:space="preserve">  Старотитаровского сельского поселения Темрюкского района </w:t>
            </w:r>
            <w:r w:rsidRPr="00E40609">
              <w:rPr>
                <w:szCs w:val="28"/>
              </w:rPr>
              <w:t>посредством совершенствования системы расселения, застройки, благоустройства поселени</w:t>
            </w:r>
            <w:r>
              <w:rPr>
                <w:szCs w:val="28"/>
              </w:rPr>
              <w:t>я, его инженерной и социальной инфраструктуры</w:t>
            </w:r>
          </w:p>
          <w:p w:rsidR="00EB7808" w:rsidRPr="00190885" w:rsidRDefault="00EB7808" w:rsidP="00596372">
            <w:pPr>
              <w:rPr>
                <w:b/>
                <w:szCs w:val="28"/>
              </w:rPr>
            </w:pP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B7808" w:rsidRPr="00582EA2" w:rsidRDefault="00EB7808" w:rsidP="00596372">
            <w:pPr>
              <w:jc w:val="both"/>
              <w:rPr>
                <w:szCs w:val="28"/>
              </w:rPr>
            </w:pPr>
            <w:r w:rsidRPr="00E40609">
              <w:rPr>
                <w:szCs w:val="28"/>
              </w:rPr>
              <w:t xml:space="preserve">подготовка документации </w:t>
            </w:r>
            <w:r>
              <w:rPr>
                <w:szCs w:val="28"/>
              </w:rPr>
              <w:t>для формирования земельных участков для продажи</w:t>
            </w:r>
          </w:p>
          <w:p w:rsidR="00EB7808" w:rsidRPr="004D1434" w:rsidRDefault="00EB7808" w:rsidP="000870F9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EB7808" w:rsidRPr="000C3C23" w:rsidRDefault="00EB7808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B7808" w:rsidRDefault="00EB7808" w:rsidP="000870F9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EB7808" w:rsidRPr="00596372" w:rsidRDefault="00EB7808" w:rsidP="000870F9">
            <w:pPr>
              <w:rPr>
                <w:szCs w:val="28"/>
              </w:rPr>
            </w:pP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B7808" w:rsidRDefault="00EB7808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EB7808" w:rsidRPr="00A46A72" w:rsidRDefault="00EB7808" w:rsidP="000870F9">
            <w:pPr>
              <w:rPr>
                <w:szCs w:val="28"/>
              </w:rPr>
            </w:pP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B7808" w:rsidRPr="00A46A72" w:rsidRDefault="00EB7808" w:rsidP="000870F9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B7808" w:rsidRPr="00190885" w:rsidRDefault="00EB7808" w:rsidP="000870F9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B7808" w:rsidRPr="00190885" w:rsidRDefault="00EB7808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B7808" w:rsidRPr="00190885" w:rsidRDefault="00EB7808" w:rsidP="000870F9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B7808" w:rsidRPr="00190885" w:rsidRDefault="00EB7808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B7808" w:rsidRPr="00190885" w:rsidRDefault="00EB7808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B7808" w:rsidRPr="00190885" w:rsidRDefault="00EB7808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  <w:tc>
          <w:tcPr>
            <w:tcW w:w="1842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  <w:tc>
          <w:tcPr>
            <w:tcW w:w="2019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  <w:tc>
          <w:tcPr>
            <w:tcW w:w="1842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  <w:tc>
          <w:tcPr>
            <w:tcW w:w="2019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B7808" w:rsidRPr="008A6FA1" w:rsidTr="000870F9">
        <w:tc>
          <w:tcPr>
            <w:tcW w:w="14560" w:type="dxa"/>
            <w:gridSpan w:val="6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B7808" w:rsidRPr="008A6FA1" w:rsidTr="000870F9">
        <w:tc>
          <w:tcPr>
            <w:tcW w:w="14560" w:type="dxa"/>
            <w:gridSpan w:val="6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B7808" w:rsidRPr="00190885" w:rsidRDefault="00EB7808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B7808" w:rsidRPr="00190885" w:rsidRDefault="00EB7808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B7808" w:rsidRPr="00190885" w:rsidRDefault="00EB7808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B7808" w:rsidRPr="00190885" w:rsidRDefault="00EB7808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B7808" w:rsidRPr="00190885" w:rsidRDefault="00EB7808" w:rsidP="000870F9">
            <w:pPr>
              <w:pStyle w:val="ConsPlusNormal0"/>
              <w:rPr>
                <w:szCs w:val="28"/>
              </w:rPr>
            </w:pPr>
          </w:p>
        </w:tc>
      </w:tr>
      <w:tr w:rsidR="00EB7808" w:rsidRPr="008A6FA1" w:rsidTr="000870F9">
        <w:tc>
          <w:tcPr>
            <w:tcW w:w="6374" w:type="dxa"/>
          </w:tcPr>
          <w:p w:rsidR="00EB7808" w:rsidRPr="00190885" w:rsidRDefault="00EB7808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B7808" w:rsidRPr="00190885" w:rsidRDefault="00EB780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B7808" w:rsidRDefault="00EB7808" w:rsidP="000336F7">
      <w:pPr>
        <w:jc w:val="center"/>
        <w:rPr>
          <w:b/>
          <w:szCs w:val="28"/>
        </w:rPr>
      </w:pPr>
    </w:p>
    <w:p w:rsidR="00EB7808" w:rsidRDefault="00EB7808" w:rsidP="000336F7">
      <w:pPr>
        <w:jc w:val="center"/>
        <w:rPr>
          <w:b/>
          <w:szCs w:val="28"/>
        </w:rPr>
      </w:pPr>
    </w:p>
    <w:p w:rsidR="00EB7808" w:rsidRPr="00A74297" w:rsidRDefault="00EB7808" w:rsidP="00225687">
      <w:pPr>
        <w:jc w:val="center"/>
        <w:rPr>
          <w:b/>
          <w:szCs w:val="28"/>
        </w:rPr>
      </w:pPr>
    </w:p>
    <w:p w:rsidR="00EB7808" w:rsidRPr="00225687" w:rsidRDefault="00EB7808">
      <w:pPr>
        <w:rPr>
          <w:sz w:val="6"/>
          <w:szCs w:val="6"/>
        </w:rPr>
      </w:pPr>
    </w:p>
    <w:p w:rsidR="00EB7808" w:rsidRDefault="00EB7808" w:rsidP="0054045D">
      <w:pPr>
        <w:pStyle w:val="ConsPlusNormal0"/>
        <w:jc w:val="center"/>
        <w:rPr>
          <w:b/>
        </w:rPr>
      </w:pPr>
    </w:p>
    <w:p w:rsidR="00EB7808" w:rsidRDefault="00EB7808" w:rsidP="0054045D">
      <w:pPr>
        <w:pStyle w:val="ConsPlusNormal0"/>
        <w:jc w:val="center"/>
        <w:rPr>
          <w:b/>
        </w:rPr>
      </w:pPr>
    </w:p>
    <w:p w:rsidR="00EB7808" w:rsidRDefault="00EB7808" w:rsidP="0054045D">
      <w:pPr>
        <w:pStyle w:val="ConsPlusNormal0"/>
        <w:jc w:val="center"/>
        <w:rPr>
          <w:b/>
        </w:rPr>
      </w:pPr>
    </w:p>
    <w:p w:rsidR="00EB7808" w:rsidRDefault="00EB7808" w:rsidP="0054045D">
      <w:pPr>
        <w:pStyle w:val="ConsPlusNormal0"/>
        <w:jc w:val="center"/>
        <w:rPr>
          <w:b/>
        </w:rPr>
      </w:pPr>
    </w:p>
    <w:p w:rsidR="00EB7808" w:rsidRDefault="00EB7808" w:rsidP="0054045D">
      <w:pPr>
        <w:pStyle w:val="ConsPlusNormal0"/>
        <w:jc w:val="center"/>
        <w:rPr>
          <w:b/>
        </w:rPr>
      </w:pPr>
    </w:p>
    <w:p w:rsidR="00EB7808" w:rsidRDefault="00EB7808" w:rsidP="0054045D">
      <w:pPr>
        <w:pStyle w:val="ConsPlusNormal0"/>
        <w:jc w:val="center"/>
        <w:rPr>
          <w:b/>
        </w:rPr>
      </w:pPr>
    </w:p>
    <w:p w:rsidR="00EB7808" w:rsidRPr="003C75F8" w:rsidRDefault="00EB7808" w:rsidP="000123B5">
      <w:pPr>
        <w:jc w:val="center"/>
      </w:pPr>
    </w:p>
    <w:p w:rsidR="00EB7808" w:rsidRPr="0054045D" w:rsidRDefault="00EB7808">
      <w:pPr>
        <w:rPr>
          <w:sz w:val="6"/>
          <w:szCs w:val="6"/>
        </w:rPr>
      </w:pPr>
    </w:p>
    <w:p w:rsidR="00EB7808" w:rsidRDefault="00EB7808" w:rsidP="00FA1A72">
      <w:pPr>
        <w:jc w:val="both"/>
        <w:rPr>
          <w:szCs w:val="28"/>
        </w:rPr>
      </w:pPr>
    </w:p>
    <w:p w:rsidR="00EB7808" w:rsidRDefault="00EB7808" w:rsidP="00FA1A72">
      <w:pPr>
        <w:jc w:val="both"/>
        <w:rPr>
          <w:szCs w:val="28"/>
        </w:rPr>
      </w:pPr>
    </w:p>
    <w:p w:rsidR="00EB7808" w:rsidRDefault="00EB7808" w:rsidP="00C400CB">
      <w:pPr>
        <w:jc w:val="center"/>
        <w:rPr>
          <w:b/>
          <w:szCs w:val="28"/>
        </w:rPr>
      </w:pPr>
    </w:p>
    <w:p w:rsidR="00EB7808" w:rsidRDefault="00EB7808" w:rsidP="00C400CB">
      <w:pPr>
        <w:jc w:val="center"/>
        <w:rPr>
          <w:b/>
          <w:szCs w:val="28"/>
        </w:rPr>
      </w:pPr>
    </w:p>
    <w:p w:rsidR="00EB7808" w:rsidRDefault="00EB7808" w:rsidP="00C400CB">
      <w:pPr>
        <w:jc w:val="center"/>
        <w:rPr>
          <w:b/>
          <w:szCs w:val="28"/>
        </w:rPr>
      </w:pPr>
    </w:p>
    <w:p w:rsidR="00EB7808" w:rsidRDefault="00EB7808" w:rsidP="00C400CB">
      <w:pPr>
        <w:jc w:val="center"/>
        <w:rPr>
          <w:b/>
          <w:szCs w:val="28"/>
        </w:rPr>
      </w:pPr>
    </w:p>
    <w:p w:rsidR="00EB7808" w:rsidRDefault="00EB7808" w:rsidP="00C400CB">
      <w:pPr>
        <w:jc w:val="center"/>
        <w:rPr>
          <w:b/>
          <w:szCs w:val="28"/>
        </w:rPr>
      </w:pPr>
    </w:p>
    <w:p w:rsidR="00EB7808" w:rsidRDefault="00EB7808" w:rsidP="00C400CB">
      <w:pPr>
        <w:jc w:val="center"/>
        <w:rPr>
          <w:b/>
          <w:szCs w:val="28"/>
        </w:rPr>
      </w:pPr>
    </w:p>
    <w:p w:rsidR="00EB7808" w:rsidRDefault="00EB7808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EB7808" w:rsidRDefault="00EB7808" w:rsidP="0085160C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60"/>
        <w:gridCol w:w="1080"/>
        <w:gridCol w:w="65"/>
        <w:gridCol w:w="992"/>
        <w:gridCol w:w="23"/>
        <w:gridCol w:w="1255"/>
        <w:gridCol w:w="140"/>
        <w:gridCol w:w="1136"/>
        <w:gridCol w:w="140"/>
        <w:gridCol w:w="1135"/>
        <w:gridCol w:w="140"/>
        <w:gridCol w:w="994"/>
        <w:gridCol w:w="140"/>
        <w:gridCol w:w="1701"/>
        <w:gridCol w:w="59"/>
        <w:gridCol w:w="1899"/>
        <w:gridCol w:w="140"/>
      </w:tblGrid>
      <w:tr w:rsidR="00EB7808" w:rsidRPr="00500747" w:rsidTr="0085160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B6573C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B6573C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B6573C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B6573C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B6573C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B6573C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7808" w:rsidRPr="00B6573C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7808" w:rsidRPr="00500747" w:rsidTr="0085160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500747" w:rsidRDefault="00EB780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500747" w:rsidRDefault="00EB780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500747" w:rsidRDefault="00EB780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500747" w:rsidRDefault="00EB780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B6573C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B6573C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500747" w:rsidRDefault="00EB780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808" w:rsidRPr="00500747" w:rsidRDefault="00EB780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808" w:rsidRPr="00500747" w:rsidTr="0085160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500747" w:rsidRDefault="00EB780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500747" w:rsidRDefault="00EB780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500747" w:rsidRDefault="00EB780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500747" w:rsidRDefault="00EB780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500747" w:rsidRDefault="00EB780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B6573C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B6573C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B6573C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B6573C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500747" w:rsidRDefault="00EB780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808" w:rsidRPr="00500747" w:rsidRDefault="00EB7808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808" w:rsidRPr="00500747" w:rsidTr="0085160C">
        <w:trPr>
          <w:gridAfter w:val="1"/>
          <w:wAfter w:w="140" w:type="dxa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EB7808" w:rsidRPr="00B6573C" w:rsidTr="0085160C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808" w:rsidRPr="001D1415" w:rsidRDefault="00EB7808" w:rsidP="000870F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D1415">
              <w:rPr>
                <w:sz w:val="24"/>
                <w:szCs w:val="24"/>
              </w:rPr>
              <w:t>беспечение устойчивого территориального развития   Старотитаровского сельского поселения Темрюкского района посредством совершенствования системы расселения, застройки, благоустройства поселения, его инженерной и социальной инфраструктуры</w:t>
            </w:r>
          </w:p>
        </w:tc>
      </w:tr>
      <w:tr w:rsidR="00EB7808" w:rsidRPr="00B6573C" w:rsidTr="0085160C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808" w:rsidRPr="0085160C" w:rsidRDefault="00EB7808" w:rsidP="000870F9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60C">
              <w:rPr>
                <w:rFonts w:ascii="Times New Roman" w:hAnsi="Times New Roman"/>
                <w:sz w:val="24"/>
                <w:szCs w:val="24"/>
              </w:rPr>
              <w:t>подготовка документации для формирования земельных участков для продажи</w:t>
            </w:r>
          </w:p>
        </w:tc>
      </w:tr>
      <w:tr w:rsidR="00EB7808" w:rsidRPr="00B6573C" w:rsidTr="0085160C">
        <w:trPr>
          <w:gridAfter w:val="1"/>
          <w:wAfter w:w="140" w:type="dxa"/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0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C400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808" w:rsidRPr="00ED52A3" w:rsidRDefault="00EB7808" w:rsidP="001D1415">
            <w:pPr>
              <w:rPr>
                <w:sz w:val="24"/>
                <w:szCs w:val="24"/>
              </w:rPr>
            </w:pPr>
            <w:r w:rsidRPr="00ED52A3">
              <w:rPr>
                <w:sz w:val="24"/>
                <w:szCs w:val="24"/>
              </w:rPr>
              <w:t>подготовка межевого плана на земельны</w:t>
            </w:r>
            <w:r>
              <w:rPr>
                <w:sz w:val="24"/>
                <w:szCs w:val="24"/>
              </w:rPr>
              <w:t>е</w:t>
            </w:r>
            <w:r w:rsidRPr="00ED52A3"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B7808" w:rsidRPr="00B6573C" w:rsidTr="0085160C">
        <w:trPr>
          <w:gridAfter w:val="1"/>
          <w:wAfter w:w="140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B7808" w:rsidRPr="00B6573C" w:rsidTr="0085160C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B7808" w:rsidRPr="00B6573C" w:rsidTr="0085160C">
        <w:trPr>
          <w:gridAfter w:val="1"/>
          <w:wAfter w:w="140" w:type="dxa"/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808" w:rsidRPr="00B6573C" w:rsidTr="0085160C">
        <w:trPr>
          <w:gridAfter w:val="1"/>
          <w:wAfter w:w="140" w:type="dxa"/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8" w:rsidRPr="00C400CB" w:rsidRDefault="00EB7808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B7808" w:rsidRPr="00C400CB" w:rsidRDefault="00EB7808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B7808" w:rsidRDefault="00EB7808" w:rsidP="00EF6F81">
      <w:pPr>
        <w:jc w:val="center"/>
        <w:rPr>
          <w:szCs w:val="28"/>
        </w:rPr>
      </w:pPr>
    </w:p>
    <w:p w:rsidR="00EB7808" w:rsidRDefault="00EB7808" w:rsidP="0085160C">
      <w:pPr>
        <w:rPr>
          <w:szCs w:val="28"/>
        </w:rPr>
      </w:pPr>
      <w:r>
        <w:rPr>
          <w:szCs w:val="28"/>
        </w:rPr>
        <w:t>Заместитель главы Старотитаровского</w:t>
      </w:r>
    </w:p>
    <w:p w:rsidR="00EB7808" w:rsidRDefault="00EB7808" w:rsidP="0085160C">
      <w:pPr>
        <w:rPr>
          <w:szCs w:val="28"/>
        </w:rPr>
        <w:sectPr w:rsidR="00EB7808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  <w:r>
        <w:rPr>
          <w:szCs w:val="28"/>
        </w:rPr>
        <w:t>сельского поселения Темрюкского района                                                                                                             Е.М. Зимина</w:t>
      </w:r>
    </w:p>
    <w:p w:rsidR="00EB7808" w:rsidRDefault="00EB7808" w:rsidP="001F5CA2">
      <w:pPr>
        <w:jc w:val="center"/>
        <w:rPr>
          <w:b/>
        </w:rPr>
      </w:pPr>
    </w:p>
    <w:sectPr w:rsidR="00EB780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808" w:rsidRDefault="00EB7808" w:rsidP="00EF6F81">
      <w:r>
        <w:separator/>
      </w:r>
    </w:p>
  </w:endnote>
  <w:endnote w:type="continuationSeparator" w:id="0">
    <w:p w:rsidR="00EB7808" w:rsidRDefault="00EB780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808" w:rsidRDefault="00EB7808" w:rsidP="00EF6F81">
      <w:r>
        <w:separator/>
      </w:r>
    </w:p>
  </w:footnote>
  <w:footnote w:type="continuationSeparator" w:id="0">
    <w:p w:rsidR="00EB7808" w:rsidRDefault="00EB780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808" w:rsidRDefault="00EB780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808" w:rsidRDefault="00EB7808">
    <w:pPr>
      <w:pStyle w:val="Header"/>
      <w:jc w:val="center"/>
    </w:pPr>
  </w:p>
  <w:p w:rsidR="00EB7808" w:rsidRDefault="00EB780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B7808" w:rsidRPr="00DF2090" w:rsidRDefault="00EB780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23B5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870F9"/>
    <w:rsid w:val="000A5167"/>
    <w:rsid w:val="000B0B0F"/>
    <w:rsid w:val="000B4AE6"/>
    <w:rsid w:val="000C0CDF"/>
    <w:rsid w:val="000C1918"/>
    <w:rsid w:val="000C25E0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649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87532"/>
    <w:rsid w:val="00190885"/>
    <w:rsid w:val="0019577F"/>
    <w:rsid w:val="001A1BB4"/>
    <w:rsid w:val="001B7870"/>
    <w:rsid w:val="001B7AD5"/>
    <w:rsid w:val="001C43B4"/>
    <w:rsid w:val="001D080B"/>
    <w:rsid w:val="001D1214"/>
    <w:rsid w:val="001D1415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2068"/>
    <w:rsid w:val="002C7291"/>
    <w:rsid w:val="002D2249"/>
    <w:rsid w:val="002D6BB0"/>
    <w:rsid w:val="002E291E"/>
    <w:rsid w:val="002E5323"/>
    <w:rsid w:val="002E62B4"/>
    <w:rsid w:val="00302555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9A4"/>
    <w:rsid w:val="00374C60"/>
    <w:rsid w:val="00376342"/>
    <w:rsid w:val="0038326C"/>
    <w:rsid w:val="00383E47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D7707"/>
    <w:rsid w:val="003E0EC0"/>
    <w:rsid w:val="003E2B65"/>
    <w:rsid w:val="003E500C"/>
    <w:rsid w:val="003E51DA"/>
    <w:rsid w:val="004019AF"/>
    <w:rsid w:val="00401C77"/>
    <w:rsid w:val="00402AC4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D65CE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75936"/>
    <w:rsid w:val="0058240E"/>
    <w:rsid w:val="00582EA2"/>
    <w:rsid w:val="00595B9D"/>
    <w:rsid w:val="00596372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1A1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CD2"/>
    <w:rsid w:val="007821D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6DE9"/>
    <w:rsid w:val="0081373F"/>
    <w:rsid w:val="00823D33"/>
    <w:rsid w:val="00824605"/>
    <w:rsid w:val="00827AAA"/>
    <w:rsid w:val="00831B7E"/>
    <w:rsid w:val="008331D5"/>
    <w:rsid w:val="0084599C"/>
    <w:rsid w:val="00845C4E"/>
    <w:rsid w:val="00846A87"/>
    <w:rsid w:val="0085160C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ABB"/>
    <w:rsid w:val="008A3D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3C47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E25"/>
    <w:rsid w:val="00DC2B12"/>
    <w:rsid w:val="00DC605B"/>
    <w:rsid w:val="00DD1C2E"/>
    <w:rsid w:val="00DD49F6"/>
    <w:rsid w:val="00DD5F0A"/>
    <w:rsid w:val="00DE264F"/>
    <w:rsid w:val="00DE754D"/>
    <w:rsid w:val="00DF2090"/>
    <w:rsid w:val="00DF23BC"/>
    <w:rsid w:val="00E00492"/>
    <w:rsid w:val="00E005C3"/>
    <w:rsid w:val="00E03A2A"/>
    <w:rsid w:val="00E17C37"/>
    <w:rsid w:val="00E17F30"/>
    <w:rsid w:val="00E21261"/>
    <w:rsid w:val="00E21615"/>
    <w:rsid w:val="00E23571"/>
    <w:rsid w:val="00E24387"/>
    <w:rsid w:val="00E26841"/>
    <w:rsid w:val="00E33916"/>
    <w:rsid w:val="00E40609"/>
    <w:rsid w:val="00E43186"/>
    <w:rsid w:val="00E5079C"/>
    <w:rsid w:val="00E53807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962"/>
    <w:rsid w:val="00EB7808"/>
    <w:rsid w:val="00EC24A4"/>
    <w:rsid w:val="00EC30DF"/>
    <w:rsid w:val="00EC596E"/>
    <w:rsid w:val="00ED0913"/>
    <w:rsid w:val="00ED2AA6"/>
    <w:rsid w:val="00ED52A3"/>
    <w:rsid w:val="00ED65F3"/>
    <w:rsid w:val="00ED6AB3"/>
    <w:rsid w:val="00ED794E"/>
    <w:rsid w:val="00EE5BAC"/>
    <w:rsid w:val="00EE6972"/>
    <w:rsid w:val="00EE7E4C"/>
    <w:rsid w:val="00EF687A"/>
    <w:rsid w:val="00EF6A40"/>
    <w:rsid w:val="00EF6A79"/>
    <w:rsid w:val="00EF6F81"/>
    <w:rsid w:val="00F00398"/>
    <w:rsid w:val="00F00A4A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3BBA"/>
    <w:rsid w:val="00FD1D31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0336F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28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2112</TotalTime>
  <Pages>5</Pages>
  <Words>562</Words>
  <Characters>3206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202</cp:revision>
  <cp:lastPrinted>2021-06-11T06:36:00Z</cp:lastPrinted>
  <dcterms:created xsi:type="dcterms:W3CDTF">2018-08-07T11:48:00Z</dcterms:created>
  <dcterms:modified xsi:type="dcterms:W3CDTF">2022-11-11T08:31:00Z</dcterms:modified>
</cp:coreProperties>
</file>