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883136" w:rsidP="00EB2DCB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2161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0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7 349,3</w:t>
            </w:r>
          </w:p>
        </w:tc>
        <w:tc>
          <w:tcPr>
            <w:tcW w:w="1842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83136" w:rsidRPr="00190885" w:rsidRDefault="00883136" w:rsidP="006B1CB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7 349,3</w:t>
            </w:r>
          </w:p>
        </w:tc>
        <w:tc>
          <w:tcPr>
            <w:tcW w:w="201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83136" w:rsidRPr="00190885" w:rsidRDefault="00883136" w:rsidP="006B1CB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7 349,3</w:t>
            </w:r>
          </w:p>
        </w:tc>
        <w:tc>
          <w:tcPr>
            <w:tcW w:w="1842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83136" w:rsidRPr="00190885" w:rsidRDefault="00883136" w:rsidP="006B1CB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7 349,3</w:t>
            </w:r>
          </w:p>
        </w:tc>
        <w:tc>
          <w:tcPr>
            <w:tcW w:w="201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83136" w:rsidRPr="008A6FA1" w:rsidTr="006F209F">
        <w:tc>
          <w:tcPr>
            <w:tcW w:w="14560" w:type="dxa"/>
            <w:gridSpan w:val="6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83136" w:rsidRPr="008A6FA1" w:rsidTr="006F209F">
        <w:tc>
          <w:tcPr>
            <w:tcW w:w="14560" w:type="dxa"/>
            <w:gridSpan w:val="6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0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0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0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>обеспечение своевременного рассмотрения 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7 349,3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B1CB0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7 349,3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7 349,3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B1CB0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7 349,3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883136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7 349,3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883136" w:rsidP="006B1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7 349,3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883136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7 349,3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883136" w:rsidP="006B1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7 349,3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136" w:rsidRDefault="00883136" w:rsidP="00EF6F81">
      <w:r>
        <w:separator/>
      </w:r>
    </w:p>
  </w:endnote>
  <w:endnote w:type="continuationSeparator" w:id="0">
    <w:p w:rsidR="00883136" w:rsidRDefault="0088313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136" w:rsidRDefault="00883136" w:rsidP="00EF6F81">
      <w:r>
        <w:separator/>
      </w:r>
    </w:p>
  </w:footnote>
  <w:footnote w:type="continuationSeparator" w:id="0">
    <w:p w:rsidR="00883136" w:rsidRDefault="0088313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6" w:rsidRDefault="0088313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6" w:rsidRDefault="00883136">
    <w:pPr>
      <w:pStyle w:val="Header"/>
      <w:jc w:val="center"/>
    </w:pPr>
  </w:p>
  <w:p w:rsidR="00883136" w:rsidRDefault="0088313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88313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3AAE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  <w:style w:type="character" w:styleId="Hyperlink">
    <w:name w:val="Hyperlink"/>
    <w:basedOn w:val="DefaultParagraphFont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2370</TotalTime>
  <Pages>12</Pages>
  <Words>1957</Words>
  <Characters>11160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253</cp:revision>
  <cp:lastPrinted>2021-09-28T10:09:00Z</cp:lastPrinted>
  <dcterms:created xsi:type="dcterms:W3CDTF">2018-08-07T11:48:00Z</dcterms:created>
  <dcterms:modified xsi:type="dcterms:W3CDTF">2022-10-31T08:05:00Z</dcterms:modified>
</cp:coreProperties>
</file>