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C9001D" w:rsidRPr="001F5972" w:rsidTr="001F5972">
        <w:tc>
          <w:tcPr>
            <w:tcW w:w="8934" w:type="dxa"/>
          </w:tcPr>
          <w:p w:rsidR="00C9001D" w:rsidRPr="001F5972" w:rsidRDefault="00C9001D" w:rsidP="001F5972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C9001D" w:rsidRPr="00EE5BAC" w:rsidRDefault="00C9001D" w:rsidP="00E57BE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9001D" w:rsidRPr="00EE5BAC" w:rsidRDefault="00C9001D" w:rsidP="00E57BE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9001D" w:rsidRPr="001F5972" w:rsidRDefault="00C9001D" w:rsidP="002A5215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2145</w:t>
            </w:r>
          </w:p>
          <w:p w:rsidR="00C9001D" w:rsidRPr="001F5972" w:rsidRDefault="00C9001D" w:rsidP="001F5972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9001D" w:rsidRPr="00885C29" w:rsidRDefault="00C9001D" w:rsidP="001157F7"/>
    <w:p w:rsidR="00C9001D" w:rsidRDefault="00C9001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8A6FA1" w:rsidRDefault="00C9001D" w:rsidP="00E57BE0">
      <w:pPr>
        <w:jc w:val="center"/>
        <w:rPr>
          <w:b/>
          <w:szCs w:val="28"/>
        </w:rPr>
      </w:pPr>
    </w:p>
    <w:p w:rsidR="00C9001D" w:rsidRPr="00950972" w:rsidRDefault="00C9001D" w:rsidP="00BB769B">
      <w:pPr>
        <w:jc w:val="center"/>
        <w:rPr>
          <w:b/>
          <w:szCs w:val="28"/>
        </w:rPr>
      </w:pPr>
      <w:r>
        <w:rPr>
          <w:b/>
          <w:szCs w:val="28"/>
        </w:rPr>
        <w:t>1.</w:t>
      </w:r>
      <w:r w:rsidRPr="00950972">
        <w:rPr>
          <w:b/>
          <w:szCs w:val="28"/>
        </w:rPr>
        <w:t>ПАСПОРТ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8A6FA1" w:rsidRDefault="00C9001D" w:rsidP="00E57BE0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855115" w:rsidRDefault="00C9001D" w:rsidP="00565041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C9001D" w:rsidRPr="00157189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4D1434" w:rsidRDefault="00C9001D" w:rsidP="00565041">
            <w:pPr>
              <w:rPr>
                <w:szCs w:val="28"/>
              </w:rPr>
            </w:pPr>
            <w:r w:rsidRPr="004D1434">
              <w:rPr>
                <w:szCs w:val="28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</w:t>
            </w:r>
            <w:r>
              <w:rPr>
                <w:szCs w:val="28"/>
              </w:rPr>
              <w:t>она, Темрюкского района, Кубани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pStyle w:val="NoSpacing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и проведение торжественных праздничных  мероприятий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r w:rsidRPr="004D3D83">
              <w:rPr>
                <w:rFonts w:ascii="Times New Roman" w:hAnsi="Times New Roman"/>
                <w:sz w:val="28"/>
                <w:szCs w:val="28"/>
              </w:rPr>
              <w:t>памятных дат истории России и Кубани</w:t>
            </w: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территории Старотитаровского сельского поселения Темрюкского района</w:t>
            </w:r>
          </w:p>
          <w:p w:rsidR="00C9001D" w:rsidRPr="004D1434" w:rsidRDefault="00C9001D" w:rsidP="00565041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«Подвигу жить в веках» праздничная программа, посвященная празднованию «9 мая»;</w:t>
            </w:r>
          </w:p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«Нет милей родного края» праздничная программа посвященная празднованию «День Станицы»;</w:t>
            </w:r>
          </w:p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проведение траурных мероприятий;</w:t>
            </w:r>
          </w:p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изготовление поздравительных открыток</w:t>
            </w:r>
          </w:p>
          <w:p w:rsidR="00C9001D" w:rsidRPr="006D2BB7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9001D" w:rsidRPr="00A46A72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A46A72" w:rsidRDefault="00C9001D" w:rsidP="00565041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9001D" w:rsidRPr="00190885" w:rsidRDefault="00C9001D" w:rsidP="00565041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14560" w:type="dxa"/>
            <w:gridSpan w:val="6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14560" w:type="dxa"/>
            <w:gridSpan w:val="6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9001D" w:rsidRPr="00950972" w:rsidRDefault="00C9001D" w:rsidP="00BB769B">
      <w:pPr>
        <w:jc w:val="center"/>
        <w:rPr>
          <w:b/>
          <w:szCs w:val="28"/>
        </w:rPr>
      </w:pPr>
    </w:p>
    <w:p w:rsidR="00C9001D" w:rsidRDefault="00C9001D" w:rsidP="00EF6F81">
      <w:pPr>
        <w:jc w:val="center"/>
        <w:rPr>
          <w:szCs w:val="28"/>
        </w:rPr>
        <w:sectPr w:rsidR="00C9001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9001D" w:rsidRDefault="00C9001D" w:rsidP="00E57BE0">
      <w:pPr>
        <w:jc w:val="center"/>
        <w:outlineLvl w:val="0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4408E3" w:rsidRDefault="00C9001D" w:rsidP="00E57BE0">
      <w:pPr>
        <w:pStyle w:val="ListParagraph"/>
        <w:ind w:left="360"/>
        <w:jc w:val="center"/>
        <w:rPr>
          <w:b/>
          <w:sz w:val="24"/>
          <w:szCs w:val="24"/>
        </w:rPr>
      </w:pPr>
    </w:p>
    <w:p w:rsidR="00C9001D" w:rsidRDefault="00C9001D" w:rsidP="00225687">
      <w:pPr>
        <w:ind w:firstLine="709"/>
        <w:jc w:val="both"/>
      </w:pPr>
    </w:p>
    <w:p w:rsidR="00C9001D" w:rsidRDefault="00C9001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9001D" w:rsidRDefault="00C9001D" w:rsidP="00EF6F81">
      <w:pPr>
        <w:jc w:val="center"/>
        <w:rPr>
          <w:szCs w:val="28"/>
        </w:rPr>
      </w:pP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E57BE0">
        <w:rPr>
          <w:b/>
        </w:rPr>
        <w:t>Целевые показатели</w:t>
      </w:r>
      <w: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Default="00C9001D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C9001D" w:rsidTr="00565041">
        <w:tc>
          <w:tcPr>
            <w:tcW w:w="648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9001D" w:rsidTr="00565041">
        <w:tc>
          <w:tcPr>
            <w:tcW w:w="648" w:type="dxa"/>
            <w:vMerge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9001D" w:rsidTr="00565041">
        <w:tc>
          <w:tcPr>
            <w:tcW w:w="648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«Нет милей родного края» праздничная программа посвященная празднованию «День Станицы»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проведение траурных мероприятий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изготовление поздравительных открыток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</w:tr>
    </w:tbl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Pr="00A74297" w:rsidRDefault="00C9001D" w:rsidP="00225687">
      <w:pPr>
        <w:jc w:val="center"/>
        <w:rPr>
          <w:b/>
          <w:szCs w:val="28"/>
        </w:rPr>
      </w:pPr>
    </w:p>
    <w:p w:rsidR="00C9001D" w:rsidRPr="00225687" w:rsidRDefault="00C9001D">
      <w:pPr>
        <w:rPr>
          <w:sz w:val="6"/>
          <w:szCs w:val="6"/>
        </w:rPr>
      </w:pPr>
    </w:p>
    <w:p w:rsidR="00C9001D" w:rsidRDefault="00C9001D" w:rsidP="0054045D">
      <w:pPr>
        <w:pStyle w:val="ConsPlusNormal0"/>
        <w:jc w:val="center"/>
        <w:rPr>
          <w:b/>
        </w:rPr>
      </w:pPr>
    </w:p>
    <w:p w:rsidR="00C9001D" w:rsidRPr="003C75F8" w:rsidRDefault="00C9001D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C9001D" w:rsidRPr="003C75F8" w:rsidRDefault="00C9001D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9001D" w:rsidRPr="003C75F8" w:rsidRDefault="00C9001D" w:rsidP="0054045D">
      <w:pPr>
        <w:pStyle w:val="ConsPlusNormal0"/>
        <w:jc w:val="center"/>
        <w:rPr>
          <w:b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C9001D" w:rsidRPr="003C75F8" w:rsidRDefault="00C9001D" w:rsidP="0054045D">
      <w:pPr>
        <w:jc w:val="center"/>
        <w:rPr>
          <w:b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C9001D" w:rsidRPr="00E57BE0" w:rsidTr="00565041"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C9001D" w:rsidRPr="00E57BE0" w:rsidTr="00565041">
        <w:trPr>
          <w:gridAfter w:val="1"/>
          <w:wAfter w:w="82" w:type="dxa"/>
          <w:tblHeader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8</w:t>
            </w:r>
          </w:p>
        </w:tc>
      </w:tr>
      <w:tr w:rsidR="00C9001D" w:rsidRPr="00E57BE0" w:rsidTr="002F2DE0">
        <w:trPr>
          <w:gridAfter w:val="1"/>
          <w:wAfter w:w="82" w:type="dxa"/>
          <w:trHeight w:val="58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«Нет милей родного края» праздничная программа посвященная празднованию «День Станицы»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b/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проведение траурных мероприятий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изготовление поздравительных открыток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C9001D" w:rsidRPr="0054045D" w:rsidRDefault="00C9001D">
      <w:pPr>
        <w:rPr>
          <w:sz w:val="6"/>
          <w:szCs w:val="6"/>
        </w:rPr>
      </w:pPr>
    </w:p>
    <w:p w:rsidR="00C9001D" w:rsidRDefault="00C9001D" w:rsidP="00FA1A72">
      <w:pPr>
        <w:jc w:val="both"/>
        <w:rPr>
          <w:szCs w:val="28"/>
        </w:rPr>
      </w:pPr>
    </w:p>
    <w:p w:rsidR="00C9001D" w:rsidRDefault="00C9001D" w:rsidP="00CC0414">
      <w:pPr>
        <w:jc w:val="center"/>
        <w:rPr>
          <w:b/>
          <w:szCs w:val="28"/>
        </w:rPr>
      </w:pPr>
      <w:r w:rsidRPr="0092327A">
        <w:rPr>
          <w:b/>
          <w:szCs w:val="28"/>
        </w:rPr>
        <w:t>4</w:t>
      </w:r>
      <w:r w:rsidRPr="00D97F17">
        <w:rPr>
          <w:szCs w:val="28"/>
        </w:rPr>
        <w:t xml:space="preserve">. </w:t>
      </w:r>
      <w:r w:rsidRPr="00D97F17">
        <w:rPr>
          <w:b/>
          <w:szCs w:val="28"/>
        </w:rPr>
        <w:t xml:space="preserve">ПЕРЕЧЕНЬ ОСНОВНЫХ МЕРОПРИЯТИЙ </w:t>
      </w:r>
    </w:p>
    <w:p w:rsidR="00C9001D" w:rsidRPr="003C75F8" w:rsidRDefault="00C9001D" w:rsidP="00D97F17">
      <w:pPr>
        <w:pStyle w:val="ConsPlusNormal0"/>
        <w:jc w:val="center"/>
        <w:rPr>
          <w:b/>
        </w:rPr>
      </w:pP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C9001D" w:rsidRDefault="00C9001D" w:rsidP="00CC0414">
      <w:pPr>
        <w:jc w:val="center"/>
        <w:rPr>
          <w:b/>
          <w:szCs w:val="28"/>
        </w:rPr>
      </w:pPr>
    </w:p>
    <w:p w:rsidR="00C9001D" w:rsidRPr="002175EF" w:rsidRDefault="00C9001D" w:rsidP="00CC0414">
      <w:pPr>
        <w:jc w:val="center"/>
        <w:rPr>
          <w:b/>
          <w:szCs w:val="28"/>
        </w:rPr>
      </w:pPr>
    </w:p>
    <w:p w:rsidR="00C9001D" w:rsidRPr="00FD34F6" w:rsidRDefault="00C9001D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C9001D" w:rsidRPr="00500747" w:rsidTr="0056504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9001D" w:rsidRPr="0050074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001D" w:rsidRPr="00500747" w:rsidTr="00565041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001D" w:rsidRDefault="00C9001D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C9001D" w:rsidRPr="00500747" w:rsidTr="00565041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9001D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района, Темрюкского района, Кубани</w:t>
            </w:r>
          </w:p>
          <w:p w:rsidR="00C9001D" w:rsidRPr="007342B9" w:rsidRDefault="00C9001D" w:rsidP="00565041"/>
        </w:tc>
      </w:tr>
      <w:tr w:rsidR="00C9001D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F0685" w:rsidRDefault="00C9001D" w:rsidP="00565041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торжественных праздничных  мероприятий и </w:t>
            </w:r>
            <w:r w:rsidRPr="005F0685">
              <w:rPr>
                <w:rFonts w:ascii="Times New Roman" w:hAnsi="Times New Roman"/>
                <w:sz w:val="24"/>
                <w:szCs w:val="24"/>
              </w:rPr>
              <w:t>памятных дат истории России и Кубани</w:t>
            </w: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территории Старотитаровского сельского поселения Темрюкского района</w:t>
            </w:r>
          </w:p>
          <w:p w:rsidR="00C9001D" w:rsidRPr="007342B9" w:rsidRDefault="00C9001D" w:rsidP="00565041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01D" w:rsidRPr="00D97F17" w:rsidTr="00D97F17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Проведение мероприятий по организации и проведению государственных, международных и профессиональных праздников,  памятных дат и знаменательных событий для Краснодарского края, Темрюкского района и Старотитаровского сельского поселения Темрюкского района</w:t>
            </w:r>
          </w:p>
          <w:p w:rsidR="00C9001D" w:rsidRPr="00D97F17" w:rsidRDefault="00C9001D" w:rsidP="00565041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D97F17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97F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C9001D" w:rsidRPr="00D97F1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97F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9001D" w:rsidRPr="00D97F1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C9001D" w:rsidRPr="00D97F17" w:rsidRDefault="00C9001D" w:rsidP="00EF6F81">
      <w:pPr>
        <w:jc w:val="center"/>
        <w:rPr>
          <w:sz w:val="24"/>
          <w:szCs w:val="24"/>
        </w:rPr>
      </w:pPr>
    </w:p>
    <w:p w:rsidR="00C9001D" w:rsidRDefault="00C9001D" w:rsidP="00EF6F81">
      <w:pPr>
        <w:jc w:val="center"/>
        <w:rPr>
          <w:szCs w:val="28"/>
        </w:rPr>
        <w:sectPr w:rsidR="00C9001D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9001D" w:rsidRPr="00484E94" w:rsidRDefault="00C9001D" w:rsidP="0092327A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9001D" w:rsidRPr="00484E94" w:rsidRDefault="00C9001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9001D" w:rsidRPr="0016103B" w:rsidRDefault="00C9001D" w:rsidP="00DF59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9001D" w:rsidRPr="00484E94" w:rsidRDefault="00C9001D" w:rsidP="00DF59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9001D" w:rsidRDefault="00C9001D" w:rsidP="00DF59CE">
      <w:pPr>
        <w:suppressAutoHyphens/>
        <w:ind w:firstLine="709"/>
        <w:jc w:val="both"/>
      </w:pPr>
    </w:p>
    <w:p w:rsidR="00C9001D" w:rsidRPr="00484E94" w:rsidRDefault="00C9001D" w:rsidP="0092327A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9001D" w:rsidRPr="00484E94" w:rsidRDefault="00C9001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9001D" w:rsidRDefault="00C9001D" w:rsidP="00BF5BA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C9001D" w:rsidRDefault="00C9001D" w:rsidP="00BF5BA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C9001D" w:rsidRDefault="00C9001D" w:rsidP="00BF5BA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C9001D" w:rsidRDefault="00C9001D" w:rsidP="00BF5BA1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C9001D" w:rsidRDefault="00C9001D" w:rsidP="00BF5BA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C9001D" w:rsidRDefault="00C9001D" w:rsidP="00BF5BA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C9001D" w:rsidRDefault="00C9001D" w:rsidP="00BF5BA1">
      <w:pPr>
        <w:pStyle w:val="ConsPlusNormal0"/>
        <w:ind w:firstLine="709"/>
        <w:jc w:val="both"/>
      </w:pPr>
      <w:r>
        <w:t>Заказчик:</w:t>
      </w:r>
    </w:p>
    <w:p w:rsidR="00C9001D" w:rsidRDefault="00C9001D" w:rsidP="00BF5BA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BF5BA1">
          <w:rPr>
            <w:rStyle w:val="Hyperlink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C9001D" w:rsidRDefault="00C9001D" w:rsidP="00BF5BA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C9001D" w:rsidRDefault="00C9001D" w:rsidP="00BF5BA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C9001D" w:rsidRDefault="00C9001D" w:rsidP="00BF5BA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C9001D" w:rsidRDefault="00C9001D" w:rsidP="00BF5BA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9001D" w:rsidRDefault="00C9001D" w:rsidP="00BF5BA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BF5BA1">
          <w:rPr>
            <w:rStyle w:val="Hyperlink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C9001D" w:rsidRDefault="00C9001D" w:rsidP="00BF5BA1">
      <w:pPr>
        <w:pStyle w:val="ConsPlusNormal0"/>
        <w:ind w:firstLine="709"/>
        <w:jc w:val="both"/>
      </w:pPr>
    </w:p>
    <w:p w:rsidR="00C9001D" w:rsidRDefault="00C9001D" w:rsidP="00484E94">
      <w:pPr>
        <w:ind w:firstLine="709"/>
        <w:jc w:val="both"/>
        <w:rPr>
          <w:szCs w:val="28"/>
        </w:rPr>
      </w:pPr>
    </w:p>
    <w:p w:rsidR="00C9001D" w:rsidRDefault="00C9001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9001D" w:rsidRDefault="00C9001D" w:rsidP="00010261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9001D" w:rsidRDefault="00C9001D" w:rsidP="00DF59CE">
      <w:pPr>
        <w:rPr>
          <w:szCs w:val="28"/>
        </w:rPr>
        <w:sectPr w:rsidR="00C9001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</w:t>
      </w:r>
      <w:bookmarkStart w:id="0" w:name="_GoBack"/>
      <w:bookmarkEnd w:id="0"/>
      <w:r>
        <w:rPr>
          <w:szCs w:val="28"/>
        </w:rPr>
        <w:t xml:space="preserve">                                                    Т.И. Опарина</w:t>
      </w:r>
    </w:p>
    <w:p w:rsidR="00C9001D" w:rsidRDefault="00C9001D" w:rsidP="001F5CA2">
      <w:pPr>
        <w:jc w:val="center"/>
        <w:rPr>
          <w:b/>
        </w:rPr>
      </w:pPr>
    </w:p>
    <w:sectPr w:rsidR="00C9001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01D" w:rsidRDefault="00C9001D" w:rsidP="00EF6F81">
      <w:r>
        <w:separator/>
      </w:r>
    </w:p>
  </w:endnote>
  <w:endnote w:type="continuationSeparator" w:id="0">
    <w:p w:rsidR="00C9001D" w:rsidRDefault="00C9001D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01D" w:rsidRDefault="00C9001D" w:rsidP="00EF6F81">
      <w:r>
        <w:separator/>
      </w:r>
    </w:p>
  </w:footnote>
  <w:footnote w:type="continuationSeparator" w:id="0">
    <w:p w:rsidR="00C9001D" w:rsidRDefault="00C9001D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01D" w:rsidRDefault="00C9001D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01D" w:rsidRDefault="00C9001D">
    <w:pPr>
      <w:pStyle w:val="Header"/>
      <w:jc w:val="center"/>
    </w:pPr>
  </w:p>
  <w:p w:rsidR="00C9001D" w:rsidRDefault="00C9001D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9001D" w:rsidRPr="001F5972" w:rsidRDefault="00C9001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1EAE"/>
    <w:rsid w:val="001E468C"/>
    <w:rsid w:val="001E7209"/>
    <w:rsid w:val="001F5972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F65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5215"/>
    <w:rsid w:val="002A7838"/>
    <w:rsid w:val="002B24B8"/>
    <w:rsid w:val="002B34B6"/>
    <w:rsid w:val="002C031E"/>
    <w:rsid w:val="002C7291"/>
    <w:rsid w:val="002D2249"/>
    <w:rsid w:val="002D5FA0"/>
    <w:rsid w:val="002D6BB0"/>
    <w:rsid w:val="002E291E"/>
    <w:rsid w:val="002E5323"/>
    <w:rsid w:val="002E62B4"/>
    <w:rsid w:val="002F2DE0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3D83"/>
    <w:rsid w:val="004D4038"/>
    <w:rsid w:val="004E184B"/>
    <w:rsid w:val="004E660F"/>
    <w:rsid w:val="00500747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041"/>
    <w:rsid w:val="00565C86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0685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6A26"/>
    <w:rsid w:val="00660B50"/>
    <w:rsid w:val="00662F28"/>
    <w:rsid w:val="006705A4"/>
    <w:rsid w:val="00673EDF"/>
    <w:rsid w:val="0067563A"/>
    <w:rsid w:val="00676755"/>
    <w:rsid w:val="00682340"/>
    <w:rsid w:val="00682586"/>
    <w:rsid w:val="0068329E"/>
    <w:rsid w:val="006976D8"/>
    <w:rsid w:val="00697A60"/>
    <w:rsid w:val="006C4020"/>
    <w:rsid w:val="006C6075"/>
    <w:rsid w:val="006C707C"/>
    <w:rsid w:val="006D0695"/>
    <w:rsid w:val="006D2BB7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2B9"/>
    <w:rsid w:val="00734314"/>
    <w:rsid w:val="00741C5B"/>
    <w:rsid w:val="00741FA6"/>
    <w:rsid w:val="00745D1A"/>
    <w:rsid w:val="00756022"/>
    <w:rsid w:val="00766275"/>
    <w:rsid w:val="00782AE6"/>
    <w:rsid w:val="00783D2D"/>
    <w:rsid w:val="0078526C"/>
    <w:rsid w:val="007A290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62540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27A"/>
    <w:rsid w:val="0092378A"/>
    <w:rsid w:val="0092688F"/>
    <w:rsid w:val="009314D6"/>
    <w:rsid w:val="00937318"/>
    <w:rsid w:val="00944B19"/>
    <w:rsid w:val="00944C39"/>
    <w:rsid w:val="00950972"/>
    <w:rsid w:val="00950F83"/>
    <w:rsid w:val="00951A64"/>
    <w:rsid w:val="00953D8F"/>
    <w:rsid w:val="00956FDA"/>
    <w:rsid w:val="00963C18"/>
    <w:rsid w:val="00965BF5"/>
    <w:rsid w:val="00970926"/>
    <w:rsid w:val="00972A9E"/>
    <w:rsid w:val="0097458B"/>
    <w:rsid w:val="009745F9"/>
    <w:rsid w:val="00983891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2DF4"/>
    <w:rsid w:val="00A1507B"/>
    <w:rsid w:val="00A23788"/>
    <w:rsid w:val="00A30B42"/>
    <w:rsid w:val="00A30FFE"/>
    <w:rsid w:val="00A35B08"/>
    <w:rsid w:val="00A416CE"/>
    <w:rsid w:val="00A44BB5"/>
    <w:rsid w:val="00A46A72"/>
    <w:rsid w:val="00A47DA3"/>
    <w:rsid w:val="00A56C25"/>
    <w:rsid w:val="00A643EC"/>
    <w:rsid w:val="00A6598D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44F3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1D8F"/>
    <w:rsid w:val="00BC5DC4"/>
    <w:rsid w:val="00BC5EDF"/>
    <w:rsid w:val="00BD16FB"/>
    <w:rsid w:val="00BD5F4F"/>
    <w:rsid w:val="00BD6208"/>
    <w:rsid w:val="00BE244F"/>
    <w:rsid w:val="00BE75CB"/>
    <w:rsid w:val="00BF5BA1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001D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597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263F9"/>
    <w:rsid w:val="00D338B7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2FF6"/>
    <w:rsid w:val="00D97F17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23BC"/>
    <w:rsid w:val="00DF59CE"/>
    <w:rsid w:val="00E00492"/>
    <w:rsid w:val="00E005C3"/>
    <w:rsid w:val="00E03A2A"/>
    <w:rsid w:val="00E049E5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50F3"/>
    <w:rsid w:val="00E70BC2"/>
    <w:rsid w:val="00E73688"/>
    <w:rsid w:val="00E746A1"/>
    <w:rsid w:val="00E74F74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4CAD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A3C"/>
    <w:rsid w:val="00FB065A"/>
    <w:rsid w:val="00FC2799"/>
    <w:rsid w:val="00FD34F6"/>
    <w:rsid w:val="00FD486E"/>
    <w:rsid w:val="00FD579D"/>
    <w:rsid w:val="00FE61D5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E57BE0"/>
    <w:rPr>
      <w:rFonts w:eastAsia="Times New Roman"/>
    </w:rPr>
  </w:style>
  <w:style w:type="character" w:styleId="Hyperlink">
    <w:name w:val="Hyperlink"/>
    <w:basedOn w:val="DefaultParagraphFont"/>
    <w:uiPriority w:val="99"/>
    <w:rsid w:val="00BF5BA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51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2092</TotalTime>
  <Pages>10</Pages>
  <Words>1732</Words>
  <Characters>9874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194</cp:revision>
  <cp:lastPrinted>2021-06-11T06:36:00Z</cp:lastPrinted>
  <dcterms:created xsi:type="dcterms:W3CDTF">2018-08-07T11:48:00Z</dcterms:created>
  <dcterms:modified xsi:type="dcterms:W3CDTF">2022-10-31T08:09:00Z</dcterms:modified>
</cp:coreProperties>
</file>