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037F42" w:rsidRPr="004E6D75" w:rsidTr="002431BD">
        <w:tc>
          <w:tcPr>
            <w:tcW w:w="8788" w:type="dxa"/>
          </w:tcPr>
          <w:p w:rsidR="00037F42" w:rsidRPr="004E6D75" w:rsidRDefault="00037F42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037F42" w:rsidRPr="00C96AAF" w:rsidRDefault="00037F42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037F42" w:rsidRDefault="00037F42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037F42" w:rsidRDefault="00037F42" w:rsidP="002431BD">
            <w:pPr>
              <w:jc w:val="right"/>
              <w:rPr>
                <w:szCs w:val="28"/>
              </w:rPr>
            </w:pPr>
            <w:r w:rsidRPr="00D32B88">
              <w:rPr>
                <w:szCs w:val="28"/>
              </w:rPr>
              <w:t xml:space="preserve">«Развитие культуры  Старотитаровского сельского поселения </w:t>
            </w:r>
            <w:r>
              <w:rPr>
                <w:szCs w:val="28"/>
              </w:rPr>
              <w:t xml:space="preserve">Темрюкского района» </w:t>
            </w:r>
          </w:p>
          <w:p w:rsidR="00037F42" w:rsidRPr="004E6D75" w:rsidRDefault="00037F42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037F42" w:rsidRPr="006341E7" w:rsidRDefault="00037F42" w:rsidP="003E51DA">
      <w:pPr>
        <w:ind w:firstLine="709"/>
        <w:rPr>
          <w:sz w:val="24"/>
          <w:szCs w:val="24"/>
        </w:rPr>
      </w:pPr>
    </w:p>
    <w:p w:rsidR="00037F4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037F42" w:rsidRDefault="00037F42" w:rsidP="002431BD">
      <w:pPr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</w:p>
    <w:p w:rsidR="00037F42" w:rsidRDefault="00037F42" w:rsidP="002431BD">
      <w:pPr>
        <w:ind w:left="360"/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037F42" w:rsidRDefault="00037F42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9E44C2" w:rsidRDefault="00037F4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F470FB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827FDC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037F42" w:rsidRPr="00E6543F" w:rsidRDefault="00037F42" w:rsidP="00F508F2">
            <w:pPr>
              <w:contextualSpacing/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421B35">
              <w:rPr>
                <w:szCs w:val="28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  <w:p w:rsidR="00037F42" w:rsidRPr="00487189" w:rsidRDefault="00037F42" w:rsidP="00F508F2">
            <w:pPr>
              <w:rPr>
                <w:b/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культуры;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подписка на периодические издания;</w:t>
            </w:r>
          </w:p>
          <w:p w:rsidR="00037F42" w:rsidRDefault="00037F42" w:rsidP="002431BD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037F42" w:rsidRPr="00E64AB4" w:rsidRDefault="00037F42" w:rsidP="002431BD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037F42" w:rsidRPr="002503EF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037F42" w:rsidRDefault="00037F42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037F42" w:rsidRPr="009011B8" w:rsidRDefault="00037F42" w:rsidP="00F508F2">
            <w:pPr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037F42" w:rsidRPr="002940B0" w:rsidRDefault="00037F42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037F42" w:rsidRPr="002940B0" w:rsidRDefault="00037F42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9 706,2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8173D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9 706,2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37F42" w:rsidRPr="002940B0" w:rsidRDefault="00037F42" w:rsidP="008173D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9 706,2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8173D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9 706,2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7F42" w:rsidRPr="009E44C2" w:rsidTr="00F508F2">
        <w:tc>
          <w:tcPr>
            <w:tcW w:w="14560" w:type="dxa"/>
            <w:gridSpan w:val="6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7F42" w:rsidRPr="009E44C2" w:rsidTr="00F508F2">
        <w:tc>
          <w:tcPr>
            <w:tcW w:w="14560" w:type="dxa"/>
            <w:gridSpan w:val="6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037F42" w:rsidRPr="009E44C2" w:rsidTr="00F508F2">
        <w:tc>
          <w:tcPr>
            <w:tcW w:w="6012" w:type="dxa"/>
          </w:tcPr>
          <w:p w:rsidR="00037F42" w:rsidRPr="002940B0" w:rsidRDefault="00037F4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037F42" w:rsidRPr="002940B0" w:rsidRDefault="00037F4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037F42" w:rsidRPr="00500747" w:rsidRDefault="00037F42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037F42" w:rsidRDefault="00037F42" w:rsidP="008D3C2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 xml:space="preserve">Старотитаровский </w:t>
      </w:r>
      <w:r w:rsidRPr="00D70CCA">
        <w:rPr>
          <w:b/>
          <w:szCs w:val="28"/>
        </w:rPr>
        <w:t>КСЦ»</w:t>
      </w:r>
      <w:r>
        <w:rPr>
          <w:b/>
          <w:szCs w:val="28"/>
        </w:rPr>
        <w:t xml:space="preserve"> по предоставлению муниципальных услуг»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 xml:space="preserve">«Развитие культуры Старотитаровского сельского поселения Темрюкского района» </w:t>
      </w:r>
    </w:p>
    <w:p w:rsidR="00037F42" w:rsidRPr="00500747" w:rsidRDefault="00037F42" w:rsidP="007A6F08">
      <w:pPr>
        <w:jc w:val="center"/>
        <w:rPr>
          <w:b/>
          <w:szCs w:val="28"/>
        </w:rPr>
      </w:pPr>
    </w:p>
    <w:p w:rsidR="00037F42" w:rsidRPr="009D244C" w:rsidRDefault="00037F4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037F42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37F42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037F42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contextualSpacing/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8D3C2C" w:rsidRDefault="00037F42" w:rsidP="00D43898">
            <w:pPr>
              <w:rPr>
                <w:b/>
                <w:sz w:val="24"/>
                <w:szCs w:val="24"/>
              </w:rPr>
            </w:pPr>
            <w:r w:rsidRPr="008D3C2C">
              <w:rPr>
                <w:sz w:val="24"/>
                <w:szCs w:val="24"/>
              </w:rPr>
              <w:t>создание условий для организации досуга и обеспечения жителей поселения услугами учреждения культуры</w:t>
            </w:r>
          </w:p>
        </w:tc>
      </w:tr>
      <w:tr w:rsidR="00037F42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0F6657" w:rsidRDefault="00037F42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культуры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7F42" w:rsidRPr="004822E2" w:rsidRDefault="00037F42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037F42" w:rsidRPr="00084F22" w:rsidRDefault="00037F42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Муниципальное бюджетное учреждение «Культурно-социальный центр» Старотитаровского сельского поселения Темрюкского района</w:t>
            </w:r>
          </w:p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8173D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8173D7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007861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AF64E9" w:rsidRDefault="00037F42" w:rsidP="00AF64E9">
            <w:pPr>
              <w:jc w:val="center"/>
              <w:rPr>
                <w:sz w:val="24"/>
                <w:szCs w:val="24"/>
              </w:rPr>
            </w:pPr>
            <w:r w:rsidRPr="00AF64E9">
              <w:rPr>
                <w:sz w:val="24"/>
                <w:szCs w:val="24"/>
              </w:rPr>
              <w:t>9 706,2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AF64E9" w:rsidRDefault="00037F42" w:rsidP="008173D7">
            <w:pPr>
              <w:jc w:val="center"/>
              <w:rPr>
                <w:sz w:val="24"/>
                <w:szCs w:val="24"/>
              </w:rPr>
            </w:pPr>
            <w:r w:rsidRPr="00AF64E9">
              <w:rPr>
                <w:sz w:val="24"/>
                <w:szCs w:val="24"/>
              </w:rPr>
              <w:t>9 706,2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7F42" w:rsidRPr="00DB6469" w:rsidTr="00007861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AF64E9" w:rsidRDefault="00037F42" w:rsidP="00AF64E9">
            <w:pPr>
              <w:jc w:val="center"/>
              <w:rPr>
                <w:sz w:val="24"/>
                <w:szCs w:val="24"/>
              </w:rPr>
            </w:pPr>
            <w:r w:rsidRPr="00AF64E9">
              <w:rPr>
                <w:sz w:val="24"/>
                <w:szCs w:val="24"/>
              </w:rPr>
              <w:t>9 706,2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AF64E9" w:rsidRDefault="00037F42" w:rsidP="008173D7">
            <w:pPr>
              <w:jc w:val="center"/>
              <w:rPr>
                <w:sz w:val="24"/>
                <w:szCs w:val="24"/>
              </w:rPr>
            </w:pPr>
            <w:r w:rsidRPr="00AF64E9">
              <w:rPr>
                <w:sz w:val="24"/>
                <w:szCs w:val="24"/>
              </w:rPr>
              <w:t>9 706,2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7F42" w:rsidRPr="00DB6469" w:rsidRDefault="00037F42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037F42" w:rsidRPr="00DB6469" w:rsidRDefault="00037F42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037F42" w:rsidRDefault="00037F42" w:rsidP="003E51DA">
      <w:pPr>
        <w:jc w:val="center"/>
        <w:rPr>
          <w:b/>
          <w:szCs w:val="28"/>
        </w:rPr>
      </w:pPr>
    </w:p>
    <w:p w:rsidR="00037F42" w:rsidRPr="009E44C2" w:rsidRDefault="00037F42" w:rsidP="003E51DA">
      <w:pPr>
        <w:jc w:val="center"/>
        <w:rPr>
          <w:b/>
          <w:szCs w:val="28"/>
        </w:rPr>
      </w:pPr>
    </w:p>
    <w:p w:rsidR="00037F42" w:rsidRDefault="00037F42" w:rsidP="007A6F08">
      <w:pPr>
        <w:rPr>
          <w:sz w:val="24"/>
          <w:szCs w:val="24"/>
        </w:rPr>
        <w:sectPr w:rsidR="00037F4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037F42" w:rsidRPr="003E51DA" w:rsidRDefault="00037F42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037F42" w:rsidRDefault="00037F42" w:rsidP="003E51DA">
      <w:pPr>
        <w:pStyle w:val="ConsPlusNormal0"/>
        <w:ind w:firstLine="709"/>
        <w:jc w:val="both"/>
      </w:pPr>
    </w:p>
    <w:p w:rsidR="00037F42" w:rsidRDefault="00037F4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037F42" w:rsidRDefault="00037F4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037F42" w:rsidRDefault="00037F4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037F42" w:rsidRDefault="00037F4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037F42" w:rsidRDefault="00037F4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037F42" w:rsidRDefault="00037F4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037F42" w:rsidRDefault="00037F4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037F42" w:rsidRDefault="00037F4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37F42" w:rsidRDefault="00037F42" w:rsidP="00EF6F81">
      <w:pPr>
        <w:jc w:val="center"/>
        <w:rPr>
          <w:b/>
        </w:rPr>
      </w:pPr>
    </w:p>
    <w:p w:rsidR="00037F42" w:rsidRDefault="00037F42" w:rsidP="00EF6F81">
      <w:pPr>
        <w:jc w:val="center"/>
        <w:rPr>
          <w:b/>
        </w:rPr>
      </w:pP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037F42" w:rsidRDefault="00037F42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037F42" w:rsidRDefault="00037F42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szCs w:val="28"/>
        </w:rPr>
      </w:pPr>
    </w:p>
    <w:p w:rsidR="00037F42" w:rsidRDefault="00037F42" w:rsidP="00413494">
      <w:pPr>
        <w:jc w:val="both"/>
        <w:rPr>
          <w:b/>
        </w:rPr>
        <w:sectPr w:rsidR="00037F4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037F42" w:rsidRDefault="00037F42" w:rsidP="00E6162A">
      <w:pPr>
        <w:jc w:val="center"/>
        <w:rPr>
          <w:b/>
        </w:rPr>
      </w:pPr>
    </w:p>
    <w:sectPr w:rsidR="00037F4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7F42" w:rsidRDefault="00037F42" w:rsidP="00EF6F81">
      <w:r>
        <w:separator/>
      </w:r>
    </w:p>
  </w:endnote>
  <w:endnote w:type="continuationSeparator" w:id="0">
    <w:p w:rsidR="00037F42" w:rsidRDefault="00037F4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7F42" w:rsidRDefault="00037F42" w:rsidP="00EF6F81">
      <w:r>
        <w:separator/>
      </w:r>
    </w:p>
  </w:footnote>
  <w:footnote w:type="continuationSeparator" w:id="0">
    <w:p w:rsidR="00037F42" w:rsidRDefault="00037F4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F42" w:rsidRDefault="00037F42">
    <w:pPr>
      <w:pStyle w:val="Header"/>
      <w:jc w:val="center"/>
    </w:pPr>
  </w:p>
  <w:p w:rsidR="00037F42" w:rsidRDefault="00037F4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037F42" w:rsidRPr="004E6D75" w:rsidRDefault="00037F4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7861"/>
    <w:rsid w:val="00010261"/>
    <w:rsid w:val="00017FA2"/>
    <w:rsid w:val="00023F4D"/>
    <w:rsid w:val="00031DF9"/>
    <w:rsid w:val="000348BC"/>
    <w:rsid w:val="0003562F"/>
    <w:rsid w:val="00036BA0"/>
    <w:rsid w:val="00037F42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B4AE6"/>
    <w:rsid w:val="000B5F57"/>
    <w:rsid w:val="000C1918"/>
    <w:rsid w:val="000C3FBF"/>
    <w:rsid w:val="000C4BCB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1D2"/>
    <w:rsid w:val="003D283C"/>
    <w:rsid w:val="003D359A"/>
    <w:rsid w:val="003D61CD"/>
    <w:rsid w:val="003D7675"/>
    <w:rsid w:val="003E0EC0"/>
    <w:rsid w:val="003E2B65"/>
    <w:rsid w:val="003E45A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10D19"/>
    <w:rsid w:val="00523530"/>
    <w:rsid w:val="00526FFF"/>
    <w:rsid w:val="0053507E"/>
    <w:rsid w:val="0054045D"/>
    <w:rsid w:val="0054063E"/>
    <w:rsid w:val="005445F2"/>
    <w:rsid w:val="00544C62"/>
    <w:rsid w:val="0055229B"/>
    <w:rsid w:val="00553CFA"/>
    <w:rsid w:val="0055539F"/>
    <w:rsid w:val="00570519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BBA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173D7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6D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76FA"/>
    <w:rsid w:val="009F2245"/>
    <w:rsid w:val="009F2BB6"/>
    <w:rsid w:val="00A03E7E"/>
    <w:rsid w:val="00A1507B"/>
    <w:rsid w:val="00A23788"/>
    <w:rsid w:val="00A30B42"/>
    <w:rsid w:val="00A30FFE"/>
    <w:rsid w:val="00A44BB5"/>
    <w:rsid w:val="00A47003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E9"/>
    <w:rsid w:val="00B07228"/>
    <w:rsid w:val="00B12FB3"/>
    <w:rsid w:val="00B149A9"/>
    <w:rsid w:val="00B1514B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CF5070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C688F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231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1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2141</TotalTime>
  <Pages>6</Pages>
  <Words>818</Words>
  <Characters>4667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212</cp:revision>
  <cp:lastPrinted>2021-06-11T06:36:00Z</cp:lastPrinted>
  <dcterms:created xsi:type="dcterms:W3CDTF">2018-08-07T11:48:00Z</dcterms:created>
  <dcterms:modified xsi:type="dcterms:W3CDTF">2022-10-19T05:48:00Z</dcterms:modified>
</cp:coreProperties>
</file>