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A506AC" w:rsidRPr="005E024B" w:rsidTr="005E024B">
        <w:tc>
          <w:tcPr>
            <w:tcW w:w="8934" w:type="dxa"/>
          </w:tcPr>
          <w:p w:rsidR="00A506AC" w:rsidRPr="005E024B" w:rsidRDefault="00A506AC" w:rsidP="005E024B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A506AC" w:rsidRPr="00EE5BAC" w:rsidRDefault="00A506AC" w:rsidP="00AB199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A506AC" w:rsidRPr="00EE5BAC" w:rsidRDefault="00A506AC" w:rsidP="00AB1990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A506AC" w:rsidRPr="00EE5BAC" w:rsidRDefault="00A506AC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A506AC" w:rsidRPr="00EE5BAC" w:rsidRDefault="00A506AC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A506AC" w:rsidRPr="00EE5BAC" w:rsidRDefault="00A506AC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A506AC" w:rsidRPr="00EE5BAC" w:rsidRDefault="00A506AC" w:rsidP="00AB1990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31.10.2022 г.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2096</w:t>
            </w:r>
          </w:p>
          <w:p w:rsidR="00A506AC" w:rsidRPr="005E024B" w:rsidRDefault="00A506AC" w:rsidP="005E024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A506AC" w:rsidRPr="00885C29" w:rsidRDefault="00A506AC" w:rsidP="001157F7"/>
    <w:p w:rsidR="00A506AC" w:rsidRDefault="00A506AC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A506AC" w:rsidRDefault="00A506AC" w:rsidP="009163F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A506AC" w:rsidRDefault="00A506AC" w:rsidP="00BB769B">
      <w:pPr>
        <w:jc w:val="center"/>
        <w:rPr>
          <w:b/>
          <w:szCs w:val="28"/>
        </w:rPr>
      </w:pPr>
    </w:p>
    <w:p w:rsidR="00A506AC" w:rsidRPr="00950972" w:rsidRDefault="00A506AC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A506AC" w:rsidRDefault="00A506AC" w:rsidP="009163F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 w:rsidRPr="00950972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A506AC" w:rsidRPr="00D13FB1" w:rsidRDefault="00A506AC" w:rsidP="00AB1990">
      <w:pPr>
        <w:jc w:val="center"/>
        <w:rPr>
          <w:b/>
          <w:bCs/>
          <w:szCs w:val="28"/>
        </w:rPr>
      </w:pPr>
    </w:p>
    <w:p w:rsidR="00A506AC" w:rsidRPr="00950972" w:rsidRDefault="00A506AC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A506AC" w:rsidRDefault="00A506AC" w:rsidP="00AA7A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A506AC" w:rsidRPr="00855115" w:rsidRDefault="00A506AC" w:rsidP="00AA7AF2">
            <w:pPr>
              <w:rPr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A506AC" w:rsidRDefault="00A506AC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A506AC" w:rsidRPr="00157189" w:rsidRDefault="00A506AC" w:rsidP="00AA7AF2">
            <w:pPr>
              <w:rPr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A506AC" w:rsidRDefault="00A506AC" w:rsidP="00AA7AF2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A506AC" w:rsidRPr="00190885" w:rsidRDefault="00A506AC" w:rsidP="00AA7AF2">
            <w:pPr>
              <w:rPr>
                <w:b/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A506AC" w:rsidRDefault="00A506AC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A506AC" w:rsidRPr="00190885" w:rsidRDefault="00A506AC" w:rsidP="00AA7AF2">
            <w:pPr>
              <w:rPr>
                <w:b/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3902BF">
              <w:rPr>
                <w:szCs w:val="28"/>
              </w:rPr>
              <w:t>создание комфортных условий жизнед</w:t>
            </w:r>
            <w:r>
              <w:rPr>
                <w:szCs w:val="28"/>
              </w:rPr>
              <w:t>еятельности населения</w:t>
            </w:r>
            <w:r w:rsidRPr="0032047B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и </w:t>
            </w:r>
            <w:r w:rsidRPr="0032047B">
              <w:rPr>
                <w:szCs w:val="28"/>
              </w:rPr>
              <w:t>формирование позитивного отношения к сельской местности и сельскому образу жизни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A506AC" w:rsidRDefault="00A506AC" w:rsidP="004E0B9F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4E0B9F">
              <w:rPr>
                <w:rFonts w:ascii="Times New Roman" w:hAnsi="Times New Roman"/>
                <w:sz w:val="28"/>
                <w:szCs w:val="28"/>
              </w:rPr>
              <w:t>повышение уровня комплексного обустройства территории поселения объектами социальной и инженерной инфраструктуры</w:t>
            </w:r>
          </w:p>
          <w:p w:rsidR="00A506AC" w:rsidRPr="004E0B9F" w:rsidRDefault="00A506AC" w:rsidP="004E0B9F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A506AC" w:rsidRPr="001A617B" w:rsidRDefault="00A506AC" w:rsidP="00AA7AF2">
            <w:pPr>
              <w:rPr>
                <w:szCs w:val="28"/>
              </w:rPr>
            </w:pPr>
            <w:r w:rsidRPr="00823140">
              <w:rPr>
                <w:szCs w:val="28"/>
              </w:rPr>
              <w:t>строительство, ремонт и обслуживание системы газоснабжения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A506AC" w:rsidRDefault="00A506AC" w:rsidP="00AA7AF2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A506AC" w:rsidRPr="00A46A72" w:rsidRDefault="00A506AC" w:rsidP="00AA7AF2">
            <w:pPr>
              <w:rPr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A506AC" w:rsidRPr="00A46A72" w:rsidRDefault="00A506AC" w:rsidP="00AA7AF2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A506AC" w:rsidRPr="00190885" w:rsidRDefault="00A506AC" w:rsidP="00AA7AF2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A506AC" w:rsidRPr="00190885" w:rsidRDefault="00A506AC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A506AC" w:rsidRPr="00190885" w:rsidRDefault="00A506AC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A506AC" w:rsidRPr="00190885" w:rsidRDefault="00A506AC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A506AC" w:rsidRPr="00190885" w:rsidRDefault="00A506AC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A506AC" w:rsidRPr="00190885" w:rsidRDefault="00A506AC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  <w:tc>
          <w:tcPr>
            <w:tcW w:w="1842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  <w:tc>
          <w:tcPr>
            <w:tcW w:w="201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  <w:tc>
          <w:tcPr>
            <w:tcW w:w="1842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  <w:tc>
          <w:tcPr>
            <w:tcW w:w="201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506AC" w:rsidRPr="008A6FA1" w:rsidTr="00AA7AF2">
        <w:tc>
          <w:tcPr>
            <w:tcW w:w="14560" w:type="dxa"/>
            <w:gridSpan w:val="6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506AC" w:rsidRPr="008A6FA1" w:rsidTr="00AA7AF2">
        <w:tc>
          <w:tcPr>
            <w:tcW w:w="14560" w:type="dxa"/>
            <w:gridSpan w:val="6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A506AC" w:rsidRDefault="00A506AC" w:rsidP="00EF6F81">
      <w:pPr>
        <w:jc w:val="center"/>
        <w:rPr>
          <w:szCs w:val="28"/>
        </w:rPr>
        <w:sectPr w:rsidR="00A506AC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A506AC" w:rsidRDefault="00A506AC" w:rsidP="00753FD7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A506AC" w:rsidRDefault="00A506AC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A506AC" w:rsidRDefault="00A506AC" w:rsidP="00A374D6">
      <w:pPr>
        <w:jc w:val="center"/>
      </w:pPr>
    </w:p>
    <w:p w:rsidR="00A506AC" w:rsidRDefault="00A506AC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A506AC" w:rsidRDefault="00A506AC" w:rsidP="00EF6F81">
      <w:pPr>
        <w:jc w:val="center"/>
        <w:rPr>
          <w:szCs w:val="28"/>
        </w:rPr>
      </w:pPr>
    </w:p>
    <w:p w:rsidR="00A506AC" w:rsidRDefault="00A506AC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 w:rsidRPr="001A3BDC">
        <w:rPr>
          <w:b/>
          <w:szCs w:val="28"/>
        </w:rPr>
        <w:t xml:space="preserve"> </w:t>
      </w: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950972">
        <w:rPr>
          <w:b/>
          <w:szCs w:val="28"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A506AC" w:rsidRDefault="00A506AC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A506AC" w:rsidTr="00AA7AF2">
        <w:tc>
          <w:tcPr>
            <w:tcW w:w="648" w:type="dxa"/>
            <w:vMerge w:val="restart"/>
            <w:vAlign w:val="center"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A506AC" w:rsidRPr="00AC26F6" w:rsidRDefault="00A506AC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A506AC" w:rsidRPr="00AC26F6" w:rsidRDefault="00A506AC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A506AC" w:rsidTr="00AA7AF2">
        <w:tc>
          <w:tcPr>
            <w:tcW w:w="648" w:type="dxa"/>
            <w:vMerge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A506AC" w:rsidRPr="00AC26F6" w:rsidRDefault="00A506AC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A506AC" w:rsidRPr="00AC26F6" w:rsidRDefault="00A506AC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A506AC" w:rsidTr="00AA7AF2">
        <w:tc>
          <w:tcPr>
            <w:tcW w:w="648" w:type="dxa"/>
          </w:tcPr>
          <w:p w:rsidR="00A506AC" w:rsidRPr="00AC26F6" w:rsidRDefault="00A506AC" w:rsidP="00AA7AF2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A506AC" w:rsidRPr="00AC26F6" w:rsidRDefault="00A506AC" w:rsidP="00AA7AF2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A506AC" w:rsidRPr="00AC26F6" w:rsidRDefault="00A506AC" w:rsidP="00AA7AF2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A506AC" w:rsidRPr="00AC26F6" w:rsidRDefault="00A506AC" w:rsidP="00AA7AF2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A506AC" w:rsidRPr="00AC26F6" w:rsidRDefault="00A506AC" w:rsidP="00AA7AF2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A506AC" w:rsidRPr="00AC26F6" w:rsidRDefault="00A506AC" w:rsidP="00AA7AF2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A506AC" w:rsidTr="00AA7AF2">
        <w:tc>
          <w:tcPr>
            <w:tcW w:w="648" w:type="dxa"/>
            <w:vAlign w:val="center"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A506AC" w:rsidRPr="00823140" w:rsidRDefault="00A506AC" w:rsidP="00AA7AF2">
            <w:pPr>
              <w:rPr>
                <w:szCs w:val="28"/>
              </w:rPr>
            </w:pPr>
            <w:r w:rsidRPr="00823140">
              <w:rPr>
                <w:szCs w:val="28"/>
              </w:rPr>
              <w:t>строительство, ремонт и обслуживание системы газоснабжения</w:t>
            </w:r>
          </w:p>
        </w:tc>
        <w:tc>
          <w:tcPr>
            <w:tcW w:w="1620" w:type="dxa"/>
            <w:vAlign w:val="center"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усл.ед.</w:t>
            </w:r>
          </w:p>
        </w:tc>
        <w:tc>
          <w:tcPr>
            <w:tcW w:w="900" w:type="dxa"/>
            <w:vAlign w:val="center"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A506AC" w:rsidRPr="00A74297" w:rsidRDefault="00A506AC" w:rsidP="00225687">
      <w:pPr>
        <w:jc w:val="center"/>
        <w:rPr>
          <w:b/>
          <w:szCs w:val="28"/>
        </w:rPr>
      </w:pPr>
    </w:p>
    <w:p w:rsidR="00A506AC" w:rsidRPr="00225687" w:rsidRDefault="00A506AC">
      <w:pPr>
        <w:rPr>
          <w:sz w:val="6"/>
          <w:szCs w:val="6"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Pr="003C75F8" w:rsidRDefault="00A506AC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A506AC" w:rsidRPr="003C75F8" w:rsidRDefault="00A506AC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A506AC" w:rsidRDefault="00A506AC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950972">
        <w:rPr>
          <w:b/>
          <w:szCs w:val="28"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A506AC" w:rsidRDefault="00A506AC" w:rsidP="00A374D6">
      <w:pPr>
        <w:ind w:firstLine="709"/>
        <w:jc w:val="both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A506AC" w:rsidRPr="005E5E02" w:rsidTr="00AA7AF2">
        <w:tc>
          <w:tcPr>
            <w:tcW w:w="594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A506AC" w:rsidRPr="005E5E02" w:rsidRDefault="00A506AC" w:rsidP="0054045D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8"/>
        <w:gridCol w:w="2884"/>
        <w:gridCol w:w="1220"/>
        <w:gridCol w:w="1770"/>
        <w:gridCol w:w="2361"/>
        <w:gridCol w:w="2025"/>
        <w:gridCol w:w="1800"/>
        <w:gridCol w:w="2258"/>
      </w:tblGrid>
      <w:tr w:rsidR="00A506AC" w:rsidRPr="005E5E02" w:rsidTr="00AA7AF2">
        <w:trPr>
          <w:tblHeader/>
        </w:trPr>
        <w:tc>
          <w:tcPr>
            <w:tcW w:w="468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4</w:t>
            </w:r>
          </w:p>
        </w:tc>
        <w:tc>
          <w:tcPr>
            <w:tcW w:w="2361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5</w:t>
            </w:r>
          </w:p>
        </w:tc>
        <w:tc>
          <w:tcPr>
            <w:tcW w:w="2025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7</w:t>
            </w:r>
          </w:p>
        </w:tc>
        <w:tc>
          <w:tcPr>
            <w:tcW w:w="2258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8</w:t>
            </w:r>
          </w:p>
        </w:tc>
      </w:tr>
      <w:tr w:rsidR="00A506AC" w:rsidRPr="005E5E02" w:rsidTr="00AA7AF2">
        <w:tc>
          <w:tcPr>
            <w:tcW w:w="468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A506AC" w:rsidRPr="00823140" w:rsidRDefault="00A506AC" w:rsidP="00AA7AF2">
            <w:pPr>
              <w:rPr>
                <w:sz w:val="24"/>
                <w:szCs w:val="24"/>
              </w:rPr>
            </w:pPr>
            <w:r w:rsidRPr="00823140">
              <w:rPr>
                <w:sz w:val="24"/>
                <w:szCs w:val="24"/>
              </w:rPr>
              <w:t>строительство, ремонт и обслуживание системы газоснабжения</w:t>
            </w:r>
          </w:p>
        </w:tc>
        <w:tc>
          <w:tcPr>
            <w:tcW w:w="122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усл. ед.</w:t>
            </w:r>
          </w:p>
        </w:tc>
        <w:tc>
          <w:tcPr>
            <w:tcW w:w="177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E5E02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180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главы </w:t>
            </w:r>
            <w:r w:rsidRPr="005E5E02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  <w:tc>
          <w:tcPr>
            <w:tcW w:w="2258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5E5E02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A506AC" w:rsidRPr="0054045D" w:rsidRDefault="00A506AC">
      <w:pPr>
        <w:rPr>
          <w:sz w:val="6"/>
          <w:szCs w:val="6"/>
        </w:rPr>
      </w:pPr>
    </w:p>
    <w:p w:rsidR="00A506AC" w:rsidRDefault="00A506AC" w:rsidP="00FA1A72">
      <w:pPr>
        <w:jc w:val="both"/>
        <w:rPr>
          <w:szCs w:val="28"/>
        </w:rPr>
      </w:pPr>
    </w:p>
    <w:p w:rsidR="00A506AC" w:rsidRDefault="00A506AC" w:rsidP="00FA1A72">
      <w:pPr>
        <w:jc w:val="both"/>
        <w:rPr>
          <w:szCs w:val="28"/>
        </w:rPr>
      </w:pPr>
    </w:p>
    <w:p w:rsidR="00A506AC" w:rsidRDefault="00A506AC" w:rsidP="00FA1A72">
      <w:pPr>
        <w:jc w:val="both"/>
        <w:rPr>
          <w:szCs w:val="28"/>
        </w:rPr>
      </w:pPr>
    </w:p>
    <w:p w:rsidR="00A506AC" w:rsidRDefault="00A506AC" w:rsidP="00FA1A72">
      <w:pPr>
        <w:jc w:val="both"/>
        <w:rPr>
          <w:szCs w:val="28"/>
        </w:rPr>
      </w:pPr>
    </w:p>
    <w:p w:rsidR="00A506AC" w:rsidRDefault="00A506AC" w:rsidP="00FA1A72">
      <w:pPr>
        <w:jc w:val="both"/>
        <w:rPr>
          <w:szCs w:val="28"/>
        </w:rPr>
      </w:pPr>
    </w:p>
    <w:p w:rsidR="00A506AC" w:rsidRDefault="00A506AC" w:rsidP="00FA1A72">
      <w:pPr>
        <w:jc w:val="both"/>
        <w:rPr>
          <w:szCs w:val="28"/>
        </w:rPr>
      </w:pPr>
    </w:p>
    <w:p w:rsidR="00A506AC" w:rsidRDefault="00A506AC" w:rsidP="00FA1A72">
      <w:pPr>
        <w:jc w:val="both"/>
        <w:rPr>
          <w:szCs w:val="28"/>
        </w:rPr>
      </w:pPr>
    </w:p>
    <w:p w:rsidR="00A506AC" w:rsidRPr="00753FD7" w:rsidRDefault="00A506AC" w:rsidP="00753FD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53FD7">
        <w:rPr>
          <w:rFonts w:ascii="Times New Roman" w:hAnsi="Times New Roman" w:cs="Times New Roman"/>
          <w:sz w:val="28"/>
          <w:szCs w:val="28"/>
        </w:rPr>
        <w:t xml:space="preserve">4. ПЕРЕЧЕНЬ ОСНОВНЫХ МЕРОПРИЯТИЙ </w:t>
      </w:r>
    </w:p>
    <w:p w:rsidR="00A506AC" w:rsidRDefault="00A506AC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A506AC" w:rsidRDefault="00A506AC" w:rsidP="00CC0414">
      <w:pPr>
        <w:jc w:val="center"/>
        <w:rPr>
          <w:b/>
          <w:szCs w:val="28"/>
        </w:rPr>
      </w:pPr>
    </w:p>
    <w:p w:rsidR="00A506AC" w:rsidRDefault="00A506AC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A506AC" w:rsidRPr="00500747" w:rsidTr="00AA7A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506AC" w:rsidRPr="00500747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6AC" w:rsidRPr="00500747" w:rsidRDefault="00A506AC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06AC" w:rsidRPr="00500747" w:rsidTr="00F872FB">
        <w:trPr>
          <w:cantSplit/>
          <w:trHeight w:val="1384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6AC" w:rsidRPr="00500747" w:rsidRDefault="00A506AC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506AC" w:rsidRDefault="00A506AC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A506AC" w:rsidRPr="00F872FB" w:rsidTr="00AA7A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6AC" w:rsidRPr="00F872FB" w:rsidRDefault="00A506AC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A506AC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6AC" w:rsidRDefault="00A506AC" w:rsidP="00015613">
            <w:pPr>
              <w:rPr>
                <w:sz w:val="24"/>
                <w:szCs w:val="24"/>
              </w:rPr>
            </w:pPr>
            <w:r w:rsidRPr="00A374D6">
              <w:rPr>
                <w:sz w:val="24"/>
                <w:szCs w:val="24"/>
              </w:rPr>
              <w:t>создание комфортных условий жизнедеятельности населения и формирование позитивного отношения к сельской местности и сельскому образу жизни</w:t>
            </w:r>
          </w:p>
          <w:p w:rsidR="00A506AC" w:rsidRPr="00A374D6" w:rsidRDefault="00A506AC" w:rsidP="00015613">
            <w:pPr>
              <w:rPr>
                <w:b/>
                <w:sz w:val="24"/>
                <w:szCs w:val="24"/>
              </w:rPr>
            </w:pPr>
          </w:p>
        </w:tc>
      </w:tr>
      <w:tr w:rsidR="00A506AC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6AC" w:rsidRPr="00A374D6" w:rsidRDefault="00A506AC" w:rsidP="0001561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374D6">
              <w:rPr>
                <w:rFonts w:ascii="Times New Roman" w:hAnsi="Times New Roman"/>
                <w:sz w:val="24"/>
                <w:szCs w:val="24"/>
              </w:rPr>
              <w:t>повышение уровня комплексного обустройства территории поселения объектами социальной и инженерной инфраструктуры</w:t>
            </w:r>
          </w:p>
          <w:p w:rsidR="00A506AC" w:rsidRPr="00A374D6" w:rsidRDefault="00A506AC" w:rsidP="0001561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6AC" w:rsidRPr="00B6573C" w:rsidTr="00AF49D2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72468C" w:rsidRDefault="00A506AC" w:rsidP="00AA7A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</w:t>
            </w:r>
            <w:r w:rsidRPr="004E0B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7385B">
              <w:rPr>
                <w:rFonts w:ascii="Times New Roman" w:hAnsi="Times New Roman"/>
              </w:rPr>
              <w:t>территории поселения объектами  инженерной инфраструктуры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F49D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06AC" w:rsidRPr="0072468C" w:rsidRDefault="00A506AC" w:rsidP="00AA7A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Улучшение </w:t>
            </w:r>
            <w:r w:rsidRPr="00515C57">
              <w:rPr>
                <w:rFonts w:ascii="Times New Roman" w:hAnsi="Times New Roman" w:cs="Times New Roman"/>
              </w:rPr>
              <w:t>условий жизнедеятельности населения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6AC" w:rsidRPr="00B6573C" w:rsidRDefault="00A506AC" w:rsidP="00AA7AF2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A506AC" w:rsidRPr="00B6573C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6AC" w:rsidRPr="00B6573C" w:rsidRDefault="00A506AC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A506AC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6AC" w:rsidRPr="00B6573C" w:rsidRDefault="00A506AC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A506AC" w:rsidRPr="00B6573C" w:rsidTr="00AA7AF2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A506AC" w:rsidRPr="00B6573C" w:rsidRDefault="00A506AC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06AC" w:rsidRPr="00B6573C" w:rsidTr="00AA7AF2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A506AC" w:rsidRPr="00B6573C" w:rsidRDefault="00A506AC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A506AC" w:rsidRDefault="00A506AC" w:rsidP="00EF6F81">
      <w:pPr>
        <w:jc w:val="center"/>
        <w:rPr>
          <w:szCs w:val="28"/>
        </w:rPr>
      </w:pPr>
    </w:p>
    <w:p w:rsidR="00A506AC" w:rsidRDefault="00A506AC" w:rsidP="00EF6F81">
      <w:pPr>
        <w:jc w:val="center"/>
        <w:rPr>
          <w:szCs w:val="28"/>
        </w:rPr>
        <w:sectPr w:rsidR="00A506AC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A506AC" w:rsidRPr="00484E94" w:rsidRDefault="00A506AC" w:rsidP="00842371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A506AC" w:rsidRPr="00484E94" w:rsidRDefault="00A506AC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A506AC" w:rsidRPr="00484E94" w:rsidRDefault="00A506AC" w:rsidP="00484E94">
      <w:pPr>
        <w:pStyle w:val="ConsPlusNormal0"/>
        <w:jc w:val="center"/>
        <w:rPr>
          <w:szCs w:val="28"/>
        </w:rPr>
      </w:pPr>
    </w:p>
    <w:p w:rsidR="00A506AC" w:rsidRPr="0016103B" w:rsidRDefault="00A506AC" w:rsidP="00F0726C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A506AC" w:rsidRPr="00484E94" w:rsidRDefault="00A506AC" w:rsidP="00F0726C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A506AC" w:rsidRDefault="00A506AC" w:rsidP="00484E94">
      <w:pPr>
        <w:jc w:val="both"/>
      </w:pPr>
    </w:p>
    <w:p w:rsidR="00A506AC" w:rsidRPr="00484E94" w:rsidRDefault="00A506AC" w:rsidP="00842371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A506AC" w:rsidRPr="00484E94" w:rsidRDefault="00A506AC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A506AC" w:rsidRPr="00484E94" w:rsidRDefault="00A506AC" w:rsidP="00484E94">
      <w:pPr>
        <w:pStyle w:val="ConsPlusNormal0"/>
        <w:jc w:val="both"/>
        <w:rPr>
          <w:szCs w:val="28"/>
        </w:rPr>
      </w:pPr>
    </w:p>
    <w:p w:rsidR="00A506AC" w:rsidRDefault="00A506AC" w:rsidP="00721B05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A506AC" w:rsidRDefault="00A506AC" w:rsidP="00721B05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A506AC" w:rsidRDefault="00A506AC" w:rsidP="00721B05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A506AC" w:rsidRDefault="00A506AC" w:rsidP="00721B05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A506AC" w:rsidRDefault="00A506AC" w:rsidP="00721B05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A506AC" w:rsidRDefault="00A506AC" w:rsidP="00721B05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A506AC" w:rsidRDefault="00A506AC" w:rsidP="00721B05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A506AC" w:rsidRDefault="00A506AC" w:rsidP="00721B05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A506AC" w:rsidRDefault="00A506AC" w:rsidP="00721B05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A506AC" w:rsidRDefault="00A506AC" w:rsidP="00721B05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A506AC" w:rsidRDefault="00A506AC" w:rsidP="00721B05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A506AC" w:rsidRDefault="00A506AC" w:rsidP="00721B05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A506AC" w:rsidRDefault="00A506AC" w:rsidP="00721B05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A506AC" w:rsidRDefault="00A506AC" w:rsidP="00721B05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A506AC" w:rsidRDefault="00A506AC" w:rsidP="00721B05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A506AC" w:rsidRDefault="00A506AC" w:rsidP="00721B05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A506AC" w:rsidRDefault="00A506AC" w:rsidP="00721B05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A506AC" w:rsidRDefault="00A506AC" w:rsidP="00721B05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A506AC" w:rsidRDefault="00A506AC" w:rsidP="00721B05">
      <w:pPr>
        <w:pStyle w:val="ConsPlusNormal0"/>
        <w:ind w:firstLine="709"/>
        <w:jc w:val="both"/>
      </w:pPr>
      <w:r>
        <w:t>Заказчик:</w:t>
      </w:r>
    </w:p>
    <w:p w:rsidR="00A506AC" w:rsidRDefault="00A506AC" w:rsidP="00721B05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721B05">
          <w:rPr>
            <w:rStyle w:val="Hyperlink"/>
            <w:color w:val="auto"/>
            <w:u w:val="none"/>
          </w:rPr>
          <w:t>закону</w:t>
        </w:r>
      </w:hyperlink>
      <w:r w:rsidRPr="00721B05">
        <w:t xml:space="preserve"> </w:t>
      </w:r>
      <w:r>
        <w:t>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A506AC" w:rsidRDefault="00A506AC" w:rsidP="00721B05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A506AC" w:rsidRDefault="00A506AC" w:rsidP="00721B05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A506AC" w:rsidRDefault="00A506AC" w:rsidP="00721B05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A506AC" w:rsidRDefault="00A506AC" w:rsidP="00721B05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A506AC" w:rsidRDefault="00A506AC" w:rsidP="00721B05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A506AC" w:rsidRDefault="00A506AC" w:rsidP="00721B05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721B05">
          <w:rPr>
            <w:rStyle w:val="Hyperlink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A506AC" w:rsidRDefault="00A506AC" w:rsidP="006E0053">
      <w:pPr>
        <w:rPr>
          <w:szCs w:val="28"/>
        </w:rPr>
      </w:pPr>
    </w:p>
    <w:p w:rsidR="00A506AC" w:rsidRDefault="00A506AC" w:rsidP="006E0053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A506AC" w:rsidRDefault="00A506AC" w:rsidP="006E0053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 Е.М. Зимина</w:t>
      </w:r>
    </w:p>
    <w:p w:rsidR="00A506AC" w:rsidRDefault="00A506AC" w:rsidP="00484E94">
      <w:pPr>
        <w:ind w:firstLine="709"/>
        <w:jc w:val="both"/>
        <w:rPr>
          <w:szCs w:val="28"/>
        </w:rPr>
      </w:pPr>
    </w:p>
    <w:p w:rsidR="00A506AC" w:rsidRDefault="00A506AC" w:rsidP="00010261">
      <w:pPr>
        <w:jc w:val="both"/>
        <w:rPr>
          <w:szCs w:val="28"/>
        </w:rPr>
        <w:sectPr w:rsidR="00A506AC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bookmarkStart w:id="0" w:name="_GoBack"/>
      <w:bookmarkEnd w:id="0"/>
    </w:p>
    <w:p w:rsidR="00A506AC" w:rsidRDefault="00A506AC" w:rsidP="001F5CA2">
      <w:pPr>
        <w:jc w:val="center"/>
        <w:rPr>
          <w:b/>
        </w:rPr>
      </w:pPr>
    </w:p>
    <w:sectPr w:rsidR="00A506AC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06AC" w:rsidRDefault="00A506AC" w:rsidP="00EF6F81">
      <w:r>
        <w:separator/>
      </w:r>
    </w:p>
  </w:endnote>
  <w:endnote w:type="continuationSeparator" w:id="0">
    <w:p w:rsidR="00A506AC" w:rsidRDefault="00A506AC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06AC" w:rsidRDefault="00A506AC" w:rsidP="00EF6F81">
      <w:r>
        <w:separator/>
      </w:r>
    </w:p>
  </w:footnote>
  <w:footnote w:type="continuationSeparator" w:id="0">
    <w:p w:rsidR="00A506AC" w:rsidRDefault="00A506AC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6AC" w:rsidRDefault="00A506AC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6AC" w:rsidRDefault="00A506AC">
    <w:pPr>
      <w:pStyle w:val="Header"/>
      <w:jc w:val="center"/>
    </w:pPr>
  </w:p>
  <w:p w:rsidR="00A506AC" w:rsidRDefault="00A506AC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A506AC" w:rsidRPr="005E024B" w:rsidRDefault="00A506AC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0329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A3BDC"/>
    <w:rsid w:val="001A617B"/>
    <w:rsid w:val="001B7870"/>
    <w:rsid w:val="001B7AD5"/>
    <w:rsid w:val="001D03CB"/>
    <w:rsid w:val="001D080B"/>
    <w:rsid w:val="001D1214"/>
    <w:rsid w:val="001D4E9D"/>
    <w:rsid w:val="001D7910"/>
    <w:rsid w:val="001E468C"/>
    <w:rsid w:val="001E7209"/>
    <w:rsid w:val="001F5CA2"/>
    <w:rsid w:val="001F7787"/>
    <w:rsid w:val="00205E2E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6858"/>
    <w:rsid w:val="002A7838"/>
    <w:rsid w:val="002B24B8"/>
    <w:rsid w:val="002B34B6"/>
    <w:rsid w:val="002B6B46"/>
    <w:rsid w:val="002C031E"/>
    <w:rsid w:val="002C7291"/>
    <w:rsid w:val="002D1729"/>
    <w:rsid w:val="002D2249"/>
    <w:rsid w:val="002D6BB0"/>
    <w:rsid w:val="002E03BF"/>
    <w:rsid w:val="002E291E"/>
    <w:rsid w:val="002E5323"/>
    <w:rsid w:val="002E62B4"/>
    <w:rsid w:val="002F47D3"/>
    <w:rsid w:val="00306055"/>
    <w:rsid w:val="0032047B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02B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360E9"/>
    <w:rsid w:val="004408E3"/>
    <w:rsid w:val="0044102D"/>
    <w:rsid w:val="00441A14"/>
    <w:rsid w:val="00441B89"/>
    <w:rsid w:val="00451FB0"/>
    <w:rsid w:val="00455355"/>
    <w:rsid w:val="00455F5C"/>
    <w:rsid w:val="0046097C"/>
    <w:rsid w:val="0046202F"/>
    <w:rsid w:val="00465E45"/>
    <w:rsid w:val="00467446"/>
    <w:rsid w:val="00470DA3"/>
    <w:rsid w:val="00472B1D"/>
    <w:rsid w:val="00473D12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3592"/>
    <w:rsid w:val="004D4038"/>
    <w:rsid w:val="004E0B9F"/>
    <w:rsid w:val="004E184B"/>
    <w:rsid w:val="004E2E8A"/>
    <w:rsid w:val="004E660F"/>
    <w:rsid w:val="004E7681"/>
    <w:rsid w:val="00500747"/>
    <w:rsid w:val="0050378D"/>
    <w:rsid w:val="005040C7"/>
    <w:rsid w:val="0050519C"/>
    <w:rsid w:val="00506C43"/>
    <w:rsid w:val="00510D19"/>
    <w:rsid w:val="00515C57"/>
    <w:rsid w:val="0053507E"/>
    <w:rsid w:val="0054045D"/>
    <w:rsid w:val="0054063E"/>
    <w:rsid w:val="005450A9"/>
    <w:rsid w:val="00547B81"/>
    <w:rsid w:val="0055229B"/>
    <w:rsid w:val="00553CFA"/>
    <w:rsid w:val="00571645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024B"/>
    <w:rsid w:val="005E3ACA"/>
    <w:rsid w:val="005E5E02"/>
    <w:rsid w:val="005E7A49"/>
    <w:rsid w:val="005F59AA"/>
    <w:rsid w:val="005F6D45"/>
    <w:rsid w:val="005F74CC"/>
    <w:rsid w:val="005F7AB0"/>
    <w:rsid w:val="00600FF4"/>
    <w:rsid w:val="00604B74"/>
    <w:rsid w:val="0060710A"/>
    <w:rsid w:val="00611F63"/>
    <w:rsid w:val="00614039"/>
    <w:rsid w:val="00617E6B"/>
    <w:rsid w:val="00623F1F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77984"/>
    <w:rsid w:val="00680018"/>
    <w:rsid w:val="00682340"/>
    <w:rsid w:val="0068329E"/>
    <w:rsid w:val="006976D8"/>
    <w:rsid w:val="00697A60"/>
    <w:rsid w:val="006C4020"/>
    <w:rsid w:val="006C6075"/>
    <w:rsid w:val="006C707C"/>
    <w:rsid w:val="006D0695"/>
    <w:rsid w:val="006D2BB7"/>
    <w:rsid w:val="006E0053"/>
    <w:rsid w:val="006E70C7"/>
    <w:rsid w:val="006E7309"/>
    <w:rsid w:val="006E7EDC"/>
    <w:rsid w:val="006F0022"/>
    <w:rsid w:val="006F3B7F"/>
    <w:rsid w:val="006F3DF6"/>
    <w:rsid w:val="006F4971"/>
    <w:rsid w:val="006F63DF"/>
    <w:rsid w:val="006F74BD"/>
    <w:rsid w:val="007009E5"/>
    <w:rsid w:val="00703AB9"/>
    <w:rsid w:val="007066D2"/>
    <w:rsid w:val="00707421"/>
    <w:rsid w:val="00710491"/>
    <w:rsid w:val="00721B05"/>
    <w:rsid w:val="0072468C"/>
    <w:rsid w:val="00734314"/>
    <w:rsid w:val="00741C5B"/>
    <w:rsid w:val="00741FA6"/>
    <w:rsid w:val="00745D1A"/>
    <w:rsid w:val="00753FD7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B7F31"/>
    <w:rsid w:val="007C014B"/>
    <w:rsid w:val="007C0819"/>
    <w:rsid w:val="007C0D6D"/>
    <w:rsid w:val="007C1B1B"/>
    <w:rsid w:val="007D037F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07A47"/>
    <w:rsid w:val="0081373F"/>
    <w:rsid w:val="00823140"/>
    <w:rsid w:val="00823D33"/>
    <w:rsid w:val="00824605"/>
    <w:rsid w:val="00827AAA"/>
    <w:rsid w:val="0083158E"/>
    <w:rsid w:val="00831B7E"/>
    <w:rsid w:val="00836DBA"/>
    <w:rsid w:val="00842371"/>
    <w:rsid w:val="0084599C"/>
    <w:rsid w:val="00845C4E"/>
    <w:rsid w:val="00846A87"/>
    <w:rsid w:val="00855115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7F0B"/>
    <w:rsid w:val="008D0849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63F6"/>
    <w:rsid w:val="00922A31"/>
    <w:rsid w:val="0092378A"/>
    <w:rsid w:val="0092688F"/>
    <w:rsid w:val="00936A41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0D42"/>
    <w:rsid w:val="00972A9E"/>
    <w:rsid w:val="0097458B"/>
    <w:rsid w:val="009745F9"/>
    <w:rsid w:val="009838F0"/>
    <w:rsid w:val="00984E2E"/>
    <w:rsid w:val="00986BB6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A03E7E"/>
    <w:rsid w:val="00A1507B"/>
    <w:rsid w:val="00A23788"/>
    <w:rsid w:val="00A30B42"/>
    <w:rsid w:val="00A30FFE"/>
    <w:rsid w:val="00A35B08"/>
    <w:rsid w:val="00A374D6"/>
    <w:rsid w:val="00A44BB5"/>
    <w:rsid w:val="00A46A72"/>
    <w:rsid w:val="00A46F5E"/>
    <w:rsid w:val="00A47DA3"/>
    <w:rsid w:val="00A506AC"/>
    <w:rsid w:val="00A56C25"/>
    <w:rsid w:val="00A57117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A7AF2"/>
    <w:rsid w:val="00AB1990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49D2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03D"/>
    <w:rsid w:val="00B32EB2"/>
    <w:rsid w:val="00B3403B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2508"/>
    <w:rsid w:val="00BC5DC4"/>
    <w:rsid w:val="00BC5EDF"/>
    <w:rsid w:val="00BD16FB"/>
    <w:rsid w:val="00BD5F4F"/>
    <w:rsid w:val="00BD6208"/>
    <w:rsid w:val="00BD6669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1DB9"/>
    <w:rsid w:val="00C53808"/>
    <w:rsid w:val="00C576C0"/>
    <w:rsid w:val="00C63CD9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1BC0"/>
    <w:rsid w:val="00D047A4"/>
    <w:rsid w:val="00D07253"/>
    <w:rsid w:val="00D13FB1"/>
    <w:rsid w:val="00D21B4F"/>
    <w:rsid w:val="00D2251E"/>
    <w:rsid w:val="00D22B17"/>
    <w:rsid w:val="00D247F5"/>
    <w:rsid w:val="00D341F7"/>
    <w:rsid w:val="00D34FE0"/>
    <w:rsid w:val="00D3506A"/>
    <w:rsid w:val="00D4255E"/>
    <w:rsid w:val="00D50A29"/>
    <w:rsid w:val="00D510F8"/>
    <w:rsid w:val="00D57F3E"/>
    <w:rsid w:val="00D65A5D"/>
    <w:rsid w:val="00D66DD0"/>
    <w:rsid w:val="00D7385B"/>
    <w:rsid w:val="00D74072"/>
    <w:rsid w:val="00D7588E"/>
    <w:rsid w:val="00D814EC"/>
    <w:rsid w:val="00D87827"/>
    <w:rsid w:val="00D91580"/>
    <w:rsid w:val="00D9235A"/>
    <w:rsid w:val="00DA07D9"/>
    <w:rsid w:val="00DA0DE0"/>
    <w:rsid w:val="00DA2C96"/>
    <w:rsid w:val="00DA4ED8"/>
    <w:rsid w:val="00DA5916"/>
    <w:rsid w:val="00DC605B"/>
    <w:rsid w:val="00DD1C2E"/>
    <w:rsid w:val="00DD49F6"/>
    <w:rsid w:val="00DD4ACC"/>
    <w:rsid w:val="00DD5F0A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44624"/>
    <w:rsid w:val="00E5079C"/>
    <w:rsid w:val="00E60BDE"/>
    <w:rsid w:val="00E70BC2"/>
    <w:rsid w:val="00E73688"/>
    <w:rsid w:val="00E746A1"/>
    <w:rsid w:val="00E802B2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510"/>
    <w:rsid w:val="00ED794E"/>
    <w:rsid w:val="00EE32AA"/>
    <w:rsid w:val="00EE5BAC"/>
    <w:rsid w:val="00EE5FCA"/>
    <w:rsid w:val="00EE6972"/>
    <w:rsid w:val="00EE7E4C"/>
    <w:rsid w:val="00EF687A"/>
    <w:rsid w:val="00EF6A40"/>
    <w:rsid w:val="00EF6F81"/>
    <w:rsid w:val="00F00398"/>
    <w:rsid w:val="00F00A4A"/>
    <w:rsid w:val="00F05B97"/>
    <w:rsid w:val="00F0726C"/>
    <w:rsid w:val="00F162F0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872FB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EE32AA"/>
    <w:rPr>
      <w:rFonts w:eastAsia="Times New Roman"/>
    </w:rPr>
  </w:style>
  <w:style w:type="character" w:styleId="Hyperlink">
    <w:name w:val="Hyperlink"/>
    <w:basedOn w:val="DefaultParagraphFont"/>
    <w:uiPriority w:val="99"/>
    <w:rsid w:val="00721B0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64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2128</TotalTime>
  <Pages>9</Pages>
  <Words>1465</Words>
  <Characters>8354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212</cp:revision>
  <cp:lastPrinted>2022-10-28T12:28:00Z</cp:lastPrinted>
  <dcterms:created xsi:type="dcterms:W3CDTF">2018-08-07T11:48:00Z</dcterms:created>
  <dcterms:modified xsi:type="dcterms:W3CDTF">2022-10-31T08:16:00Z</dcterms:modified>
</cp:coreProperties>
</file>