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2A79B8" w:rsidRPr="00C96AAF" w:rsidTr="00FD0C3A">
        <w:tc>
          <w:tcPr>
            <w:tcW w:w="8788" w:type="dxa"/>
          </w:tcPr>
          <w:p w:rsidR="002A79B8" w:rsidRPr="00C96AAF" w:rsidRDefault="002A79B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A79B8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A79B8" w:rsidRPr="000C1236" w:rsidRDefault="002A79B8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A79B8" w:rsidRPr="00C96AAF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A79B8" w:rsidRPr="006341E7" w:rsidRDefault="002A79B8" w:rsidP="003E51DA">
      <w:pPr>
        <w:ind w:firstLine="709"/>
        <w:rPr>
          <w:sz w:val="24"/>
          <w:szCs w:val="24"/>
        </w:rPr>
      </w:pP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«Обеспечение хозяйственного обслуживания администрации 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Старотитаровского сельского поселения Темрюкского района»  </w:t>
      </w:r>
    </w:p>
    <w:p w:rsidR="002A79B8" w:rsidRPr="000C41ED" w:rsidRDefault="002A79B8" w:rsidP="003E51DA">
      <w:pPr>
        <w:jc w:val="center"/>
        <w:rPr>
          <w:b/>
          <w:szCs w:val="28"/>
        </w:rPr>
      </w:pPr>
    </w:p>
    <w:p w:rsidR="002A79B8" w:rsidRPr="009E44C2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F61B26">
        <w:rPr>
          <w:b/>
          <w:szCs w:val="28"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2A79B8" w:rsidRDefault="002A79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1B47D8">
              <w:rPr>
                <w:szCs w:val="28"/>
              </w:rPr>
              <w:t xml:space="preserve">Организация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A79B8" w:rsidRPr="00741FC7" w:rsidRDefault="002A79B8" w:rsidP="00C67ABC">
            <w:pPr>
              <w:contextualSpacing/>
              <w:rPr>
                <w:szCs w:val="28"/>
              </w:rPr>
            </w:pPr>
            <w:r w:rsidRPr="00741FC7">
              <w:rPr>
                <w:szCs w:val="28"/>
              </w:rPr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2A79B8" w:rsidRPr="002940B0" w:rsidRDefault="002A79B8" w:rsidP="00C67ABC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E6490A">
              <w:rPr>
                <w:bCs/>
                <w:szCs w:val="28"/>
              </w:rPr>
              <w:t xml:space="preserve">предоставление автотранспортных услуг органам местного самоуправления </w:t>
            </w:r>
            <w:r>
              <w:rPr>
                <w:bCs/>
                <w:szCs w:val="28"/>
              </w:rPr>
              <w:t>Старотитаровского сельского поселения</w:t>
            </w:r>
            <w:r w:rsidRPr="00E6490A">
              <w:rPr>
                <w:bCs/>
                <w:szCs w:val="28"/>
              </w:rPr>
              <w:t xml:space="preserve"> Темрюкск</w:t>
            </w:r>
            <w:r>
              <w:rPr>
                <w:bCs/>
                <w:szCs w:val="28"/>
              </w:rPr>
              <w:t>ого</w:t>
            </w:r>
            <w:r w:rsidRPr="00E6490A">
              <w:rPr>
                <w:bCs/>
                <w:szCs w:val="28"/>
              </w:rPr>
              <w:t xml:space="preserve"> район</w:t>
            </w:r>
            <w:r>
              <w:rPr>
                <w:bCs/>
                <w:szCs w:val="28"/>
              </w:rPr>
              <w:t>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bCs/>
                <w:szCs w:val="28"/>
              </w:rPr>
            </w:pPr>
            <w:r w:rsidRPr="00AA5F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2A79B8" w:rsidRPr="00AA5F98" w:rsidRDefault="002A79B8" w:rsidP="00C67ABC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A79B8" w:rsidRPr="002503EF" w:rsidRDefault="002A79B8" w:rsidP="00C67AB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2A79B8" w:rsidRPr="009011B8" w:rsidRDefault="002A79B8" w:rsidP="00C67ABC">
            <w:pPr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A79B8" w:rsidRPr="002940B0" w:rsidRDefault="002A79B8" w:rsidP="00C67AB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8 676,5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58456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8 676,5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A79B8" w:rsidRPr="002940B0" w:rsidRDefault="002A79B8" w:rsidP="0058456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8 676,5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58456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8 676,5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14560" w:type="dxa"/>
            <w:gridSpan w:val="6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14560" w:type="dxa"/>
            <w:gridSpan w:val="6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Pr="00F61B26" w:rsidRDefault="002A79B8" w:rsidP="003E51DA">
      <w:pPr>
        <w:jc w:val="center"/>
        <w:rPr>
          <w:b/>
          <w:szCs w:val="28"/>
        </w:rPr>
      </w:pPr>
    </w:p>
    <w:p w:rsidR="002A79B8" w:rsidRPr="003E51DA" w:rsidRDefault="002A79B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A79B8" w:rsidRPr="00E764BE" w:rsidRDefault="002A79B8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A79B8" w:rsidRDefault="002A79B8" w:rsidP="007A6F08">
      <w:pPr>
        <w:jc w:val="center"/>
        <w:rPr>
          <w:b/>
          <w:szCs w:val="28"/>
        </w:rPr>
      </w:pPr>
    </w:p>
    <w:p w:rsidR="002A79B8" w:rsidRPr="00500747" w:rsidRDefault="002A79B8" w:rsidP="007A6F08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A79B8" w:rsidRPr="006635A4" w:rsidTr="00C67AB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A79B8" w:rsidRPr="009D244C" w:rsidRDefault="002A79B8">
      <w:pPr>
        <w:rPr>
          <w:sz w:val="6"/>
          <w:szCs w:val="6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A79B8" w:rsidRPr="006635A4" w:rsidTr="00C67AB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2A79B8" w:rsidRPr="004B3A75" w:rsidRDefault="002A79B8" w:rsidP="00C67ABC">
            <w:pPr>
              <w:rPr>
                <w:sz w:val="24"/>
                <w:szCs w:val="24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bCs/>
                <w:sz w:val="24"/>
                <w:szCs w:val="24"/>
              </w:rPr>
              <w:t xml:space="preserve">хозяйственное обеспечение органов местного самоуправления </w:t>
            </w:r>
            <w:r w:rsidRPr="004B3A75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</w:tr>
      <w:tr w:rsidR="002A79B8" w:rsidRPr="006635A4" w:rsidTr="00A4303C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  <w:bCs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A4303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8 129,5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58456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8 129,5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58456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left"/>
              <w:rPr>
                <w:rFonts w:ascii="Times New Roman" w:hAnsi="Times New Roman" w:cs="Times New Roman"/>
                <w:bCs/>
              </w:rPr>
            </w:pPr>
            <w:r w:rsidRPr="006635A4">
              <w:rPr>
                <w:rFonts w:ascii="Times New Roman" w:hAnsi="Times New Roman" w:cs="Times New Roman"/>
                <w:bCs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2A79B8" w:rsidRPr="006635A4" w:rsidRDefault="002A79B8" w:rsidP="00C67ABC"/>
        </w:tc>
      </w:tr>
      <w:tr w:rsidR="002A79B8" w:rsidRPr="006635A4" w:rsidTr="00102C3F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27229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2A79B8" w:rsidRPr="006635A4" w:rsidTr="00C67ABC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8 676,5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58456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275CA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8 676,5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58456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Default="002A79B8" w:rsidP="007A6F08">
      <w:pPr>
        <w:rPr>
          <w:sz w:val="24"/>
          <w:szCs w:val="24"/>
        </w:rPr>
        <w:sectPr w:rsidR="002A79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A79B8" w:rsidRPr="003E51DA" w:rsidRDefault="002A79B8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2A79B8" w:rsidRDefault="002A79B8" w:rsidP="003E51DA">
      <w:pPr>
        <w:pStyle w:val="ConsPlusNormal0"/>
        <w:ind w:firstLine="709"/>
        <w:jc w:val="both"/>
      </w:pPr>
    </w:p>
    <w:p w:rsidR="002A79B8" w:rsidRDefault="002A79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A79B8" w:rsidRDefault="002A79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A79B8" w:rsidRDefault="002A79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A79B8" w:rsidRDefault="002A79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A79B8" w:rsidRDefault="002A79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A79B8" w:rsidRDefault="002A79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A79B8" w:rsidRDefault="002A79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A79B8" w:rsidRDefault="002A79B8" w:rsidP="00EF6F81">
      <w:pPr>
        <w:jc w:val="center"/>
        <w:rPr>
          <w:b/>
        </w:rPr>
      </w:pPr>
    </w:p>
    <w:p w:rsidR="002A79B8" w:rsidRDefault="002A79B8" w:rsidP="00EF6F81">
      <w:pPr>
        <w:jc w:val="center"/>
        <w:rPr>
          <w:b/>
        </w:rPr>
      </w:pPr>
    </w:p>
    <w:p w:rsidR="002A79B8" w:rsidRDefault="002A79B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A79B8" w:rsidRDefault="002A79B8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A79B8" w:rsidRDefault="002A79B8" w:rsidP="00413494">
      <w:pPr>
        <w:jc w:val="both"/>
        <w:rPr>
          <w:b/>
        </w:rPr>
        <w:sectPr w:rsidR="002A79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A79B8" w:rsidRDefault="002A79B8" w:rsidP="00E6162A">
      <w:pPr>
        <w:jc w:val="center"/>
        <w:rPr>
          <w:b/>
        </w:rPr>
      </w:pPr>
    </w:p>
    <w:sectPr w:rsidR="002A79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9B8" w:rsidRDefault="002A79B8" w:rsidP="00EF6F81">
      <w:r>
        <w:separator/>
      </w:r>
    </w:p>
  </w:endnote>
  <w:endnote w:type="continuationSeparator" w:id="0">
    <w:p w:rsidR="002A79B8" w:rsidRDefault="002A79B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9B8" w:rsidRDefault="002A79B8" w:rsidP="00EF6F81">
      <w:r>
        <w:separator/>
      </w:r>
    </w:p>
  </w:footnote>
  <w:footnote w:type="continuationSeparator" w:id="0">
    <w:p w:rsidR="002A79B8" w:rsidRDefault="002A79B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9B8" w:rsidRDefault="002A79B8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9B8" w:rsidRDefault="002A79B8">
    <w:pPr>
      <w:pStyle w:val="Header"/>
      <w:jc w:val="center"/>
    </w:pPr>
  </w:p>
  <w:p w:rsidR="002A79B8" w:rsidRDefault="002A79B8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A79B8" w:rsidRPr="00C96AAF" w:rsidRDefault="002A79B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2C3F"/>
    <w:rsid w:val="00103E05"/>
    <w:rsid w:val="001050DD"/>
    <w:rsid w:val="001111E6"/>
    <w:rsid w:val="001143BB"/>
    <w:rsid w:val="001157F7"/>
    <w:rsid w:val="00115920"/>
    <w:rsid w:val="001278EC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6653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832"/>
    <w:rsid w:val="00244C9F"/>
    <w:rsid w:val="00244DC2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5CA5"/>
    <w:rsid w:val="00277CB3"/>
    <w:rsid w:val="00284AEB"/>
    <w:rsid w:val="002937AE"/>
    <w:rsid w:val="002940B0"/>
    <w:rsid w:val="00295EB1"/>
    <w:rsid w:val="002A1837"/>
    <w:rsid w:val="002A39F5"/>
    <w:rsid w:val="002A7838"/>
    <w:rsid w:val="002A79B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44F4"/>
    <w:rsid w:val="00345A6E"/>
    <w:rsid w:val="00347A6F"/>
    <w:rsid w:val="003547EA"/>
    <w:rsid w:val="003559DB"/>
    <w:rsid w:val="00357F42"/>
    <w:rsid w:val="00370473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519C"/>
    <w:rsid w:val="00505E42"/>
    <w:rsid w:val="00506C43"/>
    <w:rsid w:val="00510D19"/>
    <w:rsid w:val="00523530"/>
    <w:rsid w:val="0052551F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84566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553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303C"/>
    <w:rsid w:val="00A44BB5"/>
    <w:rsid w:val="00A47DA3"/>
    <w:rsid w:val="00A56C25"/>
    <w:rsid w:val="00A6113E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07AD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7ABC"/>
    <w:rsid w:val="00C71CC2"/>
    <w:rsid w:val="00C72F57"/>
    <w:rsid w:val="00C75EAF"/>
    <w:rsid w:val="00C76645"/>
    <w:rsid w:val="00C769C5"/>
    <w:rsid w:val="00C8136C"/>
    <w:rsid w:val="00C81A34"/>
    <w:rsid w:val="00C96AAF"/>
    <w:rsid w:val="00CA247E"/>
    <w:rsid w:val="00CA61D6"/>
    <w:rsid w:val="00CA63B2"/>
    <w:rsid w:val="00CA76C1"/>
    <w:rsid w:val="00CA7FC0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1D8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47FC"/>
    <w:rsid w:val="00E17C37"/>
    <w:rsid w:val="00E21615"/>
    <w:rsid w:val="00E23571"/>
    <w:rsid w:val="00E24387"/>
    <w:rsid w:val="00E26841"/>
    <w:rsid w:val="00E27B82"/>
    <w:rsid w:val="00E33916"/>
    <w:rsid w:val="00E43186"/>
    <w:rsid w:val="00E5079C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3909"/>
    <w:rsid w:val="00EB4962"/>
    <w:rsid w:val="00EB78CF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209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0DB6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F61B26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86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2109</TotalTime>
  <Pages>6</Pages>
  <Words>867</Words>
  <Characters>4944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215</cp:revision>
  <cp:lastPrinted>2022-10-19T08:28:00Z</cp:lastPrinted>
  <dcterms:created xsi:type="dcterms:W3CDTF">2018-08-07T11:48:00Z</dcterms:created>
  <dcterms:modified xsi:type="dcterms:W3CDTF">2022-10-19T08:29:00Z</dcterms:modified>
</cp:coreProperties>
</file>