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205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5963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3C75F8" w:rsidRDefault="00724B4C" w:rsidP="000123B5">
      <w:pPr>
        <w:jc w:val="center"/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724B4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24B4C" w:rsidRPr="000123B5" w:rsidRDefault="00724B4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724B4C" w:rsidRPr="000123B5" w:rsidRDefault="00724B4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0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Е.М. Зимина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B4C" w:rsidRDefault="00724B4C" w:rsidP="00EF6F81">
      <w:r>
        <w:separator/>
      </w:r>
    </w:p>
  </w:endnote>
  <w:endnote w:type="continuationSeparator" w:id="0">
    <w:p w:rsidR="00724B4C" w:rsidRDefault="00724B4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B4C" w:rsidRDefault="00724B4C" w:rsidP="00EF6F81">
      <w:r>
        <w:separator/>
      </w:r>
    </w:p>
  </w:footnote>
  <w:footnote w:type="continuationSeparator" w:id="0">
    <w:p w:rsidR="00724B4C" w:rsidRDefault="00724B4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>
    <w:pPr>
      <w:pStyle w:val="Header"/>
      <w:jc w:val="center"/>
    </w:pPr>
  </w:p>
  <w:p w:rsidR="00724B4C" w:rsidRDefault="00724B4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724B4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  <w:style w:type="character" w:styleId="Hyperlink">
    <w:name w:val="Hyperlink"/>
    <w:basedOn w:val="DefaultParagraphFont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2116</TotalTime>
  <Pages>8</Pages>
  <Words>1525</Words>
  <Characters>8694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203</cp:revision>
  <cp:lastPrinted>2021-06-11T06:36:00Z</cp:lastPrinted>
  <dcterms:created xsi:type="dcterms:W3CDTF">2018-08-07T11:48:00Z</dcterms:created>
  <dcterms:modified xsi:type="dcterms:W3CDTF">2022-10-31T07:26:00Z</dcterms:modified>
</cp:coreProperties>
</file>