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58277A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58277A" w:rsidRPr="00D91F7C" w:rsidRDefault="0058277A" w:rsidP="003A70A7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0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77A" w:rsidRDefault="0058277A" w:rsidP="00EF6F81">
      <w:r>
        <w:separator/>
      </w:r>
    </w:p>
  </w:endnote>
  <w:endnote w:type="continuationSeparator" w:id="0">
    <w:p w:rsidR="0058277A" w:rsidRDefault="0058277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77A" w:rsidRDefault="0058277A" w:rsidP="00EF6F81">
      <w:r>
        <w:separator/>
      </w:r>
    </w:p>
  </w:footnote>
  <w:footnote w:type="continuationSeparator" w:id="0">
    <w:p w:rsidR="0058277A" w:rsidRDefault="0058277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>
    <w:pPr>
      <w:pStyle w:val="Header"/>
      <w:jc w:val="center"/>
    </w:pPr>
  </w:p>
  <w:p w:rsidR="0058277A" w:rsidRDefault="0058277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58277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6</Pages>
  <Words>778</Words>
  <Characters>4436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2022-10-19T06:00:00Z</dcterms:modified>
</cp:coreProperties>
</file>