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5D21CF" w:rsidRPr="00064846" w:rsidTr="00064846">
        <w:tc>
          <w:tcPr>
            <w:tcW w:w="8934" w:type="dxa"/>
          </w:tcPr>
          <w:p w:rsidR="005D21CF" w:rsidRPr="00064846" w:rsidRDefault="005D21CF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D21CF" w:rsidRPr="00EE5BAC" w:rsidRDefault="005D21CF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5D21CF" w:rsidRPr="00EE5BAC" w:rsidRDefault="005D21CF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5D21CF" w:rsidRPr="00064846" w:rsidRDefault="005D21CF" w:rsidP="00A95EBA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2028</w:t>
            </w:r>
          </w:p>
        </w:tc>
      </w:tr>
    </w:tbl>
    <w:p w:rsidR="005D21CF" w:rsidRPr="00885C29" w:rsidRDefault="005D21CF" w:rsidP="001157F7"/>
    <w:p w:rsidR="005D21CF" w:rsidRDefault="005D21C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5D21CF" w:rsidRPr="00B71AE6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B71AE6">
        <w:rPr>
          <w:b/>
          <w:szCs w:val="28"/>
        </w:rPr>
        <w:t xml:space="preserve">«Формирование комфортной городской среды Старотитаровского сельского поселения </w:t>
      </w:r>
    </w:p>
    <w:p w:rsidR="005D21CF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B71AE6">
        <w:rPr>
          <w:b/>
          <w:szCs w:val="28"/>
        </w:rPr>
        <w:t>Темрюкского района»</w:t>
      </w:r>
    </w:p>
    <w:p w:rsidR="005D21CF" w:rsidRDefault="005D21CF" w:rsidP="001157F7">
      <w:pPr>
        <w:jc w:val="center"/>
        <w:rPr>
          <w:b/>
        </w:rPr>
      </w:pPr>
    </w:p>
    <w:p w:rsidR="005D21CF" w:rsidRDefault="005D21CF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5D21CF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950972" w:rsidRDefault="005D21C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D21CF" w:rsidRPr="00855115" w:rsidRDefault="005D21CF" w:rsidP="006F209F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D21CF" w:rsidRPr="00157189" w:rsidRDefault="005D21CF" w:rsidP="006F209F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5D21CF" w:rsidRPr="00190885" w:rsidRDefault="005D21CF" w:rsidP="006F209F">
            <w:pPr>
              <w:rPr>
                <w:b/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D21CF" w:rsidRPr="00190885" w:rsidRDefault="005D21CF" w:rsidP="006F209F">
            <w:pPr>
              <w:rPr>
                <w:b/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377333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780DA8">
              <w:rPr>
                <w:szCs w:val="28"/>
              </w:rPr>
              <w:t xml:space="preserve">овышение уровня благоустройства дворовых территорий </w:t>
            </w:r>
            <w:r>
              <w:rPr>
                <w:szCs w:val="28"/>
              </w:rPr>
              <w:t xml:space="preserve">и </w:t>
            </w:r>
            <w:r w:rsidRPr="00780DA8">
              <w:rPr>
                <w:szCs w:val="28"/>
              </w:rPr>
              <w:t>территорий общего пользования С</w:t>
            </w:r>
            <w:r>
              <w:rPr>
                <w:szCs w:val="28"/>
              </w:rPr>
              <w:t>таротитаровского</w:t>
            </w:r>
            <w:r w:rsidRPr="00780DA8">
              <w:rPr>
                <w:szCs w:val="28"/>
              </w:rPr>
              <w:t xml:space="preserve"> сельского поселения Темрюкского района </w:t>
            </w:r>
          </w:p>
          <w:p w:rsidR="005D21CF" w:rsidRPr="007B5B84" w:rsidRDefault="005D21CF" w:rsidP="00377333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7B5B84">
            <w:pPr>
              <w:rPr>
                <w:szCs w:val="28"/>
              </w:rPr>
            </w:pPr>
            <w:r>
              <w:rPr>
                <w:szCs w:val="28"/>
              </w:rPr>
              <w:t>обеспечение формирования единого облика Старотитаровского</w:t>
            </w:r>
            <w:r w:rsidRPr="00032902">
              <w:rPr>
                <w:szCs w:val="28"/>
              </w:rPr>
              <w:t xml:space="preserve"> сельского поселения Темрюкского района</w:t>
            </w:r>
          </w:p>
          <w:p w:rsidR="005D21CF" w:rsidRPr="004D1434" w:rsidRDefault="005D21CF" w:rsidP="007B5B84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AF50AE">
            <w:pPr>
              <w:contextualSpacing/>
            </w:pPr>
            <w:r w:rsidRPr="008F1F11">
              <w:t xml:space="preserve">разработка ПСД </w:t>
            </w:r>
            <w:r>
              <w:t>для б</w:t>
            </w:r>
            <w:r w:rsidRPr="008F1F11">
              <w:t>лагоустройств</w:t>
            </w:r>
            <w:r>
              <w:t>а</w:t>
            </w:r>
            <w:r w:rsidRPr="008F1F11">
              <w:t xml:space="preserve"> дворовой территории:</w:t>
            </w:r>
            <w:r>
              <w:t xml:space="preserve"> </w:t>
            </w:r>
            <w:r w:rsidRPr="008F1F11">
              <w:t>ст. Старотитаровская  ул. Комсомольская,95,93,11,19,17</w:t>
            </w:r>
          </w:p>
          <w:p w:rsidR="005D21CF" w:rsidRPr="008F1F11" w:rsidRDefault="005D21CF" w:rsidP="00AF50AE">
            <w:pPr>
              <w:contextualSpacing/>
            </w:pPr>
            <w:r w:rsidRPr="008F1F11">
              <w:t xml:space="preserve">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5D21CF" w:rsidRPr="00A46A72" w:rsidRDefault="005D21CF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Pr="00A46A72" w:rsidRDefault="005D21CF" w:rsidP="006F209F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5D21CF" w:rsidRPr="00190885" w:rsidRDefault="005D21CF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14560" w:type="dxa"/>
            <w:gridSpan w:val="6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14560" w:type="dxa"/>
            <w:gridSpan w:val="6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D21CF" w:rsidRDefault="005D21CF" w:rsidP="00EF6F81">
      <w:pPr>
        <w:jc w:val="center"/>
        <w:rPr>
          <w:szCs w:val="28"/>
        </w:rPr>
        <w:sectPr w:rsidR="005D21C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D21CF" w:rsidRDefault="005D21CF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5D21CF" w:rsidRDefault="005D21CF" w:rsidP="004C7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Default="005D21CF" w:rsidP="00914534">
      <w:pPr>
        <w:jc w:val="center"/>
      </w:pPr>
    </w:p>
    <w:p w:rsidR="005D21CF" w:rsidRDefault="005D21C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5D21CF" w:rsidRDefault="005D21CF" w:rsidP="00EF6F81">
      <w:pPr>
        <w:jc w:val="center"/>
        <w:rPr>
          <w:szCs w:val="28"/>
        </w:rPr>
      </w:pPr>
    </w:p>
    <w:p w:rsidR="005D21CF" w:rsidRDefault="005D21CF" w:rsidP="004C7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631DB2" w:rsidRDefault="005D21CF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5D21CF" w:rsidTr="006F209F">
        <w:tc>
          <w:tcPr>
            <w:tcW w:w="648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5D21CF" w:rsidTr="006F209F">
        <w:tc>
          <w:tcPr>
            <w:tcW w:w="648" w:type="dxa"/>
            <w:vMerge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5D21CF" w:rsidTr="006F209F">
        <w:tc>
          <w:tcPr>
            <w:tcW w:w="648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5D21CF" w:rsidTr="006F209F">
        <w:tc>
          <w:tcPr>
            <w:tcW w:w="648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5D21CF" w:rsidRDefault="005D21CF" w:rsidP="004C7833">
            <w:pPr>
              <w:contextualSpacing/>
            </w:pPr>
            <w:r w:rsidRPr="008F1F11">
              <w:t xml:space="preserve">разработка ПСД </w:t>
            </w:r>
            <w:r>
              <w:t>для б</w:t>
            </w:r>
            <w:r w:rsidRPr="008F1F11">
              <w:t>лагоустройств</w:t>
            </w:r>
            <w:r>
              <w:t>а</w:t>
            </w:r>
            <w:r w:rsidRPr="008F1F11">
              <w:t xml:space="preserve"> дворовой территории:</w:t>
            </w:r>
            <w:r>
              <w:t xml:space="preserve"> </w:t>
            </w:r>
            <w:r w:rsidRPr="008F1F11">
              <w:t>ст. Старотитаровская  ул. Комсомольская,95,93,11,19,17</w:t>
            </w:r>
          </w:p>
          <w:p w:rsidR="005D21CF" w:rsidRPr="00914534" w:rsidRDefault="005D21CF" w:rsidP="00914534">
            <w:pPr>
              <w:pStyle w:val="a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D21CF" w:rsidRPr="004C7833" w:rsidRDefault="005D21CF" w:rsidP="006F209F">
            <w:pPr>
              <w:jc w:val="center"/>
              <w:rPr>
                <w:szCs w:val="28"/>
              </w:rPr>
            </w:pPr>
            <w:r w:rsidRPr="004C7833"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5D21CF" w:rsidRPr="004C7833" w:rsidRDefault="005D21CF" w:rsidP="006F209F">
            <w:pPr>
              <w:jc w:val="center"/>
              <w:rPr>
                <w:szCs w:val="28"/>
              </w:rPr>
            </w:pPr>
            <w:r w:rsidRPr="004C7833">
              <w:rPr>
                <w:szCs w:val="28"/>
              </w:rPr>
              <w:t>1</w:t>
            </w:r>
          </w:p>
        </w:tc>
      </w:tr>
    </w:tbl>
    <w:p w:rsidR="005D21CF" w:rsidRPr="00A74297" w:rsidRDefault="005D21CF" w:rsidP="00225687">
      <w:pPr>
        <w:jc w:val="center"/>
        <w:rPr>
          <w:b/>
          <w:szCs w:val="28"/>
        </w:rPr>
      </w:pPr>
    </w:p>
    <w:p w:rsidR="005D21CF" w:rsidRPr="00225687" w:rsidRDefault="005D21CF">
      <w:pPr>
        <w:rPr>
          <w:sz w:val="6"/>
          <w:szCs w:val="6"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Pr="003C75F8" w:rsidRDefault="005D21CF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5D21CF" w:rsidRPr="003C75F8" w:rsidRDefault="005D21C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5D21CF" w:rsidRDefault="005D21CF" w:rsidP="004E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033748" w:rsidRDefault="005D21CF" w:rsidP="0042729A">
      <w:pPr>
        <w:jc w:val="center"/>
        <w:rPr>
          <w:b/>
          <w:bCs/>
          <w:szCs w:val="28"/>
        </w:rPr>
      </w:pPr>
    </w:p>
    <w:p w:rsidR="005D21CF" w:rsidRPr="00DC12AA" w:rsidRDefault="005D21CF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5D21CF" w:rsidRPr="00515088" w:rsidTr="006F209F">
        <w:tc>
          <w:tcPr>
            <w:tcW w:w="593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5D21CF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5D21CF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5D21CF" w:rsidRPr="002B3CEC" w:rsidRDefault="005D21CF" w:rsidP="002B3CEC">
            <w:pPr>
              <w:contextualSpacing/>
              <w:rPr>
                <w:sz w:val="24"/>
                <w:szCs w:val="24"/>
              </w:rPr>
            </w:pPr>
            <w:r w:rsidRPr="002B3CEC">
              <w:rPr>
                <w:sz w:val="24"/>
                <w:szCs w:val="24"/>
              </w:rPr>
              <w:t>разработка ПСД для благоустройства дворовой территории: ст. Старотитаровская  ул. Комсомольская,95,93,11,19,17</w:t>
            </w:r>
          </w:p>
          <w:p w:rsidR="005D21CF" w:rsidRPr="002B3CEC" w:rsidRDefault="005D21CF" w:rsidP="000319AE">
            <w:pPr>
              <w:pStyle w:val="a0"/>
            </w:pPr>
          </w:p>
        </w:tc>
        <w:tc>
          <w:tcPr>
            <w:tcW w:w="1220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5D21CF" w:rsidRPr="00A1675B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</w:t>
            </w:r>
            <w:r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8" w:type="dxa"/>
            <w:gridSpan w:val="2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я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5D21CF" w:rsidRPr="00515088" w:rsidRDefault="005D21CF" w:rsidP="00374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</w:tbl>
    <w:p w:rsidR="005D21CF" w:rsidRDefault="005D21CF" w:rsidP="0054045D">
      <w:pPr>
        <w:jc w:val="center"/>
        <w:rPr>
          <w:b/>
          <w:szCs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5D21CF" w:rsidRDefault="005D21CF" w:rsidP="00C87C28">
      <w:pPr>
        <w:ind w:firstLine="709"/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Default="005D21CF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5D21CF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D21CF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500747" w:rsidRDefault="005D21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1CF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500747" w:rsidRDefault="005D21C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21CF" w:rsidRDefault="005D21CF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5D21CF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4F3F4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5D21C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255F03" w:rsidRDefault="005D21CF" w:rsidP="00374795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 xml:space="preserve">повышение уровня благоустройства дворовых территорий и территорий общего пользования Старотитаровского сельского поселения Темрюкского района </w:t>
            </w:r>
          </w:p>
          <w:p w:rsidR="005D21CF" w:rsidRPr="00255F03" w:rsidRDefault="005D21CF" w:rsidP="00374795">
            <w:pPr>
              <w:rPr>
                <w:sz w:val="24"/>
                <w:szCs w:val="24"/>
              </w:rPr>
            </w:pPr>
          </w:p>
        </w:tc>
      </w:tr>
      <w:tr w:rsidR="005D21C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255F03" w:rsidRDefault="005D21CF" w:rsidP="00374795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>обеспечение формирования единого облика Старотитаровского сельского поселения Темрюкского района</w:t>
            </w:r>
          </w:p>
          <w:p w:rsidR="005D21CF" w:rsidRPr="00255F03" w:rsidRDefault="005D21CF" w:rsidP="00374795">
            <w:pPr>
              <w:rPr>
                <w:sz w:val="24"/>
                <w:szCs w:val="24"/>
              </w:rPr>
            </w:pPr>
          </w:p>
        </w:tc>
      </w:tr>
      <w:tr w:rsidR="005D21CF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72468C" w:rsidRDefault="005D21CF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</w:t>
            </w:r>
            <w:r w:rsidRPr="00255F03">
              <w:rPr>
                <w:rFonts w:ascii="Times New Roman" w:hAnsi="Times New Roman" w:cs="Times New Roman"/>
              </w:rPr>
              <w:t>дворовой территории: ст. Старотитаровская  ул. Комсомольская,95,93,11,19,17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F0200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1CF" w:rsidRPr="00A46040" w:rsidRDefault="005D21CF" w:rsidP="004F3F4C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D21CF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D21CF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5D21C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7930E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5D21C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7930E1">
              <w:rPr>
                <w:sz w:val="24"/>
                <w:szCs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1CF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5D21C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7930E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5D21C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7930E1">
              <w:rPr>
                <w:sz w:val="24"/>
                <w:szCs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D21CF" w:rsidRDefault="005D21CF" w:rsidP="00EF6F81">
      <w:pPr>
        <w:jc w:val="center"/>
        <w:rPr>
          <w:szCs w:val="28"/>
        </w:rPr>
      </w:pPr>
    </w:p>
    <w:p w:rsidR="005D21CF" w:rsidRDefault="005D21CF" w:rsidP="00EF6F81">
      <w:pPr>
        <w:jc w:val="center"/>
        <w:rPr>
          <w:szCs w:val="28"/>
        </w:rPr>
        <w:sectPr w:rsidR="005D21C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D21CF" w:rsidRPr="00484E94" w:rsidRDefault="005D21C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5D21CF" w:rsidRPr="00484E94" w:rsidRDefault="005D21C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5D21CF" w:rsidRPr="0016103B" w:rsidRDefault="005D21CF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5D21CF" w:rsidRPr="00484E94" w:rsidRDefault="005D21CF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5D21CF" w:rsidRDefault="005D21CF" w:rsidP="00484E94">
      <w:pPr>
        <w:jc w:val="both"/>
      </w:pPr>
    </w:p>
    <w:p w:rsidR="005D21CF" w:rsidRPr="00484E94" w:rsidRDefault="005D21C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5D21CF" w:rsidRPr="00484E94" w:rsidRDefault="005D21C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5D21CF" w:rsidRDefault="005D21CF" w:rsidP="00B568F8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5D21CF" w:rsidRDefault="005D21CF" w:rsidP="00B568F8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5D21CF" w:rsidRDefault="005D21CF" w:rsidP="00B568F8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5D21CF" w:rsidRDefault="005D21CF" w:rsidP="00B568F8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5D21CF" w:rsidRDefault="005D21CF" w:rsidP="00B568F8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5D21CF" w:rsidRDefault="005D21CF" w:rsidP="00B568F8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5D21CF" w:rsidRDefault="005D21CF" w:rsidP="00B568F8">
      <w:pPr>
        <w:pStyle w:val="ConsPlusNormal0"/>
        <w:ind w:firstLine="709"/>
        <w:jc w:val="both"/>
      </w:pPr>
      <w:r>
        <w:t>Заказчик:</w:t>
      </w:r>
    </w:p>
    <w:p w:rsidR="005D21CF" w:rsidRDefault="005D21CF" w:rsidP="00B568F8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568F8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D21CF" w:rsidRDefault="005D21CF" w:rsidP="00B568F8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5D21CF" w:rsidRDefault="005D21CF" w:rsidP="00B568F8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5D21CF" w:rsidRDefault="005D21CF" w:rsidP="00B568F8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5D21CF" w:rsidRDefault="005D21CF" w:rsidP="00B568F8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5D21CF" w:rsidRDefault="005D21CF" w:rsidP="00B568F8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568F8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5D21CF" w:rsidRDefault="005D21CF" w:rsidP="00B568F8">
      <w:pPr>
        <w:pStyle w:val="ConsPlusNormal0"/>
        <w:ind w:firstLine="709"/>
        <w:jc w:val="both"/>
      </w:pPr>
    </w:p>
    <w:p w:rsidR="005D21CF" w:rsidRDefault="005D21CF" w:rsidP="00484E94">
      <w:pPr>
        <w:ind w:firstLine="709"/>
        <w:jc w:val="both"/>
        <w:rPr>
          <w:szCs w:val="28"/>
        </w:rPr>
      </w:pPr>
    </w:p>
    <w:p w:rsidR="005D21CF" w:rsidRDefault="005D21C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5D21CF" w:rsidRDefault="005D21C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5D21CF" w:rsidRDefault="005D21CF" w:rsidP="00956CCE">
      <w:pPr>
        <w:rPr>
          <w:szCs w:val="28"/>
        </w:rPr>
        <w:sectPr w:rsidR="005D21C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Е.М. Зимина</w:t>
      </w:r>
    </w:p>
    <w:p w:rsidR="005D21CF" w:rsidRDefault="005D21CF" w:rsidP="001F5CA2">
      <w:pPr>
        <w:jc w:val="center"/>
        <w:rPr>
          <w:b/>
        </w:rPr>
      </w:pPr>
    </w:p>
    <w:sectPr w:rsidR="005D21C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1CF" w:rsidRDefault="005D21CF" w:rsidP="00EF6F81">
      <w:r>
        <w:separator/>
      </w:r>
    </w:p>
  </w:endnote>
  <w:endnote w:type="continuationSeparator" w:id="0">
    <w:p w:rsidR="005D21CF" w:rsidRDefault="005D21C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1CF" w:rsidRDefault="005D21CF" w:rsidP="00EF6F81">
      <w:r>
        <w:separator/>
      </w:r>
    </w:p>
  </w:footnote>
  <w:footnote w:type="continuationSeparator" w:id="0">
    <w:p w:rsidR="005D21CF" w:rsidRDefault="005D21C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1CF" w:rsidRDefault="005D21C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1CF" w:rsidRDefault="005D21CF">
    <w:pPr>
      <w:pStyle w:val="Header"/>
      <w:jc w:val="center"/>
    </w:pPr>
  </w:p>
  <w:p w:rsidR="005D21CF" w:rsidRDefault="005D21CF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D21CF" w:rsidRPr="00064846" w:rsidRDefault="005D21C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2902"/>
    <w:rsid w:val="00033748"/>
    <w:rsid w:val="000348BC"/>
    <w:rsid w:val="0003562F"/>
    <w:rsid w:val="00036BA0"/>
    <w:rsid w:val="00046F33"/>
    <w:rsid w:val="000520B4"/>
    <w:rsid w:val="0005300F"/>
    <w:rsid w:val="0005555B"/>
    <w:rsid w:val="00064043"/>
    <w:rsid w:val="00064846"/>
    <w:rsid w:val="000669A4"/>
    <w:rsid w:val="00067C9E"/>
    <w:rsid w:val="00073545"/>
    <w:rsid w:val="00082596"/>
    <w:rsid w:val="00084E42"/>
    <w:rsid w:val="000A1350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46BF0"/>
    <w:rsid w:val="00152459"/>
    <w:rsid w:val="0015265A"/>
    <w:rsid w:val="00153625"/>
    <w:rsid w:val="0015372F"/>
    <w:rsid w:val="00154016"/>
    <w:rsid w:val="00157189"/>
    <w:rsid w:val="0016103B"/>
    <w:rsid w:val="00162358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4075"/>
    <w:rsid w:val="001F5CA2"/>
    <w:rsid w:val="001F7787"/>
    <w:rsid w:val="00206FB6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5F03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B3CEC"/>
    <w:rsid w:val="002C031E"/>
    <w:rsid w:val="002C1AB2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1005"/>
    <w:rsid w:val="0037180A"/>
    <w:rsid w:val="003724CA"/>
    <w:rsid w:val="00374409"/>
    <w:rsid w:val="0037448A"/>
    <w:rsid w:val="00374795"/>
    <w:rsid w:val="00374C60"/>
    <w:rsid w:val="00376342"/>
    <w:rsid w:val="00377333"/>
    <w:rsid w:val="003816A8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C7833"/>
    <w:rsid w:val="004D1434"/>
    <w:rsid w:val="004D3592"/>
    <w:rsid w:val="004D4038"/>
    <w:rsid w:val="004D4F4B"/>
    <w:rsid w:val="004D61E7"/>
    <w:rsid w:val="004E17E9"/>
    <w:rsid w:val="004E184B"/>
    <w:rsid w:val="004E660F"/>
    <w:rsid w:val="004E7F3A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0485"/>
    <w:rsid w:val="0058240E"/>
    <w:rsid w:val="00595B9D"/>
    <w:rsid w:val="005A449E"/>
    <w:rsid w:val="005A684E"/>
    <w:rsid w:val="005A7953"/>
    <w:rsid w:val="005B3967"/>
    <w:rsid w:val="005B5962"/>
    <w:rsid w:val="005B7233"/>
    <w:rsid w:val="005B786B"/>
    <w:rsid w:val="005C4D2D"/>
    <w:rsid w:val="005C6C01"/>
    <w:rsid w:val="005D21CF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2141"/>
    <w:rsid w:val="006C4020"/>
    <w:rsid w:val="006C6075"/>
    <w:rsid w:val="006C707C"/>
    <w:rsid w:val="006D0695"/>
    <w:rsid w:val="006D2BB7"/>
    <w:rsid w:val="006E70C7"/>
    <w:rsid w:val="006E79C0"/>
    <w:rsid w:val="006E7EDC"/>
    <w:rsid w:val="006F0022"/>
    <w:rsid w:val="006F209F"/>
    <w:rsid w:val="006F3B7F"/>
    <w:rsid w:val="006F3DF6"/>
    <w:rsid w:val="006F4971"/>
    <w:rsid w:val="006F59B6"/>
    <w:rsid w:val="006F63DF"/>
    <w:rsid w:val="006F74BD"/>
    <w:rsid w:val="007009E5"/>
    <w:rsid w:val="007066D2"/>
    <w:rsid w:val="00707421"/>
    <w:rsid w:val="00710491"/>
    <w:rsid w:val="007132B9"/>
    <w:rsid w:val="0072468C"/>
    <w:rsid w:val="00734314"/>
    <w:rsid w:val="00740873"/>
    <w:rsid w:val="00741C5B"/>
    <w:rsid w:val="00741FA6"/>
    <w:rsid w:val="00745D1A"/>
    <w:rsid w:val="00756022"/>
    <w:rsid w:val="00760893"/>
    <w:rsid w:val="00780DA8"/>
    <w:rsid w:val="00782AE6"/>
    <w:rsid w:val="00783D2D"/>
    <w:rsid w:val="0078526C"/>
    <w:rsid w:val="007930E1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6AEF"/>
    <w:rsid w:val="007D794C"/>
    <w:rsid w:val="007E0D6B"/>
    <w:rsid w:val="007E2E61"/>
    <w:rsid w:val="007E3A7D"/>
    <w:rsid w:val="007E702A"/>
    <w:rsid w:val="007F00AE"/>
    <w:rsid w:val="007F1C06"/>
    <w:rsid w:val="007F20C1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7B84"/>
    <w:rsid w:val="00855115"/>
    <w:rsid w:val="00856E1E"/>
    <w:rsid w:val="00871B5F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1F11"/>
    <w:rsid w:val="009013AF"/>
    <w:rsid w:val="00904240"/>
    <w:rsid w:val="00910293"/>
    <w:rsid w:val="00914534"/>
    <w:rsid w:val="009159B4"/>
    <w:rsid w:val="0092378A"/>
    <w:rsid w:val="0092688F"/>
    <w:rsid w:val="00933EC2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6DEB"/>
    <w:rsid w:val="00A77D4F"/>
    <w:rsid w:val="00A811B2"/>
    <w:rsid w:val="00A84785"/>
    <w:rsid w:val="00A864D9"/>
    <w:rsid w:val="00A95EBA"/>
    <w:rsid w:val="00A96A8D"/>
    <w:rsid w:val="00AA0D84"/>
    <w:rsid w:val="00AA5C4B"/>
    <w:rsid w:val="00AA7594"/>
    <w:rsid w:val="00AB3427"/>
    <w:rsid w:val="00AB7E59"/>
    <w:rsid w:val="00AC26F6"/>
    <w:rsid w:val="00AC6410"/>
    <w:rsid w:val="00AC6F55"/>
    <w:rsid w:val="00AD7804"/>
    <w:rsid w:val="00AE09CA"/>
    <w:rsid w:val="00AE2B01"/>
    <w:rsid w:val="00AE7059"/>
    <w:rsid w:val="00AF1DE5"/>
    <w:rsid w:val="00AF3593"/>
    <w:rsid w:val="00AF35BD"/>
    <w:rsid w:val="00AF362F"/>
    <w:rsid w:val="00AF50AE"/>
    <w:rsid w:val="00B07228"/>
    <w:rsid w:val="00B11F4C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8F8"/>
    <w:rsid w:val="00B56C96"/>
    <w:rsid w:val="00B648BF"/>
    <w:rsid w:val="00B64B51"/>
    <w:rsid w:val="00B6573C"/>
    <w:rsid w:val="00B67874"/>
    <w:rsid w:val="00B71AE6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851"/>
    <w:rsid w:val="00C2162A"/>
    <w:rsid w:val="00C23387"/>
    <w:rsid w:val="00C32832"/>
    <w:rsid w:val="00C3292C"/>
    <w:rsid w:val="00C3496C"/>
    <w:rsid w:val="00C37BBE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83A31"/>
    <w:rsid w:val="00C87C28"/>
    <w:rsid w:val="00CA15C8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506A"/>
    <w:rsid w:val="00D37005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8785F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E00492"/>
    <w:rsid w:val="00E005C3"/>
    <w:rsid w:val="00E03A2A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53C46"/>
    <w:rsid w:val="00E60BDE"/>
    <w:rsid w:val="00E70BC2"/>
    <w:rsid w:val="00E7158C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C5F47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81"/>
    <w:rsid w:val="00F00398"/>
    <w:rsid w:val="00F00A4A"/>
    <w:rsid w:val="00F0200E"/>
    <w:rsid w:val="00F05B97"/>
    <w:rsid w:val="00F06456"/>
    <w:rsid w:val="00F111E6"/>
    <w:rsid w:val="00F13991"/>
    <w:rsid w:val="00F162F0"/>
    <w:rsid w:val="00F23492"/>
    <w:rsid w:val="00F31FEC"/>
    <w:rsid w:val="00F32117"/>
    <w:rsid w:val="00F36F38"/>
    <w:rsid w:val="00F36F5A"/>
    <w:rsid w:val="00F40ED6"/>
    <w:rsid w:val="00F43866"/>
    <w:rsid w:val="00F43926"/>
    <w:rsid w:val="00F441D3"/>
    <w:rsid w:val="00F465BE"/>
    <w:rsid w:val="00F466E4"/>
    <w:rsid w:val="00F47013"/>
    <w:rsid w:val="00F6235F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  <w:style w:type="character" w:styleId="Hyperlink">
    <w:name w:val="Hyperlink"/>
    <w:basedOn w:val="DefaultParagraphFont"/>
    <w:uiPriority w:val="99"/>
    <w:rsid w:val="00B568F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2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2292</TotalTime>
  <Pages>9</Pages>
  <Words>1491</Words>
  <Characters>8504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252</cp:revision>
  <cp:lastPrinted>2021-06-11T06:36:00Z</cp:lastPrinted>
  <dcterms:created xsi:type="dcterms:W3CDTF">2018-08-07T11:48:00Z</dcterms:created>
  <dcterms:modified xsi:type="dcterms:W3CDTF">2022-10-31T07:38:00Z</dcterms:modified>
</cp:coreProperties>
</file>