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7A28EF" w:rsidRPr="00064846" w:rsidTr="00064846">
        <w:tc>
          <w:tcPr>
            <w:tcW w:w="8934" w:type="dxa"/>
          </w:tcPr>
          <w:p w:rsidR="007A28EF" w:rsidRPr="00064846" w:rsidRDefault="007A28EF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7A28EF" w:rsidRPr="00EE5BAC" w:rsidRDefault="007A28EF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7A28EF" w:rsidRPr="00EE5BAC" w:rsidRDefault="007A28EF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A28EF" w:rsidRPr="00EE5BAC" w:rsidRDefault="007A28EF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A28EF" w:rsidRPr="00EE5BAC" w:rsidRDefault="007A28EF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A28EF" w:rsidRPr="00EE5BAC" w:rsidRDefault="007A28EF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A28EF" w:rsidRPr="00064846" w:rsidRDefault="007A28EF" w:rsidP="00515088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о</w:t>
            </w:r>
            <w:r w:rsidRPr="00EE5BAC">
              <w:rPr>
                <w:kern w:val="1"/>
                <w:szCs w:val="28"/>
                <w:lang w:eastAsia="zh-CN"/>
              </w:rPr>
              <w:t xml:space="preserve">т </w:t>
            </w:r>
            <w:r>
              <w:rPr>
                <w:kern w:val="1"/>
                <w:szCs w:val="28"/>
                <w:lang w:eastAsia="zh-CN"/>
              </w:rPr>
              <w:t xml:space="preserve">31.10.2022 г.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200</w:t>
            </w:r>
          </w:p>
        </w:tc>
      </w:tr>
    </w:tbl>
    <w:p w:rsidR="007A28EF" w:rsidRPr="00885C29" w:rsidRDefault="007A28EF" w:rsidP="001157F7"/>
    <w:p w:rsidR="007A28EF" w:rsidRDefault="007A28EF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A28EF" w:rsidRDefault="007A28EF" w:rsidP="002A17C9">
      <w:pPr>
        <w:jc w:val="center"/>
        <w:rPr>
          <w:b/>
          <w:color w:val="000000"/>
          <w:szCs w:val="28"/>
        </w:rPr>
      </w:pPr>
      <w:r w:rsidRPr="002A17C9">
        <w:rPr>
          <w:b/>
          <w:color w:val="000000"/>
          <w:szCs w:val="28"/>
        </w:rPr>
        <w:t>«Поддержка и развитие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 в Старотитаровском сельском поселении  Темрюкского района»</w:t>
      </w:r>
    </w:p>
    <w:p w:rsidR="007A28EF" w:rsidRPr="002A17C9" w:rsidRDefault="007A28EF" w:rsidP="002A17C9">
      <w:pPr>
        <w:jc w:val="center"/>
        <w:rPr>
          <w:b/>
          <w:szCs w:val="28"/>
        </w:rPr>
      </w:pPr>
    </w:p>
    <w:p w:rsidR="007A28EF" w:rsidRPr="00950972" w:rsidRDefault="007A28EF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A28EF" w:rsidRDefault="007A28EF" w:rsidP="002A17C9">
      <w:pPr>
        <w:jc w:val="center"/>
        <w:rPr>
          <w:b/>
          <w:color w:val="000000"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2A17C9">
        <w:rPr>
          <w:b/>
          <w:color w:val="000000"/>
          <w:szCs w:val="28"/>
        </w:rPr>
        <w:t>«Поддержка и развитие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 в Старотитаровском сельском поселении  Темрюкского района»</w:t>
      </w:r>
    </w:p>
    <w:p w:rsidR="007A28EF" w:rsidRDefault="007A28EF" w:rsidP="002A17C9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A28EF" w:rsidRPr="00855115" w:rsidRDefault="007A28EF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A28EF" w:rsidRDefault="007A28EF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7A28EF" w:rsidRPr="00157189" w:rsidRDefault="007A28EF" w:rsidP="006F209F">
            <w:pPr>
              <w:rPr>
                <w:szCs w:val="28"/>
              </w:rPr>
            </w:pP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A28EF" w:rsidRDefault="007A28EF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7A28EF" w:rsidRPr="00190885" w:rsidRDefault="007A28EF" w:rsidP="006F209F">
            <w:pPr>
              <w:rPr>
                <w:b/>
                <w:szCs w:val="28"/>
              </w:rPr>
            </w:pP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A28EF" w:rsidRDefault="007A28EF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7A28EF" w:rsidRPr="00190885" w:rsidRDefault="007A28EF" w:rsidP="006F209F">
            <w:pPr>
              <w:rPr>
                <w:b/>
                <w:szCs w:val="28"/>
              </w:rPr>
            </w:pP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A28EF" w:rsidRDefault="007A28EF" w:rsidP="006F209F">
            <w:pPr>
              <w:rPr>
                <w:szCs w:val="28"/>
              </w:rPr>
            </w:pPr>
            <w:r>
              <w:rPr>
                <w:szCs w:val="28"/>
              </w:rPr>
              <w:t>обеспечение благоприятных</w:t>
            </w:r>
            <w:r w:rsidRPr="00C47AFE">
              <w:rPr>
                <w:szCs w:val="28"/>
              </w:rPr>
              <w:t xml:space="preserve"> условий для развития малого и среднего предпринимательства и устойчивой деятельности существующих субъектов малого и среднего предпринимательства в </w:t>
            </w:r>
            <w:r>
              <w:rPr>
                <w:szCs w:val="28"/>
              </w:rPr>
              <w:t xml:space="preserve">Старотитаровском сельском поселении </w:t>
            </w:r>
            <w:r w:rsidRPr="00C47AFE">
              <w:rPr>
                <w:szCs w:val="28"/>
              </w:rPr>
              <w:t>Темрюкско</w:t>
            </w:r>
            <w:r>
              <w:rPr>
                <w:szCs w:val="28"/>
              </w:rPr>
              <w:t>го</w:t>
            </w:r>
            <w:r w:rsidRPr="00C47AFE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  <w:p w:rsidR="007A28EF" w:rsidRPr="00A56F12" w:rsidRDefault="007A28EF" w:rsidP="006F209F">
            <w:pPr>
              <w:rPr>
                <w:b/>
                <w:szCs w:val="28"/>
              </w:rPr>
            </w:pP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A28EF" w:rsidRDefault="007A28EF" w:rsidP="00B55542">
            <w:pPr>
              <w:rPr>
                <w:szCs w:val="28"/>
              </w:rPr>
            </w:pPr>
            <w:r>
              <w:rPr>
                <w:szCs w:val="28"/>
              </w:rPr>
              <w:t>пропаганда и популяризация предпринимательской деятельности</w:t>
            </w:r>
            <w:r w:rsidRPr="00C47AFE">
              <w:rPr>
                <w:szCs w:val="28"/>
              </w:rPr>
              <w:t xml:space="preserve"> в </w:t>
            </w:r>
            <w:r>
              <w:rPr>
                <w:szCs w:val="28"/>
              </w:rPr>
              <w:t xml:space="preserve">Старотитаровском сельском поселении </w:t>
            </w:r>
            <w:r w:rsidRPr="00C47AFE">
              <w:rPr>
                <w:szCs w:val="28"/>
              </w:rPr>
              <w:t>Темрюкско</w:t>
            </w:r>
            <w:r>
              <w:rPr>
                <w:szCs w:val="28"/>
              </w:rPr>
              <w:t>го</w:t>
            </w:r>
            <w:r w:rsidRPr="00C47AFE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  <w:p w:rsidR="007A28EF" w:rsidRPr="004D1434" w:rsidRDefault="007A28EF" w:rsidP="006F209F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A28EF" w:rsidRPr="008E147E" w:rsidRDefault="007A28EF" w:rsidP="00C76CC6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8E147E">
              <w:rPr>
                <w:rFonts w:ascii="Times New Roman" w:hAnsi="Times New Roman" w:cs="Times New Roman"/>
                <w:sz w:val="28"/>
                <w:szCs w:val="28"/>
              </w:rPr>
              <w:t xml:space="preserve">ествование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субъектов </w:t>
            </w:r>
            <w:r w:rsidRPr="008E147E">
              <w:rPr>
                <w:rFonts w:ascii="Times New Roman" w:hAnsi="Times New Roman" w:cs="Times New Roman"/>
                <w:sz w:val="28"/>
                <w:szCs w:val="28"/>
              </w:rPr>
              <w:t>малого предпринимательства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A28EF" w:rsidRPr="00A46A72" w:rsidRDefault="007A28EF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A28EF" w:rsidRPr="00A46A72" w:rsidRDefault="007A28EF" w:rsidP="006F209F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A28EF" w:rsidRPr="00190885" w:rsidRDefault="007A28EF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A28EF" w:rsidRPr="00190885" w:rsidRDefault="007A28E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A28EF" w:rsidRPr="00190885" w:rsidRDefault="007A28EF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A28EF" w:rsidRPr="00190885" w:rsidRDefault="007A28E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A28EF" w:rsidRPr="00190885" w:rsidRDefault="007A28E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A28EF" w:rsidRPr="00190885" w:rsidRDefault="007A28E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C76CC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A28EF" w:rsidRPr="008A6FA1" w:rsidTr="006F209F">
        <w:tc>
          <w:tcPr>
            <w:tcW w:w="14560" w:type="dxa"/>
            <w:gridSpan w:val="6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A28EF" w:rsidRPr="008A6FA1" w:rsidTr="006F209F">
        <w:tc>
          <w:tcPr>
            <w:tcW w:w="14560" w:type="dxa"/>
            <w:gridSpan w:val="6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</w:p>
        </w:tc>
      </w:tr>
      <w:tr w:rsidR="007A28EF" w:rsidRPr="008A6FA1" w:rsidTr="006F209F">
        <w:tc>
          <w:tcPr>
            <w:tcW w:w="6374" w:type="dxa"/>
          </w:tcPr>
          <w:p w:rsidR="007A28EF" w:rsidRPr="00190885" w:rsidRDefault="007A28EF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A28EF" w:rsidRPr="00190885" w:rsidRDefault="007A28E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A28EF" w:rsidRDefault="007A28EF" w:rsidP="00EF6F81">
      <w:pPr>
        <w:jc w:val="center"/>
        <w:rPr>
          <w:szCs w:val="28"/>
        </w:rPr>
        <w:sectPr w:rsidR="007A28EF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A28EF" w:rsidRDefault="007A28EF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A74297">
        <w:rPr>
          <w:b/>
          <w:szCs w:val="28"/>
        </w:rPr>
        <w:t>ЦЕЛЕВЫЕ ПОКАЗАТЕЛИ</w:t>
      </w:r>
    </w:p>
    <w:p w:rsidR="007A28EF" w:rsidRDefault="007A28EF" w:rsidP="002A17C9">
      <w:pPr>
        <w:jc w:val="center"/>
        <w:rPr>
          <w:b/>
          <w:color w:val="000000"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2A17C9">
        <w:rPr>
          <w:b/>
          <w:color w:val="000000"/>
          <w:szCs w:val="28"/>
        </w:rPr>
        <w:t>«Поддержка и развитие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 в Старотитаровском сельском поселении  Темрюкского района»</w:t>
      </w:r>
    </w:p>
    <w:p w:rsidR="007A28EF" w:rsidRPr="00C2162A" w:rsidRDefault="007A28EF" w:rsidP="008E147E">
      <w:pPr>
        <w:jc w:val="center"/>
        <w:rPr>
          <w:b/>
          <w:szCs w:val="28"/>
        </w:rPr>
      </w:pPr>
      <w:r>
        <w:rPr>
          <w:b/>
        </w:rPr>
        <w:t xml:space="preserve"> </w:t>
      </w:r>
    </w:p>
    <w:p w:rsidR="007A28EF" w:rsidRDefault="007A28EF" w:rsidP="00225687">
      <w:pPr>
        <w:ind w:firstLine="709"/>
        <w:jc w:val="both"/>
      </w:pPr>
    </w:p>
    <w:p w:rsidR="007A28EF" w:rsidRDefault="007A28EF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A28EF" w:rsidRDefault="007A28EF" w:rsidP="00EF6F81">
      <w:pPr>
        <w:jc w:val="center"/>
        <w:rPr>
          <w:szCs w:val="28"/>
        </w:rPr>
      </w:pPr>
    </w:p>
    <w:p w:rsidR="007A28EF" w:rsidRDefault="007A28EF" w:rsidP="002A17C9">
      <w:pPr>
        <w:jc w:val="center"/>
        <w:rPr>
          <w:b/>
          <w:color w:val="000000"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2A17C9">
        <w:rPr>
          <w:b/>
          <w:color w:val="000000"/>
          <w:szCs w:val="28"/>
        </w:rPr>
        <w:t>«Поддержка и развитие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 в Старотитаровском сельском поселении  Темрюкского района»</w:t>
      </w:r>
    </w:p>
    <w:p w:rsidR="007A28EF" w:rsidRPr="00631DB2" w:rsidRDefault="007A28EF" w:rsidP="00515088">
      <w:pPr>
        <w:tabs>
          <w:tab w:val="left" w:pos="4264"/>
        </w:tabs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7A28EF" w:rsidTr="006F209F">
        <w:tc>
          <w:tcPr>
            <w:tcW w:w="648" w:type="dxa"/>
            <w:vMerge w:val="restart"/>
            <w:vAlign w:val="center"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7A28EF" w:rsidRPr="00AC26F6" w:rsidRDefault="007A28EF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A28EF" w:rsidRPr="00AC26F6" w:rsidRDefault="007A28EF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A28EF" w:rsidTr="006F209F">
        <w:tc>
          <w:tcPr>
            <w:tcW w:w="648" w:type="dxa"/>
            <w:vMerge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7A28EF" w:rsidRPr="00AC26F6" w:rsidRDefault="007A28EF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A28EF" w:rsidRPr="00AC26F6" w:rsidRDefault="007A28EF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7A28EF" w:rsidTr="006F209F">
        <w:tc>
          <w:tcPr>
            <w:tcW w:w="648" w:type="dxa"/>
          </w:tcPr>
          <w:p w:rsidR="007A28EF" w:rsidRPr="00AC26F6" w:rsidRDefault="007A28EF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A28EF" w:rsidRPr="00AC26F6" w:rsidRDefault="007A28EF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7A28EF" w:rsidRPr="00AC26F6" w:rsidRDefault="007A28EF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A28EF" w:rsidRPr="00AC26F6" w:rsidRDefault="007A28EF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7A28EF" w:rsidRPr="00AC26F6" w:rsidRDefault="007A28EF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7A28EF" w:rsidRPr="00AC26F6" w:rsidRDefault="007A28EF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A28EF" w:rsidTr="006F209F">
        <w:tc>
          <w:tcPr>
            <w:tcW w:w="648" w:type="dxa"/>
            <w:vAlign w:val="center"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7A28EF" w:rsidRPr="008903E0" w:rsidRDefault="007A28EF" w:rsidP="008903E0">
            <w:pPr>
              <w:pStyle w:val="a0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Pr="008E147E">
              <w:rPr>
                <w:rFonts w:ascii="Times New Roman" w:hAnsi="Times New Roman" w:cs="Times New Roman"/>
                <w:sz w:val="28"/>
                <w:szCs w:val="28"/>
              </w:rPr>
              <w:t xml:space="preserve">ествование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субъектов </w:t>
            </w:r>
            <w:r w:rsidRPr="008E147E">
              <w:rPr>
                <w:rFonts w:ascii="Times New Roman" w:hAnsi="Times New Roman" w:cs="Times New Roman"/>
                <w:sz w:val="28"/>
                <w:szCs w:val="28"/>
              </w:rPr>
              <w:t>малого предпринимательства</w:t>
            </w:r>
          </w:p>
        </w:tc>
        <w:tc>
          <w:tcPr>
            <w:tcW w:w="1620" w:type="dxa"/>
            <w:vAlign w:val="center"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2160" w:type="dxa"/>
            <w:vAlign w:val="center"/>
          </w:tcPr>
          <w:p w:rsidR="007A28EF" w:rsidRPr="00AC26F6" w:rsidRDefault="007A28E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</w:tbl>
    <w:p w:rsidR="007A28EF" w:rsidRPr="00A74297" w:rsidRDefault="007A28EF" w:rsidP="00225687">
      <w:pPr>
        <w:jc w:val="center"/>
        <w:rPr>
          <w:b/>
          <w:szCs w:val="28"/>
        </w:rPr>
      </w:pPr>
    </w:p>
    <w:p w:rsidR="007A28EF" w:rsidRPr="00225687" w:rsidRDefault="007A28EF">
      <w:pPr>
        <w:rPr>
          <w:sz w:val="6"/>
          <w:szCs w:val="6"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Default="007A28EF" w:rsidP="0054045D">
      <w:pPr>
        <w:pStyle w:val="ConsPlusNormal0"/>
        <w:jc w:val="center"/>
        <w:rPr>
          <w:b/>
        </w:rPr>
      </w:pPr>
    </w:p>
    <w:p w:rsidR="007A28EF" w:rsidRPr="003C75F8" w:rsidRDefault="007A28EF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7A28EF" w:rsidRPr="003C75F8" w:rsidRDefault="007A28EF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7A28EF" w:rsidRDefault="007A28EF" w:rsidP="002A17C9">
      <w:pPr>
        <w:jc w:val="center"/>
        <w:rPr>
          <w:b/>
          <w:color w:val="000000"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2A17C9">
        <w:rPr>
          <w:b/>
          <w:color w:val="000000"/>
          <w:szCs w:val="28"/>
        </w:rPr>
        <w:t>«Поддержка и развитие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 в Старотитаровском сельском поселении  Темрюкского района»</w:t>
      </w:r>
    </w:p>
    <w:p w:rsidR="007A28EF" w:rsidRPr="00F36F5A" w:rsidRDefault="007A28EF" w:rsidP="000319AE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</w:p>
    <w:p w:rsidR="007A28EF" w:rsidRPr="003C75F8" w:rsidRDefault="007A28EF" w:rsidP="0054045D">
      <w:pPr>
        <w:pStyle w:val="ConsPlusNormal0"/>
        <w:jc w:val="center"/>
        <w:rPr>
          <w:b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7A28EF" w:rsidRPr="00515088" w:rsidTr="006F209F">
        <w:tc>
          <w:tcPr>
            <w:tcW w:w="593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7A28EF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7A28EF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7A28EF" w:rsidRPr="00D91BFA" w:rsidRDefault="007A28EF" w:rsidP="000319AE">
            <w:pPr>
              <w:pStyle w:val="a0"/>
            </w:pPr>
            <w:r w:rsidRPr="00D91BFA">
              <w:rPr>
                <w:rFonts w:ascii="Times New Roman" w:hAnsi="Times New Roman" w:cs="Times New Roman"/>
              </w:rPr>
              <w:t>чествование субъектов малого предпринимательства</w:t>
            </w:r>
          </w:p>
        </w:tc>
        <w:tc>
          <w:tcPr>
            <w:tcW w:w="1220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7A28EF" w:rsidRPr="00515088" w:rsidRDefault="007A28E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7A28EF" w:rsidRDefault="007A28EF" w:rsidP="0054045D">
      <w:pPr>
        <w:jc w:val="center"/>
        <w:rPr>
          <w:b/>
          <w:szCs w:val="28"/>
        </w:rPr>
      </w:pPr>
    </w:p>
    <w:p w:rsidR="007A28EF" w:rsidRPr="003C75F8" w:rsidRDefault="007A28EF" w:rsidP="0054045D">
      <w:pPr>
        <w:jc w:val="center"/>
        <w:rPr>
          <w:b/>
          <w:szCs w:val="28"/>
        </w:rPr>
      </w:pPr>
    </w:p>
    <w:p w:rsidR="007A28EF" w:rsidRPr="0054045D" w:rsidRDefault="007A28EF">
      <w:pPr>
        <w:rPr>
          <w:sz w:val="6"/>
          <w:szCs w:val="6"/>
        </w:rPr>
      </w:pPr>
    </w:p>
    <w:p w:rsidR="007A28EF" w:rsidRDefault="007A28EF" w:rsidP="00FA1A72">
      <w:pPr>
        <w:jc w:val="both"/>
        <w:rPr>
          <w:szCs w:val="28"/>
        </w:rPr>
      </w:pPr>
    </w:p>
    <w:p w:rsidR="007A28EF" w:rsidRDefault="007A28EF" w:rsidP="00FA1A72">
      <w:pPr>
        <w:jc w:val="both"/>
        <w:rPr>
          <w:szCs w:val="28"/>
        </w:rPr>
      </w:pPr>
    </w:p>
    <w:p w:rsidR="007A28EF" w:rsidRDefault="007A28EF" w:rsidP="00FA1A72">
      <w:pPr>
        <w:jc w:val="both"/>
        <w:rPr>
          <w:szCs w:val="28"/>
        </w:rPr>
      </w:pPr>
    </w:p>
    <w:p w:rsidR="007A28EF" w:rsidRDefault="007A28EF" w:rsidP="00FA1A72">
      <w:pPr>
        <w:jc w:val="both"/>
        <w:rPr>
          <w:szCs w:val="28"/>
        </w:rPr>
      </w:pPr>
    </w:p>
    <w:p w:rsidR="007A28EF" w:rsidRDefault="007A28EF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t xml:space="preserve">4. ПЕРЕЧЕНЬ ОСНОВНЫХ МЕРОПРИЯТИЙ </w:t>
      </w:r>
    </w:p>
    <w:p w:rsidR="007A28EF" w:rsidRDefault="007A28EF" w:rsidP="002A17C9">
      <w:pPr>
        <w:jc w:val="center"/>
        <w:rPr>
          <w:b/>
          <w:color w:val="000000"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2A17C9">
        <w:rPr>
          <w:b/>
          <w:color w:val="000000"/>
          <w:szCs w:val="28"/>
        </w:rPr>
        <w:t>«Поддержка и развитие малого и среднего предпринимательства, физических лиц, не являющихся индивидуальными предпринимателями и применяющих специальный налоговый режим «налог на профессиональный доход» в Старотитаровском сельском поселении  Темрюкского района»</w:t>
      </w:r>
    </w:p>
    <w:p w:rsidR="007A28EF" w:rsidRPr="00C2162A" w:rsidRDefault="007A28EF" w:rsidP="004163DD">
      <w:pPr>
        <w:jc w:val="center"/>
        <w:rPr>
          <w:b/>
          <w:szCs w:val="28"/>
        </w:rPr>
      </w:pPr>
    </w:p>
    <w:p w:rsidR="007A28EF" w:rsidRDefault="007A28EF" w:rsidP="00CC0414">
      <w:pPr>
        <w:jc w:val="center"/>
        <w:rPr>
          <w:b/>
          <w:szCs w:val="28"/>
        </w:rPr>
      </w:pPr>
    </w:p>
    <w:p w:rsidR="007A28EF" w:rsidRDefault="007A28EF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7A28EF" w:rsidRPr="00500747" w:rsidTr="006F209F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7A28EF" w:rsidRPr="00500747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8EF" w:rsidRPr="00500747" w:rsidRDefault="007A28EF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8EF" w:rsidRPr="00500747" w:rsidTr="006F209F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8EF" w:rsidRPr="00500747" w:rsidRDefault="007A28EF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A28EF" w:rsidRDefault="007A28EF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7A28EF" w:rsidRPr="00500747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500747" w:rsidRDefault="007A28EF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8EF" w:rsidRPr="00500747" w:rsidRDefault="007A28EF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7A28EF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8EF" w:rsidRDefault="007A28EF" w:rsidP="006F209F">
            <w:pPr>
              <w:rPr>
                <w:sz w:val="24"/>
                <w:szCs w:val="24"/>
              </w:rPr>
            </w:pPr>
            <w:r w:rsidRPr="004163DD">
              <w:rPr>
                <w:sz w:val="24"/>
                <w:szCs w:val="24"/>
              </w:rPr>
              <w:t>обеспечение благоприятных условий для развития малого и среднего предпринимательства и устойчивой деятельности существующих субъектов малого и среднего предпринимательства в Старотитаровском сельском поселении Темрюкского района</w:t>
            </w:r>
          </w:p>
          <w:p w:rsidR="007A28EF" w:rsidRPr="0072468C" w:rsidRDefault="007A28EF" w:rsidP="006F209F"/>
        </w:tc>
      </w:tr>
      <w:tr w:rsidR="007A28EF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8EF" w:rsidRPr="004163DD" w:rsidRDefault="007A28EF" w:rsidP="004163DD">
            <w:pPr>
              <w:rPr>
                <w:sz w:val="24"/>
                <w:szCs w:val="24"/>
              </w:rPr>
            </w:pPr>
            <w:r w:rsidRPr="004163DD">
              <w:rPr>
                <w:sz w:val="24"/>
                <w:szCs w:val="24"/>
              </w:rPr>
              <w:t>пропаганда и популяризация предпринимательской деятельности в Старотитаровском сельском поселении Темрюкского района</w:t>
            </w:r>
          </w:p>
          <w:p w:rsidR="007A28EF" w:rsidRPr="004163DD" w:rsidRDefault="007A28EF" w:rsidP="006F209F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8EF" w:rsidRPr="00B6573C" w:rsidTr="006F209F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4163DD" w:rsidRDefault="007A28EF" w:rsidP="004163DD">
            <w:pPr>
              <w:rPr>
                <w:sz w:val="24"/>
                <w:szCs w:val="24"/>
              </w:rPr>
            </w:pPr>
            <w:r w:rsidRPr="004163DD">
              <w:rPr>
                <w:sz w:val="24"/>
                <w:szCs w:val="24"/>
              </w:rPr>
              <w:t>Мероприятия по чествованию предпринимателей Старотитаровского сельского поселения Темрюкского района</w:t>
            </w:r>
          </w:p>
          <w:p w:rsidR="007A28EF" w:rsidRPr="0072468C" w:rsidRDefault="007A28EF" w:rsidP="006F209F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8EF" w:rsidRPr="004163DD" w:rsidRDefault="007A28EF" w:rsidP="004163DD">
            <w:pPr>
              <w:rPr>
                <w:sz w:val="24"/>
                <w:szCs w:val="24"/>
              </w:rPr>
            </w:pPr>
            <w:r w:rsidRPr="004163DD">
              <w:rPr>
                <w:sz w:val="24"/>
                <w:szCs w:val="24"/>
              </w:rPr>
              <w:t>популяризация предпринимательской деятельности в Старотитаровском сельском поселении Темрюкского района</w:t>
            </w:r>
          </w:p>
          <w:p w:rsidR="007A28EF" w:rsidRPr="0072468C" w:rsidRDefault="007A28EF" w:rsidP="006F209F">
            <w:pPr>
              <w:pStyle w:val="a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8EF" w:rsidRPr="00B6573C" w:rsidRDefault="007A28EF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7A28EF" w:rsidRPr="00B6573C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28EF" w:rsidRPr="00B6573C" w:rsidRDefault="007A28E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7A28EF" w:rsidRPr="00B6573C" w:rsidTr="000319AE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0319AE" w:rsidRDefault="007A28EF" w:rsidP="000319AE">
            <w:pPr>
              <w:jc w:val="center"/>
              <w:rPr>
                <w:sz w:val="24"/>
                <w:szCs w:val="24"/>
              </w:rPr>
            </w:pPr>
            <w:r w:rsidRPr="000319A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0319AE" w:rsidRDefault="007A28EF" w:rsidP="000319AE">
            <w:pPr>
              <w:jc w:val="center"/>
              <w:rPr>
                <w:sz w:val="24"/>
                <w:szCs w:val="24"/>
              </w:rPr>
            </w:pPr>
            <w:r w:rsidRPr="000319A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7A28EF" w:rsidRPr="00B6573C" w:rsidRDefault="007A28E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28EF" w:rsidRPr="00B6573C" w:rsidTr="000319AE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0319AE" w:rsidRDefault="007A28EF" w:rsidP="000319AE">
            <w:pPr>
              <w:jc w:val="center"/>
              <w:rPr>
                <w:sz w:val="24"/>
                <w:szCs w:val="24"/>
              </w:rPr>
            </w:pPr>
            <w:r w:rsidRPr="000319A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0319AE" w:rsidRDefault="007A28EF" w:rsidP="000319AE">
            <w:pPr>
              <w:jc w:val="center"/>
              <w:rPr>
                <w:sz w:val="24"/>
                <w:szCs w:val="24"/>
              </w:rPr>
            </w:pPr>
            <w:r w:rsidRPr="000319A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8EF" w:rsidRPr="00B6573C" w:rsidRDefault="007A28EF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8EF" w:rsidRPr="00B6573C" w:rsidRDefault="007A28E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7A28EF" w:rsidRPr="00B6573C" w:rsidRDefault="007A28EF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7A28EF" w:rsidRDefault="007A28EF" w:rsidP="00EF6F81">
      <w:pPr>
        <w:jc w:val="center"/>
        <w:rPr>
          <w:szCs w:val="28"/>
        </w:rPr>
      </w:pPr>
    </w:p>
    <w:p w:rsidR="007A28EF" w:rsidRDefault="007A28EF" w:rsidP="00EF6F81">
      <w:pPr>
        <w:jc w:val="center"/>
        <w:rPr>
          <w:szCs w:val="28"/>
        </w:rPr>
        <w:sectPr w:rsidR="007A28EF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A28EF" w:rsidRPr="00484E94" w:rsidRDefault="007A28EF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A28EF" w:rsidRPr="00484E94" w:rsidRDefault="007A28E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A28EF" w:rsidRPr="0016103B" w:rsidRDefault="007A28EF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A28EF" w:rsidRPr="00484E94" w:rsidRDefault="007A28EF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7A28EF" w:rsidRDefault="007A28EF" w:rsidP="00484E94">
      <w:pPr>
        <w:jc w:val="both"/>
      </w:pPr>
    </w:p>
    <w:p w:rsidR="007A28EF" w:rsidRPr="00484E94" w:rsidRDefault="007A28EF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A28EF" w:rsidRPr="00484E94" w:rsidRDefault="007A28E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A28EF" w:rsidRDefault="007A28EF" w:rsidP="00594C98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A28EF" w:rsidRDefault="007A28EF" w:rsidP="00594C98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7A28EF" w:rsidRDefault="007A28EF" w:rsidP="00594C98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A28EF" w:rsidRDefault="007A28EF" w:rsidP="00594C98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7A28EF" w:rsidRDefault="007A28EF" w:rsidP="00594C98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7A28EF" w:rsidRDefault="007A28EF" w:rsidP="00594C98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A28EF" w:rsidRDefault="007A28EF" w:rsidP="00594C98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A28EF" w:rsidRDefault="007A28EF" w:rsidP="00594C98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7A28EF" w:rsidRDefault="007A28EF" w:rsidP="00594C98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7A28EF" w:rsidRDefault="007A28EF" w:rsidP="00594C98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A28EF" w:rsidRDefault="007A28EF" w:rsidP="00594C98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A28EF" w:rsidRDefault="007A28EF" w:rsidP="00594C98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7A28EF" w:rsidRDefault="007A28EF" w:rsidP="00594C98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A28EF" w:rsidRDefault="007A28EF" w:rsidP="00594C98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A28EF" w:rsidRDefault="007A28EF" w:rsidP="00594C98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7A28EF" w:rsidRDefault="007A28EF" w:rsidP="00594C98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7A28EF" w:rsidRDefault="007A28EF" w:rsidP="00594C98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7A28EF" w:rsidRDefault="007A28EF" w:rsidP="00594C98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7A28EF" w:rsidRDefault="007A28EF" w:rsidP="00594C98">
      <w:pPr>
        <w:pStyle w:val="ConsPlusNormal0"/>
        <w:ind w:firstLine="709"/>
        <w:jc w:val="both"/>
      </w:pPr>
      <w:r>
        <w:t>Заказчик:</w:t>
      </w:r>
    </w:p>
    <w:p w:rsidR="007A28EF" w:rsidRDefault="007A28EF" w:rsidP="00594C98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594C98">
          <w:rPr>
            <w:rStyle w:val="Hyperlink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A28EF" w:rsidRDefault="007A28EF" w:rsidP="00594C98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7A28EF" w:rsidRDefault="007A28EF" w:rsidP="00594C98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7A28EF" w:rsidRDefault="007A28EF" w:rsidP="00594C98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A28EF" w:rsidRDefault="007A28EF" w:rsidP="00594C98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7A28EF" w:rsidRDefault="007A28EF" w:rsidP="00594C98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A28EF" w:rsidRDefault="007A28EF" w:rsidP="00594C98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594C98">
          <w:rPr>
            <w:rStyle w:val="Hyperlink"/>
            <w:color w:val="auto"/>
            <w:u w:val="none"/>
          </w:rPr>
          <w:t>законом</w:t>
        </w:r>
      </w:hyperlink>
      <w:r w:rsidRPr="00594C98">
        <w:t xml:space="preserve"> </w:t>
      </w:r>
      <w:r>
        <w:t>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7A28EF" w:rsidRDefault="007A28EF" w:rsidP="00484E94">
      <w:pPr>
        <w:ind w:firstLine="709"/>
        <w:jc w:val="both"/>
        <w:rPr>
          <w:szCs w:val="28"/>
        </w:rPr>
      </w:pPr>
    </w:p>
    <w:p w:rsidR="007A28EF" w:rsidRDefault="007A28EF" w:rsidP="00484E94">
      <w:pPr>
        <w:ind w:firstLine="709"/>
        <w:jc w:val="both"/>
        <w:rPr>
          <w:szCs w:val="28"/>
        </w:rPr>
      </w:pPr>
    </w:p>
    <w:p w:rsidR="007A28EF" w:rsidRDefault="007A28EF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A28EF" w:rsidRDefault="007A28EF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A28EF" w:rsidRDefault="007A28EF" w:rsidP="00956CCE">
      <w:pPr>
        <w:rPr>
          <w:szCs w:val="28"/>
        </w:rPr>
        <w:sectPr w:rsidR="007A28EF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Т.И. Опарина</w:t>
      </w:r>
    </w:p>
    <w:p w:rsidR="007A28EF" w:rsidRDefault="007A28EF" w:rsidP="001F5CA2">
      <w:pPr>
        <w:jc w:val="center"/>
        <w:rPr>
          <w:b/>
        </w:rPr>
      </w:pPr>
    </w:p>
    <w:sectPr w:rsidR="007A28E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8EF" w:rsidRDefault="007A28EF" w:rsidP="00EF6F81">
      <w:r>
        <w:separator/>
      </w:r>
    </w:p>
  </w:endnote>
  <w:endnote w:type="continuationSeparator" w:id="0">
    <w:p w:rsidR="007A28EF" w:rsidRDefault="007A28EF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8EF" w:rsidRDefault="007A28EF" w:rsidP="00EF6F81">
      <w:r>
        <w:separator/>
      </w:r>
    </w:p>
  </w:footnote>
  <w:footnote w:type="continuationSeparator" w:id="0">
    <w:p w:rsidR="007A28EF" w:rsidRDefault="007A28EF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8EF" w:rsidRDefault="007A28EF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28EF" w:rsidRDefault="007A28EF">
    <w:pPr>
      <w:pStyle w:val="Header"/>
      <w:jc w:val="center"/>
    </w:pPr>
  </w:p>
  <w:p w:rsidR="007A28EF" w:rsidRDefault="007A28EF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A28EF" w:rsidRPr="00064846" w:rsidRDefault="007A28EF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9AE"/>
    <w:rsid w:val="00031DF9"/>
    <w:rsid w:val="000348BC"/>
    <w:rsid w:val="0003562F"/>
    <w:rsid w:val="00036BA0"/>
    <w:rsid w:val="00046F33"/>
    <w:rsid w:val="000520B4"/>
    <w:rsid w:val="0005300F"/>
    <w:rsid w:val="0005555B"/>
    <w:rsid w:val="00064846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C7986"/>
    <w:rsid w:val="000D1B88"/>
    <w:rsid w:val="000D42BE"/>
    <w:rsid w:val="000D5144"/>
    <w:rsid w:val="000D7253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40E"/>
    <w:rsid w:val="00143C57"/>
    <w:rsid w:val="00144CAC"/>
    <w:rsid w:val="00145E87"/>
    <w:rsid w:val="001468AD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87D56"/>
    <w:rsid w:val="00190885"/>
    <w:rsid w:val="00192717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7C9"/>
    <w:rsid w:val="002A1837"/>
    <w:rsid w:val="002A39F5"/>
    <w:rsid w:val="002A7838"/>
    <w:rsid w:val="002B24B8"/>
    <w:rsid w:val="002B34B6"/>
    <w:rsid w:val="002C031E"/>
    <w:rsid w:val="002C7291"/>
    <w:rsid w:val="002D1DBF"/>
    <w:rsid w:val="002D2249"/>
    <w:rsid w:val="002D537F"/>
    <w:rsid w:val="002D6BB0"/>
    <w:rsid w:val="002E291E"/>
    <w:rsid w:val="002E40D2"/>
    <w:rsid w:val="002E5323"/>
    <w:rsid w:val="002E62B4"/>
    <w:rsid w:val="00306055"/>
    <w:rsid w:val="00324FC7"/>
    <w:rsid w:val="00325B03"/>
    <w:rsid w:val="00326F04"/>
    <w:rsid w:val="00334D70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4890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3F67"/>
    <w:rsid w:val="004058C3"/>
    <w:rsid w:val="00405F4C"/>
    <w:rsid w:val="00413494"/>
    <w:rsid w:val="004163DD"/>
    <w:rsid w:val="00424008"/>
    <w:rsid w:val="004258A2"/>
    <w:rsid w:val="00434175"/>
    <w:rsid w:val="00434272"/>
    <w:rsid w:val="004377B1"/>
    <w:rsid w:val="004408E3"/>
    <w:rsid w:val="0044102D"/>
    <w:rsid w:val="00441A14"/>
    <w:rsid w:val="00441B89"/>
    <w:rsid w:val="00455355"/>
    <w:rsid w:val="00455F5C"/>
    <w:rsid w:val="0046097C"/>
    <w:rsid w:val="0046202F"/>
    <w:rsid w:val="0046564D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1434"/>
    <w:rsid w:val="004D3592"/>
    <w:rsid w:val="004D4038"/>
    <w:rsid w:val="004E184B"/>
    <w:rsid w:val="004E660F"/>
    <w:rsid w:val="00500747"/>
    <w:rsid w:val="0050378D"/>
    <w:rsid w:val="0050519C"/>
    <w:rsid w:val="00506C43"/>
    <w:rsid w:val="00510D19"/>
    <w:rsid w:val="00515088"/>
    <w:rsid w:val="00530DC7"/>
    <w:rsid w:val="0053507E"/>
    <w:rsid w:val="0054045D"/>
    <w:rsid w:val="0054063E"/>
    <w:rsid w:val="005450A9"/>
    <w:rsid w:val="0055229B"/>
    <w:rsid w:val="00553CFA"/>
    <w:rsid w:val="0057125A"/>
    <w:rsid w:val="005716FF"/>
    <w:rsid w:val="00571FAC"/>
    <w:rsid w:val="005750C3"/>
    <w:rsid w:val="0058240E"/>
    <w:rsid w:val="00594C98"/>
    <w:rsid w:val="00595B9D"/>
    <w:rsid w:val="005A449E"/>
    <w:rsid w:val="005A684E"/>
    <w:rsid w:val="005B3967"/>
    <w:rsid w:val="005B5962"/>
    <w:rsid w:val="005B7233"/>
    <w:rsid w:val="005B786B"/>
    <w:rsid w:val="005C4D2D"/>
    <w:rsid w:val="005C65B0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ABE"/>
    <w:rsid w:val="00617E6B"/>
    <w:rsid w:val="00631501"/>
    <w:rsid w:val="00631920"/>
    <w:rsid w:val="00631DB2"/>
    <w:rsid w:val="006341E7"/>
    <w:rsid w:val="00634440"/>
    <w:rsid w:val="00641798"/>
    <w:rsid w:val="00647BFC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572D"/>
    <w:rsid w:val="006C0885"/>
    <w:rsid w:val="006C4020"/>
    <w:rsid w:val="006C6075"/>
    <w:rsid w:val="006C707C"/>
    <w:rsid w:val="006D0695"/>
    <w:rsid w:val="006D2BB7"/>
    <w:rsid w:val="006E70C7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468C"/>
    <w:rsid w:val="00734314"/>
    <w:rsid w:val="00741C5B"/>
    <w:rsid w:val="00741FA6"/>
    <w:rsid w:val="00745D1A"/>
    <w:rsid w:val="00756022"/>
    <w:rsid w:val="00782AE6"/>
    <w:rsid w:val="00783D2D"/>
    <w:rsid w:val="0078526C"/>
    <w:rsid w:val="007A28EF"/>
    <w:rsid w:val="007A41C0"/>
    <w:rsid w:val="007A4F64"/>
    <w:rsid w:val="007A6F08"/>
    <w:rsid w:val="007B0CAA"/>
    <w:rsid w:val="007B4A7E"/>
    <w:rsid w:val="007B53DC"/>
    <w:rsid w:val="007B77BF"/>
    <w:rsid w:val="007C014B"/>
    <w:rsid w:val="007C0819"/>
    <w:rsid w:val="007C0D6D"/>
    <w:rsid w:val="007C1B1B"/>
    <w:rsid w:val="007C5D0D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56E1E"/>
    <w:rsid w:val="00867EF0"/>
    <w:rsid w:val="00876805"/>
    <w:rsid w:val="00883BAB"/>
    <w:rsid w:val="00885C29"/>
    <w:rsid w:val="008903E0"/>
    <w:rsid w:val="00890443"/>
    <w:rsid w:val="008924E5"/>
    <w:rsid w:val="00896A24"/>
    <w:rsid w:val="008977E5"/>
    <w:rsid w:val="008A06FC"/>
    <w:rsid w:val="008A24E1"/>
    <w:rsid w:val="008A32AD"/>
    <w:rsid w:val="008A6FA1"/>
    <w:rsid w:val="008B08D9"/>
    <w:rsid w:val="008B1B7C"/>
    <w:rsid w:val="008B2122"/>
    <w:rsid w:val="008C7F0B"/>
    <w:rsid w:val="008D1ADA"/>
    <w:rsid w:val="008D361C"/>
    <w:rsid w:val="008D59A6"/>
    <w:rsid w:val="008E147E"/>
    <w:rsid w:val="008E229A"/>
    <w:rsid w:val="008E3869"/>
    <w:rsid w:val="008E39E4"/>
    <w:rsid w:val="008E65A9"/>
    <w:rsid w:val="008F1C38"/>
    <w:rsid w:val="009013AF"/>
    <w:rsid w:val="00904240"/>
    <w:rsid w:val="00910293"/>
    <w:rsid w:val="0092378A"/>
    <w:rsid w:val="0092688F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56F12"/>
    <w:rsid w:val="00A643EC"/>
    <w:rsid w:val="00A67E38"/>
    <w:rsid w:val="00A70430"/>
    <w:rsid w:val="00A71BA7"/>
    <w:rsid w:val="00A7379B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6410"/>
    <w:rsid w:val="00AC6F55"/>
    <w:rsid w:val="00AD3F14"/>
    <w:rsid w:val="00AD7804"/>
    <w:rsid w:val="00AE09CA"/>
    <w:rsid w:val="00AE7059"/>
    <w:rsid w:val="00AF1DE5"/>
    <w:rsid w:val="00AF3593"/>
    <w:rsid w:val="00AF35BD"/>
    <w:rsid w:val="00AF362F"/>
    <w:rsid w:val="00AF5B61"/>
    <w:rsid w:val="00B07228"/>
    <w:rsid w:val="00B1059E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5542"/>
    <w:rsid w:val="00B562F6"/>
    <w:rsid w:val="00B56C96"/>
    <w:rsid w:val="00B6041A"/>
    <w:rsid w:val="00B648BF"/>
    <w:rsid w:val="00B64B51"/>
    <w:rsid w:val="00B6573C"/>
    <w:rsid w:val="00B67874"/>
    <w:rsid w:val="00B76896"/>
    <w:rsid w:val="00B85358"/>
    <w:rsid w:val="00B87A68"/>
    <w:rsid w:val="00B92EC4"/>
    <w:rsid w:val="00B946DD"/>
    <w:rsid w:val="00B94A0C"/>
    <w:rsid w:val="00B97471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162A"/>
    <w:rsid w:val="00C23387"/>
    <w:rsid w:val="00C3292C"/>
    <w:rsid w:val="00C3496C"/>
    <w:rsid w:val="00C4141F"/>
    <w:rsid w:val="00C429D2"/>
    <w:rsid w:val="00C47AFE"/>
    <w:rsid w:val="00C53808"/>
    <w:rsid w:val="00C576C0"/>
    <w:rsid w:val="00C71CC2"/>
    <w:rsid w:val="00C72F57"/>
    <w:rsid w:val="00C730A3"/>
    <w:rsid w:val="00C75EAF"/>
    <w:rsid w:val="00C76645"/>
    <w:rsid w:val="00C769C5"/>
    <w:rsid w:val="00C76CC6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3FB1"/>
    <w:rsid w:val="00D1741D"/>
    <w:rsid w:val="00D21B4F"/>
    <w:rsid w:val="00D2251E"/>
    <w:rsid w:val="00D32495"/>
    <w:rsid w:val="00D341F7"/>
    <w:rsid w:val="00D3506A"/>
    <w:rsid w:val="00D50A29"/>
    <w:rsid w:val="00D510F8"/>
    <w:rsid w:val="00D54C27"/>
    <w:rsid w:val="00D57F3E"/>
    <w:rsid w:val="00D65A5D"/>
    <w:rsid w:val="00D66DD0"/>
    <w:rsid w:val="00D74072"/>
    <w:rsid w:val="00D7588E"/>
    <w:rsid w:val="00D814EC"/>
    <w:rsid w:val="00D91580"/>
    <w:rsid w:val="00D91BFA"/>
    <w:rsid w:val="00D9235A"/>
    <w:rsid w:val="00D92B5C"/>
    <w:rsid w:val="00DA07D9"/>
    <w:rsid w:val="00DA0DE0"/>
    <w:rsid w:val="00DA2C96"/>
    <w:rsid w:val="00DA4ED8"/>
    <w:rsid w:val="00DA5916"/>
    <w:rsid w:val="00DC605B"/>
    <w:rsid w:val="00DD1356"/>
    <w:rsid w:val="00DD1C2E"/>
    <w:rsid w:val="00DD1C48"/>
    <w:rsid w:val="00DD49F6"/>
    <w:rsid w:val="00DD5F0A"/>
    <w:rsid w:val="00DE264F"/>
    <w:rsid w:val="00DE754D"/>
    <w:rsid w:val="00DF190C"/>
    <w:rsid w:val="00DF23BC"/>
    <w:rsid w:val="00E00492"/>
    <w:rsid w:val="00E005C3"/>
    <w:rsid w:val="00E03A2A"/>
    <w:rsid w:val="00E1693B"/>
    <w:rsid w:val="00E17C37"/>
    <w:rsid w:val="00E21615"/>
    <w:rsid w:val="00E23571"/>
    <w:rsid w:val="00E23D36"/>
    <w:rsid w:val="00E24387"/>
    <w:rsid w:val="00E26841"/>
    <w:rsid w:val="00E33916"/>
    <w:rsid w:val="00E43186"/>
    <w:rsid w:val="00E5079C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B522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36F5A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1780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99"/>
    <w:qFormat/>
    <w:rsid w:val="00515088"/>
    <w:rPr>
      <w:rFonts w:eastAsia="Times New Roman"/>
    </w:rPr>
  </w:style>
  <w:style w:type="character" w:styleId="Hyperlink">
    <w:name w:val="Hyperlink"/>
    <w:basedOn w:val="DefaultParagraphFont"/>
    <w:uiPriority w:val="99"/>
    <w:rsid w:val="00594C9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69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2113</TotalTime>
  <Pages>9</Pages>
  <Words>1648</Words>
  <Characters>9396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206</cp:revision>
  <cp:lastPrinted>2021-06-11T06:36:00Z</cp:lastPrinted>
  <dcterms:created xsi:type="dcterms:W3CDTF">2018-08-07T11:48:00Z</dcterms:created>
  <dcterms:modified xsi:type="dcterms:W3CDTF">2022-10-31T08:00:00Z</dcterms:modified>
</cp:coreProperties>
</file>