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199</w:t>
            </w:r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0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31E" w:rsidRDefault="008B331E" w:rsidP="00EF6F81">
      <w:r>
        <w:separator/>
      </w:r>
    </w:p>
  </w:endnote>
  <w:endnote w:type="continuationSeparator" w:id="0">
    <w:p w:rsidR="008B331E" w:rsidRDefault="008B331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31E" w:rsidRDefault="008B331E" w:rsidP="00EF6F81">
      <w:r>
        <w:separator/>
      </w:r>
    </w:p>
  </w:footnote>
  <w:footnote w:type="continuationSeparator" w:id="0">
    <w:p w:rsidR="008B331E" w:rsidRDefault="008B331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>
    <w:pPr>
      <w:pStyle w:val="Header"/>
      <w:jc w:val="center"/>
    </w:pPr>
  </w:p>
  <w:p w:rsidR="008B331E" w:rsidRDefault="008B331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8B331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9D3"/>
    <w:rsid w:val="000020DB"/>
    <w:rsid w:val="00002E86"/>
    <w:rsid w:val="00004796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1790"/>
    <w:rsid w:val="00337501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2125</TotalTime>
  <Pages>9</Pages>
  <Words>1648</Words>
  <Characters>9395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211</cp:revision>
  <cp:lastPrinted>2022-10-19T06:15:00Z</cp:lastPrinted>
  <dcterms:created xsi:type="dcterms:W3CDTF">2018-08-07T11:48:00Z</dcterms:created>
  <dcterms:modified xsi:type="dcterms:W3CDTF">2022-10-31T08:02:00Z</dcterms:modified>
</cp:coreProperties>
</file>